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30548F">
      <w:pPr>
        <w:tabs>
          <w:tab w:val="left" w:pos="660"/>
          <w:tab w:val="left" w:pos="901"/>
          <w:tab w:val="left" w:pos="2445"/>
          <w:tab w:val="left" w:pos="4455"/>
        </w:tabs>
        <w:spacing w:line="360" w:lineRule="auto"/>
        <w:jc w:val="center"/>
        <w:rPr>
          <w:rFonts w:hint="eastAsia"/>
          <w:sz w:val="36"/>
          <w:szCs w:val="36"/>
        </w:rPr>
      </w:pPr>
      <w:r>
        <w:rPr>
          <w:rFonts w:hint="eastAsia"/>
          <w:sz w:val="36"/>
          <w:szCs w:val="36"/>
        </w:rPr>
        <w:drawing>
          <wp:anchor simplePos="0" relativeHeight="251658240" behindDoc="0" locked="0" layoutInCell="1" allowOverlap="1">
            <wp:simplePos x="0" y="0"/>
            <wp:positionH relativeFrom="page">
              <wp:posOffset>10299700</wp:posOffset>
            </wp:positionH>
            <wp:positionV relativeFrom="topMargin">
              <wp:posOffset>12141200</wp:posOffset>
            </wp:positionV>
            <wp:extent cx="393700" cy="4064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167540" name=""/>
                    <pic:cNvPicPr>
                      <a:picLocks noChangeAspect="1"/>
                    </pic:cNvPicPr>
                  </pic:nvPicPr>
                  <pic:blipFill>
                    <a:blip xmlns:r="http://schemas.openxmlformats.org/officeDocument/2006/relationships" r:embed="rId4"/>
                    <a:stretch>
                      <a:fillRect/>
                    </a:stretch>
                  </pic:blipFill>
                  <pic:spPr>
                    <a:xfrm>
                      <a:off x="0" y="0"/>
                      <a:ext cx="393700" cy="406400"/>
                    </a:xfrm>
                    <a:prstGeom prst="rect">
                      <a:avLst/>
                    </a:prstGeom>
                  </pic:spPr>
                </pic:pic>
              </a:graphicData>
            </a:graphic>
          </wp:anchor>
        </w:drawing>
      </w:r>
      <w:r>
        <w:rPr>
          <w:rFonts w:hint="eastAsia"/>
          <w:sz w:val="36"/>
          <w:szCs w:val="36"/>
        </w:rPr>
        <w:t>2021-2022学年下学期八年级第一次月水平测试</w:t>
      </w:r>
    </w:p>
    <w:p w:rsidR="0030548F">
      <w:pPr>
        <w:tabs>
          <w:tab w:val="left" w:pos="660"/>
          <w:tab w:val="left" w:pos="901"/>
          <w:tab w:val="left" w:pos="2445"/>
          <w:tab w:val="left" w:pos="4455"/>
        </w:tabs>
        <w:spacing w:line="360" w:lineRule="auto"/>
        <w:ind w:firstLine="3240" w:firstLineChars="900"/>
        <w:rPr>
          <w:rFonts w:hint="eastAsia"/>
          <w:sz w:val="36"/>
          <w:szCs w:val="36"/>
        </w:rPr>
      </w:pPr>
      <w:r>
        <w:rPr>
          <w:rFonts w:hint="eastAsia"/>
          <w:sz w:val="36"/>
          <w:szCs w:val="36"/>
        </w:rPr>
        <w:t>英语试卷</w:t>
      </w:r>
    </w:p>
    <w:p w:rsidR="0030548F">
      <w:pPr>
        <w:tabs>
          <w:tab w:val="left" w:pos="660"/>
          <w:tab w:val="left" w:pos="1162"/>
          <w:tab w:val="left" w:pos="2445"/>
          <w:tab w:val="left" w:pos="4455"/>
          <w:tab w:val="left" w:pos="6943"/>
        </w:tabs>
        <w:spacing w:line="360" w:lineRule="auto"/>
        <w:jc w:val="center"/>
        <w:rPr>
          <w:rFonts w:hint="eastAsia"/>
          <w:b/>
          <w:sz w:val="28"/>
          <w:szCs w:val="28"/>
        </w:rPr>
      </w:pPr>
      <w:r>
        <w:rPr>
          <w:rFonts w:hint="eastAsia"/>
          <w:b/>
          <w:sz w:val="28"/>
          <w:szCs w:val="28"/>
        </w:rPr>
        <w:t>第一部分 听力（共20分）</w:t>
      </w:r>
    </w:p>
    <w:p w:rsidR="0030548F">
      <w:pPr>
        <w:tabs>
          <w:tab w:val="left" w:pos="868"/>
          <w:tab w:val="left" w:pos="1162"/>
          <w:tab w:val="left" w:pos="2800"/>
          <w:tab w:val="left" w:pos="4816"/>
          <w:tab w:val="left" w:pos="6943"/>
        </w:tabs>
        <w:rPr>
          <w:rFonts w:hint="eastAsia"/>
          <w:b/>
          <w:sz w:val="24"/>
          <w:szCs w:val="24"/>
        </w:rPr>
      </w:pPr>
      <w:r>
        <w:rPr>
          <w:rStyle w:val="5"/>
          <w:rFonts w:ascii="宋体" w:eastAsia="宋体" w:hAnsi="宋体" w:hint="eastAsia"/>
          <w:b/>
          <w:sz w:val="24"/>
          <w:szCs w:val="24"/>
        </w:rPr>
        <w:t>一、听力理解 (每小题1分，共20分)</w:t>
      </w:r>
    </w:p>
    <w:p w:rsidR="0030548F">
      <w:pPr>
        <w:numPr>
          <w:ilvl w:val="0"/>
          <w:numId w:val="2"/>
        </w:num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宋体" w:eastAsia="宋体" w:hAnsi="宋体" w:hint="eastAsia"/>
          <w:szCs w:val="21"/>
        </w:rPr>
        <w:t>听下面5段对话。每段对话后有一个小题，从题中所给的A</w:t>
      </w:r>
      <w:r w:rsidR="00B64166">
        <w:rPr>
          <w:rStyle w:val="5"/>
          <w:rFonts w:ascii="宋体" w:eastAsia="宋体" w:hAnsi="宋体" w:hint="eastAsia"/>
          <w:szCs w:val="21"/>
        </w:rPr>
        <w:t>、</w:t>
      </w:r>
      <w:r>
        <w:rPr>
          <w:rStyle w:val="5"/>
          <w:rFonts w:ascii="宋体" w:eastAsia="宋体" w:hAnsi="宋体" w:hint="eastAsia"/>
          <w:szCs w:val="21"/>
        </w:rPr>
        <w:t>B</w:t>
      </w:r>
      <w:r w:rsidR="00B64166">
        <w:rPr>
          <w:rStyle w:val="5"/>
          <w:rFonts w:ascii="宋体" w:eastAsia="宋体" w:hAnsi="宋体" w:hint="eastAsia"/>
          <w:szCs w:val="21"/>
        </w:rPr>
        <w:t>、</w:t>
      </w:r>
      <w:r>
        <w:rPr>
          <w:rStyle w:val="5"/>
          <w:rFonts w:ascii="宋体" w:eastAsia="宋体" w:hAnsi="宋体" w:hint="eastAsia"/>
          <w:szCs w:val="21"/>
        </w:rPr>
        <w:t>C三个选项中选出最佳答案。每段对话读两遍。(5分）</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 What will Jack do if he is in a bad mood?</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A.Talk with good friends.</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sidR="00B64166">
        <w:rPr>
          <w:rStyle w:val="5"/>
          <w:rFonts w:ascii="Times New Roman" w:eastAsia="宋体" w:hAnsi="Times New Roman" w:hint="eastAsia"/>
          <w:szCs w:val="21"/>
        </w:rPr>
        <w:t>B. Play sports.</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C. Listen to music.</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xml:space="preserve">(    )2. How much will </w:t>
      </w:r>
      <w:r>
        <w:rPr>
          <w:rStyle w:val="5"/>
          <w:rFonts w:ascii="Times New Roman" w:eastAsia="宋体" w:hAnsi="Times New Roman" w:hint="eastAsia"/>
          <w:szCs w:val="21"/>
        </w:rPr>
        <w:t>the ticket cost?</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w:t>
      </w:r>
      <w:r w:rsidR="00851CE5">
        <w:rPr>
          <w:rStyle w:val="5"/>
          <w:rFonts w:ascii="Times New Roman" w:eastAsia="宋体" w:hAnsi="Times New Roman" w:hint="eastAsia"/>
          <w:szCs w:val="21"/>
        </w:rPr>
        <w:t xml:space="preserve"> </w:t>
      </w:r>
      <w:r w:rsidR="00851CE5">
        <w:rPr>
          <w:rStyle w:val="5"/>
          <w:rFonts w:ascii="Times New Roman" w:eastAsia="宋体" w:hAnsi="Times New Roman" w:hint="eastAsia"/>
          <w:szCs w:val="21"/>
        </w:rPr>
        <w:t>¥</w:t>
      </w:r>
      <w:r>
        <w:rPr>
          <w:rStyle w:val="5"/>
          <w:rFonts w:ascii="Times New Roman" w:eastAsia="宋体" w:hAnsi="Times New Roman" w:hint="eastAsia"/>
          <w:szCs w:val="21"/>
        </w:rPr>
        <w:t>40.</w:t>
        <w:tab/>
        <w:t xml:space="preserve">B. </w:t>
      </w:r>
      <w:r w:rsidR="00851CE5">
        <w:rPr>
          <w:rStyle w:val="5"/>
          <w:rFonts w:ascii="Times New Roman" w:eastAsia="宋体" w:hAnsi="Times New Roman" w:hint="eastAsia"/>
          <w:szCs w:val="21"/>
        </w:rPr>
        <w:t>¥</w:t>
      </w:r>
      <w:r>
        <w:rPr>
          <w:rStyle w:val="5"/>
          <w:rFonts w:ascii="Times New Roman" w:eastAsia="宋体" w:hAnsi="Times New Roman" w:hint="eastAsia"/>
          <w:szCs w:val="21"/>
        </w:rPr>
        <w:t>20.</w:t>
        <w:tab/>
        <w:t xml:space="preserve">C. </w:t>
      </w:r>
      <w:r w:rsidR="00851CE5">
        <w:rPr>
          <w:rStyle w:val="5"/>
          <w:rFonts w:ascii="Times New Roman" w:eastAsia="宋体" w:hAnsi="Times New Roman" w:hint="eastAsia"/>
          <w:szCs w:val="21"/>
        </w:rPr>
        <w:t>¥</w:t>
      </w:r>
      <w:r>
        <w:rPr>
          <w:rStyle w:val="5"/>
          <w:rFonts w:ascii="Times New Roman" w:eastAsia="宋体" w:hAnsi="Times New Roman" w:hint="eastAsia"/>
          <w:szCs w:val="21"/>
        </w:rPr>
        <w:t>25.</w:t>
        <w:tab/>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)3. What will they do to stop Mary from crying?</w:t>
      </w:r>
    </w:p>
    <w:p w:rsidR="0030548F">
      <w:pPr>
        <w:numPr>
          <w:ilvl w:val="0"/>
          <w:numId w:val="3"/>
        </w:num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 xml:space="preserve">Cheer her up. </w:t>
      </w:r>
    </w:p>
    <w:p w:rsidR="0030548F">
      <w:pPr>
        <w:numPr>
          <w:ilvl w:val="0"/>
          <w:numId w:val="3"/>
        </w:num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 xml:space="preserve">Call her mother. </w:t>
      </w:r>
    </w:p>
    <w:p w:rsidR="0030548F" w:rsidP="002C44B6">
      <w:pPr>
        <w:tabs>
          <w:tab w:val="left" w:pos="868"/>
          <w:tab w:val="left" w:pos="1162"/>
          <w:tab w:val="left" w:pos="2800"/>
          <w:tab w:val="left" w:pos="4816"/>
          <w:tab w:val="left" w:pos="6943"/>
        </w:tabs>
        <w:ind w:left="1050" w:leftChars="500"/>
        <w:jc w:val="left"/>
        <w:rPr>
          <w:rStyle w:val="5"/>
          <w:rFonts w:ascii="Times New Roman" w:eastAsia="宋体" w:hAnsi="Times New Roman" w:hint="eastAsia"/>
          <w:szCs w:val="21"/>
        </w:rPr>
      </w:pPr>
      <w:r>
        <w:rPr>
          <w:rStyle w:val="5"/>
          <w:rFonts w:ascii="Times New Roman" w:eastAsia="宋体" w:hAnsi="Times New Roman" w:hint="eastAsia"/>
          <w:szCs w:val="21"/>
        </w:rPr>
        <w:t>C. Tell her teacher.</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)4.What's the girl worrying about?</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 Going home late.</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 xml:space="preserve">B. Failing the English exam. </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C.</w:t>
      </w:r>
      <w:r w:rsidR="002C44B6">
        <w:rPr>
          <w:rStyle w:val="5"/>
          <w:rFonts w:ascii="Times New Roman" w:eastAsia="宋体" w:hAnsi="Times New Roman" w:hint="eastAsia"/>
          <w:szCs w:val="21"/>
        </w:rPr>
        <w:t xml:space="preserve"> </w:t>
      </w:r>
      <w:r>
        <w:rPr>
          <w:rStyle w:val="5"/>
          <w:rFonts w:ascii="Times New Roman" w:eastAsia="宋体" w:hAnsi="Times New Roman" w:hint="eastAsia"/>
          <w:szCs w:val="21"/>
        </w:rPr>
        <w:t>Her health.</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)5. What are they going to do after supper?</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 xml:space="preserve">A.Do homework. </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B.Watch TV.</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C. Walk in the park.</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szCs w:val="21"/>
        </w:rPr>
      </w:pPr>
    </w:p>
    <w:p w:rsidR="0030548F">
      <w:pPr>
        <w:tabs>
          <w:tab w:val="left" w:pos="868"/>
          <w:tab w:val="left" w:pos="1162"/>
          <w:tab w:val="left" w:pos="2800"/>
          <w:tab w:val="left" w:pos="4816"/>
          <w:tab w:val="left" w:pos="6943"/>
        </w:tabs>
        <w:ind w:left="840" w:hanging="840" w:hangingChars="400"/>
        <w:jc w:val="left"/>
        <w:rPr>
          <w:rStyle w:val="5"/>
          <w:rFonts w:ascii="Times New Roman" w:eastAsia="宋体" w:hAnsi="Times New Roman" w:hint="eastAsia"/>
          <w:szCs w:val="21"/>
        </w:rPr>
      </w:pPr>
      <w:r>
        <w:rPr>
          <w:rStyle w:val="5"/>
          <w:rFonts w:ascii="Times New Roman" w:eastAsia="宋体" w:hAnsi="Times New Roman"/>
          <w:szCs w:val="21"/>
        </w:rPr>
        <w:t>第二节  听下面几段对话或独白，每段对话或独白后有几个小题，从题中所给的A</w:t>
      </w:r>
      <w:r w:rsidR="00B64166">
        <w:rPr>
          <w:rStyle w:val="5"/>
          <w:rFonts w:ascii="Times New Roman" w:eastAsia="宋体" w:hAnsi="Times New Roman" w:hint="eastAsia"/>
          <w:szCs w:val="21"/>
        </w:rPr>
        <w:t>、</w:t>
      </w:r>
      <w:r>
        <w:rPr>
          <w:rStyle w:val="5"/>
          <w:rFonts w:ascii="Times New Roman" w:eastAsia="宋体" w:hAnsi="Times New Roman"/>
          <w:szCs w:val="21"/>
        </w:rPr>
        <w:t>B</w:t>
      </w:r>
      <w:r w:rsidR="00B64166">
        <w:rPr>
          <w:rStyle w:val="5"/>
          <w:rFonts w:ascii="Times New Roman" w:eastAsia="宋体" w:hAnsi="Times New Roman" w:hint="eastAsia"/>
          <w:szCs w:val="21"/>
        </w:rPr>
        <w:t>、</w:t>
      </w:r>
      <w:r>
        <w:rPr>
          <w:rStyle w:val="5"/>
          <w:rFonts w:ascii="Times New Roman" w:eastAsia="宋体" w:hAnsi="Times New Roman"/>
          <w:szCs w:val="21"/>
        </w:rPr>
        <w:t>C三个选项中选出最佳答案。每段对话或独白读两遍。</w:t>
      </w:r>
      <w:r>
        <w:rPr>
          <w:rStyle w:val="5"/>
          <w:rFonts w:ascii="Times New Roman" w:eastAsia="宋体" w:hAnsi="Times New Roman" w:hint="eastAsia"/>
          <w:szCs w:val="21"/>
        </w:rPr>
        <w:t>（10分）</w:t>
      </w:r>
    </w:p>
    <w:p w:rsidR="0030548F" w:rsidP="00472173">
      <w:pPr>
        <w:tabs>
          <w:tab w:val="left" w:pos="868"/>
          <w:tab w:val="left" w:pos="1162"/>
          <w:tab w:val="left" w:pos="2800"/>
          <w:tab w:val="left" w:pos="4816"/>
          <w:tab w:val="left" w:pos="6943"/>
        </w:tabs>
        <w:jc w:val="left"/>
        <w:rPr>
          <w:rStyle w:val="5"/>
          <w:rFonts w:ascii="Times New Roman" w:eastAsia="宋体" w:hAnsi="Times New Roman"/>
          <w:szCs w:val="21"/>
        </w:rPr>
      </w:pPr>
      <w:r>
        <w:rPr>
          <w:rStyle w:val="5"/>
          <w:rFonts w:ascii="Times New Roman" w:eastAsia="宋体" w:hAnsi="Times New Roman"/>
          <w:szCs w:val="21"/>
        </w:rPr>
        <w:t>听</w:t>
      </w:r>
      <w:r w:rsidR="00B64166">
        <w:rPr>
          <w:rStyle w:val="5"/>
          <w:rFonts w:ascii="Times New Roman" w:eastAsia="宋体" w:hAnsi="Times New Roman" w:hint="eastAsia"/>
          <w:szCs w:val="21"/>
        </w:rPr>
        <w:t>下面一</w:t>
      </w:r>
      <w:r>
        <w:rPr>
          <w:rStyle w:val="5"/>
          <w:rFonts w:ascii="Times New Roman" w:eastAsia="宋体" w:hAnsi="Times New Roman"/>
          <w:szCs w:val="21"/>
        </w:rPr>
        <w:t>段对话，回答第6</w:t>
      </w:r>
      <w:r>
        <w:rPr>
          <w:rStyle w:val="5"/>
          <w:rFonts w:ascii="Times New Roman" w:eastAsia="宋体" w:hAnsi="Times New Roman" w:hint="eastAsia"/>
          <w:szCs w:val="21"/>
        </w:rPr>
        <w:t>至</w:t>
      </w:r>
      <w:r>
        <w:rPr>
          <w:rStyle w:val="5"/>
          <w:rFonts w:ascii="Times New Roman" w:eastAsia="宋体" w:hAnsi="Times New Roman"/>
          <w:szCs w:val="21"/>
        </w:rPr>
        <w:t xml:space="preserve">7 </w:t>
      </w:r>
      <w:r>
        <w:rPr>
          <w:rStyle w:val="5"/>
          <w:rFonts w:ascii="Times New Roman" w:eastAsia="宋体" w:hAnsi="Times New Roman" w:hint="eastAsia"/>
          <w:szCs w:val="21"/>
        </w:rPr>
        <w:t>两个</w:t>
      </w:r>
      <w:r>
        <w:rPr>
          <w:rStyle w:val="5"/>
          <w:rFonts w:ascii="Times New Roman" w:eastAsia="宋体" w:hAnsi="Times New Roman"/>
          <w:szCs w:val="21"/>
        </w:rPr>
        <w:t>小题。</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)6. Who was ill?</w:t>
      </w:r>
    </w:p>
    <w:p w:rsidR="0030548F" w:rsidP="00472173">
      <w:pPr>
        <w:tabs>
          <w:tab w:val="left" w:pos="868"/>
          <w:tab w:val="left" w:pos="1162"/>
          <w:tab w:val="left" w:pos="2800"/>
          <w:tab w:val="left" w:pos="4816"/>
          <w:tab w:val="left" w:pos="6943"/>
        </w:tabs>
        <w:ind w:firstLine="840" w:firstLineChars="400"/>
        <w:jc w:val="left"/>
        <w:rPr>
          <w:rStyle w:val="5"/>
          <w:rFonts w:ascii="Times New Roman" w:eastAsia="宋体" w:hAnsi="Times New Roman" w:hint="eastAsia"/>
          <w:szCs w:val="21"/>
        </w:rPr>
      </w:pPr>
      <w:r>
        <w:rPr>
          <w:rStyle w:val="5"/>
          <w:rFonts w:ascii="Times New Roman" w:eastAsia="宋体" w:hAnsi="Times New Roman" w:hint="eastAsia"/>
          <w:szCs w:val="21"/>
        </w:rPr>
        <w:t>A. Jane.   B. Jane's mother .   C. Jane's father.</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)7. Where was Jane's mother?</w:t>
      </w:r>
    </w:p>
    <w:p w:rsidR="0030548F" w:rsidP="00472173">
      <w:pPr>
        <w:tabs>
          <w:tab w:val="left" w:pos="868"/>
          <w:tab w:val="left" w:pos="1162"/>
          <w:tab w:val="left" w:pos="2800"/>
          <w:tab w:val="left" w:pos="4816"/>
          <w:tab w:val="left" w:pos="6943"/>
        </w:tabs>
        <w:ind w:firstLine="850" w:firstLineChars="405"/>
        <w:jc w:val="left"/>
        <w:rPr>
          <w:rStyle w:val="5"/>
          <w:rFonts w:ascii="Times New Roman" w:eastAsia="宋体" w:hAnsi="Times New Roman" w:hint="eastAsia"/>
          <w:szCs w:val="21"/>
        </w:rPr>
      </w:pPr>
      <w:r>
        <w:rPr>
          <w:rStyle w:val="5"/>
          <w:rFonts w:ascii="Times New Roman" w:eastAsia="宋体" w:hAnsi="Times New Roman" w:hint="eastAsia"/>
          <w:szCs w:val="21"/>
        </w:rPr>
        <w:t>A. She took a trip to Thailand.</w:t>
      </w:r>
    </w:p>
    <w:p w:rsidR="0030548F" w:rsidP="00472173">
      <w:pPr>
        <w:tabs>
          <w:tab w:val="left" w:pos="868"/>
          <w:tab w:val="left" w:pos="1162"/>
          <w:tab w:val="left" w:pos="2800"/>
          <w:tab w:val="left" w:pos="4816"/>
          <w:tab w:val="left" w:pos="6943"/>
        </w:tabs>
        <w:ind w:firstLine="850" w:firstLineChars="405"/>
        <w:jc w:val="left"/>
        <w:rPr>
          <w:rStyle w:val="5"/>
          <w:rFonts w:ascii="Times New Roman" w:eastAsia="宋体" w:hAnsi="Times New Roman" w:hint="eastAsia"/>
          <w:szCs w:val="21"/>
        </w:rPr>
      </w:pPr>
      <w:r>
        <w:rPr>
          <w:rStyle w:val="5"/>
          <w:rFonts w:ascii="Times New Roman" w:eastAsia="宋体" w:hAnsi="Times New Roman" w:hint="eastAsia"/>
          <w:szCs w:val="21"/>
        </w:rPr>
        <w:t xml:space="preserve">B. She went to Thailand on </w:t>
      </w:r>
      <w:r>
        <w:rPr>
          <w:rStyle w:val="5"/>
          <w:rFonts w:ascii="Times New Roman" w:eastAsia="宋体" w:hAnsi="Times New Roman" w:hint="eastAsia"/>
          <w:szCs w:val="21"/>
        </w:rPr>
        <w:t>business.</w:t>
      </w:r>
    </w:p>
    <w:p w:rsidR="0030548F" w:rsidP="00472173">
      <w:pPr>
        <w:tabs>
          <w:tab w:val="left" w:pos="868"/>
          <w:tab w:val="left" w:pos="1162"/>
          <w:tab w:val="left" w:pos="2800"/>
          <w:tab w:val="left" w:pos="4816"/>
          <w:tab w:val="left" w:pos="6943"/>
        </w:tabs>
        <w:ind w:firstLine="850" w:firstLineChars="405"/>
        <w:jc w:val="left"/>
        <w:rPr>
          <w:rStyle w:val="5"/>
          <w:rFonts w:ascii="Times New Roman" w:eastAsia="宋体" w:hAnsi="Times New Roman" w:hint="eastAsia"/>
          <w:szCs w:val="21"/>
        </w:rPr>
      </w:pPr>
      <w:r>
        <w:rPr>
          <w:rStyle w:val="5"/>
          <w:rFonts w:ascii="Times New Roman" w:eastAsia="宋体" w:hAnsi="Times New Roman" w:hint="eastAsia"/>
          <w:szCs w:val="21"/>
        </w:rPr>
        <w:t>C. She went to the hospital to look after</w:t>
      </w:r>
      <w:r w:rsidR="00472173">
        <w:rPr>
          <w:rStyle w:val="5"/>
          <w:rFonts w:ascii="Times New Roman" w:eastAsia="宋体" w:hAnsi="Times New Roman" w:hint="eastAsia"/>
          <w:szCs w:val="21"/>
        </w:rPr>
        <w:t xml:space="preserve"> </w:t>
      </w:r>
      <w:r>
        <w:rPr>
          <w:rStyle w:val="5"/>
          <w:rFonts w:ascii="Times New Roman" w:eastAsia="宋体" w:hAnsi="Times New Roman" w:hint="eastAsia"/>
          <w:szCs w:val="21"/>
        </w:rPr>
        <w:t>her husband.</w:t>
      </w:r>
    </w:p>
    <w:p w:rsidR="00472173">
      <w:pPr>
        <w:tabs>
          <w:tab w:val="left" w:pos="868"/>
          <w:tab w:val="left" w:pos="1162"/>
          <w:tab w:val="left" w:pos="2800"/>
          <w:tab w:val="left" w:pos="4816"/>
          <w:tab w:val="left" w:pos="6943"/>
        </w:tabs>
        <w:ind w:firstLine="840" w:firstLineChars="400"/>
        <w:jc w:val="left"/>
        <w:rPr>
          <w:rStyle w:val="5"/>
          <w:rFonts w:ascii="Times New Roman" w:eastAsia="宋体" w:hAnsi="Times New Roman" w:hint="eastAsia"/>
          <w:szCs w:val="21"/>
        </w:rPr>
      </w:pPr>
    </w:p>
    <w:p w:rsidR="00472173">
      <w:pPr>
        <w:tabs>
          <w:tab w:val="left" w:pos="868"/>
          <w:tab w:val="left" w:pos="1162"/>
          <w:tab w:val="left" w:pos="2800"/>
          <w:tab w:val="left" w:pos="4816"/>
          <w:tab w:val="left" w:pos="6943"/>
        </w:tabs>
        <w:ind w:firstLine="840" w:firstLineChars="400"/>
        <w:jc w:val="left"/>
        <w:rPr>
          <w:rStyle w:val="5"/>
          <w:rFonts w:ascii="Times New Roman" w:eastAsia="宋体" w:hAnsi="Times New Roman" w:hint="eastAsia"/>
          <w:szCs w:val="21"/>
        </w:rPr>
      </w:pPr>
    </w:p>
    <w:p w:rsidR="0030548F" w:rsidP="00472173">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听下面一段对话,回答第8至第9两个小题。</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)8.What show will there be in the Green Park tomorrow?</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A.A fashion show.  B. A talk show.   C.A game show.</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)9. When do they start to go there?</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A.At 8:00.</w:t>
        <w:tab/>
        <w:t>B. A</w:t>
      </w:r>
      <w:r>
        <w:rPr>
          <w:rStyle w:val="5"/>
          <w:rFonts w:ascii="Times New Roman" w:eastAsia="宋体" w:hAnsi="Times New Roman" w:hint="eastAsia"/>
          <w:szCs w:val="21"/>
        </w:rPr>
        <w:t>t 8:13.      C.At 8:30.</w:t>
      </w:r>
    </w:p>
    <w:p w:rsidR="0030548F" w:rsidP="00472173">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听下面一段独白,回答第10至第12三个小题。</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)10. What's the feeling of Lucy a few days ago?</w:t>
      </w:r>
    </w:p>
    <w:p w:rsidR="0030548F">
      <w:pPr>
        <w:numPr>
          <w:ilvl w:val="0"/>
          <w:numId w:val="4"/>
        </w:num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 xml:space="preserve">Upset and lonely. </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B. Happy and excited.</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C.Disappointed and lonely</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)11. Who gave Lucy a hand?</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A.Miss Wu.</w:t>
        <w:tab/>
        <w:t>B.Mr.Wang     C.Miss Wang.</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)12. All the s</w:t>
      </w:r>
      <w:r>
        <w:rPr>
          <w:rStyle w:val="5"/>
          <w:rFonts w:ascii="Times New Roman" w:eastAsia="宋体" w:hAnsi="Times New Roman" w:hint="eastAsia"/>
          <w:szCs w:val="21"/>
        </w:rPr>
        <w:t>tudents are really_______</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 strict</w:t>
        <w:tab/>
        <w:t>B. shy         C. kind</w:t>
      </w:r>
    </w:p>
    <w:p w:rsidR="0030548F" w:rsidP="00472173">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听下面一段对话,回答第 13 至第15 三个小题</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)13. Where are the red apples?</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 On the table.  B.In the box   C. On the box.</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)14.Who like(s)</w:t>
      </w:r>
      <w:r w:rsidR="001515A1">
        <w:rPr>
          <w:rStyle w:val="5"/>
          <w:rFonts w:ascii="Times New Roman" w:eastAsia="宋体" w:hAnsi="Times New Roman" w:hint="eastAsia"/>
          <w:szCs w:val="21"/>
        </w:rPr>
        <w:t xml:space="preserve"> </w:t>
      </w:r>
      <w:r>
        <w:rPr>
          <w:rStyle w:val="5"/>
          <w:rFonts w:ascii="Times New Roman" w:eastAsia="宋体" w:hAnsi="Times New Roman" w:hint="eastAsia"/>
          <w:szCs w:val="21"/>
        </w:rPr>
        <w:t>fruit?</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 Bill.</w:t>
        <w:tab/>
        <w:t>B.Bill and Anna.</w:t>
        <w:tab/>
        <w:t>C.Bill and Anna's sister.</w:t>
      </w:r>
    </w:p>
    <w:p w:rsidR="0030548F">
      <w:pPr>
        <w:tabs>
          <w:tab w:val="left" w:pos="868"/>
          <w:tab w:val="left" w:pos="1162"/>
          <w:tab w:val="left" w:pos="2800"/>
          <w:tab w:val="left" w:pos="4816"/>
          <w:tab w:val="left" w:pos="6943"/>
        </w:tabs>
        <w:jc w:val="left"/>
        <w:rPr>
          <w:rStyle w:val="5"/>
          <w:rFonts w:ascii="Times New Roman" w:eastAsia="宋体" w:hAnsi="Times New Roman" w:hint="eastAsia"/>
          <w:szCs w:val="21"/>
        </w:rPr>
      </w:pPr>
      <w:r>
        <w:rPr>
          <w:rStyle w:val="5"/>
          <w:rFonts w:ascii="Times New Roman" w:eastAsia="宋体" w:hAnsi="Times New Roman" w:hint="eastAsia"/>
          <w:szCs w:val="21"/>
        </w:rPr>
        <w:t>(    )15</w:t>
      </w:r>
      <w:r>
        <w:rPr>
          <w:rStyle w:val="5"/>
          <w:rFonts w:ascii="Times New Roman" w:eastAsia="宋体" w:hAnsi="Times New Roman" w:hint="eastAsia"/>
          <w:szCs w:val="21"/>
        </w:rPr>
        <w:t>. What does Anna like for dinner?</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A. Vegetables.</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 xml:space="preserve">B. Chicken and tomatoes. </w:t>
      </w:r>
    </w:p>
    <w:p w:rsidR="0030548F">
      <w:pPr>
        <w:tabs>
          <w:tab w:val="left" w:pos="868"/>
          <w:tab w:val="left" w:pos="1162"/>
          <w:tab w:val="left" w:pos="2800"/>
          <w:tab w:val="left" w:pos="4816"/>
          <w:tab w:val="left" w:pos="6943"/>
        </w:tabs>
        <w:ind w:firstLine="1050" w:firstLineChars="500"/>
        <w:jc w:val="left"/>
        <w:rPr>
          <w:rStyle w:val="5"/>
          <w:rFonts w:ascii="Times New Roman" w:eastAsia="宋体" w:hAnsi="Times New Roman" w:hint="eastAsia"/>
          <w:szCs w:val="21"/>
        </w:rPr>
      </w:pPr>
      <w:r>
        <w:rPr>
          <w:rStyle w:val="5"/>
          <w:rFonts w:ascii="Times New Roman" w:eastAsia="宋体" w:hAnsi="Times New Roman" w:hint="eastAsia"/>
          <w:szCs w:val="21"/>
        </w:rPr>
        <w:t>C. Hamburgers and chicken</w:t>
      </w:r>
    </w:p>
    <w:p w:rsidR="00472173">
      <w:pPr>
        <w:tabs>
          <w:tab w:val="left" w:pos="868"/>
          <w:tab w:val="left" w:pos="1162"/>
          <w:tab w:val="left" w:pos="2800"/>
          <w:tab w:val="left" w:pos="4816"/>
          <w:tab w:val="left" w:pos="6943"/>
        </w:tabs>
        <w:jc w:val="left"/>
        <w:rPr>
          <w:rStyle w:val="5"/>
          <w:rFonts w:ascii="宋体" w:eastAsia="宋体" w:hAnsi="宋体" w:hint="eastAsia"/>
          <w:szCs w:val="21"/>
        </w:rPr>
      </w:pPr>
    </w:p>
    <w:p w:rsidR="0030548F">
      <w:pPr>
        <w:tabs>
          <w:tab w:val="left" w:pos="868"/>
          <w:tab w:val="left" w:pos="1162"/>
          <w:tab w:val="left" w:pos="2800"/>
          <w:tab w:val="left" w:pos="4816"/>
          <w:tab w:val="left" w:pos="6943"/>
        </w:tabs>
        <w:jc w:val="left"/>
        <w:rPr>
          <w:rStyle w:val="5"/>
          <w:rFonts w:ascii="宋体" w:eastAsia="宋体" w:hAnsi="宋体"/>
          <w:szCs w:val="21"/>
        </w:rPr>
      </w:pPr>
      <w:r>
        <w:rPr>
          <w:rStyle w:val="5"/>
          <w:rFonts w:ascii="宋体" w:eastAsia="宋体" w:hAnsi="宋体" w:hint="eastAsia"/>
          <w:szCs w:val="21"/>
        </w:rPr>
        <w:t>第三节 听下面一篇短文，按照你所听</w:t>
      </w:r>
      <w:r w:rsidR="001515A1">
        <w:rPr>
          <w:rStyle w:val="5"/>
          <w:rFonts w:ascii="宋体" w:eastAsia="宋体" w:hAnsi="宋体" w:hint="eastAsia"/>
          <w:szCs w:val="21"/>
        </w:rPr>
        <w:t>内容</w:t>
      </w:r>
      <w:r>
        <w:rPr>
          <w:rStyle w:val="5"/>
          <w:rFonts w:ascii="宋体" w:eastAsia="宋体" w:hAnsi="宋体" w:hint="eastAsia"/>
          <w:szCs w:val="21"/>
        </w:rPr>
        <w:t>的先后顺序将下列图片排序。短文读两遍。（5分）</w:t>
      </w:r>
    </w:p>
    <w:p w:rsidR="0030548F">
      <w:pPr>
        <w:tabs>
          <w:tab w:val="left" w:pos="868"/>
          <w:tab w:val="left" w:pos="1162"/>
          <w:tab w:val="left" w:pos="2800"/>
          <w:tab w:val="left" w:pos="4816"/>
          <w:tab w:val="left" w:pos="6943"/>
        </w:tabs>
        <w:jc w:val="left"/>
        <w:rPr>
          <w:rStyle w:val="5"/>
          <w:rFonts w:ascii="宋体" w:eastAsia="宋体" w:hAnsi="宋体"/>
          <w:szCs w:val="21"/>
        </w:rPr>
      </w:pPr>
      <w:r>
        <w:rPr>
          <w:rStyle w:val="5"/>
          <w:rFonts w:ascii="宋体" w:eastAsia="宋体" w:hAnsi="宋体" w:hint="eastAsia"/>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4" o:spid="_x0000_i1026" type="#_x0000_t75" alt="c13c8296eb18af803330b7b7520da56" style="width:71.35pt;height:84.81pt;mso-position-horizontal-relative:page;mso-position-vertical-relative:page" o:preferrelative="t" filled="f" stroked="f">
            <v:imagedata r:id="rId5" o:title="c13c8296eb18af803330b7b7520da56" gain="2.5" blacklevel="6554f" grayscale="t"/>
            <v:path o:extrusionok="f"/>
            <o:lock v:ext="edit" aspectratio="t"/>
          </v:shape>
        </w:pict>
      </w:r>
      <w:r>
        <w:rPr>
          <w:rStyle w:val="5"/>
          <w:rFonts w:ascii="宋体" w:eastAsia="宋体" w:hAnsi="宋体" w:hint="eastAsia"/>
          <w:szCs w:val="21"/>
        </w:rPr>
        <w:t xml:space="preserve"> </w:t>
      </w:r>
      <w:r>
        <w:rPr>
          <w:rStyle w:val="5"/>
          <w:rFonts w:ascii="宋体" w:eastAsia="宋体" w:hAnsi="宋体"/>
          <w:szCs w:val="21"/>
        </w:rPr>
        <w:pict>
          <v:shape id="图片 15" o:spid="_x0000_i1027" type="#_x0000_t75" alt="fd6d87401ac1d8f200777b147b94014" style="width:69.1pt;height:84pt;mso-position-horizontal-relative:page;mso-position-vertical-relative:page" o:preferrelative="t" filled="f" stroked="f">
            <v:fill o:detectmouseclick="t"/>
            <v:imagedata r:id="rId6" o:title="fd6d87401ac1d8f200777b147b94014" gain="121363f" blacklevel="7209f" grayscale="t"/>
            <v:path o:extrusionok="f"/>
            <o:lock v:ext="edit" aspectratio="t"/>
          </v:shape>
        </w:pict>
      </w:r>
      <w:r>
        <w:rPr>
          <w:rStyle w:val="5"/>
          <w:rFonts w:ascii="宋体" w:eastAsia="宋体" w:hAnsi="宋体" w:hint="eastAsia"/>
          <w:szCs w:val="21"/>
        </w:rPr>
        <w:t xml:space="preserve"> </w:t>
      </w:r>
      <w:r>
        <w:rPr>
          <w:rStyle w:val="5"/>
          <w:rFonts w:ascii="宋体" w:eastAsia="宋体" w:hAnsi="宋体" w:hint="eastAsia"/>
          <w:szCs w:val="21"/>
        </w:rPr>
        <w:pict>
          <v:shape id="图片 16" o:spid="_x0000_i1028" type="#_x0000_t75" alt="0aa39d0ed28ef40b8fa658617c94194" style="width:69.75pt;height:84.75pt;mso-position-horizontal-relative:page;mso-position-vertical-relative:page" o:preferrelative="t" filled="f" stroked="f">
            <v:fill o:detectmouseclick="t"/>
            <v:imagedata r:id="rId7" o:title="0aa39d0ed28ef40b8fa658617c94194" gain="2.5" blacklevel="9830f" grayscale="t"/>
            <v:path o:extrusionok="f"/>
            <o:lock v:ext="edit" aspectratio="t"/>
          </v:shape>
        </w:pict>
      </w:r>
      <w:r>
        <w:rPr>
          <w:rStyle w:val="5"/>
          <w:rFonts w:ascii="宋体" w:eastAsia="宋体" w:hAnsi="宋体" w:hint="eastAsia"/>
          <w:szCs w:val="21"/>
        </w:rPr>
        <w:t xml:space="preserve"> </w:t>
      </w:r>
      <w:r>
        <w:rPr>
          <w:rStyle w:val="5"/>
          <w:rFonts w:ascii="宋体" w:eastAsia="宋体" w:hAnsi="宋体"/>
          <w:szCs w:val="21"/>
        </w:rPr>
        <w:pict>
          <v:shape id="图片 17" o:spid="_x0000_i1029" type="#_x0000_t75" alt="d5daef289016a4416e4baa2729b08e5" style="width:72.86pt;height:85.5pt;mso-position-horizontal-relative:page;mso-position-vertical-relative:page" o:preferrelative="t" filled="f" stroked="f">
            <v:fill o:detectmouseclick="t"/>
            <v:imagedata r:id="rId8" o:title="d5daef289016a4416e4baa2729b08e5" gain="126031f" blacklevel="6554f" grayscale="t"/>
            <v:path o:extrusionok="f"/>
            <o:lock v:ext="edit" aspectratio="t"/>
          </v:shape>
        </w:pict>
      </w:r>
      <w:r>
        <w:rPr>
          <w:rStyle w:val="5"/>
          <w:rFonts w:ascii="宋体" w:eastAsia="宋体" w:hAnsi="宋体" w:hint="eastAsia"/>
          <w:szCs w:val="21"/>
        </w:rPr>
        <w:t xml:space="preserve"> </w:t>
      </w:r>
      <w:r>
        <w:rPr>
          <w:rStyle w:val="5"/>
          <w:rFonts w:ascii="宋体" w:eastAsia="宋体" w:hAnsi="宋体"/>
          <w:szCs w:val="21"/>
        </w:rPr>
        <w:pict>
          <v:shape id="图片 18" o:spid="_x0000_i1030" type="#_x0000_t75" alt="663a627f545f23f334a6a4b631d3fc4" style="width:81.8pt;height:87pt;mso-position-horizontal-relative:page;mso-position-vertical-relative:page" o:preferrelative="t" filled="f" stroked="f">
            <v:fill o:detectmouseclick="t"/>
            <v:imagedata r:id="rId9" o:title="663a627f545f23f334a6a4b631d3fc4" gain="2.5" blacklevel="6554f" grayscale="t"/>
            <v:path o:extrusionok="f"/>
            <o:lock v:ext="edit" aspectratio="t"/>
          </v:shape>
        </w:pict>
      </w:r>
    </w:p>
    <w:p w:rsidR="0030548F">
      <w:pPr>
        <w:tabs>
          <w:tab w:val="left" w:pos="868"/>
          <w:tab w:val="left" w:pos="1162"/>
          <w:tab w:val="left" w:pos="2800"/>
          <w:tab w:val="left" w:pos="4816"/>
          <w:tab w:val="left" w:pos="6943"/>
        </w:tabs>
        <w:jc w:val="left"/>
        <w:rPr>
          <w:rFonts w:ascii="宋体" w:hAnsi="宋体" w:hint="eastAsia"/>
          <w:b/>
          <w:sz w:val="28"/>
          <w:szCs w:val="28"/>
        </w:rPr>
      </w:pPr>
      <w:r>
        <w:rPr>
          <w:rStyle w:val="5"/>
          <w:rFonts w:ascii="宋体" w:eastAsia="宋体" w:hAnsi="宋体" w:hint="eastAsia"/>
          <w:szCs w:val="21"/>
        </w:rPr>
        <w:t xml:space="preserve">     </w:t>
      </w:r>
      <w:r>
        <w:rPr>
          <w:rFonts w:ascii="宋体" w:hAnsi="宋体" w:hint="eastAsia"/>
          <w:b/>
          <w:sz w:val="28"/>
          <w:szCs w:val="28"/>
        </w:rPr>
        <w:t xml:space="preserve">A          B          C           D          E   </w:t>
      </w:r>
    </w:p>
    <w:p w:rsidR="0030548F">
      <w:pPr>
        <w:tabs>
          <w:tab w:val="left" w:pos="868"/>
          <w:tab w:val="left" w:pos="1162"/>
          <w:tab w:val="left" w:pos="2800"/>
          <w:tab w:val="left" w:pos="4816"/>
          <w:tab w:val="left" w:pos="6943"/>
        </w:tabs>
        <w:ind w:firstLine="840" w:firstLineChars="400"/>
        <w:rPr>
          <w:rFonts w:ascii="宋体" w:hAnsi="宋体"/>
          <w:bCs/>
          <w:szCs w:val="21"/>
        </w:rPr>
      </w:pPr>
      <w:r>
        <w:rPr>
          <w:rFonts w:ascii="宋体" w:hAnsi="宋体" w:hint="eastAsia"/>
          <w:bCs/>
          <w:szCs w:val="21"/>
        </w:rPr>
        <w:t>16.</w:t>
      </w:r>
      <w:r>
        <w:rPr>
          <w:rFonts w:hint="eastAsia"/>
          <w:bCs/>
          <w:szCs w:val="21"/>
        </w:rPr>
        <w:t>_______</w:t>
      </w:r>
      <w:r>
        <w:rPr>
          <w:rFonts w:ascii="宋体" w:hAnsi="宋体" w:hint="eastAsia"/>
          <w:bCs/>
          <w:szCs w:val="21"/>
        </w:rPr>
        <w:t xml:space="preserve">  17.</w:t>
      </w:r>
      <w:r>
        <w:rPr>
          <w:rFonts w:hint="eastAsia"/>
          <w:bCs/>
          <w:szCs w:val="21"/>
        </w:rPr>
        <w:t>______</w:t>
      </w:r>
      <w:r>
        <w:rPr>
          <w:rFonts w:ascii="宋体" w:hAnsi="宋体" w:hint="eastAsia"/>
          <w:bCs/>
          <w:szCs w:val="21"/>
        </w:rPr>
        <w:t>` 18.</w:t>
      </w:r>
      <w:r>
        <w:rPr>
          <w:rFonts w:hint="eastAsia"/>
          <w:bCs/>
          <w:szCs w:val="21"/>
        </w:rPr>
        <w:t>______</w:t>
      </w:r>
      <w:r>
        <w:rPr>
          <w:rFonts w:ascii="宋体" w:hAnsi="宋体" w:hint="eastAsia"/>
          <w:bCs/>
          <w:szCs w:val="21"/>
        </w:rPr>
        <w:t xml:space="preserve">   19.</w:t>
      </w:r>
      <w:r>
        <w:rPr>
          <w:rFonts w:hint="eastAsia"/>
          <w:bCs/>
          <w:szCs w:val="21"/>
        </w:rPr>
        <w:t xml:space="preserve">_______ </w:t>
      </w:r>
      <w:r>
        <w:rPr>
          <w:rFonts w:hint="eastAsia"/>
          <w:bCs/>
          <w:szCs w:val="21"/>
        </w:rPr>
        <w:t xml:space="preserve"> 20._______</w:t>
      </w:r>
    </w:p>
    <w:p w:rsidR="001515A1">
      <w:pPr>
        <w:tabs>
          <w:tab w:val="left" w:pos="868"/>
          <w:tab w:val="left" w:pos="1162"/>
          <w:tab w:val="left" w:pos="2800"/>
          <w:tab w:val="left" w:pos="4816"/>
          <w:tab w:val="left" w:pos="6943"/>
        </w:tabs>
        <w:ind w:firstLine="1680" w:firstLineChars="600"/>
        <w:rPr>
          <w:rFonts w:ascii="宋体" w:hAnsi="宋体" w:hint="eastAsia"/>
          <w:b/>
          <w:sz w:val="28"/>
          <w:szCs w:val="28"/>
        </w:rPr>
      </w:pPr>
    </w:p>
    <w:p w:rsidR="001515A1">
      <w:pPr>
        <w:tabs>
          <w:tab w:val="left" w:pos="868"/>
          <w:tab w:val="left" w:pos="1162"/>
          <w:tab w:val="left" w:pos="2800"/>
          <w:tab w:val="left" w:pos="4816"/>
          <w:tab w:val="left" w:pos="6943"/>
        </w:tabs>
        <w:ind w:firstLine="1680" w:firstLineChars="600"/>
        <w:rPr>
          <w:rFonts w:ascii="宋体" w:hAnsi="宋体" w:hint="eastAsia"/>
          <w:b/>
          <w:sz w:val="28"/>
          <w:szCs w:val="28"/>
        </w:rPr>
      </w:pPr>
    </w:p>
    <w:p w:rsidR="0030548F">
      <w:pPr>
        <w:tabs>
          <w:tab w:val="left" w:pos="868"/>
          <w:tab w:val="left" w:pos="1162"/>
          <w:tab w:val="left" w:pos="2800"/>
          <w:tab w:val="left" w:pos="4816"/>
          <w:tab w:val="left" w:pos="6943"/>
        </w:tabs>
        <w:ind w:firstLine="1680" w:firstLineChars="600"/>
        <w:rPr>
          <w:rFonts w:ascii="宋体" w:hAnsi="宋体" w:hint="eastAsia"/>
          <w:b/>
          <w:sz w:val="28"/>
          <w:szCs w:val="28"/>
        </w:rPr>
      </w:pPr>
      <w:r>
        <w:rPr>
          <w:rFonts w:ascii="宋体" w:hAnsi="宋体" w:hint="eastAsia"/>
          <w:b/>
          <w:sz w:val="28"/>
          <w:szCs w:val="28"/>
        </w:rPr>
        <w:t>第二部分   笔试部分（100分）</w:t>
      </w:r>
    </w:p>
    <w:p w:rsidR="0030548F" w:rsidRPr="00851CE5">
      <w:pPr>
        <w:tabs>
          <w:tab w:val="left" w:pos="301"/>
          <w:tab w:val="left" w:pos="660"/>
          <w:tab w:val="left" w:pos="1162"/>
          <w:tab w:val="left" w:pos="2445"/>
          <w:tab w:val="left" w:pos="4455"/>
        </w:tabs>
        <w:rPr>
          <w:rFonts w:hint="eastAsia"/>
          <w:b/>
          <w:sz w:val="24"/>
          <w:szCs w:val="24"/>
        </w:rPr>
      </w:pPr>
      <w:r w:rsidRPr="00851CE5" w:rsidR="00851CE5">
        <w:rPr>
          <w:rFonts w:hint="eastAsia"/>
          <w:b/>
          <w:sz w:val="24"/>
          <w:szCs w:val="24"/>
        </w:rPr>
        <w:t>Ⅰ</w:t>
      </w:r>
      <w:r w:rsidR="00851CE5">
        <w:rPr>
          <w:rFonts w:hint="eastAsia"/>
          <w:b/>
          <w:sz w:val="24"/>
          <w:szCs w:val="24"/>
        </w:rPr>
        <w:t>.</w:t>
      </w:r>
      <w:r w:rsidRPr="00851CE5">
        <w:rPr>
          <w:rFonts w:hint="eastAsia"/>
          <w:b/>
          <w:sz w:val="24"/>
          <w:szCs w:val="24"/>
        </w:rPr>
        <w:t>阅读理解。（每小题2分,共40分）</w:t>
      </w:r>
    </w:p>
    <w:p w:rsidR="0030548F">
      <w:pPr>
        <w:tabs>
          <w:tab w:val="left" w:pos="660"/>
          <w:tab w:val="left" w:pos="1162"/>
          <w:tab w:val="left" w:pos="2445"/>
          <w:tab w:val="left" w:pos="4455"/>
          <w:tab w:val="left" w:pos="6943"/>
        </w:tabs>
        <w:spacing w:line="280" w:lineRule="exact"/>
        <w:ind w:firstLine="3780" w:firstLineChars="1800"/>
        <w:rPr>
          <w:rFonts w:hint="eastAsia"/>
          <w:szCs w:val="21"/>
        </w:rPr>
      </w:pPr>
      <w:r>
        <w:rPr>
          <w:rFonts w:hint="eastAsia"/>
          <w:szCs w:val="21"/>
        </w:rPr>
        <w:t>（A）</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阅读下面材料，选择正确答案。</w:t>
      </w:r>
    </w:p>
    <w:p w:rsidR="0030548F">
      <w:pPr>
        <w:tabs>
          <w:tab w:val="left" w:pos="660"/>
          <w:tab w:val="left" w:pos="1162"/>
          <w:tab w:val="left" w:pos="2445"/>
          <w:tab w:val="left" w:pos="4455"/>
          <w:tab w:val="left" w:pos="6943"/>
        </w:tabs>
        <w:ind w:firstLine="3990" w:firstLineChars="1900"/>
        <w:rPr>
          <w:rFonts w:hint="eastAsia"/>
          <w:szCs w:val="21"/>
        </w:rPr>
      </w:pPr>
      <w:r>
        <w:rPr>
          <w:rFonts w:hint="eastAsia"/>
          <w:szCs w:val="21"/>
        </w:rPr>
        <w:t>Nezha</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Director:  Yang Yu</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Dates:  July 26th~August 3rd</w:t>
      </w:r>
    </w:p>
    <w:p w:rsidR="0030548F">
      <w:pPr>
        <w:tabs>
          <w:tab w:val="left" w:pos="660"/>
          <w:tab w:val="left" w:pos="1162"/>
          <w:tab w:val="left" w:pos="2445"/>
          <w:tab w:val="left" w:pos="4455"/>
          <w:tab w:val="left" w:pos="6943"/>
        </w:tabs>
        <w:spacing w:line="280" w:lineRule="exact"/>
        <w:ind w:firstLine="1260" w:firstLineChars="600"/>
        <w:rPr>
          <w:rFonts w:hint="eastAsia"/>
          <w:szCs w:val="21"/>
        </w:rPr>
      </w:pPr>
      <w:r>
        <w:rPr>
          <w:rFonts w:hint="eastAsia"/>
          <w:szCs w:val="21"/>
        </w:rPr>
        <w:t>Weekdays</w:t>
      </w:r>
      <w:r w:rsidR="001515A1">
        <w:rPr>
          <w:rFonts w:hint="eastAsia"/>
          <w:szCs w:val="21"/>
        </w:rPr>
        <w:t xml:space="preserve"> </w:t>
      </w:r>
      <w:r>
        <w:rPr>
          <w:rFonts w:hint="eastAsia"/>
          <w:szCs w:val="21"/>
        </w:rPr>
        <w:t xml:space="preserve"> 10:30a.m.</w:t>
      </w:r>
      <w:r w:rsidR="001515A1">
        <w:rPr>
          <w:rFonts w:hint="eastAsia"/>
          <w:szCs w:val="21"/>
        </w:rPr>
        <w:t xml:space="preserve">  </w:t>
      </w:r>
      <w:r>
        <w:rPr>
          <w:rFonts w:hint="eastAsia"/>
          <w:szCs w:val="21"/>
        </w:rPr>
        <w:t>7:30p.m.</w:t>
      </w:r>
    </w:p>
    <w:p w:rsidR="0030548F">
      <w:pPr>
        <w:tabs>
          <w:tab w:val="left" w:pos="660"/>
          <w:tab w:val="left" w:pos="1162"/>
          <w:tab w:val="left" w:pos="2445"/>
          <w:tab w:val="left" w:pos="4455"/>
          <w:tab w:val="left" w:pos="6943"/>
        </w:tabs>
        <w:spacing w:line="280" w:lineRule="exact"/>
        <w:ind w:firstLine="1260" w:firstLineChars="600"/>
        <w:rPr>
          <w:szCs w:val="21"/>
        </w:rPr>
      </w:pPr>
      <w:r>
        <w:rPr>
          <w:rFonts w:hint="eastAsia"/>
          <w:szCs w:val="21"/>
        </w:rPr>
        <w:t xml:space="preserve">Weekends </w:t>
      </w:r>
      <w:r w:rsidR="001515A1">
        <w:rPr>
          <w:rFonts w:hint="eastAsia"/>
          <w:szCs w:val="21"/>
        </w:rPr>
        <w:t xml:space="preserve"> </w:t>
      </w:r>
      <w:r>
        <w:rPr>
          <w:rFonts w:hint="eastAsia"/>
          <w:szCs w:val="21"/>
        </w:rPr>
        <w:t>10:00a.m.</w:t>
      </w:r>
      <w:r w:rsidR="001515A1">
        <w:rPr>
          <w:rFonts w:hint="eastAsia"/>
          <w:szCs w:val="21"/>
        </w:rPr>
        <w:t xml:space="preserve">  </w:t>
      </w:r>
      <w:r>
        <w:rPr>
          <w:rFonts w:hint="eastAsia"/>
          <w:szCs w:val="21"/>
        </w:rPr>
        <w:t>2:00p.m.</w:t>
      </w:r>
      <w:r w:rsidR="001515A1">
        <w:rPr>
          <w:rFonts w:hint="eastAsia"/>
          <w:szCs w:val="21"/>
        </w:rPr>
        <w:t xml:space="preserve">  </w:t>
      </w:r>
      <w:r>
        <w:rPr>
          <w:rFonts w:hint="eastAsia"/>
          <w:szCs w:val="21"/>
        </w:rPr>
        <w:t xml:space="preserve">7:00p.m.   </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Place:  Golden Apple Movie Theater</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noProof/>
        </w:rPr>
        <w:pict>
          <v:shape id="图片 28" o:spid="_x0000_s1031" type="#_x0000_t75" alt="126f4f2ae37eab1d5688084c657d715" style="width:145.8pt;height:83.95pt;margin-top:156.65pt;margin-left:315.75pt;mso-position-horizontal-relative:page;mso-position-vertical-relative:page;position:absolute;z-index:251659264" o:preferrelative="t" filled="f" stroked="f">
            <v:fill o:detectmouseclick="t"/>
            <v:imagedata r:id="rId10" o:title="126f4f2ae37eab1d5688084c657d715" croptop="7250f" cropbottom="4330f" cropleft="2149f" gain="109227f" blacklevel="6554f" grayscale="t"/>
            <v:path o:extrusionok="f"/>
            <o:lock v:ext="edit" aspectratio="t"/>
          </v:shape>
        </w:pict>
      </w:r>
      <w:r>
        <w:rPr>
          <w:rFonts w:hint="eastAsia"/>
          <w:szCs w:val="21"/>
        </w:rPr>
        <w:t>Time:  110minutes</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Tick</w:t>
      </w:r>
      <w:r>
        <w:rPr>
          <w:rFonts w:hint="eastAsia"/>
          <w:szCs w:val="21"/>
        </w:rPr>
        <w:t>et price:  35 yuan(day shows)</w:t>
      </w:r>
    </w:p>
    <w:p w:rsidR="0030548F">
      <w:pPr>
        <w:tabs>
          <w:tab w:val="left" w:pos="660"/>
          <w:tab w:val="left" w:pos="1162"/>
          <w:tab w:val="left" w:pos="2445"/>
          <w:tab w:val="left" w:pos="4455"/>
          <w:tab w:val="left" w:pos="6943"/>
        </w:tabs>
        <w:spacing w:line="280" w:lineRule="exact"/>
        <w:ind w:firstLine="1680" w:firstLineChars="800"/>
        <w:rPr>
          <w:rFonts w:hint="eastAsia"/>
          <w:szCs w:val="21"/>
        </w:rPr>
      </w:pPr>
      <w:r>
        <w:rPr>
          <w:rFonts w:hint="eastAsia"/>
          <w:szCs w:val="21"/>
        </w:rPr>
        <w:t>50yuan(evening shows)</w:t>
      </w:r>
    </w:p>
    <w:p w:rsidR="0030548F">
      <w:pPr>
        <w:tabs>
          <w:tab w:val="left" w:pos="660"/>
          <w:tab w:val="left" w:pos="1162"/>
          <w:tab w:val="left" w:pos="2445"/>
          <w:tab w:val="left" w:pos="4455"/>
          <w:tab w:val="left" w:pos="6943"/>
        </w:tabs>
        <w:spacing w:line="280" w:lineRule="exact"/>
        <w:ind w:firstLine="1680" w:firstLineChars="800"/>
        <w:rPr>
          <w:rFonts w:hint="eastAsia"/>
          <w:szCs w:val="21"/>
        </w:rPr>
      </w:pPr>
      <w:r>
        <w:rPr>
          <w:rFonts w:hint="eastAsia"/>
          <w:szCs w:val="21"/>
        </w:rPr>
        <w:t>Children under 5 years old : free</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Tel Booking:  0550-330278(8:30a.m.~6:30p.m.)</w:t>
      </w:r>
    </w:p>
    <w:p w:rsidR="0030548F">
      <w:pPr>
        <w:tabs>
          <w:tab w:val="left" w:pos="660"/>
          <w:tab w:val="left" w:pos="1162"/>
          <w:tab w:val="left" w:pos="2445"/>
          <w:tab w:val="left" w:pos="4455"/>
          <w:tab w:val="left" w:pos="6943"/>
        </w:tabs>
        <w:spacing w:line="280" w:lineRule="exact"/>
        <w:ind w:firstLine="1470" w:firstLineChars="700"/>
        <w:rPr>
          <w:rFonts w:hint="eastAsia"/>
          <w:szCs w:val="21"/>
        </w:rPr>
      </w:pPr>
      <w:r>
        <w:rPr>
          <w:rFonts w:hint="eastAsia"/>
          <w:szCs w:val="21"/>
        </w:rPr>
        <w:t xml:space="preserve">The First Chinese 3D Cartoon Movie </w:t>
      </w:r>
    </w:p>
    <w:p w:rsidR="0030548F">
      <w:pPr>
        <w:tabs>
          <w:tab w:val="left" w:pos="660"/>
          <w:tab w:val="left" w:pos="1162"/>
          <w:tab w:val="left" w:pos="2445"/>
          <w:tab w:val="left" w:pos="4455"/>
          <w:tab w:val="left" w:pos="6943"/>
        </w:tabs>
        <w:ind w:firstLine="3780" w:firstLineChars="1800"/>
        <w:rPr>
          <w:rFonts w:hint="eastAsia"/>
          <w:szCs w:val="21"/>
        </w:rPr>
      </w:pPr>
      <w:r>
        <w:rPr>
          <w:rFonts w:hint="eastAsia"/>
          <w:szCs w:val="21"/>
        </w:rPr>
        <w:t xml:space="preserve">Introduction  </w:t>
      </w:r>
    </w:p>
    <w:p w:rsidR="0030548F" w:rsidP="002C44B6">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Few people liked Nezha except his father when he was a child. He was too nang</w:t>
      </w:r>
      <w:r>
        <w:rPr>
          <w:rFonts w:hint="eastAsia"/>
          <w:szCs w:val="21"/>
        </w:rPr>
        <w:t>hty and unruly(顽劣的).He felt lonely and sad. But he was so brave and never afraid</w:t>
      </w:r>
      <w:r w:rsidR="002C44B6">
        <w:rPr>
          <w:rFonts w:hint="eastAsia"/>
          <w:szCs w:val="21"/>
        </w:rPr>
        <w:t xml:space="preserve"> </w:t>
      </w:r>
      <w:r>
        <w:rPr>
          <w:rFonts w:hint="eastAsia"/>
          <w:szCs w:val="21"/>
        </w:rPr>
        <w:t>of anyone or anything. He always fought with the unfai</w:t>
      </w:r>
      <w:r w:rsidR="002C44B6">
        <w:rPr>
          <w:rFonts w:hint="eastAsia"/>
          <w:szCs w:val="21"/>
        </w:rPr>
        <w:t xml:space="preserve">r </w:t>
      </w:r>
      <w:r>
        <w:rPr>
          <w:rFonts w:hint="eastAsia"/>
          <w:szCs w:val="21"/>
        </w:rPr>
        <w:t>fate(命运)till the last minute. The movie is full of funny</w:t>
      </w:r>
      <w:r w:rsidR="002C44B6">
        <w:rPr>
          <w:rFonts w:hint="eastAsia"/>
          <w:szCs w:val="21"/>
        </w:rPr>
        <w:t xml:space="preserve"> </w:t>
      </w:r>
      <w:r>
        <w:rPr>
          <w:rFonts w:hint="eastAsia"/>
          <w:szCs w:val="21"/>
        </w:rPr>
        <w:t>things. You can't stop laughing while watching.</w:t>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)21.The m</w:t>
      </w:r>
      <w:r>
        <w:rPr>
          <w:rFonts w:hint="eastAsia"/>
          <w:szCs w:val="21"/>
        </w:rPr>
        <w:t>ovie Nezha will be on________days in Golden Apple Movie Theater.</w:t>
      </w:r>
    </w:p>
    <w:p w:rsidR="0030548F">
      <w:pPr>
        <w:tabs>
          <w:tab w:val="left" w:pos="660"/>
          <w:tab w:val="left" w:pos="1162"/>
          <w:tab w:val="left" w:pos="2445"/>
          <w:tab w:val="left" w:pos="4455"/>
          <w:tab w:val="left" w:pos="6943"/>
        </w:tabs>
        <w:spacing w:line="280" w:lineRule="exact"/>
        <w:ind w:firstLine="630" w:firstLineChars="300"/>
        <w:rPr>
          <w:rFonts w:hint="eastAsia"/>
          <w:szCs w:val="21"/>
        </w:rPr>
      </w:pPr>
      <w:r>
        <w:rPr>
          <w:rFonts w:hint="eastAsia"/>
          <w:szCs w:val="21"/>
        </w:rPr>
        <w:t xml:space="preserve">A. seven </w:t>
      </w:r>
      <w:r w:rsidR="007C3BB8">
        <w:rPr>
          <w:rFonts w:hint="eastAsia"/>
          <w:szCs w:val="21"/>
        </w:rPr>
        <w:t xml:space="preserve">  </w:t>
      </w:r>
      <w:r>
        <w:rPr>
          <w:rFonts w:hint="eastAsia"/>
          <w:szCs w:val="21"/>
        </w:rPr>
        <w:t xml:space="preserve">B.eight </w:t>
      </w:r>
      <w:r w:rsidR="007C3BB8">
        <w:rPr>
          <w:rFonts w:hint="eastAsia"/>
          <w:szCs w:val="21"/>
        </w:rPr>
        <w:t xml:space="preserve">  </w:t>
      </w:r>
      <w:r>
        <w:rPr>
          <w:rFonts w:hint="eastAsia"/>
          <w:szCs w:val="21"/>
        </w:rPr>
        <w:t xml:space="preserve">C.nine </w:t>
      </w:r>
      <w:r w:rsidR="007C3BB8">
        <w:rPr>
          <w:rFonts w:hint="eastAsia"/>
          <w:szCs w:val="21"/>
        </w:rPr>
        <w:t xml:space="preserve">  </w:t>
      </w:r>
      <w:r>
        <w:rPr>
          <w:rFonts w:hint="eastAsia"/>
          <w:szCs w:val="21"/>
        </w:rPr>
        <w:t xml:space="preserve">D.ten </w:t>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)22. If Tom wants to see the movie at 7:00 p.m., when will it end?</w:t>
      </w:r>
    </w:p>
    <w:p w:rsidR="0030548F">
      <w:pPr>
        <w:tabs>
          <w:tab w:val="left" w:pos="660"/>
          <w:tab w:val="left" w:pos="1162"/>
          <w:tab w:val="left" w:pos="2445"/>
          <w:tab w:val="left" w:pos="4455"/>
          <w:tab w:val="left" w:pos="6943"/>
        </w:tabs>
        <w:spacing w:line="280" w:lineRule="exact"/>
        <w:ind w:firstLine="630" w:firstLineChars="300"/>
        <w:rPr>
          <w:rFonts w:hint="eastAsia"/>
          <w:szCs w:val="21"/>
        </w:rPr>
      </w:pPr>
      <w:r>
        <w:rPr>
          <w:rFonts w:hint="eastAsia"/>
          <w:szCs w:val="21"/>
        </w:rPr>
        <w:t xml:space="preserve">A.At8:10p.m. </w:t>
      </w:r>
      <w:r w:rsidR="002C44B6">
        <w:rPr>
          <w:rFonts w:hint="eastAsia"/>
          <w:szCs w:val="21"/>
        </w:rPr>
        <w:t xml:space="preserve">  </w:t>
      </w:r>
      <w:r>
        <w:rPr>
          <w:rFonts w:hint="eastAsia"/>
          <w:szCs w:val="21"/>
        </w:rPr>
        <w:t>B.At8:50p.m.</w:t>
      </w:r>
      <w:r w:rsidR="002C44B6">
        <w:rPr>
          <w:rFonts w:hint="eastAsia"/>
          <w:szCs w:val="21"/>
        </w:rPr>
        <w:t xml:space="preserve">  </w:t>
      </w:r>
      <w:r>
        <w:rPr>
          <w:rFonts w:hint="eastAsia"/>
          <w:szCs w:val="21"/>
        </w:rPr>
        <w:t xml:space="preserve">C.At 9:10p.m. </w:t>
      </w:r>
      <w:r w:rsidR="002C44B6">
        <w:rPr>
          <w:rFonts w:hint="eastAsia"/>
          <w:szCs w:val="21"/>
        </w:rPr>
        <w:t xml:space="preserve">  </w:t>
      </w:r>
      <w:r>
        <w:rPr>
          <w:rFonts w:hint="eastAsia"/>
          <w:szCs w:val="21"/>
        </w:rPr>
        <w:t xml:space="preserve">D.At9:30p.m. </w:t>
      </w:r>
    </w:p>
    <w:p w:rsidR="0030548F">
      <w:pPr>
        <w:tabs>
          <w:tab w:val="left" w:pos="660"/>
          <w:tab w:val="left" w:pos="1162"/>
          <w:tab w:val="left" w:pos="2445"/>
          <w:tab w:val="left" w:pos="4455"/>
          <w:tab w:val="left" w:pos="6943"/>
        </w:tabs>
        <w:spacing w:line="280" w:lineRule="exact"/>
        <w:rPr>
          <w:szCs w:val="21"/>
        </w:rPr>
      </w:pPr>
      <w:r>
        <w:rPr>
          <w:rFonts w:hint="eastAsia"/>
          <w:szCs w:val="21"/>
        </w:rPr>
        <w:t xml:space="preserve">(    )23.Mr. Chen goes to see the movie with his four-year-old son and six-year-old daughter on Saturday evening. He </w:t>
      </w:r>
      <w:r>
        <w:rPr>
          <w:rFonts w:hint="eastAsia"/>
          <w:szCs w:val="21"/>
        </w:rPr>
        <w:t>will pay(支付)______________.</w:t>
      </w:r>
    </w:p>
    <w:p w:rsidR="0030548F">
      <w:pPr>
        <w:tabs>
          <w:tab w:val="left" w:pos="660"/>
          <w:tab w:val="left" w:pos="1162"/>
          <w:tab w:val="left" w:pos="2445"/>
          <w:tab w:val="left" w:pos="4455"/>
          <w:tab w:val="left" w:pos="6943"/>
        </w:tabs>
        <w:spacing w:line="280" w:lineRule="exact"/>
        <w:ind w:firstLine="630" w:firstLineChars="300"/>
        <w:rPr>
          <w:rFonts w:hint="eastAsia"/>
          <w:szCs w:val="21"/>
        </w:rPr>
      </w:pPr>
      <w:r>
        <w:rPr>
          <w:rFonts w:hint="eastAsia"/>
          <w:szCs w:val="21"/>
        </w:rPr>
        <w:t xml:space="preserve">A. 50 yuan </w:t>
      </w:r>
      <w:r w:rsidR="007C3BB8">
        <w:rPr>
          <w:rFonts w:hint="eastAsia"/>
          <w:szCs w:val="21"/>
        </w:rPr>
        <w:t xml:space="preserve">  </w:t>
      </w:r>
      <w:r>
        <w:rPr>
          <w:rFonts w:hint="eastAsia"/>
          <w:szCs w:val="21"/>
        </w:rPr>
        <w:t xml:space="preserve">B.100 yuan </w:t>
      </w:r>
      <w:r w:rsidR="007C3BB8">
        <w:rPr>
          <w:rFonts w:hint="eastAsia"/>
          <w:szCs w:val="21"/>
        </w:rPr>
        <w:t xml:space="preserve">  </w:t>
      </w:r>
      <w:r>
        <w:rPr>
          <w:rFonts w:hint="eastAsia"/>
          <w:szCs w:val="21"/>
        </w:rPr>
        <w:t xml:space="preserve">C.105 yuan </w:t>
      </w:r>
      <w:r w:rsidR="007C3BB8">
        <w:rPr>
          <w:rFonts w:hint="eastAsia"/>
          <w:szCs w:val="21"/>
        </w:rPr>
        <w:t xml:space="preserve">  </w:t>
      </w:r>
      <w:r>
        <w:rPr>
          <w:rFonts w:hint="eastAsia"/>
          <w:szCs w:val="21"/>
        </w:rPr>
        <w:t xml:space="preserve">D.150 yuan </w:t>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)24. Which of the following is NOT true?</w:t>
      </w:r>
    </w:p>
    <w:p w:rsidR="0030548F" w:rsidP="00472173">
      <w:pPr>
        <w:numPr>
          <w:ilvl w:val="0"/>
          <w:numId w:val="5"/>
        </w:numPr>
        <w:tabs>
          <w:tab w:val="left" w:pos="660"/>
          <w:tab w:val="left" w:pos="1162"/>
          <w:tab w:val="left" w:pos="2445"/>
          <w:tab w:val="left" w:pos="4455"/>
          <w:tab w:val="left" w:pos="6943"/>
        </w:tabs>
        <w:spacing w:line="280" w:lineRule="exact"/>
        <w:ind w:firstLine="708" w:firstLineChars="337"/>
        <w:rPr>
          <w:rFonts w:hint="eastAsia"/>
          <w:szCs w:val="21"/>
        </w:rPr>
      </w:pPr>
      <w:r>
        <w:rPr>
          <w:rFonts w:hint="eastAsia"/>
          <w:szCs w:val="21"/>
        </w:rPr>
        <w:t xml:space="preserve">Tim can't book a ticket to Nezha at 7:00 a.m.by phone. </w:t>
      </w:r>
    </w:p>
    <w:p w:rsidR="0030548F" w:rsidP="00472173">
      <w:pPr>
        <w:numPr>
          <w:ilvl w:val="0"/>
          <w:numId w:val="5"/>
        </w:numPr>
        <w:tabs>
          <w:tab w:val="left" w:pos="660"/>
          <w:tab w:val="left" w:pos="1162"/>
          <w:tab w:val="left" w:pos="2445"/>
          <w:tab w:val="left" w:pos="4455"/>
          <w:tab w:val="left" w:pos="6943"/>
        </w:tabs>
        <w:spacing w:line="280" w:lineRule="exact"/>
        <w:ind w:firstLine="708" w:firstLineChars="337"/>
        <w:rPr>
          <w:rFonts w:hint="eastAsia"/>
          <w:szCs w:val="21"/>
        </w:rPr>
      </w:pPr>
      <w:r>
        <w:rPr>
          <w:rFonts w:hint="eastAsia"/>
          <w:szCs w:val="21"/>
        </w:rPr>
        <w:t xml:space="preserve">In the movie, Nezha was not loved by most people. </w:t>
      </w:r>
    </w:p>
    <w:p w:rsidR="0030548F" w:rsidP="00472173">
      <w:pPr>
        <w:tabs>
          <w:tab w:val="left" w:pos="660"/>
          <w:tab w:val="left" w:pos="1162"/>
          <w:tab w:val="left" w:pos="2445"/>
          <w:tab w:val="left" w:pos="4455"/>
          <w:tab w:val="left" w:pos="6943"/>
        </w:tabs>
        <w:spacing w:line="280" w:lineRule="exact"/>
        <w:ind w:firstLine="708" w:firstLineChars="337"/>
        <w:rPr>
          <w:rFonts w:hint="eastAsia"/>
          <w:szCs w:val="21"/>
        </w:rPr>
      </w:pPr>
      <w:r>
        <w:rPr>
          <w:rFonts w:hint="eastAsia"/>
          <w:szCs w:val="21"/>
        </w:rPr>
        <w:t>C. Yang Yu is the direct</w:t>
      </w:r>
      <w:r>
        <w:rPr>
          <w:rFonts w:hint="eastAsia"/>
          <w:szCs w:val="21"/>
        </w:rPr>
        <w:t>or of the movie Nezha.</w:t>
      </w:r>
    </w:p>
    <w:p w:rsidR="0030548F" w:rsidP="00472173">
      <w:pPr>
        <w:tabs>
          <w:tab w:val="left" w:pos="660"/>
          <w:tab w:val="left" w:pos="1162"/>
          <w:tab w:val="left" w:pos="2445"/>
          <w:tab w:val="left" w:pos="4455"/>
          <w:tab w:val="left" w:pos="6943"/>
        </w:tabs>
        <w:spacing w:line="280" w:lineRule="exact"/>
        <w:ind w:firstLine="708" w:firstLineChars="337"/>
        <w:rPr>
          <w:rFonts w:hint="eastAsia"/>
          <w:szCs w:val="21"/>
        </w:rPr>
      </w:pPr>
      <w:r>
        <w:rPr>
          <w:rFonts w:hint="eastAsia"/>
          <w:szCs w:val="21"/>
        </w:rPr>
        <w:t xml:space="preserve">D. When we see the movie, we will </w:t>
      </w:r>
      <w:r w:rsidR="007C3BB8">
        <w:rPr>
          <w:rFonts w:hint="eastAsia"/>
          <w:szCs w:val="21"/>
        </w:rPr>
        <w:t>c</w:t>
      </w:r>
      <w:r>
        <w:rPr>
          <w:rFonts w:hint="eastAsia"/>
          <w:szCs w:val="21"/>
        </w:rPr>
        <w:t>ry from the beginning to the end.</w:t>
      </w:r>
    </w:p>
    <w:p w:rsidR="0030548F">
      <w:pPr>
        <w:tabs>
          <w:tab w:val="left" w:pos="660"/>
          <w:tab w:val="left" w:pos="1162"/>
          <w:tab w:val="left" w:pos="2445"/>
          <w:tab w:val="left" w:pos="4455"/>
          <w:tab w:val="left" w:pos="6943"/>
        </w:tabs>
        <w:spacing w:line="280" w:lineRule="exact"/>
        <w:rPr>
          <w:szCs w:val="21"/>
        </w:rPr>
      </w:pPr>
      <w:r>
        <w:rPr>
          <w:rFonts w:hint="eastAsia"/>
          <w:szCs w:val="21"/>
        </w:rPr>
        <w:t>(    )25. We can read the passage____________________.</w:t>
      </w:r>
    </w:p>
    <w:p w:rsidR="0030548F" w:rsidP="00472173">
      <w:pPr>
        <w:tabs>
          <w:tab w:val="left" w:pos="660"/>
          <w:tab w:val="left" w:pos="1162"/>
          <w:tab w:val="left" w:pos="2445"/>
          <w:tab w:val="left" w:pos="4455"/>
          <w:tab w:val="left" w:pos="6943"/>
        </w:tabs>
        <w:spacing w:line="280" w:lineRule="exact"/>
        <w:ind w:firstLine="708" w:firstLineChars="337"/>
        <w:rPr>
          <w:rFonts w:hint="eastAsia"/>
          <w:szCs w:val="21"/>
        </w:rPr>
      </w:pPr>
      <w:r>
        <w:rPr>
          <w:rFonts w:hint="eastAsia"/>
          <w:szCs w:val="21"/>
        </w:rPr>
        <w:t>A. in a science book</w:t>
      </w:r>
      <w:r w:rsidR="00472173">
        <w:rPr>
          <w:rFonts w:hint="eastAsia"/>
          <w:szCs w:val="21"/>
        </w:rPr>
        <w:t xml:space="preserve">       </w:t>
      </w:r>
      <w:r>
        <w:rPr>
          <w:rFonts w:hint="eastAsia"/>
          <w:szCs w:val="21"/>
        </w:rPr>
        <w:t xml:space="preserve"> B. in a website about sports </w:t>
      </w:r>
    </w:p>
    <w:p w:rsidR="0030548F" w:rsidP="00472173">
      <w:pPr>
        <w:tabs>
          <w:tab w:val="left" w:pos="660"/>
          <w:tab w:val="left" w:pos="1162"/>
          <w:tab w:val="left" w:pos="2445"/>
          <w:tab w:val="left" w:pos="4455"/>
          <w:tab w:val="left" w:pos="6943"/>
        </w:tabs>
        <w:spacing w:line="280" w:lineRule="exact"/>
        <w:ind w:firstLine="708" w:firstLineChars="337"/>
        <w:rPr>
          <w:rFonts w:hint="eastAsia"/>
          <w:szCs w:val="21"/>
        </w:rPr>
      </w:pPr>
      <w:r>
        <w:rPr>
          <w:rFonts w:hint="eastAsia"/>
          <w:szCs w:val="21"/>
        </w:rPr>
        <w:t xml:space="preserve">C. in a movie newspaper </w:t>
      </w:r>
      <w:r w:rsidR="00472173">
        <w:rPr>
          <w:rFonts w:hint="eastAsia"/>
          <w:szCs w:val="21"/>
        </w:rPr>
        <w:t xml:space="preserve">    </w:t>
      </w:r>
      <w:r>
        <w:rPr>
          <w:rFonts w:hint="eastAsia"/>
          <w:szCs w:val="21"/>
        </w:rPr>
        <w:t>D. in the animal show on CCTV</w:t>
      </w:r>
    </w:p>
    <w:p w:rsidR="0030548F">
      <w:pPr>
        <w:tabs>
          <w:tab w:val="left" w:pos="660"/>
          <w:tab w:val="left" w:pos="1162"/>
          <w:tab w:val="left" w:pos="2445"/>
          <w:tab w:val="left" w:pos="4455"/>
          <w:tab w:val="left" w:pos="6943"/>
        </w:tabs>
        <w:spacing w:line="280" w:lineRule="exact"/>
        <w:ind w:firstLine="3570" w:firstLineChars="1700"/>
        <w:rPr>
          <w:rFonts w:hint="eastAsia"/>
          <w:szCs w:val="21"/>
        </w:rPr>
      </w:pPr>
      <w:r>
        <w:rPr>
          <w:rFonts w:hint="eastAsia"/>
          <w:szCs w:val="21"/>
        </w:rPr>
        <w:t>(B)</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How can you be happy at work? The following may be helpful.</w:t>
      </w:r>
    </w:p>
    <w:p w:rsidR="0030548F" w:rsidP="007C3BB8">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1.Stop Complaining(抱怨)</w:t>
      </w:r>
    </w:p>
    <w:p w:rsidR="0030548F" w:rsidP="007C3BB8">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One of the biggest reasons of people being unhappy at work is that they always complain. It makes a very difficult environment for people to get happiness in it. So I advise you to stop complaining. So you will quite naturally be hap</w:t>
      </w:r>
      <w:r>
        <w:rPr>
          <w:rFonts w:hint="eastAsia"/>
          <w:szCs w:val="21"/>
        </w:rPr>
        <w:t>py at work.</w:t>
      </w:r>
    </w:p>
    <w:p w:rsidR="0030548F" w:rsidP="007C3BB8">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2.What's Work to You?</w:t>
      </w:r>
    </w:p>
    <w:p w:rsidR="0030548F" w:rsidP="007C3BB8">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What does work mean to you? Is it something that puts bread on the table and that's all? Or do you work to fulfil other aspects(满足其他方面)of your life? Try to understand the relationship(关系)between you and work, if you want t</w:t>
      </w:r>
      <w:r>
        <w:rPr>
          <w:rFonts w:hint="eastAsia"/>
          <w:szCs w:val="21"/>
        </w:rPr>
        <w:t>o feel happy at work.</w:t>
      </w:r>
    </w:p>
    <w:p w:rsidR="0030548F" w:rsidP="007C3BB8">
      <w:pPr>
        <w:numPr>
          <w:ilvl w:val="0"/>
          <w:numId w:val="6"/>
        </w:num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Leann to Accept and Manage(应对)Disappointments</w:t>
      </w:r>
    </w:p>
    <w:p w:rsidR="007C3BB8" w:rsidP="007C3BB8">
      <w:pPr>
        <w:tabs>
          <w:tab w:val="left" w:pos="660"/>
          <w:tab w:val="left" w:pos="1162"/>
          <w:tab w:val="left" w:pos="2445"/>
          <w:tab w:val="left" w:pos="4455"/>
          <w:tab w:val="left" w:pos="6943"/>
        </w:tabs>
        <w:spacing w:line="280" w:lineRule="exact"/>
        <w:ind w:firstLine="424" w:firstLineChars="202"/>
        <w:rPr>
          <w:rFonts w:hint="eastAsia"/>
          <w:szCs w:val="21"/>
        </w:rPr>
      </w:pPr>
      <w:r w:rsidR="0030548F">
        <w:rPr>
          <w:rFonts w:hint="eastAsia"/>
          <w:szCs w:val="21"/>
        </w:rPr>
        <w:t>Learn to accept and manage disappointments with people and with work. You should know that nothing is perfect. Not just at work, but everything else. So, don</w:t>
      </w:r>
      <w:r w:rsidR="0030548F">
        <w:rPr>
          <w:rFonts w:hint="eastAsia"/>
          <w:szCs w:val="21"/>
        </w:rPr>
        <w:t>’</w:t>
      </w:r>
      <w:r w:rsidR="0030548F">
        <w:rPr>
          <w:rFonts w:hint="eastAsia"/>
          <w:szCs w:val="21"/>
        </w:rPr>
        <w:t>t be too careful about the ide</w:t>
      </w:r>
      <w:r w:rsidR="0030548F">
        <w:rPr>
          <w:rFonts w:hint="eastAsia"/>
          <w:szCs w:val="21"/>
        </w:rPr>
        <w:t>a that you should be happy at work. Just learn to accept that it's a fact of life.</w:t>
      </w:r>
    </w:p>
    <w:p w:rsidR="0030548F" w:rsidP="007C3BB8">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根据短文内容，选择最佳答案。</w:t>
      </w:r>
    </w:p>
    <w:p w:rsidR="0030548F" w:rsidP="007C3BB8">
      <w:pPr>
        <w:tabs>
          <w:tab w:val="left" w:pos="660"/>
          <w:tab w:val="left" w:pos="1162"/>
          <w:tab w:val="left" w:pos="2445"/>
          <w:tab w:val="left" w:pos="4455"/>
          <w:tab w:val="left" w:pos="6943"/>
        </w:tabs>
        <w:spacing w:line="280" w:lineRule="exact"/>
        <w:rPr>
          <w:szCs w:val="21"/>
        </w:rPr>
      </w:pPr>
      <w:r>
        <w:rPr>
          <w:rFonts w:hint="eastAsia"/>
          <w:szCs w:val="21"/>
        </w:rPr>
        <w:t>(    )26.One of the biggest reasons for people working</w:t>
      </w:r>
      <w:r w:rsidR="007C3BB8">
        <w:rPr>
          <w:rFonts w:hint="eastAsia"/>
          <w:szCs w:val="21"/>
        </w:rPr>
        <w:t xml:space="preserve"> </w:t>
      </w:r>
      <w:r>
        <w:rPr>
          <w:rFonts w:hint="eastAsia"/>
          <w:szCs w:val="21"/>
        </w:rPr>
        <w:t>unhappy is___________</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A. a difficult environment</w:t>
      </w:r>
      <w:r w:rsidR="007C3BB8">
        <w:rPr>
          <w:rFonts w:hint="eastAsia"/>
          <w:szCs w:val="21"/>
        </w:rPr>
        <w:t xml:space="preserve">  </w:t>
      </w:r>
      <w:r>
        <w:rPr>
          <w:rFonts w:hint="eastAsia"/>
          <w:szCs w:val="21"/>
        </w:rPr>
        <w:t>B.disappointments</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 xml:space="preserve">C.working for a long time </w:t>
      </w:r>
      <w:r w:rsidR="007C3BB8">
        <w:rPr>
          <w:rFonts w:hint="eastAsia"/>
          <w:szCs w:val="21"/>
        </w:rPr>
        <w:t xml:space="preserve">  </w:t>
      </w:r>
      <w:r>
        <w:rPr>
          <w:rFonts w:hint="eastAsia"/>
          <w:szCs w:val="21"/>
        </w:rPr>
        <w:t>D.compl</w:t>
      </w:r>
      <w:r>
        <w:rPr>
          <w:rFonts w:hint="eastAsia"/>
          <w:szCs w:val="21"/>
        </w:rPr>
        <w:t>aining</w:t>
      </w:r>
    </w:p>
    <w:p w:rsidR="0030548F">
      <w:pPr>
        <w:tabs>
          <w:tab w:val="left" w:pos="660"/>
          <w:tab w:val="left" w:pos="1162"/>
          <w:tab w:val="left" w:pos="2445"/>
          <w:tab w:val="left" w:pos="4455"/>
          <w:tab w:val="left" w:pos="6943"/>
        </w:tabs>
        <w:spacing w:line="280" w:lineRule="exact"/>
        <w:rPr>
          <w:szCs w:val="21"/>
        </w:rPr>
      </w:pPr>
      <w:r>
        <w:rPr>
          <w:rFonts w:hint="eastAsia"/>
          <w:szCs w:val="21"/>
        </w:rPr>
        <w:t>(    )27. To feel happy at work, you should ______________</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①</w:t>
      </w:r>
      <w:r>
        <w:rPr>
          <w:rFonts w:hint="eastAsia"/>
          <w:szCs w:val="21"/>
        </w:rPr>
        <w:t xml:space="preserve"> understand the relationship between you and work</w:t>
      </w:r>
    </w:p>
    <w:p w:rsidR="007C3BB8">
      <w:pPr>
        <w:tabs>
          <w:tab w:val="left" w:pos="660"/>
          <w:tab w:val="left" w:pos="1162"/>
          <w:tab w:val="left" w:pos="2445"/>
          <w:tab w:val="left" w:pos="4455"/>
          <w:tab w:val="left" w:pos="6943"/>
        </w:tabs>
        <w:spacing w:line="280" w:lineRule="exact"/>
        <w:ind w:firstLine="1050" w:firstLineChars="500"/>
        <w:rPr>
          <w:rFonts w:hint="eastAsia"/>
          <w:szCs w:val="21"/>
        </w:rPr>
      </w:pPr>
      <w:r w:rsidR="0030548F">
        <w:rPr>
          <w:rFonts w:hint="eastAsia"/>
          <w:szCs w:val="21"/>
        </w:rPr>
        <w:t>②</w:t>
      </w:r>
      <w:r w:rsidR="0030548F">
        <w:rPr>
          <w:rFonts w:hint="eastAsia"/>
          <w:szCs w:val="21"/>
        </w:rPr>
        <w:t>know which is more important, work or life</w:t>
      </w:r>
    </w:p>
    <w:p w:rsidR="007C3BB8">
      <w:pPr>
        <w:tabs>
          <w:tab w:val="left" w:pos="660"/>
          <w:tab w:val="left" w:pos="1162"/>
          <w:tab w:val="left" w:pos="2445"/>
          <w:tab w:val="left" w:pos="4455"/>
          <w:tab w:val="left" w:pos="6943"/>
        </w:tabs>
        <w:spacing w:line="280" w:lineRule="exact"/>
        <w:ind w:firstLine="1050" w:firstLineChars="500"/>
        <w:rPr>
          <w:rFonts w:hint="eastAsia"/>
          <w:szCs w:val="21"/>
        </w:rPr>
      </w:pPr>
      <w:r w:rsidR="0030548F">
        <w:rPr>
          <w:rFonts w:hint="eastAsia"/>
          <w:szCs w:val="21"/>
        </w:rPr>
        <w:t>③</w:t>
      </w:r>
      <w:r w:rsidR="0030548F">
        <w:rPr>
          <w:rFonts w:hint="eastAsia"/>
          <w:szCs w:val="21"/>
        </w:rPr>
        <w:t>accept disappointments</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④</w:t>
      </w:r>
      <w:r>
        <w:rPr>
          <w:rFonts w:hint="eastAsia"/>
          <w:szCs w:val="21"/>
        </w:rPr>
        <w:t>stop complaining</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 xml:space="preserve">A. </w:t>
      </w:r>
      <w:r>
        <w:rPr>
          <w:rFonts w:hint="eastAsia"/>
          <w:szCs w:val="21"/>
        </w:rPr>
        <w:t>①②③</w:t>
      </w:r>
      <w:r>
        <w:rPr>
          <w:rFonts w:hint="eastAsia"/>
          <w:szCs w:val="21"/>
        </w:rPr>
        <w:tab/>
        <w:t xml:space="preserve">B. </w:t>
      </w:r>
      <w:r>
        <w:rPr>
          <w:rFonts w:hint="eastAsia"/>
          <w:szCs w:val="21"/>
        </w:rPr>
        <w:t>②③④</w:t>
      </w:r>
      <w:r>
        <w:rPr>
          <w:rFonts w:hint="eastAsia"/>
          <w:szCs w:val="21"/>
        </w:rPr>
        <w:tab/>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 xml:space="preserve">C. </w:t>
      </w:r>
      <w:r>
        <w:rPr>
          <w:rFonts w:hint="eastAsia"/>
          <w:szCs w:val="21"/>
        </w:rPr>
        <w:t>①③④</w:t>
      </w:r>
      <w:r>
        <w:rPr>
          <w:rFonts w:hint="eastAsia"/>
          <w:szCs w:val="21"/>
        </w:rPr>
        <w:tab/>
        <w:t xml:space="preserve">D. </w:t>
      </w:r>
      <w:r>
        <w:rPr>
          <w:rFonts w:hint="eastAsia"/>
          <w:szCs w:val="21"/>
        </w:rPr>
        <w:t>①②④</w:t>
      </w:r>
      <w:r>
        <w:rPr>
          <w:rFonts w:hint="eastAsia"/>
          <w:szCs w:val="21"/>
        </w:rPr>
        <w:tab/>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)28. What is the l</w:t>
      </w:r>
      <w:r>
        <w:rPr>
          <w:rFonts w:hint="eastAsia"/>
          <w:szCs w:val="21"/>
        </w:rPr>
        <w:t>ast suggestion mainly about?</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A. How to manage disappointments.</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 xml:space="preserve">B. Try to understand the meaning of life. </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C. Learn to accept the fact of life.</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D. What to do when we're disappointed</w:t>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)29. What can we NOT learn from the passage?</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A. The writer advises us not to complain about</w:t>
      </w:r>
      <w:r w:rsidR="007C3BB8">
        <w:rPr>
          <w:rFonts w:hint="eastAsia"/>
          <w:szCs w:val="21"/>
        </w:rPr>
        <w:t xml:space="preserve"> </w:t>
      </w:r>
      <w:r>
        <w:rPr>
          <w:rFonts w:hint="eastAsia"/>
          <w:szCs w:val="21"/>
        </w:rPr>
        <w:t>work.</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B. People should know what work means to</w:t>
      </w:r>
      <w:r w:rsidR="007C3BB8">
        <w:rPr>
          <w:rFonts w:hint="eastAsia"/>
          <w:szCs w:val="21"/>
        </w:rPr>
        <w:t xml:space="preserve"> </w:t>
      </w:r>
      <w:r>
        <w:rPr>
          <w:rFonts w:hint="eastAsia"/>
          <w:szCs w:val="21"/>
        </w:rPr>
        <w:t>them.</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C. Everything will go well if you learn to accept</w:t>
      </w:r>
      <w:r w:rsidR="007C3BB8">
        <w:rPr>
          <w:rFonts w:hint="eastAsia"/>
          <w:szCs w:val="21"/>
        </w:rPr>
        <w:t xml:space="preserve"> </w:t>
      </w:r>
      <w:r>
        <w:rPr>
          <w:rFonts w:hint="eastAsia"/>
          <w:szCs w:val="21"/>
        </w:rPr>
        <w:t>disappointments.</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D. We still need to accept the fact even though life isn't perfect.</w:t>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)30. What's the best title for this passage?</w:t>
      </w:r>
    </w:p>
    <w:p w:rsidR="0030548F">
      <w:pPr>
        <w:numPr>
          <w:ilvl w:val="0"/>
          <w:numId w:val="7"/>
        </w:num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Why Should We be Happy at Work ?</w:t>
      </w:r>
    </w:p>
    <w:p w:rsidR="0030548F">
      <w:pPr>
        <w:numPr>
          <w:ilvl w:val="0"/>
          <w:numId w:val="7"/>
        </w:num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 xml:space="preserve">How Can We be Happy at Work ? </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C. Accept the Truth of Life</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r>
        <w:rPr>
          <w:rFonts w:hint="eastAsia"/>
          <w:szCs w:val="21"/>
        </w:rPr>
        <w:t>D. Never Complain about Your Work</w:t>
      </w:r>
    </w:p>
    <w:p w:rsidR="0030548F">
      <w:pPr>
        <w:tabs>
          <w:tab w:val="left" w:pos="660"/>
          <w:tab w:val="left" w:pos="1162"/>
          <w:tab w:val="left" w:pos="2445"/>
          <w:tab w:val="left" w:pos="4455"/>
          <w:tab w:val="left" w:pos="6943"/>
        </w:tabs>
        <w:spacing w:line="280" w:lineRule="exact"/>
        <w:ind w:firstLine="1050" w:firstLineChars="500"/>
        <w:rPr>
          <w:rFonts w:hint="eastAsia"/>
          <w:szCs w:val="21"/>
        </w:rPr>
      </w:pPr>
    </w:p>
    <w:p w:rsidR="0030548F">
      <w:pPr>
        <w:tabs>
          <w:tab w:val="left" w:pos="660"/>
          <w:tab w:val="left" w:pos="1162"/>
          <w:tab w:val="left" w:pos="2445"/>
          <w:tab w:val="left" w:pos="4455"/>
          <w:tab w:val="left" w:pos="6943"/>
        </w:tabs>
        <w:spacing w:line="280" w:lineRule="exact"/>
        <w:ind w:firstLine="3780" w:firstLineChars="1800"/>
        <w:rPr>
          <w:rFonts w:hint="eastAsia"/>
          <w:szCs w:val="21"/>
        </w:rPr>
      </w:pPr>
      <w:r>
        <w:rPr>
          <w:rFonts w:hint="eastAsia"/>
          <w:szCs w:val="21"/>
        </w:rPr>
        <w:t>( C)</w:t>
      </w:r>
    </w:p>
    <w:p w:rsidR="0030548F" w:rsidP="00963A05">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Many scientists find that colors can change people's feelings. It's very interesting. Some colors can make people feel relaxed,and some colors can make people feel nervous. Now,this kind of knowledge is being used in many places. For example, school walls are always painted green because green makes students feel relaxed. It</w:t>
      </w:r>
      <w:r>
        <w:rPr>
          <w:rFonts w:hint="eastAsia"/>
          <w:szCs w:val="21"/>
        </w:rPr>
        <w:t>’</w:t>
      </w:r>
      <w:r>
        <w:rPr>
          <w:rFonts w:hint="eastAsia"/>
          <w:szCs w:val="21"/>
        </w:rPr>
        <w:t>s also good for the students</w:t>
      </w:r>
      <w:r>
        <w:rPr>
          <w:rFonts w:hint="eastAsia"/>
          <w:szCs w:val="21"/>
        </w:rPr>
        <w:t>’</w:t>
      </w:r>
      <w:r>
        <w:rPr>
          <w:rFonts w:hint="eastAsia"/>
          <w:szCs w:val="21"/>
        </w:rPr>
        <w:t>eyes. Some books are also green or light blue for the same reason. Restaurant owners not only have to know how to make food, but also have to know how to make money. Here are some things they've learned from scientific studies. The color red makes people hungry. Many fast food restaurants have red furniture or walls. Soft colors like pink and light blue make people feel relaxed,so they spend more time eating. Loud music may be nice at first,but it soon makes people want to leave. Hard seats also make customers want to eat quic</w:t>
      </w:r>
      <w:r>
        <w:rPr>
          <w:rFonts w:hint="eastAsia"/>
          <w:szCs w:val="21"/>
        </w:rPr>
        <w:t>kly and leave. Many restaurants,especially fast food restaurants,use this knowledge to make customers eat faster.</w:t>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根据材料内容选择最佳答案。</w:t>
      </w:r>
    </w:p>
    <w:p w:rsidR="0030548F">
      <w:pPr>
        <w:tabs>
          <w:tab w:val="left" w:pos="660"/>
          <w:tab w:val="left" w:pos="1162"/>
          <w:tab w:val="left" w:pos="2445"/>
          <w:tab w:val="left" w:pos="4455"/>
          <w:tab w:val="left" w:pos="6943"/>
        </w:tabs>
        <w:spacing w:line="280" w:lineRule="exact"/>
        <w:rPr>
          <w:szCs w:val="21"/>
        </w:rPr>
      </w:pPr>
      <w:r>
        <w:rPr>
          <w:rFonts w:hint="eastAsia"/>
          <w:szCs w:val="21"/>
        </w:rPr>
        <w:t>(    )31.The color green makes the students feel_____________.</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A. hungry.   B. nervous.    C.angry.</w:t>
        <w:tab/>
        <w:t>D. relaxed.</w:t>
        <w:tab/>
      </w:r>
    </w:p>
    <w:p w:rsidR="0030548F">
      <w:pPr>
        <w:tabs>
          <w:tab w:val="left" w:pos="660"/>
          <w:tab w:val="left" w:pos="1162"/>
          <w:tab w:val="left" w:pos="2445"/>
          <w:tab w:val="left" w:pos="4455"/>
          <w:tab w:val="left" w:pos="6943"/>
        </w:tabs>
        <w:spacing w:line="280" w:lineRule="exact"/>
        <w:rPr>
          <w:szCs w:val="21"/>
        </w:rPr>
      </w:pPr>
      <w:r>
        <w:rPr>
          <w:rFonts w:hint="eastAsia"/>
          <w:szCs w:val="21"/>
        </w:rPr>
        <w:t>(    )32. The c</w:t>
      </w:r>
      <w:r>
        <w:rPr>
          <w:rFonts w:hint="eastAsia"/>
          <w:szCs w:val="21"/>
        </w:rPr>
        <w:t>olor red makes most people feel____________.</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A. hungry.   B.comfortable.   C. excited.</w:t>
        <w:tab/>
        <w:t>D. worried.</w:t>
        <w:tab/>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)33.______________ isn't mentioned in this passage.</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A. Green.    B. White.    C.Light blue.</w:t>
        <w:tab/>
        <w:t>D. Red.</w:t>
        <w:tab/>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)34. What do many fast food restaurants do?</w:t>
      </w:r>
    </w:p>
    <w:p w:rsidR="0030548F">
      <w:pPr>
        <w:tabs>
          <w:tab w:val="left" w:pos="660"/>
          <w:tab w:val="left" w:pos="1162"/>
          <w:tab w:val="left" w:pos="2445"/>
          <w:tab w:val="left" w:pos="4455"/>
          <w:tab w:val="left" w:pos="6943"/>
        </w:tabs>
        <w:spacing w:line="280" w:lineRule="exact"/>
        <w:ind w:firstLine="630" w:firstLineChars="300"/>
        <w:rPr>
          <w:rFonts w:hint="eastAsia"/>
          <w:szCs w:val="21"/>
        </w:rPr>
      </w:pPr>
      <w:r>
        <w:rPr>
          <w:rFonts w:hint="eastAsia"/>
          <w:szCs w:val="21"/>
        </w:rPr>
        <w:t>①</w:t>
      </w:r>
      <w:r>
        <w:rPr>
          <w:rFonts w:hint="eastAsia"/>
          <w:szCs w:val="21"/>
        </w:rPr>
        <w:t>Play loud music.</w:t>
      </w:r>
      <w:r>
        <w:rPr>
          <w:rFonts w:hint="eastAsia"/>
          <w:szCs w:val="21"/>
        </w:rPr>
        <w:t>②</w:t>
      </w:r>
      <w:r>
        <w:rPr>
          <w:rFonts w:hint="eastAsia"/>
          <w:szCs w:val="21"/>
        </w:rPr>
        <w:t>Play soft music.</w:t>
      </w:r>
      <w:r>
        <w:rPr>
          <w:rFonts w:hint="eastAsia"/>
          <w:szCs w:val="21"/>
        </w:rPr>
        <w:t>③</w:t>
      </w:r>
      <w:r>
        <w:rPr>
          <w:rFonts w:hint="eastAsia"/>
          <w:szCs w:val="21"/>
        </w:rPr>
        <w:t>Have hard seats.</w:t>
      </w:r>
      <w:r>
        <w:rPr>
          <w:rFonts w:hint="eastAsia"/>
          <w:szCs w:val="21"/>
        </w:rPr>
        <w:t>④</w:t>
      </w:r>
      <w:r>
        <w:rPr>
          <w:rFonts w:hint="eastAsia"/>
          <w:szCs w:val="21"/>
        </w:rPr>
        <w:t>Paint their walls red.</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 xml:space="preserve">A. </w:t>
      </w:r>
      <w:r>
        <w:rPr>
          <w:rFonts w:hint="eastAsia"/>
          <w:szCs w:val="21"/>
        </w:rPr>
        <w:t>①②③</w:t>
      </w:r>
      <w:r>
        <w:rPr>
          <w:rFonts w:hint="eastAsia"/>
          <w:szCs w:val="21"/>
        </w:rPr>
        <w:t xml:space="preserve">   B. </w:t>
      </w:r>
      <w:r>
        <w:rPr>
          <w:rFonts w:hint="eastAsia"/>
          <w:szCs w:val="21"/>
        </w:rPr>
        <w:t>①③④</w:t>
      </w:r>
      <w:r>
        <w:rPr>
          <w:rFonts w:hint="eastAsia"/>
          <w:szCs w:val="21"/>
        </w:rPr>
        <w:t xml:space="preserve">    C.</w:t>
      </w:r>
      <w:r>
        <w:rPr>
          <w:rFonts w:hint="eastAsia"/>
          <w:szCs w:val="21"/>
        </w:rPr>
        <w:t>①②④</w:t>
      </w:r>
      <w:r>
        <w:rPr>
          <w:rFonts w:hint="eastAsia"/>
          <w:szCs w:val="21"/>
        </w:rPr>
        <w:tab/>
        <w:t xml:space="preserve">D. </w:t>
      </w:r>
      <w:r>
        <w:rPr>
          <w:rFonts w:hint="eastAsia"/>
          <w:szCs w:val="21"/>
        </w:rPr>
        <w:t>②③④</w:t>
      </w:r>
      <w:r>
        <w:rPr>
          <w:rFonts w:hint="eastAsia"/>
          <w:szCs w:val="21"/>
        </w:rPr>
        <w:tab/>
      </w:r>
    </w:p>
    <w:p w:rsidR="0030548F">
      <w:pPr>
        <w:tabs>
          <w:tab w:val="left" w:pos="660"/>
          <w:tab w:val="left" w:pos="1162"/>
          <w:tab w:val="left" w:pos="2445"/>
          <w:tab w:val="left" w:pos="4455"/>
          <w:tab w:val="left" w:pos="6943"/>
        </w:tabs>
        <w:spacing w:line="280" w:lineRule="exact"/>
        <w:rPr>
          <w:rFonts w:hint="eastAsia"/>
          <w:szCs w:val="21"/>
        </w:rPr>
      </w:pPr>
      <w:r>
        <w:rPr>
          <w:rFonts w:hint="eastAsia"/>
          <w:szCs w:val="21"/>
        </w:rPr>
        <w:t>(    )35. What's the best title for this passage?</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A. Color and Restaurant</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 xml:space="preserve">B.Use Color to Make Money </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C. Color and Science</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D.Use Color to Change Feeli</w:t>
      </w:r>
      <w:r>
        <w:rPr>
          <w:rFonts w:hint="eastAsia"/>
          <w:szCs w:val="21"/>
        </w:rPr>
        <w:t>ng</w:t>
      </w:r>
    </w:p>
    <w:p w:rsidR="00963A05">
      <w:pPr>
        <w:tabs>
          <w:tab w:val="left" w:pos="660"/>
          <w:tab w:val="left" w:pos="1162"/>
          <w:tab w:val="left" w:pos="2445"/>
          <w:tab w:val="left" w:pos="4455"/>
          <w:tab w:val="left" w:pos="6943"/>
        </w:tabs>
        <w:spacing w:line="280" w:lineRule="exact"/>
        <w:ind w:firstLine="3990" w:firstLineChars="1900"/>
        <w:rPr>
          <w:rFonts w:hint="eastAsia"/>
          <w:szCs w:val="21"/>
        </w:rPr>
      </w:pPr>
    </w:p>
    <w:p w:rsidR="0030548F">
      <w:pPr>
        <w:tabs>
          <w:tab w:val="left" w:pos="660"/>
          <w:tab w:val="left" w:pos="1162"/>
          <w:tab w:val="left" w:pos="2445"/>
          <w:tab w:val="left" w:pos="4455"/>
          <w:tab w:val="left" w:pos="6943"/>
        </w:tabs>
        <w:spacing w:line="280" w:lineRule="exact"/>
        <w:ind w:firstLine="3990" w:firstLineChars="1900"/>
        <w:rPr>
          <w:rFonts w:hint="eastAsia"/>
          <w:szCs w:val="21"/>
        </w:rPr>
      </w:pPr>
      <w:r>
        <w:rPr>
          <w:rFonts w:hint="eastAsia"/>
          <w:szCs w:val="21"/>
        </w:rPr>
        <w:t>( D)</w:t>
      </w:r>
    </w:p>
    <w:p w:rsidR="0030548F" w:rsidP="00963A05">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This year students in my school can enjoy Beijing Opera in our music classes. The music teacher will teach us how to play Beijing Opera.</w:t>
      </w:r>
    </w:p>
    <w:p w:rsidR="0030548F" w:rsidP="00963A05">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u w:val="single"/>
        </w:rPr>
        <w:t xml:space="preserve">36     </w:t>
      </w:r>
      <w:r>
        <w:rPr>
          <w:rFonts w:hint="eastAsia"/>
          <w:szCs w:val="21"/>
        </w:rPr>
        <w:t>Because we can learn a lot from it,especially the history and traditional culture. They also think it can improve our Chinese. There are so many poems and stories in Beijing Opera.</w:t>
      </w:r>
    </w:p>
    <w:p w:rsidR="0030548F" w:rsidP="00963A05">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Some students don't think so.</w:t>
      </w:r>
      <w:r>
        <w:rPr>
          <w:rFonts w:hint="eastAsia"/>
          <w:szCs w:val="21"/>
          <w:u w:val="single"/>
        </w:rPr>
        <w:t xml:space="preserve">   37  </w:t>
      </w:r>
      <w:r>
        <w:rPr>
          <w:rFonts w:hint="eastAsia"/>
          <w:szCs w:val="21"/>
        </w:rPr>
        <w:t>They prefer pop music. They don't understand why their school will take Beijing Opera into classes.</w:t>
      </w:r>
    </w:p>
    <w:p w:rsidR="0030548F" w:rsidP="00963A05">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u w:val="single"/>
        </w:rPr>
        <w:t>38  ___</w:t>
      </w:r>
      <w:r>
        <w:rPr>
          <w:rFonts w:hint="eastAsia"/>
          <w:szCs w:val="21"/>
        </w:rPr>
        <w:t xml:space="preserve"> They think learning Beijing Opera </w:t>
      </w:r>
      <w:r>
        <w:rPr>
          <w:rFonts w:hint="eastAsia"/>
          <w:szCs w:val="21"/>
        </w:rPr>
        <w:t>is helpful. But they're afraid it will affect our study.</w:t>
      </w:r>
      <w:r>
        <w:rPr>
          <w:rFonts w:hint="eastAsia"/>
          <w:szCs w:val="21"/>
          <w:u w:val="single"/>
        </w:rPr>
        <w:t xml:space="preserve">   39   </w:t>
      </w:r>
      <w:r>
        <w:rPr>
          <w:rFonts w:hint="eastAsia"/>
          <w:szCs w:val="21"/>
        </w:rPr>
        <w:t xml:space="preserve"> If we have opera lessons,we'll have less time to study.</w:t>
      </w:r>
    </w:p>
    <w:p w:rsidR="0030548F" w:rsidP="00963A05">
      <w:pPr>
        <w:tabs>
          <w:tab w:val="left" w:pos="660"/>
          <w:tab w:val="left" w:pos="1162"/>
          <w:tab w:val="left" w:pos="2445"/>
          <w:tab w:val="left" w:pos="4455"/>
          <w:tab w:val="left" w:pos="6943"/>
        </w:tabs>
        <w:spacing w:line="280" w:lineRule="exact"/>
        <w:ind w:firstLine="424" w:firstLineChars="202"/>
        <w:rPr>
          <w:rFonts w:hint="eastAsia"/>
          <w:szCs w:val="21"/>
        </w:rPr>
      </w:pPr>
      <w:r>
        <w:rPr>
          <w:rFonts w:hint="eastAsia"/>
          <w:szCs w:val="21"/>
        </w:rPr>
        <w:t>I think different people have different hobbies.</w:t>
      </w:r>
      <w:r>
        <w:rPr>
          <w:rFonts w:hint="eastAsia"/>
          <w:szCs w:val="21"/>
          <w:u w:val="single"/>
        </w:rPr>
        <w:t xml:space="preserve">  40   </w:t>
      </w:r>
      <w:r>
        <w:rPr>
          <w:rFonts w:hint="eastAsia"/>
          <w:szCs w:val="21"/>
        </w:rPr>
        <w:t>They can give different kinds of classes. We students can choose what we like.</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r>
        <w:rPr>
          <w:rFonts w:hint="eastAsia"/>
          <w:szCs w:val="21"/>
        </w:rPr>
        <w:t>根据材料内容,从下面五个选项中选出能填入文中空缺处的最佳选项,使短文意思通顺、内容完整。</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r>
        <w:rPr>
          <w:rFonts w:hint="eastAsia"/>
          <w:szCs w:val="21"/>
        </w:rPr>
        <w:t>A. Parents care more about our study.</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r>
        <w:rPr>
          <w:rFonts w:hint="eastAsia"/>
          <w:szCs w:val="21"/>
        </w:rPr>
        <w:t>B. Teachers shouldn't force us to learn Beijing Opera.</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r>
        <w:rPr>
          <w:rFonts w:hint="eastAsia"/>
          <w:szCs w:val="21"/>
        </w:rPr>
        <w:t>C. Teachers think it's necessary for us.</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r>
        <w:rPr>
          <w:rFonts w:hint="eastAsia"/>
          <w:szCs w:val="21"/>
        </w:rPr>
        <w:t>D. They're bored with it.</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r>
        <w:rPr>
          <w:rFonts w:hint="eastAsia"/>
          <w:szCs w:val="21"/>
        </w:rPr>
        <w:t>E. Parents think we are busy with our lessons</w:t>
      </w:r>
    </w:p>
    <w:p w:rsidR="0030548F">
      <w:pPr>
        <w:tabs>
          <w:tab w:val="left" w:pos="660"/>
          <w:tab w:val="left" w:pos="1162"/>
          <w:tab w:val="left" w:pos="2445"/>
          <w:tab w:val="left" w:pos="4455"/>
          <w:tab w:val="left" w:pos="6943"/>
        </w:tabs>
        <w:spacing w:line="280" w:lineRule="exact"/>
        <w:ind w:firstLine="210" w:firstLineChars="100"/>
        <w:rPr>
          <w:rFonts w:hint="eastAsia"/>
          <w:szCs w:val="21"/>
        </w:rPr>
      </w:pPr>
    </w:p>
    <w:p w:rsidR="0030548F">
      <w:pPr>
        <w:tabs>
          <w:tab w:val="left" w:pos="660"/>
          <w:tab w:val="left" w:pos="1162"/>
          <w:tab w:val="left" w:pos="2445"/>
          <w:tab w:val="left" w:pos="4455"/>
          <w:tab w:val="left" w:pos="6943"/>
        </w:tabs>
        <w:spacing w:line="280" w:lineRule="exact"/>
        <w:ind w:left="192"/>
        <w:rPr>
          <w:rFonts w:hint="eastAsia"/>
          <w:szCs w:val="21"/>
        </w:rPr>
      </w:pPr>
      <w:r>
        <w:rPr>
          <w:rFonts w:hint="eastAsia"/>
          <w:szCs w:val="21"/>
        </w:rPr>
        <w:t>36___</w:t>
      </w:r>
      <w:r>
        <w:rPr>
          <w:rFonts w:hint="eastAsia"/>
          <w:szCs w:val="21"/>
        </w:rPr>
        <w:t>______  37.__________  38.________  39._______   40.________</w:t>
      </w:r>
    </w:p>
    <w:p w:rsidR="00963A05">
      <w:pPr>
        <w:tabs>
          <w:tab w:val="left" w:pos="660"/>
          <w:tab w:val="left" w:pos="1162"/>
          <w:tab w:val="left" w:pos="2445"/>
          <w:tab w:val="left" w:pos="4455"/>
          <w:tab w:val="left" w:pos="6943"/>
        </w:tabs>
        <w:spacing w:line="280" w:lineRule="exact"/>
        <w:rPr>
          <w:rFonts w:hint="eastAsia"/>
          <w:b/>
          <w:sz w:val="24"/>
          <w:szCs w:val="24"/>
        </w:rPr>
      </w:pPr>
    </w:p>
    <w:p w:rsidR="00963A05">
      <w:pPr>
        <w:tabs>
          <w:tab w:val="left" w:pos="660"/>
          <w:tab w:val="left" w:pos="1162"/>
          <w:tab w:val="left" w:pos="2445"/>
          <w:tab w:val="left" w:pos="4455"/>
          <w:tab w:val="left" w:pos="6943"/>
        </w:tabs>
        <w:spacing w:line="280" w:lineRule="exact"/>
        <w:rPr>
          <w:rFonts w:hint="eastAsia"/>
          <w:b/>
          <w:sz w:val="24"/>
          <w:szCs w:val="24"/>
        </w:rPr>
      </w:pPr>
    </w:p>
    <w:p w:rsidR="0030548F" w:rsidRPr="00851CE5">
      <w:pPr>
        <w:tabs>
          <w:tab w:val="left" w:pos="660"/>
          <w:tab w:val="left" w:pos="1162"/>
          <w:tab w:val="left" w:pos="2445"/>
          <w:tab w:val="left" w:pos="4455"/>
          <w:tab w:val="left" w:pos="6943"/>
        </w:tabs>
        <w:spacing w:line="280" w:lineRule="exact"/>
        <w:rPr>
          <w:rFonts w:hint="eastAsia"/>
          <w:b/>
          <w:sz w:val="24"/>
          <w:szCs w:val="24"/>
        </w:rPr>
      </w:pPr>
      <w:r w:rsidRPr="00851CE5" w:rsidR="00851CE5">
        <w:rPr>
          <w:rFonts w:hint="eastAsia"/>
          <w:b/>
          <w:sz w:val="24"/>
          <w:szCs w:val="24"/>
        </w:rPr>
        <w:t>Ⅱ</w:t>
      </w:r>
      <w:r w:rsidR="00851CE5">
        <w:rPr>
          <w:rFonts w:hint="eastAsia"/>
          <w:b/>
          <w:sz w:val="24"/>
          <w:szCs w:val="24"/>
        </w:rPr>
        <w:t>.</w:t>
      </w:r>
      <w:r w:rsidRPr="00851CE5">
        <w:rPr>
          <w:rFonts w:hint="eastAsia"/>
          <w:b/>
          <w:sz w:val="24"/>
          <w:szCs w:val="24"/>
        </w:rPr>
        <w:t>完型填空。</w:t>
      </w:r>
    </w:p>
    <w:p w:rsidR="0030548F">
      <w:pPr>
        <w:tabs>
          <w:tab w:val="left" w:pos="660"/>
          <w:tab w:val="left" w:pos="1162"/>
          <w:tab w:val="left" w:pos="2445"/>
          <w:tab w:val="left" w:pos="4455"/>
          <w:tab w:val="left" w:pos="6943"/>
        </w:tabs>
        <w:spacing w:line="280" w:lineRule="exact"/>
        <w:ind w:firstLine="630" w:firstLineChars="300"/>
        <w:rPr>
          <w:rFonts w:hint="eastAsia"/>
          <w:szCs w:val="21"/>
        </w:rPr>
      </w:pPr>
      <w:r>
        <w:rPr>
          <w:rFonts w:hint="eastAsia"/>
          <w:szCs w:val="21"/>
        </w:rPr>
        <w:t>Are you happy every day? If you are not happy, please cheer yourself</w:t>
      </w:r>
      <w:r>
        <w:rPr>
          <w:rFonts w:hint="eastAsia"/>
          <w:szCs w:val="21"/>
          <w:u w:val="single"/>
        </w:rPr>
        <w:t xml:space="preserve">   41  .</w:t>
      </w:r>
      <w:r>
        <w:rPr>
          <w:rFonts w:hint="eastAsia"/>
          <w:szCs w:val="21"/>
        </w:rPr>
        <w:t xml:space="preserve"> Because people around you may also become</w:t>
      </w:r>
      <w:r>
        <w:rPr>
          <w:rFonts w:hint="eastAsia"/>
          <w:szCs w:val="21"/>
          <w:u w:val="single"/>
        </w:rPr>
        <w:t xml:space="preserve">   42   </w:t>
      </w:r>
      <w:r>
        <w:rPr>
          <w:rFonts w:hint="eastAsia"/>
          <w:szCs w:val="21"/>
        </w:rPr>
        <w:t>if you are not happy.</w:t>
      </w:r>
    </w:p>
    <w:p w:rsidR="0030548F">
      <w:pPr>
        <w:tabs>
          <w:tab w:val="left" w:pos="660"/>
          <w:tab w:val="left" w:pos="1162"/>
          <w:tab w:val="left" w:pos="2445"/>
          <w:tab w:val="left" w:pos="4455"/>
          <w:tab w:val="left" w:pos="6943"/>
        </w:tabs>
        <w:spacing w:line="280" w:lineRule="exact"/>
        <w:ind w:firstLine="630" w:firstLineChars="300"/>
        <w:rPr>
          <w:rFonts w:hint="eastAsia"/>
          <w:szCs w:val="21"/>
          <w:u w:val="single"/>
        </w:rPr>
      </w:pPr>
      <w:r>
        <w:rPr>
          <w:rFonts w:hint="eastAsia"/>
          <w:szCs w:val="21"/>
        </w:rPr>
        <w:t>An American scientist says</w:t>
      </w:r>
      <w:r>
        <w:rPr>
          <w:rFonts w:hint="eastAsia"/>
          <w:szCs w:val="21"/>
          <w:u w:val="single"/>
        </w:rPr>
        <w:t xml:space="preserve">  43  </w:t>
      </w:r>
      <w:r>
        <w:rPr>
          <w:rFonts w:hint="eastAsia"/>
          <w:szCs w:val="21"/>
        </w:rPr>
        <w:t xml:space="preserve"> happ</w:t>
      </w:r>
      <w:r>
        <w:rPr>
          <w:rFonts w:hint="eastAsia"/>
          <w:szCs w:val="21"/>
        </w:rPr>
        <w:t>iness can be passed on(传递)from one person to 4</w:t>
      </w:r>
      <w:r>
        <w:rPr>
          <w:rFonts w:hint="eastAsia"/>
          <w:szCs w:val="21"/>
          <w:u w:val="single"/>
        </w:rPr>
        <w:t xml:space="preserve">4    </w:t>
      </w:r>
      <w:r>
        <w:rPr>
          <w:rFonts w:hint="eastAsia"/>
          <w:szCs w:val="21"/>
        </w:rPr>
        <w:t>.A person's happiness</w:t>
      </w:r>
      <w:r>
        <w:rPr>
          <w:rFonts w:hint="eastAsia"/>
          <w:szCs w:val="21"/>
          <w:u w:val="single"/>
        </w:rPr>
        <w:t xml:space="preserve">   45  </w:t>
      </w:r>
      <w:r>
        <w:rPr>
          <w:rFonts w:hint="eastAsia"/>
          <w:szCs w:val="21"/>
        </w:rPr>
        <w:t>the happiness of people around him or her. There</w:t>
      </w:r>
      <w:r>
        <w:rPr>
          <w:rFonts w:hint="eastAsia"/>
          <w:szCs w:val="21"/>
          <w:u w:val="single"/>
        </w:rPr>
        <w:t xml:space="preserve">  46   </w:t>
      </w:r>
      <w:r>
        <w:rPr>
          <w:rFonts w:hint="eastAsia"/>
          <w:szCs w:val="21"/>
        </w:rPr>
        <w:t>a survey(调查)about happiness. The survey</w:t>
      </w:r>
      <w:r>
        <w:rPr>
          <w:rFonts w:hint="eastAsia"/>
          <w:szCs w:val="21"/>
          <w:u w:val="single"/>
        </w:rPr>
        <w:t xml:space="preserve">  47   </w:t>
      </w:r>
      <w:r>
        <w:rPr>
          <w:rFonts w:hint="eastAsia"/>
          <w:szCs w:val="21"/>
        </w:rPr>
        <w:t xml:space="preserve">that every happy friend </w:t>
      </w:r>
      <w:r>
        <w:rPr>
          <w:rFonts w:hint="eastAsia"/>
          <w:szCs w:val="21"/>
          <w:u w:val="single"/>
        </w:rPr>
        <w:t xml:space="preserve">  48   </w:t>
      </w:r>
      <w:r>
        <w:rPr>
          <w:rFonts w:hint="eastAsia"/>
          <w:szCs w:val="21"/>
        </w:rPr>
        <w:t>your own chances of being happy by 9%. A person with happy friends and family may feel happy    4</w:t>
      </w:r>
      <w:r>
        <w:rPr>
          <w:rFonts w:hint="eastAsia"/>
          <w:szCs w:val="21"/>
          <w:u w:val="single"/>
        </w:rPr>
        <w:t>9   .</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Happiness has another advantage(优势).Happiness can help you get a</w:t>
      </w:r>
      <w:r>
        <w:rPr>
          <w:rFonts w:hint="eastAsia"/>
          <w:szCs w:val="21"/>
          <w:u w:val="single"/>
        </w:rPr>
        <w:t xml:space="preserve">   50  </w:t>
      </w:r>
      <w:r>
        <w:rPr>
          <w:rFonts w:hint="eastAsia"/>
          <w:szCs w:val="21"/>
        </w:rPr>
        <w:t>body and mind. If you are unhappy every day, you will be in</w:t>
      </w:r>
      <w:r>
        <w:rPr>
          <w:rFonts w:hint="eastAsia"/>
          <w:szCs w:val="21"/>
          <w:u w:val="single"/>
        </w:rPr>
        <w:t xml:space="preserve">  5l   </w:t>
      </w:r>
      <w:r>
        <w:rPr>
          <w:rFonts w:hint="eastAsia"/>
          <w:szCs w:val="21"/>
        </w:rPr>
        <w:t>health. So, please be happy</w:t>
      </w:r>
      <w:r>
        <w:rPr>
          <w:rFonts w:hint="eastAsia"/>
          <w:szCs w:val="21"/>
          <w:u w:val="single"/>
        </w:rPr>
        <w:t xml:space="preserve">  52  </w:t>
      </w:r>
      <w:r>
        <w:rPr>
          <w:rFonts w:hint="eastAsia"/>
          <w:szCs w:val="21"/>
        </w:rPr>
        <w:t>your health.</w:t>
      </w:r>
    </w:p>
    <w:p w:rsidR="0030548F">
      <w:pPr>
        <w:tabs>
          <w:tab w:val="left" w:pos="660"/>
          <w:tab w:val="left" w:pos="1162"/>
          <w:tab w:val="left" w:pos="2445"/>
          <w:tab w:val="left" w:pos="4455"/>
          <w:tab w:val="left" w:pos="6943"/>
        </w:tabs>
        <w:spacing w:line="280" w:lineRule="exact"/>
        <w:ind w:firstLine="420" w:firstLineChars="200"/>
        <w:rPr>
          <w:rFonts w:hint="eastAsia"/>
          <w:szCs w:val="21"/>
        </w:rPr>
      </w:pPr>
      <w:r>
        <w:rPr>
          <w:rFonts w:hint="eastAsia"/>
          <w:szCs w:val="21"/>
        </w:rPr>
        <w:t>What's more, the distance</w:t>
      </w:r>
      <w:r>
        <w:rPr>
          <w:rFonts w:hint="eastAsia"/>
          <w:szCs w:val="21"/>
          <w:u w:val="single"/>
        </w:rPr>
        <w:t xml:space="preserve">  53   </w:t>
      </w:r>
      <w:r>
        <w:rPr>
          <w:rFonts w:hint="eastAsia"/>
          <w:szCs w:val="21"/>
        </w:rPr>
        <w:t>you and a happy person also has an effect on your</w:t>
      </w:r>
      <w:r>
        <w:rPr>
          <w:rFonts w:hint="eastAsia"/>
          <w:szCs w:val="21"/>
          <w:u w:val="single"/>
        </w:rPr>
        <w:t xml:space="preserve">   54  </w:t>
      </w:r>
      <w:r>
        <w:rPr>
          <w:rFonts w:hint="eastAsia"/>
          <w:szCs w:val="21"/>
        </w:rPr>
        <w:t>. If one of your</w:t>
      </w:r>
      <w:r>
        <w:rPr>
          <w:rFonts w:hint="eastAsia"/>
          <w:szCs w:val="21"/>
          <w:u w:val="single"/>
        </w:rPr>
        <w:t xml:space="preserve">   55   </w:t>
      </w:r>
      <w:r>
        <w:rPr>
          <w:rFonts w:hint="eastAsia"/>
          <w:szCs w:val="21"/>
        </w:rPr>
        <w:t>becomes happy and he lives near you, your own chances of being happy will be 25% higher. So, be happy,please. For your friends, for yourself.</w:t>
      </w:r>
    </w:p>
    <w:p w:rsidR="0030548F" w:rsidP="005516E8">
      <w:pPr>
        <w:tabs>
          <w:tab w:val="left" w:pos="660"/>
          <w:tab w:val="left" w:pos="1162"/>
          <w:tab w:val="left" w:pos="3390"/>
          <w:tab w:val="left" w:pos="4455"/>
          <w:tab w:val="left" w:pos="6943"/>
        </w:tabs>
        <w:spacing w:line="320" w:lineRule="exact"/>
        <w:rPr>
          <w:rFonts w:hint="eastAsia"/>
          <w:szCs w:val="21"/>
        </w:rPr>
      </w:pPr>
      <w:r>
        <w:rPr>
          <w:rFonts w:hint="eastAsia"/>
          <w:szCs w:val="21"/>
        </w:rPr>
        <w:t xml:space="preserve">(    )41.A.up    </w:t>
      </w:r>
      <w:r w:rsidR="005516E8">
        <w:rPr>
          <w:rFonts w:hint="eastAsia"/>
          <w:szCs w:val="21"/>
        </w:rPr>
        <w:t xml:space="preserve">   </w:t>
      </w:r>
      <w:r>
        <w:rPr>
          <w:rFonts w:hint="eastAsia"/>
          <w:szCs w:val="21"/>
        </w:rPr>
        <w:t>B.in</w:t>
        <w:tab/>
        <w:t xml:space="preserve">C.down   </w:t>
      </w:r>
      <w:r w:rsidR="005516E8">
        <w:rPr>
          <w:rFonts w:hint="eastAsia"/>
          <w:szCs w:val="21"/>
        </w:rPr>
        <w:t xml:space="preserve">  </w:t>
      </w:r>
      <w:r>
        <w:rPr>
          <w:rFonts w:hint="eastAsia"/>
          <w:szCs w:val="21"/>
        </w:rPr>
        <w:t xml:space="preserve"> D.on</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)42.A.happy </w:t>
      </w:r>
      <w:r w:rsidR="005516E8">
        <w:rPr>
          <w:rFonts w:hint="eastAsia"/>
          <w:szCs w:val="21"/>
        </w:rPr>
        <w:t xml:space="preserve">  </w:t>
      </w:r>
      <w:r>
        <w:rPr>
          <w:rFonts w:hint="eastAsia"/>
          <w:szCs w:val="21"/>
        </w:rPr>
        <w:t xml:space="preserve"> B.unhappy    C.excited</w:t>
        <w:tab/>
        <w:t>D. proud</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)43.A.that    </w:t>
      </w:r>
      <w:r w:rsidR="005516E8">
        <w:rPr>
          <w:rFonts w:hint="eastAsia"/>
          <w:szCs w:val="21"/>
        </w:rPr>
        <w:t xml:space="preserve">  </w:t>
      </w:r>
      <w:r>
        <w:rPr>
          <w:rFonts w:hint="eastAsia"/>
          <w:szCs w:val="21"/>
        </w:rPr>
        <w:t xml:space="preserve">B. if       </w:t>
      </w:r>
      <w:r w:rsidR="005516E8">
        <w:rPr>
          <w:rFonts w:hint="eastAsia"/>
          <w:szCs w:val="21"/>
        </w:rPr>
        <w:t xml:space="preserve">  </w:t>
      </w:r>
      <w:r>
        <w:rPr>
          <w:rFonts w:hint="eastAsia"/>
          <w:szCs w:val="21"/>
        </w:rPr>
        <w:t>C.when</w:t>
        <w:tab/>
        <w:t>D.why</w:t>
      </w:r>
    </w:p>
    <w:p w:rsidR="0030548F" w:rsidP="00205495">
      <w:pPr>
        <w:tabs>
          <w:tab w:val="left" w:pos="660"/>
          <w:tab w:val="left" w:pos="1162"/>
          <w:tab w:val="left" w:pos="2445"/>
          <w:tab w:val="left" w:pos="4455"/>
          <w:tab w:val="left" w:pos="6943"/>
        </w:tabs>
        <w:spacing w:line="320" w:lineRule="exact"/>
        <w:rPr>
          <w:rFonts w:hint="eastAsia"/>
          <w:szCs w:val="21"/>
        </w:rPr>
      </w:pPr>
      <w:r>
        <w:rPr>
          <w:rFonts w:hint="eastAsia"/>
          <w:szCs w:val="21"/>
        </w:rPr>
        <w:t xml:space="preserve">(    )44.A.other  </w:t>
      </w:r>
      <w:r w:rsidR="005516E8">
        <w:rPr>
          <w:rFonts w:hint="eastAsia"/>
          <w:szCs w:val="21"/>
        </w:rPr>
        <w:t xml:space="preserve">  </w:t>
      </w:r>
      <w:r>
        <w:rPr>
          <w:rFonts w:hint="eastAsia"/>
          <w:szCs w:val="21"/>
        </w:rPr>
        <w:t xml:space="preserve"> B.others   </w:t>
      </w:r>
      <w:r w:rsidR="005516E8">
        <w:rPr>
          <w:rFonts w:hint="eastAsia"/>
          <w:szCs w:val="21"/>
        </w:rPr>
        <w:t xml:space="preserve">   </w:t>
      </w:r>
      <w:r>
        <w:rPr>
          <w:rFonts w:hint="eastAsia"/>
          <w:szCs w:val="21"/>
        </w:rPr>
        <w:t>C.another</w:t>
      </w:r>
      <w:r w:rsidR="005516E8">
        <w:rPr>
          <w:rFonts w:hint="eastAsia"/>
          <w:szCs w:val="21"/>
        </w:rPr>
        <w:t xml:space="preserve">     </w:t>
      </w:r>
      <w:r>
        <w:rPr>
          <w:rFonts w:hint="eastAsia"/>
          <w:szCs w:val="21"/>
        </w:rPr>
        <w:t>D.the other</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)45.A.gets on  </w:t>
      </w:r>
      <w:r w:rsidR="005516E8">
        <w:rPr>
          <w:rFonts w:hint="eastAsia"/>
          <w:szCs w:val="21"/>
        </w:rPr>
        <w:t xml:space="preserve"> </w:t>
      </w:r>
      <w:r>
        <w:rPr>
          <w:rFonts w:hint="eastAsia"/>
          <w:szCs w:val="21"/>
        </w:rPr>
        <w:t>B.depends on   C.puts on</w:t>
        <w:tab/>
        <w:t>D.goes on</w:t>
        <w:tab/>
      </w:r>
    </w:p>
    <w:p w:rsidR="0030548F" w:rsidP="00205495">
      <w:pPr>
        <w:tabs>
          <w:tab w:val="left" w:pos="660"/>
          <w:tab w:val="left" w:pos="1162"/>
          <w:tab w:val="left" w:pos="2445"/>
          <w:tab w:val="left" w:pos="4455"/>
          <w:tab w:val="left" w:pos="6943"/>
        </w:tabs>
        <w:spacing w:line="320" w:lineRule="exact"/>
        <w:rPr>
          <w:rFonts w:hint="eastAsia"/>
          <w:szCs w:val="21"/>
        </w:rPr>
      </w:pPr>
      <w:r>
        <w:rPr>
          <w:rFonts w:hint="eastAsia"/>
          <w:szCs w:val="21"/>
        </w:rPr>
        <w:t xml:space="preserve">(    )46.A.is    </w:t>
      </w:r>
      <w:r w:rsidR="005516E8">
        <w:rPr>
          <w:rFonts w:hint="eastAsia"/>
          <w:szCs w:val="21"/>
        </w:rPr>
        <w:t xml:space="preserve">   </w:t>
      </w:r>
      <w:r>
        <w:rPr>
          <w:rFonts w:hint="eastAsia"/>
          <w:szCs w:val="21"/>
        </w:rPr>
        <w:t xml:space="preserve"> B.are</w:t>
      </w:r>
      <w:r w:rsidR="005516E8">
        <w:rPr>
          <w:rFonts w:hint="eastAsia"/>
          <w:szCs w:val="21"/>
        </w:rPr>
        <w:t xml:space="preserve">         </w:t>
      </w:r>
      <w:r>
        <w:rPr>
          <w:rFonts w:hint="eastAsia"/>
          <w:szCs w:val="21"/>
        </w:rPr>
        <w:t>C.have</w:t>
      </w:r>
      <w:r w:rsidR="005516E8">
        <w:rPr>
          <w:rFonts w:hint="eastAsia"/>
          <w:szCs w:val="21"/>
        </w:rPr>
        <w:t xml:space="preserve">      </w:t>
      </w:r>
      <w:r>
        <w:rPr>
          <w:rFonts w:hint="eastAsia"/>
          <w:szCs w:val="21"/>
        </w:rPr>
        <w:t>D.has</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)47.A.tells   </w:t>
      </w:r>
      <w:r w:rsidR="005516E8">
        <w:rPr>
          <w:rFonts w:hint="eastAsia"/>
          <w:szCs w:val="21"/>
        </w:rPr>
        <w:t xml:space="preserve">   </w:t>
      </w:r>
      <w:r>
        <w:rPr>
          <w:rFonts w:hint="eastAsia"/>
          <w:szCs w:val="21"/>
        </w:rPr>
        <w:t>B.speaks</w:t>
      </w:r>
      <w:r w:rsidR="005516E8">
        <w:rPr>
          <w:rFonts w:hint="eastAsia"/>
          <w:szCs w:val="21"/>
        </w:rPr>
        <w:t xml:space="preserve">    </w:t>
      </w:r>
      <w:r>
        <w:rPr>
          <w:rFonts w:hint="eastAsia"/>
          <w:szCs w:val="21"/>
        </w:rPr>
        <w:t xml:space="preserve"> </w:t>
      </w:r>
      <w:r w:rsidR="005516E8">
        <w:rPr>
          <w:rFonts w:hint="eastAsia"/>
          <w:szCs w:val="21"/>
        </w:rPr>
        <w:t xml:space="preserve"> </w:t>
      </w:r>
      <w:r>
        <w:rPr>
          <w:rFonts w:hint="eastAsia"/>
          <w:szCs w:val="21"/>
        </w:rPr>
        <w:t>C.talks</w:t>
        <w:tab/>
        <w:t>D.shows</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)48.A.loses </w:t>
      </w:r>
      <w:r w:rsidR="005516E8">
        <w:rPr>
          <w:rFonts w:hint="eastAsia"/>
          <w:szCs w:val="21"/>
        </w:rPr>
        <w:t xml:space="preserve">    </w:t>
      </w:r>
      <w:r>
        <w:rPr>
          <w:rFonts w:hint="eastAsia"/>
          <w:szCs w:val="21"/>
        </w:rPr>
        <w:t xml:space="preserve">B.improves   </w:t>
      </w:r>
      <w:r w:rsidR="005516E8">
        <w:rPr>
          <w:rFonts w:hint="eastAsia"/>
          <w:szCs w:val="21"/>
        </w:rPr>
        <w:t xml:space="preserve"> </w:t>
      </w:r>
      <w:r>
        <w:rPr>
          <w:rFonts w:hint="eastAsia"/>
          <w:szCs w:val="21"/>
        </w:rPr>
        <w:t>C. falls</w:t>
        <w:tab/>
        <w:t>D.misses</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)49.A.clearly  </w:t>
      </w:r>
      <w:r w:rsidR="005516E8">
        <w:rPr>
          <w:rFonts w:hint="eastAsia"/>
          <w:szCs w:val="21"/>
        </w:rPr>
        <w:t xml:space="preserve"> </w:t>
      </w:r>
      <w:r>
        <w:rPr>
          <w:rFonts w:hint="eastAsia"/>
          <w:szCs w:val="21"/>
        </w:rPr>
        <w:t xml:space="preserve"> B.easily   </w:t>
      </w:r>
      <w:r w:rsidR="005516E8">
        <w:rPr>
          <w:rFonts w:hint="eastAsia"/>
          <w:szCs w:val="21"/>
        </w:rPr>
        <w:t xml:space="preserve">   </w:t>
      </w:r>
      <w:r>
        <w:rPr>
          <w:rFonts w:hint="eastAsia"/>
          <w:szCs w:val="21"/>
        </w:rPr>
        <w:t>C.quietly</w:t>
        <w:tab/>
        <w:t>D.politely</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)50.A.happy  </w:t>
      </w:r>
      <w:r w:rsidR="005516E8">
        <w:rPr>
          <w:rFonts w:hint="eastAsia"/>
          <w:szCs w:val="21"/>
        </w:rPr>
        <w:t xml:space="preserve"> </w:t>
      </w:r>
      <w:r>
        <w:rPr>
          <w:rFonts w:hint="eastAsia"/>
          <w:szCs w:val="21"/>
        </w:rPr>
        <w:t xml:space="preserve"> B.unhappy  </w:t>
      </w:r>
      <w:r w:rsidR="005516E8">
        <w:rPr>
          <w:rFonts w:hint="eastAsia"/>
          <w:szCs w:val="21"/>
        </w:rPr>
        <w:t xml:space="preserve">  </w:t>
      </w:r>
      <w:r>
        <w:rPr>
          <w:rFonts w:hint="eastAsia"/>
          <w:szCs w:val="21"/>
        </w:rPr>
        <w:t xml:space="preserve"> C.health</w:t>
        <w:tab/>
        <w:t>D.healthy</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)51.A.rich    </w:t>
      </w:r>
      <w:r w:rsidR="005516E8">
        <w:rPr>
          <w:rFonts w:hint="eastAsia"/>
          <w:szCs w:val="21"/>
        </w:rPr>
        <w:t xml:space="preserve">  </w:t>
      </w:r>
      <w:r>
        <w:rPr>
          <w:rFonts w:hint="eastAsia"/>
          <w:szCs w:val="21"/>
        </w:rPr>
        <w:t xml:space="preserve">B.good    </w:t>
      </w:r>
      <w:r w:rsidR="005516E8">
        <w:rPr>
          <w:rFonts w:hint="eastAsia"/>
          <w:szCs w:val="21"/>
        </w:rPr>
        <w:t xml:space="preserve">  </w:t>
      </w:r>
      <w:r>
        <w:rPr>
          <w:rFonts w:hint="eastAsia"/>
          <w:szCs w:val="21"/>
        </w:rPr>
        <w:t xml:space="preserve"> C.poor</w:t>
        <w:tab/>
        <w:t>D.nice</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)52.A.to    </w:t>
      </w:r>
      <w:r w:rsidR="005516E8">
        <w:rPr>
          <w:rFonts w:hint="eastAsia"/>
          <w:szCs w:val="21"/>
        </w:rPr>
        <w:t xml:space="preserve">  </w:t>
      </w:r>
      <w:r>
        <w:rPr>
          <w:rFonts w:hint="eastAsia"/>
          <w:szCs w:val="21"/>
        </w:rPr>
        <w:t xml:space="preserve"> B.in       </w:t>
      </w:r>
      <w:r w:rsidR="005516E8">
        <w:rPr>
          <w:rFonts w:hint="eastAsia"/>
          <w:szCs w:val="21"/>
        </w:rPr>
        <w:t xml:space="preserve"> </w:t>
      </w:r>
      <w:r>
        <w:rPr>
          <w:rFonts w:hint="eastAsia"/>
          <w:szCs w:val="21"/>
        </w:rPr>
        <w:t xml:space="preserve"> </w:t>
      </w:r>
      <w:r w:rsidR="005516E8">
        <w:rPr>
          <w:rFonts w:hint="eastAsia"/>
          <w:szCs w:val="21"/>
        </w:rPr>
        <w:t xml:space="preserve"> </w:t>
      </w:r>
      <w:r>
        <w:rPr>
          <w:rFonts w:hint="eastAsia"/>
          <w:szCs w:val="21"/>
        </w:rPr>
        <w:t>C. for</w:t>
        <w:tab/>
        <w:t>D.at</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)53.A.among   B.between </w:t>
      </w:r>
      <w:r w:rsidR="005516E8">
        <w:rPr>
          <w:rFonts w:hint="eastAsia"/>
          <w:szCs w:val="21"/>
        </w:rPr>
        <w:t xml:space="preserve">   </w:t>
      </w:r>
      <w:r>
        <w:rPr>
          <w:rFonts w:hint="eastAsia"/>
          <w:szCs w:val="21"/>
        </w:rPr>
        <w:t xml:space="preserve"> C.from</w:t>
        <w:tab/>
        <w:t>D.over</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)54.A.friends </w:t>
      </w:r>
      <w:r w:rsidR="005516E8">
        <w:rPr>
          <w:rFonts w:hint="eastAsia"/>
          <w:szCs w:val="21"/>
        </w:rPr>
        <w:t xml:space="preserve"> </w:t>
      </w:r>
      <w:r>
        <w:rPr>
          <w:rFonts w:hint="eastAsia"/>
          <w:szCs w:val="21"/>
        </w:rPr>
        <w:t xml:space="preserve"> B.exams    </w:t>
      </w:r>
      <w:r w:rsidR="005516E8">
        <w:rPr>
          <w:rFonts w:hint="eastAsia"/>
          <w:szCs w:val="21"/>
        </w:rPr>
        <w:t xml:space="preserve">  </w:t>
      </w:r>
      <w:r>
        <w:rPr>
          <w:rFonts w:hint="eastAsia"/>
          <w:szCs w:val="21"/>
        </w:rPr>
        <w:t>C.mind</w:t>
        <w:tab/>
        <w:t>D.feelings</w:t>
        <w:tab/>
      </w:r>
    </w:p>
    <w:p w:rsidR="0030548F" w:rsidP="005516E8">
      <w:pPr>
        <w:tabs>
          <w:tab w:val="left" w:pos="660"/>
          <w:tab w:val="left" w:pos="1162"/>
          <w:tab w:val="left" w:pos="2445"/>
          <w:tab w:val="left" w:pos="4665"/>
          <w:tab w:val="left" w:pos="6943"/>
        </w:tabs>
        <w:spacing w:line="320" w:lineRule="exact"/>
        <w:rPr>
          <w:rFonts w:hint="eastAsia"/>
          <w:szCs w:val="21"/>
        </w:rPr>
      </w:pPr>
      <w:r>
        <w:rPr>
          <w:rFonts w:hint="eastAsia"/>
          <w:szCs w:val="21"/>
        </w:rPr>
        <w:t xml:space="preserve">(    )55.A.friend  </w:t>
      </w:r>
      <w:r w:rsidR="005516E8">
        <w:rPr>
          <w:rFonts w:hint="eastAsia"/>
          <w:szCs w:val="21"/>
        </w:rPr>
        <w:t xml:space="preserve"> </w:t>
      </w:r>
      <w:r>
        <w:rPr>
          <w:rFonts w:hint="eastAsia"/>
          <w:szCs w:val="21"/>
        </w:rPr>
        <w:t xml:space="preserve"> B.friends  </w:t>
      </w:r>
      <w:r w:rsidR="005516E8">
        <w:rPr>
          <w:rFonts w:hint="eastAsia"/>
          <w:szCs w:val="21"/>
        </w:rPr>
        <w:t xml:space="preserve">   </w:t>
      </w:r>
      <w:r>
        <w:rPr>
          <w:rFonts w:hint="eastAsia"/>
          <w:szCs w:val="21"/>
        </w:rPr>
        <w:t>C. classmate</w:t>
        <w:tab/>
        <w:t>D. workmate</w:t>
      </w:r>
    </w:p>
    <w:p w:rsidR="0030548F" w:rsidRPr="00851CE5" w:rsidP="00851CE5">
      <w:pPr>
        <w:tabs>
          <w:tab w:val="left" w:pos="660"/>
          <w:tab w:val="left" w:pos="1162"/>
          <w:tab w:val="left" w:pos="2445"/>
          <w:tab w:val="left" w:pos="4455"/>
          <w:tab w:val="left" w:pos="6943"/>
        </w:tabs>
        <w:ind w:left="480" w:hanging="480" w:hangingChars="200"/>
        <w:rPr>
          <w:rFonts w:hint="eastAsia"/>
          <w:b/>
          <w:sz w:val="24"/>
          <w:szCs w:val="24"/>
        </w:rPr>
      </w:pPr>
      <w:r w:rsidRPr="00851CE5" w:rsidR="00851CE5">
        <w:rPr>
          <w:rFonts w:hint="eastAsia"/>
          <w:b/>
          <w:sz w:val="24"/>
          <w:szCs w:val="24"/>
        </w:rPr>
        <w:t>Ⅲ</w:t>
      </w:r>
      <w:r w:rsidRPr="00851CE5" w:rsidR="00851CE5">
        <w:rPr>
          <w:rFonts w:hint="eastAsia"/>
          <w:b/>
          <w:sz w:val="24"/>
          <w:szCs w:val="24"/>
        </w:rPr>
        <w:t>.</w:t>
      </w:r>
      <w:r w:rsidRPr="00851CE5">
        <w:rPr>
          <w:rFonts w:hint="eastAsia"/>
          <w:b/>
          <w:sz w:val="24"/>
          <w:szCs w:val="24"/>
        </w:rPr>
        <w:t>语篇填空。(15分)</w:t>
      </w:r>
    </w:p>
    <w:p w:rsidR="0030548F">
      <w:pPr>
        <w:tabs>
          <w:tab w:val="left" w:pos="660"/>
          <w:tab w:val="left" w:pos="1162"/>
          <w:tab w:val="left" w:pos="2445"/>
          <w:tab w:val="left" w:pos="4455"/>
          <w:tab w:val="left" w:pos="6943"/>
        </w:tabs>
        <w:ind w:left="420" w:hanging="420" w:hangingChars="200"/>
        <w:rPr>
          <w:rFonts w:hint="eastAsia"/>
          <w:szCs w:val="21"/>
        </w:rPr>
      </w:pPr>
      <w:r>
        <w:rPr>
          <w:rFonts w:hint="eastAsia"/>
          <w:szCs w:val="21"/>
        </w:rPr>
        <w:t>第一节:阅读短文,从方框中选择适当的词并用其正确形式填空,使短文通顺、意思完整。每空限一词,每词限用一次。</w:t>
      </w:r>
    </w:p>
    <w:tbl>
      <w:tblPr>
        <w:tblStyle w:val="TableNormal"/>
        <w:tblW w:w="73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13"/>
      </w:tblGrid>
      <w:tr w:rsidTr="00205495">
        <w:tblPrEx>
          <w:tblW w:w="73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8"/>
          <w:jc w:val="center"/>
        </w:trPr>
        <w:tc>
          <w:tcPr>
            <w:tcW w:w="7313" w:type="dxa"/>
            <w:shd w:val="clear" w:color="auto" w:fill="auto"/>
          </w:tcPr>
          <w:p w:rsidR="0030548F" w:rsidRPr="00205495" w:rsidP="00205495">
            <w:pPr>
              <w:tabs>
                <w:tab w:val="left" w:pos="660"/>
                <w:tab w:val="left" w:pos="1162"/>
                <w:tab w:val="left" w:pos="2445"/>
                <w:tab w:val="left" w:pos="4455"/>
                <w:tab w:val="left" w:pos="6943"/>
              </w:tabs>
              <w:ind w:left="420" w:hanging="420" w:hangingChars="200"/>
              <w:rPr>
                <w:rFonts w:hint="eastAsia"/>
                <w:b/>
                <w:szCs w:val="21"/>
              </w:rPr>
            </w:pPr>
            <w:r w:rsidRPr="00205495">
              <w:rPr>
                <w:rFonts w:hint="eastAsia"/>
                <w:b/>
                <w:szCs w:val="21"/>
              </w:rPr>
              <w:t>down,  affect,  know,   wrong,  worry,  fight,  mood ,  easy,  use,   ill</w:t>
            </w:r>
          </w:p>
        </w:tc>
      </w:tr>
    </w:tbl>
    <w:p w:rsidR="0030548F" w:rsidP="007C3BB8">
      <w:pPr>
        <w:tabs>
          <w:tab w:val="left" w:pos="660"/>
          <w:tab w:val="left" w:pos="1162"/>
          <w:tab w:val="left" w:pos="2445"/>
          <w:tab w:val="left" w:pos="4455"/>
          <w:tab w:val="left" w:pos="6943"/>
        </w:tabs>
        <w:ind w:firstLine="424" w:firstLineChars="202"/>
        <w:rPr>
          <w:rFonts w:hint="eastAsia"/>
          <w:szCs w:val="21"/>
        </w:rPr>
      </w:pPr>
      <w:r>
        <w:rPr>
          <w:rFonts w:hint="eastAsia"/>
          <w:szCs w:val="21"/>
        </w:rPr>
        <w:t xml:space="preserve">I have a good friend. Her name is Chen Li. She </w:t>
      </w:r>
      <w:r>
        <w:rPr>
          <w:rFonts w:hint="eastAsia"/>
          <w:szCs w:val="21"/>
          <w:u w:val="single"/>
        </w:rPr>
        <w:t xml:space="preserve">  56   </w:t>
      </w:r>
      <w:r>
        <w:rPr>
          <w:rFonts w:hint="eastAsia"/>
          <w:szCs w:val="21"/>
        </w:rPr>
        <w:t xml:space="preserve"> to be an active </w:t>
      </w:r>
      <w:r w:rsidR="007C3BB8">
        <w:rPr>
          <w:rFonts w:hint="eastAsia"/>
          <w:szCs w:val="21"/>
        </w:rPr>
        <w:t>and happy girl. But recently somet</w:t>
      </w:r>
      <w:r>
        <w:rPr>
          <w:rFonts w:hint="eastAsia"/>
          <w:szCs w:val="21"/>
        </w:rPr>
        <w:t xml:space="preserve">hing has happened to her and she is always in a bad </w:t>
      </w:r>
      <w:r>
        <w:rPr>
          <w:rFonts w:hint="eastAsia"/>
          <w:szCs w:val="21"/>
          <w:u w:val="single"/>
        </w:rPr>
        <w:t xml:space="preserve">  57   </w:t>
      </w:r>
      <w:r>
        <w:rPr>
          <w:rFonts w:hint="eastAsia"/>
          <w:szCs w:val="21"/>
        </w:rPr>
        <w:t xml:space="preserve"> .After talking to her, I know her parents often fight with each other. That makes her very </w:t>
      </w:r>
      <w:r>
        <w:rPr>
          <w:rFonts w:hint="eastAsia"/>
          <w:szCs w:val="21"/>
          <w:u w:val="single"/>
        </w:rPr>
        <w:t xml:space="preserve">  58  </w:t>
      </w:r>
      <w:r>
        <w:rPr>
          <w:rFonts w:hint="eastAsia"/>
          <w:szCs w:val="21"/>
        </w:rPr>
        <w:t>and sad. Little by little , even a small thing may</w:t>
      </w:r>
      <w:r>
        <w:rPr>
          <w:rFonts w:hint="eastAsia"/>
          <w:szCs w:val="21"/>
          <w:u w:val="single"/>
        </w:rPr>
        <w:t xml:space="preserve">    59  </w:t>
      </w:r>
      <w:r>
        <w:rPr>
          <w:rFonts w:hint="eastAsia"/>
          <w:szCs w:val="21"/>
        </w:rPr>
        <w:t xml:space="preserve"> her felings.She becomes angry   6</w:t>
      </w:r>
      <w:r>
        <w:rPr>
          <w:rFonts w:hint="eastAsia"/>
          <w:szCs w:val="21"/>
          <w:u w:val="single"/>
        </w:rPr>
        <w:t xml:space="preserve">0     </w:t>
      </w:r>
      <w:r>
        <w:rPr>
          <w:rFonts w:hint="eastAsia"/>
          <w:szCs w:val="21"/>
        </w:rPr>
        <w:t>.And it's hard for her to calm</w:t>
      </w:r>
      <w:r>
        <w:rPr>
          <w:rFonts w:hint="eastAsia"/>
          <w:szCs w:val="21"/>
          <w:u w:val="single"/>
        </w:rPr>
        <w:t xml:space="preserve">   61  </w:t>
      </w:r>
      <w:r>
        <w:rPr>
          <w:rFonts w:hint="eastAsia"/>
          <w:szCs w:val="21"/>
        </w:rPr>
        <w:t>af</w:t>
      </w:r>
      <w:r w:rsidR="009F4680">
        <w:rPr>
          <w:rFonts w:hint="eastAsia"/>
          <w:szCs w:val="21"/>
        </w:rPr>
        <w:t>t</w:t>
      </w:r>
      <w:r>
        <w:rPr>
          <w:rFonts w:hint="eastAsia"/>
          <w:szCs w:val="21"/>
        </w:rPr>
        <w:t>er she gets angry. She also fal</w:t>
      </w:r>
      <w:r w:rsidR="007C3BB8">
        <w:rPr>
          <w:rFonts w:hint="eastAsia"/>
          <w:szCs w:val="21"/>
        </w:rPr>
        <w:t>l</w:t>
      </w:r>
      <w:r>
        <w:rPr>
          <w:rFonts w:hint="eastAsia"/>
          <w:szCs w:val="21"/>
        </w:rPr>
        <w:t>s ill easily.And</w:t>
      </w:r>
      <w:r>
        <w:rPr>
          <w:rFonts w:hint="eastAsia"/>
          <w:szCs w:val="21"/>
          <w:u w:val="single"/>
        </w:rPr>
        <w:t xml:space="preserve">   62   </w:t>
      </w:r>
      <w:r>
        <w:rPr>
          <w:rFonts w:hint="eastAsia"/>
          <w:szCs w:val="21"/>
        </w:rPr>
        <w:t xml:space="preserve"> makes her feel even worse.</w:t>
      </w:r>
    </w:p>
    <w:p w:rsidR="0030548F" w:rsidP="007C3BB8">
      <w:pPr>
        <w:tabs>
          <w:tab w:val="left" w:pos="660"/>
          <w:tab w:val="left" w:pos="1162"/>
          <w:tab w:val="left" w:pos="2445"/>
          <w:tab w:val="left" w:pos="4455"/>
          <w:tab w:val="left" w:pos="6943"/>
        </w:tabs>
        <w:ind w:firstLine="424" w:firstLineChars="202"/>
        <w:rPr>
          <w:rFonts w:hint="eastAsia"/>
          <w:szCs w:val="21"/>
        </w:rPr>
      </w:pPr>
      <w:r>
        <w:rPr>
          <w:rFonts w:hint="eastAsia"/>
          <w:szCs w:val="21"/>
        </w:rPr>
        <w:t>When I know about this,I ask her to talk with her parents and let them</w:t>
      </w:r>
      <w:r>
        <w:rPr>
          <w:rFonts w:hint="eastAsia"/>
          <w:szCs w:val="21"/>
          <w:u w:val="single"/>
        </w:rPr>
        <w:t xml:space="preserve">   63   </w:t>
      </w:r>
      <w:r>
        <w:rPr>
          <w:rFonts w:hint="eastAsia"/>
          <w:szCs w:val="21"/>
        </w:rPr>
        <w:t>about her problem.She does so and asks her parents not to fight any more. Her parents realize they are   6</w:t>
      </w:r>
      <w:r>
        <w:rPr>
          <w:rFonts w:hint="eastAsia"/>
          <w:szCs w:val="21"/>
          <w:u w:val="single"/>
        </w:rPr>
        <w:t xml:space="preserve">4    </w:t>
      </w:r>
      <w:r>
        <w:rPr>
          <w:rFonts w:hint="eastAsia"/>
          <w:szCs w:val="21"/>
        </w:rPr>
        <w:t>and accept her advice So they stop</w:t>
      </w:r>
      <w:r>
        <w:rPr>
          <w:rFonts w:hint="eastAsia"/>
          <w:szCs w:val="21"/>
          <w:u w:val="single"/>
        </w:rPr>
        <w:t xml:space="preserve">   65  </w:t>
      </w:r>
      <w:r>
        <w:rPr>
          <w:rFonts w:hint="eastAsia"/>
          <w:szCs w:val="21"/>
        </w:rPr>
        <w:t xml:space="preserve"> .Now Chen Li becomes happy again.The smile on her face makes me happy, too.</w:t>
      </w:r>
    </w:p>
    <w:p w:rsidR="0030548F" w:rsidP="00963A05">
      <w:pPr>
        <w:tabs>
          <w:tab w:val="left" w:pos="660"/>
          <w:tab w:val="left" w:pos="1162"/>
          <w:tab w:val="left" w:pos="2445"/>
          <w:tab w:val="left" w:pos="4455"/>
          <w:tab w:val="left" w:pos="6943"/>
        </w:tabs>
        <w:spacing w:line="380" w:lineRule="exact"/>
        <w:ind w:firstLine="630" w:firstLineChars="300"/>
        <w:rPr>
          <w:rFonts w:hint="eastAsia"/>
          <w:szCs w:val="21"/>
        </w:rPr>
      </w:pPr>
      <w:r>
        <w:rPr>
          <w:rFonts w:hint="eastAsia"/>
          <w:szCs w:val="21"/>
        </w:rPr>
        <w:t>56._______   57._______   58.________    59._______   60._______</w:t>
      </w:r>
    </w:p>
    <w:p w:rsidR="0030548F" w:rsidP="00963A05">
      <w:pPr>
        <w:tabs>
          <w:tab w:val="left" w:pos="660"/>
          <w:tab w:val="left" w:pos="1162"/>
          <w:tab w:val="left" w:pos="2445"/>
          <w:tab w:val="left" w:pos="4455"/>
          <w:tab w:val="left" w:pos="6943"/>
        </w:tabs>
        <w:spacing w:line="380" w:lineRule="exact"/>
        <w:ind w:left="424" w:firstLine="210" w:leftChars="202" w:firstLineChars="100"/>
        <w:rPr>
          <w:rFonts w:hint="eastAsia"/>
          <w:szCs w:val="21"/>
        </w:rPr>
      </w:pPr>
      <w:r>
        <w:rPr>
          <w:rFonts w:hint="eastAsia"/>
          <w:szCs w:val="21"/>
        </w:rPr>
        <w:t>61._______   62._______   63.________    64._______   65._______</w:t>
      </w:r>
    </w:p>
    <w:p w:rsidR="0030548F" w:rsidP="00963A05">
      <w:pPr>
        <w:tabs>
          <w:tab w:val="left" w:pos="660"/>
          <w:tab w:val="left" w:pos="1162"/>
          <w:tab w:val="left" w:pos="2445"/>
          <w:tab w:val="left" w:pos="4455"/>
          <w:tab w:val="left" w:pos="6943"/>
        </w:tabs>
        <w:spacing w:line="380" w:lineRule="exact"/>
        <w:ind w:firstLine="424" w:firstLineChars="202"/>
        <w:rPr>
          <w:rFonts w:hint="eastAsia"/>
          <w:szCs w:val="21"/>
        </w:rPr>
      </w:pPr>
      <w:r>
        <w:rPr>
          <w:rFonts w:hint="eastAsia"/>
          <w:szCs w:val="21"/>
        </w:rPr>
        <w:t>第二节:阅读短文,根据语篇要求填空,使短文通顺、意思完整。每空限填一词。</w:t>
      </w:r>
    </w:p>
    <w:p w:rsidR="0030548F" w:rsidP="00963A05">
      <w:pPr>
        <w:tabs>
          <w:tab w:val="left" w:pos="660"/>
          <w:tab w:val="left" w:pos="1162"/>
          <w:tab w:val="left" w:pos="2445"/>
          <w:tab w:val="left" w:pos="4455"/>
          <w:tab w:val="left" w:pos="6943"/>
        </w:tabs>
        <w:spacing w:line="320" w:lineRule="exact"/>
        <w:ind w:firstLine="424" w:firstLineChars="202"/>
        <w:rPr>
          <w:rFonts w:hint="eastAsia"/>
          <w:szCs w:val="21"/>
        </w:rPr>
      </w:pPr>
      <w:r>
        <w:rPr>
          <w:rFonts w:hint="eastAsia"/>
          <w:szCs w:val="21"/>
        </w:rPr>
        <w:t>Many things around us may affect our feelings and moods,such</w:t>
      </w:r>
      <w:r>
        <w:rPr>
          <w:rFonts w:hint="eastAsia"/>
          <w:szCs w:val="21"/>
          <w:u w:val="single"/>
        </w:rPr>
        <w:t xml:space="preserve">   66   </w:t>
      </w:r>
      <w:r>
        <w:rPr>
          <w:rFonts w:hint="eastAsia"/>
          <w:szCs w:val="21"/>
        </w:rPr>
        <w:t xml:space="preserve"> colors, weather, news and the environment. It is very important for us to be in a good mood. If we are</w:t>
      </w:r>
      <w:r>
        <w:rPr>
          <w:rFonts w:hint="eastAsia"/>
          <w:szCs w:val="21"/>
          <w:u w:val="single"/>
        </w:rPr>
        <w:t xml:space="preserve">   67   </w:t>
      </w:r>
      <w:r>
        <w:rPr>
          <w:rFonts w:hint="eastAsia"/>
          <w:szCs w:val="21"/>
        </w:rPr>
        <w:t xml:space="preserve"> good spirits, we can study or work better. So we must learn to take care of ourselves and stay</w:t>
      </w:r>
      <w:r w:rsidR="007C3BB8">
        <w:rPr>
          <w:rFonts w:hint="eastAsia"/>
          <w:szCs w:val="21"/>
        </w:rPr>
        <w:t xml:space="preserve"> </w:t>
      </w:r>
      <w:r>
        <w:rPr>
          <w:rFonts w:hint="eastAsia"/>
          <w:szCs w:val="21"/>
        </w:rPr>
        <w:t>in a good mood. Here</w:t>
      </w:r>
      <w:r>
        <w:rPr>
          <w:rFonts w:hint="eastAsia"/>
          <w:szCs w:val="21"/>
          <w:u w:val="single"/>
        </w:rPr>
        <w:t xml:space="preserve">   68    </w:t>
      </w:r>
      <w:r>
        <w:rPr>
          <w:rFonts w:hint="eastAsia"/>
          <w:szCs w:val="21"/>
        </w:rPr>
        <w:t xml:space="preserve">some suggestions: </w:t>
      </w:r>
    </w:p>
    <w:p w:rsidR="0030548F" w:rsidP="00963A05">
      <w:pPr>
        <w:tabs>
          <w:tab w:val="left" w:pos="660"/>
          <w:tab w:val="left" w:pos="1162"/>
          <w:tab w:val="left" w:pos="2445"/>
          <w:tab w:val="left" w:pos="4455"/>
          <w:tab w:val="left" w:pos="6943"/>
        </w:tabs>
        <w:spacing w:line="320" w:lineRule="exact"/>
        <w:ind w:firstLine="424" w:firstLineChars="202"/>
        <w:rPr>
          <w:rFonts w:hint="eastAsia"/>
          <w:szCs w:val="21"/>
        </w:rPr>
      </w:pPr>
      <w:r>
        <w:rPr>
          <w:rFonts w:hint="eastAsia"/>
          <w:szCs w:val="21"/>
        </w:rPr>
        <w:t>1.Exercise and relax every day.</w:t>
      </w:r>
    </w:p>
    <w:p w:rsidR="0030548F" w:rsidP="00963A05">
      <w:pPr>
        <w:tabs>
          <w:tab w:val="left" w:pos="660"/>
          <w:tab w:val="left" w:pos="1162"/>
          <w:tab w:val="left" w:pos="2445"/>
          <w:tab w:val="left" w:pos="4455"/>
          <w:tab w:val="left" w:pos="6943"/>
        </w:tabs>
        <w:spacing w:line="320" w:lineRule="exact"/>
        <w:ind w:firstLine="424" w:firstLineChars="202"/>
        <w:rPr>
          <w:rFonts w:hint="eastAsia"/>
          <w:szCs w:val="21"/>
        </w:rPr>
      </w:pPr>
      <w:r>
        <w:rPr>
          <w:rFonts w:hint="eastAsia"/>
          <w:szCs w:val="21"/>
        </w:rPr>
        <w:t xml:space="preserve">2. Remember to eat healthy food and have </w:t>
      </w:r>
      <w:r>
        <w:rPr>
          <w:rFonts w:hint="eastAsia"/>
          <w:szCs w:val="21"/>
          <w:u w:val="single"/>
        </w:rPr>
        <w:t xml:space="preserve">  69   </w:t>
      </w:r>
      <w:r>
        <w:rPr>
          <w:rFonts w:hint="eastAsia"/>
          <w:szCs w:val="21"/>
        </w:rPr>
        <w:t>good sleep.</w:t>
      </w:r>
    </w:p>
    <w:p w:rsidR="0030548F" w:rsidP="00963A05">
      <w:pPr>
        <w:tabs>
          <w:tab w:val="left" w:pos="660"/>
          <w:tab w:val="left" w:pos="1162"/>
          <w:tab w:val="left" w:pos="2445"/>
          <w:tab w:val="left" w:pos="4455"/>
          <w:tab w:val="left" w:pos="6943"/>
        </w:tabs>
        <w:spacing w:line="320" w:lineRule="exact"/>
        <w:ind w:firstLine="424" w:firstLineChars="202"/>
        <w:rPr>
          <w:rFonts w:hint="eastAsia"/>
          <w:szCs w:val="21"/>
        </w:rPr>
      </w:pPr>
      <w:r>
        <w:rPr>
          <w:rFonts w:hint="eastAsia"/>
          <w:szCs w:val="21"/>
        </w:rPr>
        <w:t xml:space="preserve">3. Don't keep silent. Talk with your friends, parents or teachers often. Tell them about what you think and </w:t>
      </w:r>
      <w:r>
        <w:rPr>
          <w:rFonts w:hint="eastAsia"/>
          <w:szCs w:val="21"/>
          <w:u w:val="single"/>
        </w:rPr>
        <w:t xml:space="preserve"> 70   </w:t>
      </w:r>
      <w:r>
        <w:rPr>
          <w:rFonts w:hint="eastAsia"/>
          <w:szCs w:val="21"/>
        </w:rPr>
        <w:t>you feel. Try to get help from them.</w:t>
      </w:r>
    </w:p>
    <w:p w:rsidR="0030548F">
      <w:pPr>
        <w:tabs>
          <w:tab w:val="left" w:pos="660"/>
          <w:tab w:val="left" w:pos="1162"/>
          <w:tab w:val="left" w:pos="2445"/>
          <w:tab w:val="left" w:pos="4455"/>
          <w:tab w:val="left" w:pos="6943"/>
        </w:tabs>
        <w:spacing w:line="380" w:lineRule="exact"/>
        <w:ind w:left="424" w:firstLine="210" w:leftChars="202" w:firstLineChars="100"/>
        <w:rPr>
          <w:szCs w:val="21"/>
        </w:rPr>
      </w:pPr>
      <w:r>
        <w:rPr>
          <w:rFonts w:hint="eastAsia"/>
          <w:szCs w:val="21"/>
        </w:rPr>
        <w:t>66__________ 67___________ 68__________ 69__________ 70________________</w:t>
      </w:r>
    </w:p>
    <w:p w:rsidR="0030548F">
      <w:pPr>
        <w:tabs>
          <w:tab w:val="left" w:pos="660"/>
          <w:tab w:val="left" w:pos="1162"/>
          <w:tab w:val="left" w:pos="2445"/>
          <w:tab w:val="left" w:pos="4455"/>
          <w:tab w:val="left" w:pos="6943"/>
        </w:tabs>
        <w:rPr>
          <w:rFonts w:hint="eastAsia"/>
          <w:b/>
          <w:sz w:val="24"/>
          <w:szCs w:val="24"/>
        </w:rPr>
      </w:pPr>
      <w:r w:rsidRPr="00851CE5" w:rsidR="00851CE5">
        <w:rPr>
          <w:rFonts w:hint="eastAsia"/>
          <w:b/>
          <w:sz w:val="24"/>
          <w:szCs w:val="24"/>
        </w:rPr>
        <w:t>Ⅳ</w:t>
      </w:r>
      <w:r w:rsidR="00851CE5">
        <w:rPr>
          <w:rFonts w:hint="eastAsia"/>
          <w:b/>
          <w:sz w:val="24"/>
          <w:szCs w:val="24"/>
        </w:rPr>
        <w:t>.</w:t>
      </w:r>
      <w:r>
        <w:rPr>
          <w:rFonts w:hint="eastAsia"/>
          <w:b/>
          <w:sz w:val="24"/>
          <w:szCs w:val="24"/>
        </w:rPr>
        <w:t>补全对话（每小题2分，共10分）</w:t>
      </w:r>
    </w:p>
    <w:p w:rsidR="0030548F">
      <w:pPr>
        <w:tabs>
          <w:tab w:val="left" w:pos="660"/>
          <w:tab w:val="left" w:pos="1162"/>
          <w:tab w:val="left" w:pos="2445"/>
          <w:tab w:val="left" w:pos="4455"/>
          <w:tab w:val="left" w:pos="6943"/>
        </w:tabs>
        <w:ind w:firstLine="210" w:firstLineChars="100"/>
        <w:rPr>
          <w:rFonts w:hint="eastAsia"/>
          <w:szCs w:val="21"/>
        </w:rPr>
      </w:pPr>
      <w:r>
        <w:rPr>
          <w:rFonts w:hint="eastAsia"/>
          <w:szCs w:val="21"/>
        </w:rPr>
        <w:t xml:space="preserve">根据下面的对话情景，在每个空白处填上一个适当的句子，使对话的意思连贯、完整。 </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 xml:space="preserve">Tom :Hi,Alice! You look so sad.71.________________________ ? </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Alice :I failed the English exam yesterday.</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sidR="00963A05">
        <w:rPr>
          <w:rFonts w:hint="eastAsia"/>
          <w:szCs w:val="21"/>
        </w:rPr>
        <w:t>Tom:72________________</w:t>
      </w:r>
      <w:r>
        <w:rPr>
          <w:rFonts w:hint="eastAsia"/>
          <w:szCs w:val="21"/>
        </w:rPr>
        <w:t>____________.But you don't need to worry about it all the time.</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 xml:space="preserve">Alice:I really don't know how to study English well.73.___________________________? </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Tom :I think you'd better study in a group.</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 xml:space="preserve">Alice :Oh ,that's a good idea.74.________________________________? </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 xml:space="preserve">Tom:Certainly. And we can learn from each other in our group. </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 xml:space="preserve">Alice:Sounds great. When can I join you? </w:t>
      </w:r>
    </w:p>
    <w:p w:rsidR="0030548F">
      <w:pPr>
        <w:tabs>
          <w:tab w:val="left" w:pos="660"/>
          <w:tab w:val="left" w:pos="1162"/>
          <w:tab w:val="left" w:pos="2445"/>
          <w:tab w:val="left" w:pos="4455"/>
          <w:tab w:val="left" w:pos="6943"/>
        </w:tabs>
        <w:spacing w:line="360" w:lineRule="exact"/>
        <w:ind w:firstLine="420" w:firstLineChars="200"/>
        <w:jc w:val="left"/>
        <w:rPr>
          <w:szCs w:val="21"/>
        </w:rPr>
      </w:pPr>
      <w:r>
        <w:rPr>
          <w:rFonts w:hint="eastAsia"/>
          <w:szCs w:val="21"/>
        </w:rPr>
        <w:t>Tom:75.______________________________________.</w:t>
      </w:r>
    </w:p>
    <w:p w:rsidR="0030548F">
      <w:pPr>
        <w:tabs>
          <w:tab w:val="left" w:pos="660"/>
          <w:tab w:val="left" w:pos="1162"/>
          <w:tab w:val="left" w:pos="2445"/>
          <w:tab w:val="left" w:pos="4455"/>
          <w:tab w:val="left" w:pos="6943"/>
        </w:tabs>
        <w:spacing w:line="360" w:lineRule="exact"/>
        <w:ind w:firstLine="420" w:firstLineChars="200"/>
        <w:jc w:val="left"/>
        <w:rPr>
          <w:rFonts w:hint="eastAsia"/>
          <w:szCs w:val="21"/>
        </w:rPr>
      </w:pPr>
      <w:r>
        <w:rPr>
          <w:rFonts w:hint="eastAsia"/>
          <w:szCs w:val="21"/>
        </w:rPr>
        <w:t>Alice:Tomorrow is great! You're so kind to me.</w:t>
      </w:r>
    </w:p>
    <w:p w:rsidR="0030548F" w:rsidP="00963A05">
      <w:pPr>
        <w:tabs>
          <w:tab w:val="left" w:pos="660"/>
          <w:tab w:val="left" w:pos="1162"/>
          <w:tab w:val="left" w:pos="2445"/>
          <w:tab w:val="left" w:pos="4455"/>
          <w:tab w:val="left" w:pos="6943"/>
        </w:tabs>
        <w:spacing w:line="500" w:lineRule="exact"/>
        <w:ind w:firstLine="420" w:firstLineChars="200"/>
        <w:rPr>
          <w:rFonts w:hint="eastAsia"/>
          <w:szCs w:val="21"/>
        </w:rPr>
      </w:pPr>
      <w:r>
        <w:rPr>
          <w:rFonts w:hint="eastAsia"/>
          <w:szCs w:val="21"/>
        </w:rPr>
        <w:t>71._______________________________________？</w:t>
      </w:r>
    </w:p>
    <w:p w:rsidR="0030548F" w:rsidP="00963A05">
      <w:pPr>
        <w:tabs>
          <w:tab w:val="left" w:pos="660"/>
          <w:tab w:val="left" w:pos="1162"/>
          <w:tab w:val="left" w:pos="2445"/>
          <w:tab w:val="left" w:pos="4455"/>
          <w:tab w:val="left" w:pos="6943"/>
        </w:tabs>
        <w:spacing w:line="500" w:lineRule="exact"/>
        <w:ind w:firstLine="420" w:firstLineChars="200"/>
        <w:rPr>
          <w:rFonts w:hint="eastAsia"/>
          <w:szCs w:val="21"/>
        </w:rPr>
      </w:pPr>
      <w:r>
        <w:rPr>
          <w:rFonts w:hint="eastAsia"/>
          <w:szCs w:val="21"/>
        </w:rPr>
        <w:t>72._______________________________________.</w:t>
      </w:r>
    </w:p>
    <w:p w:rsidR="0030548F" w:rsidP="00963A05">
      <w:pPr>
        <w:tabs>
          <w:tab w:val="left" w:pos="660"/>
          <w:tab w:val="left" w:pos="1023"/>
          <w:tab w:val="left" w:pos="1162"/>
          <w:tab w:val="left" w:pos="2445"/>
          <w:tab w:val="left" w:pos="4455"/>
        </w:tabs>
        <w:spacing w:line="500" w:lineRule="exact"/>
        <w:ind w:firstLine="420" w:firstLineChars="200"/>
        <w:rPr>
          <w:rFonts w:hint="eastAsia"/>
          <w:szCs w:val="21"/>
        </w:rPr>
      </w:pPr>
      <w:r>
        <w:rPr>
          <w:rFonts w:hint="eastAsia"/>
          <w:szCs w:val="21"/>
        </w:rPr>
        <w:t>73._______________________________________？</w:t>
      </w:r>
    </w:p>
    <w:p w:rsidR="0030548F" w:rsidP="00963A05">
      <w:pPr>
        <w:tabs>
          <w:tab w:val="left" w:pos="660"/>
          <w:tab w:val="left" w:pos="1162"/>
          <w:tab w:val="left" w:pos="2445"/>
          <w:tab w:val="left" w:pos="4455"/>
          <w:tab w:val="left" w:pos="6943"/>
        </w:tabs>
        <w:spacing w:line="500" w:lineRule="exact"/>
        <w:ind w:firstLine="420" w:firstLineChars="200"/>
        <w:rPr>
          <w:rFonts w:hint="eastAsia"/>
          <w:szCs w:val="21"/>
        </w:rPr>
      </w:pPr>
      <w:r>
        <w:rPr>
          <w:rFonts w:hint="eastAsia"/>
          <w:szCs w:val="21"/>
        </w:rPr>
        <w:t>74._______________________________________？</w:t>
      </w:r>
    </w:p>
    <w:p w:rsidR="0030548F" w:rsidP="00963A05">
      <w:pPr>
        <w:tabs>
          <w:tab w:val="left" w:pos="660"/>
          <w:tab w:val="left" w:pos="1162"/>
          <w:tab w:val="left" w:pos="2445"/>
          <w:tab w:val="left" w:pos="4455"/>
          <w:tab w:val="left" w:pos="6943"/>
        </w:tabs>
        <w:spacing w:line="500" w:lineRule="exact"/>
        <w:ind w:firstLine="420" w:firstLineChars="200"/>
        <w:rPr>
          <w:rFonts w:hint="eastAsia"/>
          <w:szCs w:val="21"/>
        </w:rPr>
      </w:pPr>
      <w:r>
        <w:rPr>
          <w:rFonts w:hint="eastAsia"/>
          <w:szCs w:val="21"/>
        </w:rPr>
        <w:t>75._______________________________________.</w:t>
      </w:r>
    </w:p>
    <w:p w:rsidR="0030548F">
      <w:pPr>
        <w:tabs>
          <w:tab w:val="left" w:pos="660"/>
          <w:tab w:val="left" w:pos="1162"/>
          <w:tab w:val="left" w:pos="2445"/>
          <w:tab w:val="left" w:pos="4455"/>
          <w:tab w:val="left" w:pos="6943"/>
        </w:tabs>
        <w:spacing w:line="560" w:lineRule="exact"/>
        <w:rPr>
          <w:rFonts w:hint="eastAsia"/>
          <w:b/>
          <w:sz w:val="24"/>
          <w:szCs w:val="24"/>
        </w:rPr>
      </w:pPr>
      <w:r>
        <w:rPr>
          <w:rFonts w:hint="eastAsia"/>
          <w:b/>
          <w:sz w:val="24"/>
          <w:szCs w:val="24"/>
        </w:rPr>
        <w:t xml:space="preserve"> </w:t>
      </w:r>
      <w:r w:rsidRPr="00851CE5" w:rsidR="00851CE5">
        <w:rPr>
          <w:rFonts w:hint="eastAsia"/>
          <w:b/>
          <w:sz w:val="24"/>
          <w:szCs w:val="24"/>
        </w:rPr>
        <w:t>Ⅴ</w:t>
      </w:r>
      <w:r>
        <w:rPr>
          <w:rFonts w:hint="eastAsia"/>
          <w:b/>
          <w:sz w:val="24"/>
          <w:szCs w:val="24"/>
        </w:rPr>
        <w:t xml:space="preserve">.书面表达。(20分) </w:t>
      </w:r>
    </w:p>
    <w:p w:rsidR="0030548F" w:rsidRPr="00963A05" w:rsidP="00963A05">
      <w:pPr>
        <w:tabs>
          <w:tab w:val="left" w:pos="660"/>
          <w:tab w:val="left" w:pos="1162"/>
          <w:tab w:val="left" w:pos="2445"/>
          <w:tab w:val="left" w:pos="4455"/>
          <w:tab w:val="left" w:pos="6943"/>
        </w:tabs>
        <w:spacing w:line="320" w:lineRule="exact"/>
        <w:rPr>
          <w:rFonts w:hint="eastAsia"/>
          <w:szCs w:val="21"/>
        </w:rPr>
      </w:pPr>
      <w:r w:rsidRPr="00963A05">
        <w:rPr>
          <w:rFonts w:hint="eastAsia"/>
          <w:szCs w:val="21"/>
        </w:rPr>
        <w:t>每个人都希望自己幸福快乐，但不同的人对幸福快乐有着不同的看法。请你以How to Live a Happy Life为题及下面提示，写一篇英语短文.</w:t>
      </w:r>
    </w:p>
    <w:p w:rsidR="0030548F" w:rsidRPr="00963A05" w:rsidP="00963A05">
      <w:pPr>
        <w:tabs>
          <w:tab w:val="left" w:pos="660"/>
          <w:tab w:val="left" w:pos="1162"/>
          <w:tab w:val="left" w:pos="2445"/>
          <w:tab w:val="left" w:pos="4455"/>
          <w:tab w:val="left" w:pos="6943"/>
        </w:tabs>
        <w:spacing w:line="320" w:lineRule="exact"/>
        <w:rPr>
          <w:rFonts w:hint="eastAsia"/>
          <w:szCs w:val="21"/>
        </w:rPr>
      </w:pPr>
      <w:r w:rsidRPr="00963A05">
        <w:rPr>
          <w:rFonts w:hint="eastAsia"/>
          <w:szCs w:val="21"/>
        </w:rPr>
        <w:t>提示:1.keep healthy;</w:t>
      </w:r>
    </w:p>
    <w:p w:rsidR="0030548F" w:rsidRPr="00963A05" w:rsidP="00963A05">
      <w:pPr>
        <w:tabs>
          <w:tab w:val="left" w:pos="660"/>
          <w:tab w:val="left" w:pos="1162"/>
          <w:tab w:val="left" w:pos="2445"/>
          <w:tab w:val="left" w:pos="4455"/>
          <w:tab w:val="left" w:pos="6943"/>
        </w:tabs>
        <w:spacing w:line="320" w:lineRule="exact"/>
        <w:rPr>
          <w:rFonts w:hint="eastAsia"/>
          <w:szCs w:val="21"/>
        </w:rPr>
      </w:pPr>
      <w:r w:rsidRPr="00963A05">
        <w:rPr>
          <w:rFonts w:hint="eastAsia"/>
          <w:szCs w:val="21"/>
        </w:rPr>
        <w:t>2. make more friends;</w:t>
      </w:r>
    </w:p>
    <w:p w:rsidR="0030548F" w:rsidRPr="00963A05" w:rsidP="00963A05">
      <w:pPr>
        <w:tabs>
          <w:tab w:val="left" w:pos="660"/>
          <w:tab w:val="left" w:pos="1162"/>
          <w:tab w:val="left" w:pos="2445"/>
          <w:tab w:val="left" w:pos="4455"/>
          <w:tab w:val="left" w:pos="6943"/>
        </w:tabs>
        <w:spacing w:line="320" w:lineRule="exact"/>
        <w:rPr>
          <w:rFonts w:hint="eastAsia"/>
          <w:szCs w:val="21"/>
        </w:rPr>
      </w:pPr>
      <w:r w:rsidRPr="00963A05">
        <w:rPr>
          <w:rFonts w:hint="eastAsia"/>
          <w:szCs w:val="21"/>
        </w:rPr>
        <w:t>3. help others;</w:t>
      </w:r>
    </w:p>
    <w:p w:rsidR="0030548F" w:rsidRPr="00963A05" w:rsidP="00963A05">
      <w:pPr>
        <w:tabs>
          <w:tab w:val="left" w:pos="660"/>
          <w:tab w:val="left" w:pos="1162"/>
          <w:tab w:val="left" w:pos="2445"/>
          <w:tab w:val="left" w:pos="4455"/>
          <w:tab w:val="left" w:pos="6943"/>
        </w:tabs>
        <w:spacing w:line="320" w:lineRule="exact"/>
        <w:rPr>
          <w:rFonts w:hint="eastAsia"/>
          <w:szCs w:val="21"/>
        </w:rPr>
      </w:pPr>
      <w:r w:rsidRPr="00963A05">
        <w:rPr>
          <w:rFonts w:hint="eastAsia"/>
          <w:szCs w:val="21"/>
        </w:rPr>
        <w:t>4. have a dream and work hard for it</w:t>
      </w:r>
    </w:p>
    <w:p w:rsidR="0030548F" w:rsidRPr="00963A05" w:rsidP="00963A05">
      <w:pPr>
        <w:tabs>
          <w:tab w:val="left" w:pos="660"/>
          <w:tab w:val="left" w:pos="1162"/>
          <w:tab w:val="left" w:pos="2445"/>
          <w:tab w:val="left" w:pos="4455"/>
          <w:tab w:val="left" w:pos="6943"/>
        </w:tabs>
        <w:spacing w:line="320" w:lineRule="exact"/>
        <w:rPr>
          <w:rFonts w:hint="eastAsia"/>
          <w:szCs w:val="21"/>
        </w:rPr>
      </w:pPr>
      <w:r w:rsidRPr="00963A05">
        <w:rPr>
          <w:rFonts w:hint="eastAsia"/>
          <w:szCs w:val="21"/>
        </w:rPr>
        <w:t>要求:1.100词左右(短文开头已给出，不计入总词数)。</w:t>
      </w:r>
    </w:p>
    <w:p w:rsidR="0030548F" w:rsidRPr="00963A05" w:rsidP="00963A05">
      <w:pPr>
        <w:tabs>
          <w:tab w:val="left" w:pos="660"/>
          <w:tab w:val="left" w:pos="1162"/>
          <w:tab w:val="left" w:pos="2445"/>
          <w:tab w:val="left" w:pos="4455"/>
          <w:tab w:val="left" w:pos="6943"/>
        </w:tabs>
        <w:spacing w:line="320" w:lineRule="exact"/>
        <w:jc w:val="center"/>
        <w:rPr>
          <w:rFonts w:hint="eastAsia"/>
          <w:szCs w:val="21"/>
        </w:rPr>
      </w:pPr>
      <w:r w:rsidRPr="00963A05" w:rsidR="002C44B6">
        <w:rPr>
          <w:rFonts w:hint="eastAsia"/>
          <w:szCs w:val="21"/>
        </w:rPr>
        <w:t xml:space="preserve">   </w:t>
      </w:r>
      <w:r w:rsidRPr="00963A05">
        <w:rPr>
          <w:rFonts w:hint="eastAsia"/>
          <w:szCs w:val="21"/>
        </w:rPr>
        <w:t>How to Live a Happy Life</w:t>
      </w:r>
    </w:p>
    <w:p w:rsidR="002C44B6" w:rsidP="00963A05">
      <w:pPr>
        <w:tabs>
          <w:tab w:val="left" w:pos="660"/>
          <w:tab w:val="left" w:pos="1162"/>
          <w:tab w:val="left" w:pos="2445"/>
          <w:tab w:val="left" w:pos="4455"/>
          <w:tab w:val="left" w:pos="6943"/>
        </w:tabs>
        <w:spacing w:line="560" w:lineRule="exact"/>
        <w:ind w:firstLine="424" w:firstLineChars="202"/>
        <w:jc w:val="left"/>
        <w:rPr>
          <w:rFonts w:hint="eastAsia"/>
          <w:bCs/>
          <w:szCs w:val="21"/>
        </w:rPr>
      </w:pPr>
      <w:r>
        <w:rPr>
          <w:rFonts w:hint="eastAsia"/>
          <w:bCs/>
          <w:szCs w:val="21"/>
        </w:rPr>
        <w:t xml:space="preserve">Everyone hopes to live </w:t>
      </w:r>
      <w:r w:rsidR="0030548F">
        <w:rPr>
          <w:rFonts w:hint="eastAsia"/>
          <w:bCs/>
          <w:szCs w:val="21"/>
        </w:rPr>
        <w:t>happily</w:t>
      </w:r>
      <w:r>
        <w:rPr>
          <w:rFonts w:hint="eastAsia"/>
          <w:bCs/>
          <w:szCs w:val="21"/>
        </w:rPr>
        <w:t>______________________________</w:t>
      </w:r>
      <w:r>
        <w:rPr>
          <w:rFonts w:hint="eastAsia"/>
          <w:szCs w:val="21"/>
        </w:rPr>
        <w:t>____</w:t>
      </w:r>
      <w:r>
        <w:rPr>
          <w:rFonts w:hint="eastAsia"/>
          <w:bCs/>
          <w:szCs w:val="21"/>
        </w:rPr>
        <w:t>_</w:t>
      </w:r>
      <w:r>
        <w:rPr>
          <w:rFonts w:hint="eastAsia"/>
          <w:szCs w:val="21"/>
        </w:rPr>
        <w:t>___</w:t>
      </w:r>
    </w:p>
    <w:p w:rsidR="0030548F" w:rsidRPr="002C44B6" w:rsidP="00963A05">
      <w:pPr>
        <w:tabs>
          <w:tab w:val="left" w:pos="660"/>
          <w:tab w:val="left" w:pos="1162"/>
          <w:tab w:val="left" w:pos="2445"/>
          <w:tab w:val="left" w:pos="4455"/>
          <w:tab w:val="left" w:pos="6943"/>
        </w:tabs>
        <w:spacing w:line="560" w:lineRule="exact"/>
        <w:ind w:firstLine="424" w:firstLineChars="202"/>
        <w:jc w:val="left"/>
        <w:rPr>
          <w:rFonts w:hint="eastAsia"/>
          <w:szCs w:val="21"/>
        </w:rPr>
        <w:sectPr>
          <w:footerReference w:type="even" r:id="rId11"/>
          <w:footerReference w:type="default" r:id="rId12"/>
          <w:pgSz w:w="10433" w:h="14742"/>
          <w:pgMar w:top="1247" w:right="1134" w:bottom="1247" w:left="1134" w:header="851" w:footer="851" w:gutter="0"/>
          <w:pgNumType w:start="1"/>
          <w:cols w:space="720"/>
          <w:docGrid w:type="lines" w:linePitch="313" w:charSpace="-3553"/>
        </w:sectPr>
      </w:pPr>
      <w:r>
        <w:rPr>
          <w:rFonts w:hint="eastAsia"/>
          <w:bCs/>
          <w:szCs w:val="21"/>
        </w:rPr>
        <w:t>______________________________</w:t>
      </w:r>
      <w:r>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63A05">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w:t>
      </w:r>
    </w:p>
    <w:p>
      <w:r w:rsidRPr="002C44B6" w:rsidR="0030548F">
        <w:rPr>
          <w:rFonts w:hint="eastAsia"/>
          <w:szCs w:val="21"/>
        </w:rPr>
        <w:drawing>
          <wp:inline>
            <wp:extent cx="4808829" cy="7777480"/>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920073" name=""/>
                    <pic:cNvPicPr>
                      <a:picLocks noChangeAspect="1"/>
                    </pic:cNvPicPr>
                  </pic:nvPicPr>
                  <pic:blipFill>
                    <a:blip xmlns:r="http://schemas.openxmlformats.org/officeDocument/2006/relationships" r:embed="rId13"/>
                    <a:stretch>
                      <a:fillRect/>
                    </a:stretch>
                  </pic:blipFill>
                  <pic:spPr>
                    <a:xfrm>
                      <a:off x="0" y="0"/>
                      <a:ext cx="4808829" cy="777748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panose1 w:val="02010609030101010101"/>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default"/>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仿宋_GBK">
    <w:altName w:val="微软雅黑"/>
    <w:panose1 w:val="03000509000000000000"/>
    <w:charset w:val="86"/>
    <w:family w:val="script"/>
    <w:pitch w:val="default"/>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48F">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- 3 -</w:t>
    </w:r>
    <w:r>
      <w:fldChar w:fldCharType="end"/>
    </w:r>
  </w:p>
  <w:p w:rsidR="003054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48F">
    <w:pPr>
      <w:pStyle w:val="Footer"/>
      <w:jc w:val="center"/>
      <w:rPr>
        <w:rFonts w:hint="eastAsia"/>
      </w:rPr>
    </w:pPr>
    <w:r>
      <w:rPr>
        <w:rFonts w:hint="eastAsia"/>
        <w:kern w:val="0"/>
        <w:szCs w:val="21"/>
      </w:rPr>
      <w:t xml:space="preserve">八年级英语 第 </w:t>
    </w:r>
    <w:r>
      <w:rPr>
        <w:kern w:val="0"/>
        <w:szCs w:val="21"/>
      </w:rPr>
      <w:fldChar w:fldCharType="begin"/>
    </w:r>
    <w:r>
      <w:rPr>
        <w:kern w:val="0"/>
        <w:szCs w:val="21"/>
      </w:rPr>
      <w:instrText xml:space="preserve"> PAGE </w:instrText>
    </w:r>
    <w:r>
      <w:rPr>
        <w:kern w:val="0"/>
        <w:szCs w:val="21"/>
      </w:rPr>
      <w:fldChar w:fldCharType="separate"/>
    </w:r>
    <w:r w:rsidR="009F4680">
      <w:rPr>
        <w:noProof/>
        <w:kern w:val="0"/>
        <w:szCs w:val="21"/>
      </w:rPr>
      <w:t>6</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sidR="009F4680">
      <w:rPr>
        <w:noProof/>
        <w:kern w:val="0"/>
        <w:szCs w:val="21"/>
      </w:rPr>
      <w:t>8</w:t>
    </w:r>
    <w:r>
      <w:rPr>
        <w:kern w:val="0"/>
        <w:szCs w:val="21"/>
      </w:rPr>
      <w:fldChar w:fldCharType="end"/>
    </w:r>
    <w:r>
      <w:rPr>
        <w:rFonts w:hint="eastAsia"/>
        <w:kern w:val="0"/>
        <w:szCs w:val="21"/>
      </w:rPr>
      <w:t xml:space="preserve"> 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7CCEF6"/>
    <w:multiLevelType w:val="singleLevel"/>
    <w:tmpl w:val="C07CCEF6"/>
    <w:lvl w:ilvl="0">
      <w:start w:val="1"/>
      <w:numFmt w:val="upperLetter"/>
      <w:suff w:val="space"/>
      <w:lvlText w:val="%1."/>
      <w:lvlJc w:val="left"/>
    </w:lvl>
  </w:abstractNum>
  <w:abstractNum w:abstractNumId="1">
    <w:nsid w:val="CA8E9FFB"/>
    <w:multiLevelType w:val="singleLevel"/>
    <w:tmpl w:val="CA8E9FFB"/>
    <w:lvl w:ilvl="0">
      <w:start w:val="1"/>
      <w:numFmt w:val="upperLetter"/>
      <w:suff w:val="space"/>
      <w:lvlText w:val="%1."/>
      <w:lvlJc w:val="left"/>
    </w:lvl>
  </w:abstractNum>
  <w:abstractNum w:abstractNumId="2">
    <w:nsid w:val="E56F4033"/>
    <w:multiLevelType w:val="singleLevel"/>
    <w:tmpl w:val="E56F4033"/>
    <w:lvl w:ilvl="0">
      <w:start w:val="1"/>
      <w:numFmt w:val="upperLetter"/>
      <w:suff w:val="space"/>
      <w:lvlText w:val="%1."/>
      <w:lvlJc w:val="left"/>
    </w:lvl>
  </w:abstractNum>
  <w:abstractNum w:abstractNumId="3">
    <w:nsid w:val="FA7DFC25"/>
    <w:multiLevelType w:val="singleLevel"/>
    <w:tmpl w:val="FA7DFC25"/>
    <w:lvl w:ilvl="0">
      <w:start w:val="1"/>
      <w:numFmt w:val="chineseCounting"/>
      <w:suff w:val="space"/>
      <w:lvlText w:val="第%1节"/>
      <w:lvlJc w:val="left"/>
      <w:rPr>
        <w:rFonts w:hint="eastAsia"/>
      </w:rPr>
    </w:lvl>
  </w:abstractNum>
  <w:abstractNum w:abstractNumId="4">
    <w:nsid w:val="00000008"/>
    <w:multiLevelType w:val="singleLevel"/>
    <w:tmpl w:val="00000008"/>
    <w:lvl w:ilvl="0">
      <w:start w:val="1"/>
      <w:numFmt w:val="decimal"/>
      <w:suff w:val="nothing"/>
      <w:lvlText w:val="%1、"/>
      <w:lvlJc w:val="left"/>
    </w:lvl>
  </w:abstractNum>
  <w:abstractNum w:abstractNumId="5">
    <w:nsid w:val="038EF3FD"/>
    <w:multiLevelType w:val="singleLevel"/>
    <w:tmpl w:val="038EF3FD"/>
    <w:lvl w:ilvl="0">
      <w:start w:val="1"/>
      <w:numFmt w:val="upperLetter"/>
      <w:suff w:val="space"/>
      <w:lvlText w:val="%1."/>
      <w:lvlJc w:val="left"/>
    </w:lvl>
  </w:abstractNum>
  <w:abstractNum w:abstractNumId="6">
    <w:nsid w:val="48CA5530"/>
    <w:multiLevelType w:val="singleLevel"/>
    <w:tmpl w:val="48CA5530"/>
    <w:lvl w:ilvl="0">
      <w:start w:val="3"/>
      <w:numFmt w:val="decimal"/>
      <w:suff w:val="space"/>
      <w:lvlText w:val="%1."/>
      <w:lvlJc w:val="left"/>
    </w:lvl>
  </w:abstractNum>
  <w:num w:numId="1">
    <w:abstractNumId w:val="4"/>
  </w:num>
  <w:num w:numId="2">
    <w:abstractNumId w:val="3"/>
  </w:num>
  <w:num w:numId="3">
    <w:abstractNumId w:val="5"/>
  </w:num>
  <w:num w:numId="4">
    <w:abstractNumId w:val="1"/>
  </w:num>
  <w:num w:numId="5">
    <w:abstractNumId w:val="2"/>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oNotTrackMoves/>
  <w:defaultTabStop w:val="420"/>
  <w:drawingGridHorizontalSpacing w:val="193"/>
  <w:drawingGridVerticalSpacing w:val="313"/>
  <w:displayHorizontalDrawingGridEvery w:val="0"/>
  <w:doNotShadeFormData/>
  <w:characterSpacingControl w:val="compressPunctuation"/>
  <w:compat>
    <w:spaceForUL/>
    <w:balanceSingleByteDoubleByteWidth/>
    <w:doNotLeaveBackslashAlone/>
    <w:ulTrailSpace/>
    <w:doNotExpandShiftReturn/>
    <w:adjustLineHeightInTable/>
    <w:doNotBreakWrappedTables/>
    <w:doNotWrapTextWithPunc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13741"/>
    <w:rsid w:val="00032276"/>
    <w:rsid w:val="00036FCF"/>
    <w:rsid w:val="000413BA"/>
    <w:rsid w:val="000426AF"/>
    <w:rsid w:val="00042B1F"/>
    <w:rsid w:val="00044C1A"/>
    <w:rsid w:val="000534F2"/>
    <w:rsid w:val="00053624"/>
    <w:rsid w:val="00054D7E"/>
    <w:rsid w:val="00055CC1"/>
    <w:rsid w:val="00063768"/>
    <w:rsid w:val="00076CC0"/>
    <w:rsid w:val="000851EE"/>
    <w:rsid w:val="00086DF3"/>
    <w:rsid w:val="00086E9B"/>
    <w:rsid w:val="000942CE"/>
    <w:rsid w:val="0009469F"/>
    <w:rsid w:val="000946EB"/>
    <w:rsid w:val="000C2161"/>
    <w:rsid w:val="000C5F4F"/>
    <w:rsid w:val="000C69ED"/>
    <w:rsid w:val="000D072D"/>
    <w:rsid w:val="000D638C"/>
    <w:rsid w:val="000D6439"/>
    <w:rsid w:val="000E1D0B"/>
    <w:rsid w:val="000E1D9E"/>
    <w:rsid w:val="000E282D"/>
    <w:rsid w:val="000E2879"/>
    <w:rsid w:val="00113EED"/>
    <w:rsid w:val="00115593"/>
    <w:rsid w:val="001163A0"/>
    <w:rsid w:val="00120D5C"/>
    <w:rsid w:val="001272AD"/>
    <w:rsid w:val="001307BD"/>
    <w:rsid w:val="00141FF9"/>
    <w:rsid w:val="00142E0B"/>
    <w:rsid w:val="00146B3E"/>
    <w:rsid w:val="001515A1"/>
    <w:rsid w:val="00156786"/>
    <w:rsid w:val="001663EB"/>
    <w:rsid w:val="00166BB7"/>
    <w:rsid w:val="00180A2C"/>
    <w:rsid w:val="00185C59"/>
    <w:rsid w:val="0018693A"/>
    <w:rsid w:val="00187298"/>
    <w:rsid w:val="001911A4"/>
    <w:rsid w:val="00192FF7"/>
    <w:rsid w:val="001935EB"/>
    <w:rsid w:val="001A26B1"/>
    <w:rsid w:val="001C03F8"/>
    <w:rsid w:val="001C3C64"/>
    <w:rsid w:val="001C7E09"/>
    <w:rsid w:val="001D5A11"/>
    <w:rsid w:val="001D7475"/>
    <w:rsid w:val="001E6DAF"/>
    <w:rsid w:val="001E6FCD"/>
    <w:rsid w:val="001F04FD"/>
    <w:rsid w:val="001F35FA"/>
    <w:rsid w:val="001F42F8"/>
    <w:rsid w:val="001F6150"/>
    <w:rsid w:val="00200E14"/>
    <w:rsid w:val="00201750"/>
    <w:rsid w:val="00202BE3"/>
    <w:rsid w:val="00204245"/>
    <w:rsid w:val="00204AAF"/>
    <w:rsid w:val="0020506C"/>
    <w:rsid w:val="00205495"/>
    <w:rsid w:val="00206723"/>
    <w:rsid w:val="00214B36"/>
    <w:rsid w:val="002176FC"/>
    <w:rsid w:val="00224545"/>
    <w:rsid w:val="00251F3E"/>
    <w:rsid w:val="00253135"/>
    <w:rsid w:val="0028486C"/>
    <w:rsid w:val="00287C68"/>
    <w:rsid w:val="00290D3F"/>
    <w:rsid w:val="00293B63"/>
    <w:rsid w:val="002A29DA"/>
    <w:rsid w:val="002A5FEB"/>
    <w:rsid w:val="002A7A4D"/>
    <w:rsid w:val="002C0CF6"/>
    <w:rsid w:val="002C44B6"/>
    <w:rsid w:val="002D0CEA"/>
    <w:rsid w:val="002D0E27"/>
    <w:rsid w:val="002E136C"/>
    <w:rsid w:val="002E1B14"/>
    <w:rsid w:val="002E47A4"/>
    <w:rsid w:val="002F2C43"/>
    <w:rsid w:val="002F5652"/>
    <w:rsid w:val="002F63F5"/>
    <w:rsid w:val="00300F83"/>
    <w:rsid w:val="0030548F"/>
    <w:rsid w:val="00314C02"/>
    <w:rsid w:val="00317A2F"/>
    <w:rsid w:val="00327F09"/>
    <w:rsid w:val="00332319"/>
    <w:rsid w:val="00336658"/>
    <w:rsid w:val="00340D42"/>
    <w:rsid w:val="00351778"/>
    <w:rsid w:val="00352168"/>
    <w:rsid w:val="0035377B"/>
    <w:rsid w:val="00360E2A"/>
    <w:rsid w:val="00361FF8"/>
    <w:rsid w:val="003642ED"/>
    <w:rsid w:val="00373755"/>
    <w:rsid w:val="003777D7"/>
    <w:rsid w:val="003829E5"/>
    <w:rsid w:val="00386F8F"/>
    <w:rsid w:val="00393421"/>
    <w:rsid w:val="00393B75"/>
    <w:rsid w:val="003940F5"/>
    <w:rsid w:val="00397D3D"/>
    <w:rsid w:val="003A59A1"/>
    <w:rsid w:val="003B584A"/>
    <w:rsid w:val="003C5781"/>
    <w:rsid w:val="003C7184"/>
    <w:rsid w:val="003D3D2F"/>
    <w:rsid w:val="003F613B"/>
    <w:rsid w:val="003F7EA0"/>
    <w:rsid w:val="004058B5"/>
    <w:rsid w:val="00410968"/>
    <w:rsid w:val="00413940"/>
    <w:rsid w:val="00413A15"/>
    <w:rsid w:val="0041555C"/>
    <w:rsid w:val="004202C0"/>
    <w:rsid w:val="00432E60"/>
    <w:rsid w:val="00433D7B"/>
    <w:rsid w:val="00445A75"/>
    <w:rsid w:val="004475B6"/>
    <w:rsid w:val="00451849"/>
    <w:rsid w:val="00453B6D"/>
    <w:rsid w:val="00454BDD"/>
    <w:rsid w:val="004614EF"/>
    <w:rsid w:val="00465A8E"/>
    <w:rsid w:val="00471D78"/>
    <w:rsid w:val="00472173"/>
    <w:rsid w:val="004943F7"/>
    <w:rsid w:val="004949B2"/>
    <w:rsid w:val="004A24BE"/>
    <w:rsid w:val="004A4E75"/>
    <w:rsid w:val="004A748F"/>
    <w:rsid w:val="004B3775"/>
    <w:rsid w:val="004B3C9B"/>
    <w:rsid w:val="004B4644"/>
    <w:rsid w:val="004B58CB"/>
    <w:rsid w:val="004B72C6"/>
    <w:rsid w:val="004C0463"/>
    <w:rsid w:val="004C412A"/>
    <w:rsid w:val="004C5E97"/>
    <w:rsid w:val="004C7B71"/>
    <w:rsid w:val="004F6768"/>
    <w:rsid w:val="004F6A3B"/>
    <w:rsid w:val="00502C4D"/>
    <w:rsid w:val="00510949"/>
    <w:rsid w:val="005136E8"/>
    <w:rsid w:val="00514E0F"/>
    <w:rsid w:val="005162BB"/>
    <w:rsid w:val="005203E7"/>
    <w:rsid w:val="0052407A"/>
    <w:rsid w:val="005250BF"/>
    <w:rsid w:val="00533527"/>
    <w:rsid w:val="005357E1"/>
    <w:rsid w:val="00545B09"/>
    <w:rsid w:val="005471EB"/>
    <w:rsid w:val="00550C27"/>
    <w:rsid w:val="005516E8"/>
    <w:rsid w:val="005521F2"/>
    <w:rsid w:val="00564166"/>
    <w:rsid w:val="00565540"/>
    <w:rsid w:val="00566ADD"/>
    <w:rsid w:val="0057389A"/>
    <w:rsid w:val="005760EC"/>
    <w:rsid w:val="0059365F"/>
    <w:rsid w:val="00593E83"/>
    <w:rsid w:val="00594297"/>
    <w:rsid w:val="005972C8"/>
    <w:rsid w:val="005B3850"/>
    <w:rsid w:val="005B736F"/>
    <w:rsid w:val="005C6554"/>
    <w:rsid w:val="005D2A9A"/>
    <w:rsid w:val="005D6E83"/>
    <w:rsid w:val="005D7F87"/>
    <w:rsid w:val="005E551D"/>
    <w:rsid w:val="005E56F2"/>
    <w:rsid w:val="005F33F7"/>
    <w:rsid w:val="006070FC"/>
    <w:rsid w:val="00621307"/>
    <w:rsid w:val="00623F59"/>
    <w:rsid w:val="006343AE"/>
    <w:rsid w:val="006429F2"/>
    <w:rsid w:val="006449CD"/>
    <w:rsid w:val="00650829"/>
    <w:rsid w:val="00653091"/>
    <w:rsid w:val="00653BAB"/>
    <w:rsid w:val="00656526"/>
    <w:rsid w:val="00672A91"/>
    <w:rsid w:val="0067667E"/>
    <w:rsid w:val="00684839"/>
    <w:rsid w:val="006A2669"/>
    <w:rsid w:val="006B1658"/>
    <w:rsid w:val="006B17B5"/>
    <w:rsid w:val="006B26F1"/>
    <w:rsid w:val="006B581D"/>
    <w:rsid w:val="006C28FA"/>
    <w:rsid w:val="006C4426"/>
    <w:rsid w:val="006D4420"/>
    <w:rsid w:val="006D58C0"/>
    <w:rsid w:val="006D7346"/>
    <w:rsid w:val="006F1FD0"/>
    <w:rsid w:val="00700C25"/>
    <w:rsid w:val="00705106"/>
    <w:rsid w:val="007066C3"/>
    <w:rsid w:val="00712CB4"/>
    <w:rsid w:val="007210C1"/>
    <w:rsid w:val="00735EDA"/>
    <w:rsid w:val="00742EA2"/>
    <w:rsid w:val="00743FFD"/>
    <w:rsid w:val="00753697"/>
    <w:rsid w:val="00776CE5"/>
    <w:rsid w:val="00777C7A"/>
    <w:rsid w:val="00790EB9"/>
    <w:rsid w:val="007C3BB8"/>
    <w:rsid w:val="007C541D"/>
    <w:rsid w:val="007D0CB7"/>
    <w:rsid w:val="007D1241"/>
    <w:rsid w:val="007D1CCE"/>
    <w:rsid w:val="007D591D"/>
    <w:rsid w:val="007D5DE6"/>
    <w:rsid w:val="007D6428"/>
    <w:rsid w:val="007D7713"/>
    <w:rsid w:val="007E331B"/>
    <w:rsid w:val="007E36F4"/>
    <w:rsid w:val="007E3EA0"/>
    <w:rsid w:val="007E5936"/>
    <w:rsid w:val="007E5AC1"/>
    <w:rsid w:val="00802ED3"/>
    <w:rsid w:val="0080352F"/>
    <w:rsid w:val="00805EF7"/>
    <w:rsid w:val="00805F48"/>
    <w:rsid w:val="0081019E"/>
    <w:rsid w:val="008139D7"/>
    <w:rsid w:val="00815EBD"/>
    <w:rsid w:val="00815F6C"/>
    <w:rsid w:val="00834985"/>
    <w:rsid w:val="0083605A"/>
    <w:rsid w:val="00844EC4"/>
    <w:rsid w:val="00851CE5"/>
    <w:rsid w:val="00862486"/>
    <w:rsid w:val="0087142F"/>
    <w:rsid w:val="00873EEB"/>
    <w:rsid w:val="00877DD8"/>
    <w:rsid w:val="00880255"/>
    <w:rsid w:val="008843F7"/>
    <w:rsid w:val="00885CB1"/>
    <w:rsid w:val="00887BAB"/>
    <w:rsid w:val="00894FFD"/>
    <w:rsid w:val="008962FD"/>
    <w:rsid w:val="008A4B9C"/>
    <w:rsid w:val="008A4F08"/>
    <w:rsid w:val="008B36A0"/>
    <w:rsid w:val="008B6FE9"/>
    <w:rsid w:val="008C3792"/>
    <w:rsid w:val="008C4C12"/>
    <w:rsid w:val="008C766E"/>
    <w:rsid w:val="008D1E37"/>
    <w:rsid w:val="008D3E62"/>
    <w:rsid w:val="008E20F7"/>
    <w:rsid w:val="008E3D97"/>
    <w:rsid w:val="008E52B3"/>
    <w:rsid w:val="008E76C5"/>
    <w:rsid w:val="008F4A28"/>
    <w:rsid w:val="00901052"/>
    <w:rsid w:val="00901113"/>
    <w:rsid w:val="00902569"/>
    <w:rsid w:val="00902FD4"/>
    <w:rsid w:val="0090494B"/>
    <w:rsid w:val="00913400"/>
    <w:rsid w:val="009173C4"/>
    <w:rsid w:val="00925493"/>
    <w:rsid w:val="00930CE8"/>
    <w:rsid w:val="00931E60"/>
    <w:rsid w:val="00932086"/>
    <w:rsid w:val="0093310C"/>
    <w:rsid w:val="009344E7"/>
    <w:rsid w:val="009375DA"/>
    <w:rsid w:val="00942125"/>
    <w:rsid w:val="0094346E"/>
    <w:rsid w:val="00943DE7"/>
    <w:rsid w:val="009461A4"/>
    <w:rsid w:val="00946964"/>
    <w:rsid w:val="00947E51"/>
    <w:rsid w:val="00956535"/>
    <w:rsid w:val="009604C5"/>
    <w:rsid w:val="0096370C"/>
    <w:rsid w:val="00963A05"/>
    <w:rsid w:val="00963E7E"/>
    <w:rsid w:val="00967E24"/>
    <w:rsid w:val="00975A05"/>
    <w:rsid w:val="00976622"/>
    <w:rsid w:val="009827E2"/>
    <w:rsid w:val="00986E3A"/>
    <w:rsid w:val="0098791D"/>
    <w:rsid w:val="009B2D8E"/>
    <w:rsid w:val="009C14EA"/>
    <w:rsid w:val="009C31D9"/>
    <w:rsid w:val="009C3677"/>
    <w:rsid w:val="009C3739"/>
    <w:rsid w:val="009C556C"/>
    <w:rsid w:val="009D04EF"/>
    <w:rsid w:val="009D1469"/>
    <w:rsid w:val="009D24CC"/>
    <w:rsid w:val="009D67FB"/>
    <w:rsid w:val="009E2FDC"/>
    <w:rsid w:val="009E3F6E"/>
    <w:rsid w:val="009E587D"/>
    <w:rsid w:val="009E7A4F"/>
    <w:rsid w:val="009E7A91"/>
    <w:rsid w:val="009F37A8"/>
    <w:rsid w:val="009F3AFF"/>
    <w:rsid w:val="009F4680"/>
    <w:rsid w:val="009F70CC"/>
    <w:rsid w:val="00A0119A"/>
    <w:rsid w:val="00A0140E"/>
    <w:rsid w:val="00A07360"/>
    <w:rsid w:val="00A11712"/>
    <w:rsid w:val="00A21829"/>
    <w:rsid w:val="00A31C3E"/>
    <w:rsid w:val="00A34D0A"/>
    <w:rsid w:val="00A4784D"/>
    <w:rsid w:val="00A54AC4"/>
    <w:rsid w:val="00A572AD"/>
    <w:rsid w:val="00A5732C"/>
    <w:rsid w:val="00A65E30"/>
    <w:rsid w:val="00A671FB"/>
    <w:rsid w:val="00A77AF2"/>
    <w:rsid w:val="00A84A18"/>
    <w:rsid w:val="00A87C96"/>
    <w:rsid w:val="00AC26E6"/>
    <w:rsid w:val="00AC2C77"/>
    <w:rsid w:val="00AC495F"/>
    <w:rsid w:val="00AC6AB1"/>
    <w:rsid w:val="00AD3191"/>
    <w:rsid w:val="00AE4892"/>
    <w:rsid w:val="00AF5BF6"/>
    <w:rsid w:val="00B04528"/>
    <w:rsid w:val="00B06288"/>
    <w:rsid w:val="00B07627"/>
    <w:rsid w:val="00B12391"/>
    <w:rsid w:val="00B14E94"/>
    <w:rsid w:val="00B2037C"/>
    <w:rsid w:val="00B21C94"/>
    <w:rsid w:val="00B22749"/>
    <w:rsid w:val="00B26AE6"/>
    <w:rsid w:val="00B26F79"/>
    <w:rsid w:val="00B27431"/>
    <w:rsid w:val="00B33030"/>
    <w:rsid w:val="00B3364C"/>
    <w:rsid w:val="00B36449"/>
    <w:rsid w:val="00B365D4"/>
    <w:rsid w:val="00B447D3"/>
    <w:rsid w:val="00B4515F"/>
    <w:rsid w:val="00B47CE1"/>
    <w:rsid w:val="00B535FB"/>
    <w:rsid w:val="00B64166"/>
    <w:rsid w:val="00B64817"/>
    <w:rsid w:val="00B651F4"/>
    <w:rsid w:val="00B66F5A"/>
    <w:rsid w:val="00B70D15"/>
    <w:rsid w:val="00B74A33"/>
    <w:rsid w:val="00B80DAE"/>
    <w:rsid w:val="00B82C46"/>
    <w:rsid w:val="00B84266"/>
    <w:rsid w:val="00B876F4"/>
    <w:rsid w:val="00B93860"/>
    <w:rsid w:val="00B97D61"/>
    <w:rsid w:val="00BA0FE7"/>
    <w:rsid w:val="00BA22A0"/>
    <w:rsid w:val="00BA6F2C"/>
    <w:rsid w:val="00BB21B1"/>
    <w:rsid w:val="00BB2B18"/>
    <w:rsid w:val="00BB6360"/>
    <w:rsid w:val="00BB7EA9"/>
    <w:rsid w:val="00BC2167"/>
    <w:rsid w:val="00BC385C"/>
    <w:rsid w:val="00BC4D94"/>
    <w:rsid w:val="00BD558B"/>
    <w:rsid w:val="00BD58C1"/>
    <w:rsid w:val="00BD7D79"/>
    <w:rsid w:val="00BE1BDC"/>
    <w:rsid w:val="00BE2DBC"/>
    <w:rsid w:val="00BE5ACA"/>
    <w:rsid w:val="00BE6FE2"/>
    <w:rsid w:val="00BE73F3"/>
    <w:rsid w:val="00BF2651"/>
    <w:rsid w:val="00BF73FD"/>
    <w:rsid w:val="00C063A3"/>
    <w:rsid w:val="00C11309"/>
    <w:rsid w:val="00C17B37"/>
    <w:rsid w:val="00C20554"/>
    <w:rsid w:val="00C27E94"/>
    <w:rsid w:val="00C40ED8"/>
    <w:rsid w:val="00C426BB"/>
    <w:rsid w:val="00C44D6E"/>
    <w:rsid w:val="00C53022"/>
    <w:rsid w:val="00C61440"/>
    <w:rsid w:val="00C649AB"/>
    <w:rsid w:val="00C66262"/>
    <w:rsid w:val="00C7261E"/>
    <w:rsid w:val="00C72EEE"/>
    <w:rsid w:val="00C819AE"/>
    <w:rsid w:val="00C91797"/>
    <w:rsid w:val="00C97F46"/>
    <w:rsid w:val="00CA090D"/>
    <w:rsid w:val="00CA0E83"/>
    <w:rsid w:val="00CB1BF8"/>
    <w:rsid w:val="00CD0AE8"/>
    <w:rsid w:val="00CE03B0"/>
    <w:rsid w:val="00CE0712"/>
    <w:rsid w:val="00CE18FC"/>
    <w:rsid w:val="00CE1C2C"/>
    <w:rsid w:val="00CE791E"/>
    <w:rsid w:val="00D022BD"/>
    <w:rsid w:val="00D05BEC"/>
    <w:rsid w:val="00D06743"/>
    <w:rsid w:val="00D159C8"/>
    <w:rsid w:val="00D1676D"/>
    <w:rsid w:val="00D16CAA"/>
    <w:rsid w:val="00D17B98"/>
    <w:rsid w:val="00D20FFD"/>
    <w:rsid w:val="00D24F6C"/>
    <w:rsid w:val="00D25201"/>
    <w:rsid w:val="00D30978"/>
    <w:rsid w:val="00D333BB"/>
    <w:rsid w:val="00D36042"/>
    <w:rsid w:val="00D40616"/>
    <w:rsid w:val="00D45C4B"/>
    <w:rsid w:val="00D51EE7"/>
    <w:rsid w:val="00D64580"/>
    <w:rsid w:val="00D652EF"/>
    <w:rsid w:val="00D763DC"/>
    <w:rsid w:val="00D76B6C"/>
    <w:rsid w:val="00D807AD"/>
    <w:rsid w:val="00D82E29"/>
    <w:rsid w:val="00D84E70"/>
    <w:rsid w:val="00D90790"/>
    <w:rsid w:val="00D91C26"/>
    <w:rsid w:val="00D92A37"/>
    <w:rsid w:val="00D938C5"/>
    <w:rsid w:val="00D95161"/>
    <w:rsid w:val="00DC0627"/>
    <w:rsid w:val="00DC0744"/>
    <w:rsid w:val="00DC0980"/>
    <w:rsid w:val="00DC4BF7"/>
    <w:rsid w:val="00DC74E4"/>
    <w:rsid w:val="00DC7FE5"/>
    <w:rsid w:val="00DD2A0D"/>
    <w:rsid w:val="00DD42DA"/>
    <w:rsid w:val="00DE28E8"/>
    <w:rsid w:val="00DE2CAA"/>
    <w:rsid w:val="00DF472E"/>
    <w:rsid w:val="00DF5630"/>
    <w:rsid w:val="00DF5DF4"/>
    <w:rsid w:val="00DF6B74"/>
    <w:rsid w:val="00E03451"/>
    <w:rsid w:val="00E10570"/>
    <w:rsid w:val="00E129AF"/>
    <w:rsid w:val="00E16455"/>
    <w:rsid w:val="00E240ED"/>
    <w:rsid w:val="00E247BA"/>
    <w:rsid w:val="00E30F04"/>
    <w:rsid w:val="00E36EC4"/>
    <w:rsid w:val="00E375E9"/>
    <w:rsid w:val="00E37624"/>
    <w:rsid w:val="00E4062F"/>
    <w:rsid w:val="00E40814"/>
    <w:rsid w:val="00E463C7"/>
    <w:rsid w:val="00E52DDF"/>
    <w:rsid w:val="00E61CAF"/>
    <w:rsid w:val="00E6325F"/>
    <w:rsid w:val="00E65C12"/>
    <w:rsid w:val="00E73931"/>
    <w:rsid w:val="00E859B6"/>
    <w:rsid w:val="00E96A15"/>
    <w:rsid w:val="00EB0291"/>
    <w:rsid w:val="00EB3630"/>
    <w:rsid w:val="00EB3671"/>
    <w:rsid w:val="00ED4FD8"/>
    <w:rsid w:val="00ED5732"/>
    <w:rsid w:val="00ED7E46"/>
    <w:rsid w:val="00EE0130"/>
    <w:rsid w:val="00EF044B"/>
    <w:rsid w:val="00EF4542"/>
    <w:rsid w:val="00EF73F6"/>
    <w:rsid w:val="00F00ADC"/>
    <w:rsid w:val="00F03BAC"/>
    <w:rsid w:val="00F072B9"/>
    <w:rsid w:val="00F1533B"/>
    <w:rsid w:val="00F16FFA"/>
    <w:rsid w:val="00F1715C"/>
    <w:rsid w:val="00F219E4"/>
    <w:rsid w:val="00F23DC4"/>
    <w:rsid w:val="00F25CDB"/>
    <w:rsid w:val="00F3160B"/>
    <w:rsid w:val="00F31C6C"/>
    <w:rsid w:val="00F31CF5"/>
    <w:rsid w:val="00F364E5"/>
    <w:rsid w:val="00F42B81"/>
    <w:rsid w:val="00F54461"/>
    <w:rsid w:val="00F632A5"/>
    <w:rsid w:val="00F66573"/>
    <w:rsid w:val="00F66AA1"/>
    <w:rsid w:val="00F67D49"/>
    <w:rsid w:val="00F719F7"/>
    <w:rsid w:val="00F71A09"/>
    <w:rsid w:val="00F72E0C"/>
    <w:rsid w:val="00F753C6"/>
    <w:rsid w:val="00F770F4"/>
    <w:rsid w:val="00F8170B"/>
    <w:rsid w:val="00F86DF7"/>
    <w:rsid w:val="00F946D9"/>
    <w:rsid w:val="00F95D8E"/>
    <w:rsid w:val="00F978BB"/>
    <w:rsid w:val="00FA058F"/>
    <w:rsid w:val="00FA5561"/>
    <w:rsid w:val="00FB38E3"/>
    <w:rsid w:val="00FB5C82"/>
    <w:rsid w:val="00FC41B8"/>
    <w:rsid w:val="00FD2E27"/>
    <w:rsid w:val="00FD302F"/>
    <w:rsid w:val="00FD62FE"/>
    <w:rsid w:val="00FE5C0C"/>
    <w:rsid w:val="00FE746D"/>
    <w:rsid w:val="012F164A"/>
    <w:rsid w:val="01695DFC"/>
    <w:rsid w:val="021018A2"/>
    <w:rsid w:val="02294ADF"/>
    <w:rsid w:val="022E714D"/>
    <w:rsid w:val="0238470B"/>
    <w:rsid w:val="023A0A75"/>
    <w:rsid w:val="029E648B"/>
    <w:rsid w:val="02BD4A6E"/>
    <w:rsid w:val="02C96BFA"/>
    <w:rsid w:val="02FD1483"/>
    <w:rsid w:val="03613B2D"/>
    <w:rsid w:val="03974770"/>
    <w:rsid w:val="03CE0F7B"/>
    <w:rsid w:val="03FA0018"/>
    <w:rsid w:val="042B09CC"/>
    <w:rsid w:val="044030C4"/>
    <w:rsid w:val="04E839DD"/>
    <w:rsid w:val="05394AA5"/>
    <w:rsid w:val="05534ADD"/>
    <w:rsid w:val="056034FB"/>
    <w:rsid w:val="059A7D27"/>
    <w:rsid w:val="05BD1C0B"/>
    <w:rsid w:val="05CF1DCA"/>
    <w:rsid w:val="063C7012"/>
    <w:rsid w:val="06887BD3"/>
    <w:rsid w:val="07652B4D"/>
    <w:rsid w:val="07B31B65"/>
    <w:rsid w:val="07B65FC4"/>
    <w:rsid w:val="07BC0DA7"/>
    <w:rsid w:val="07CC55B1"/>
    <w:rsid w:val="08B349B8"/>
    <w:rsid w:val="08D36C88"/>
    <w:rsid w:val="08DA360B"/>
    <w:rsid w:val="08DD63AD"/>
    <w:rsid w:val="08E043F9"/>
    <w:rsid w:val="092838C6"/>
    <w:rsid w:val="09BC1476"/>
    <w:rsid w:val="09C1050F"/>
    <w:rsid w:val="0A385060"/>
    <w:rsid w:val="0A7C1535"/>
    <w:rsid w:val="0AE226B9"/>
    <w:rsid w:val="0AE4406D"/>
    <w:rsid w:val="0AF639F4"/>
    <w:rsid w:val="0B414055"/>
    <w:rsid w:val="0B840ABD"/>
    <w:rsid w:val="0B8D3105"/>
    <w:rsid w:val="0BA360CC"/>
    <w:rsid w:val="0BA56810"/>
    <w:rsid w:val="0BF53FE9"/>
    <w:rsid w:val="0C131154"/>
    <w:rsid w:val="0C531FEA"/>
    <w:rsid w:val="0C791721"/>
    <w:rsid w:val="0C896954"/>
    <w:rsid w:val="0CFA3A17"/>
    <w:rsid w:val="0D3E7F79"/>
    <w:rsid w:val="0D5B6E59"/>
    <w:rsid w:val="0DA74F2D"/>
    <w:rsid w:val="0DD07AC5"/>
    <w:rsid w:val="0DDC3117"/>
    <w:rsid w:val="0DE61646"/>
    <w:rsid w:val="0E4B628D"/>
    <w:rsid w:val="0EB12141"/>
    <w:rsid w:val="0ED77248"/>
    <w:rsid w:val="0EE54C05"/>
    <w:rsid w:val="0EFC2BD4"/>
    <w:rsid w:val="0F274BE5"/>
    <w:rsid w:val="0F7711E4"/>
    <w:rsid w:val="0FE3035E"/>
    <w:rsid w:val="102623D4"/>
    <w:rsid w:val="10C74B71"/>
    <w:rsid w:val="10DC1AB7"/>
    <w:rsid w:val="11001990"/>
    <w:rsid w:val="116A44D0"/>
    <w:rsid w:val="11C16951"/>
    <w:rsid w:val="120677FE"/>
    <w:rsid w:val="123759C2"/>
    <w:rsid w:val="13955C1C"/>
    <w:rsid w:val="13A65A48"/>
    <w:rsid w:val="13A97FFC"/>
    <w:rsid w:val="13AA4D45"/>
    <w:rsid w:val="13D1708F"/>
    <w:rsid w:val="14131B7F"/>
    <w:rsid w:val="148C0D73"/>
    <w:rsid w:val="1492499A"/>
    <w:rsid w:val="14A9283F"/>
    <w:rsid w:val="14BF7186"/>
    <w:rsid w:val="1524745E"/>
    <w:rsid w:val="156402C8"/>
    <w:rsid w:val="15F35921"/>
    <w:rsid w:val="16285967"/>
    <w:rsid w:val="16983516"/>
    <w:rsid w:val="1699201C"/>
    <w:rsid w:val="16BB2F7C"/>
    <w:rsid w:val="16E866E8"/>
    <w:rsid w:val="17264C0D"/>
    <w:rsid w:val="172B67FF"/>
    <w:rsid w:val="174E6C84"/>
    <w:rsid w:val="175904A0"/>
    <w:rsid w:val="175A300D"/>
    <w:rsid w:val="176234FB"/>
    <w:rsid w:val="17841A41"/>
    <w:rsid w:val="17DF428E"/>
    <w:rsid w:val="17E63B19"/>
    <w:rsid w:val="1811615D"/>
    <w:rsid w:val="188A7054"/>
    <w:rsid w:val="18A63F6F"/>
    <w:rsid w:val="18EE6272"/>
    <w:rsid w:val="191E2F35"/>
    <w:rsid w:val="1923302B"/>
    <w:rsid w:val="194D6EEA"/>
    <w:rsid w:val="196E2FB3"/>
    <w:rsid w:val="19EE05E4"/>
    <w:rsid w:val="1A61465D"/>
    <w:rsid w:val="1A7902CA"/>
    <w:rsid w:val="1A815F84"/>
    <w:rsid w:val="1A881B1A"/>
    <w:rsid w:val="1B775622"/>
    <w:rsid w:val="1BB17093"/>
    <w:rsid w:val="1BB83782"/>
    <w:rsid w:val="1BE64660"/>
    <w:rsid w:val="1BE7432C"/>
    <w:rsid w:val="1BEE4358"/>
    <w:rsid w:val="1C060CDA"/>
    <w:rsid w:val="1C963B61"/>
    <w:rsid w:val="1CE04697"/>
    <w:rsid w:val="1D516714"/>
    <w:rsid w:val="1D602818"/>
    <w:rsid w:val="1D695A93"/>
    <w:rsid w:val="1D8E441D"/>
    <w:rsid w:val="1D9F53E2"/>
    <w:rsid w:val="1DAB4635"/>
    <w:rsid w:val="1DEE2A16"/>
    <w:rsid w:val="1E145DE9"/>
    <w:rsid w:val="1E1853CE"/>
    <w:rsid w:val="1E417C69"/>
    <w:rsid w:val="1EBE3917"/>
    <w:rsid w:val="1F435186"/>
    <w:rsid w:val="1FB871C4"/>
    <w:rsid w:val="2035115F"/>
    <w:rsid w:val="203D3E4E"/>
    <w:rsid w:val="2040421E"/>
    <w:rsid w:val="205A6B5F"/>
    <w:rsid w:val="205B6D8F"/>
    <w:rsid w:val="211465E6"/>
    <w:rsid w:val="21491195"/>
    <w:rsid w:val="21FC001B"/>
    <w:rsid w:val="223A6290"/>
    <w:rsid w:val="225116B1"/>
    <w:rsid w:val="22707953"/>
    <w:rsid w:val="22E35682"/>
    <w:rsid w:val="23255204"/>
    <w:rsid w:val="232A6E98"/>
    <w:rsid w:val="23670D4C"/>
    <w:rsid w:val="23852C7E"/>
    <w:rsid w:val="23B30537"/>
    <w:rsid w:val="23D41EFA"/>
    <w:rsid w:val="23F11933"/>
    <w:rsid w:val="23F60840"/>
    <w:rsid w:val="2428227E"/>
    <w:rsid w:val="24283010"/>
    <w:rsid w:val="24685B5C"/>
    <w:rsid w:val="247F19B2"/>
    <w:rsid w:val="24B60847"/>
    <w:rsid w:val="24E73010"/>
    <w:rsid w:val="25210CB6"/>
    <w:rsid w:val="2522597D"/>
    <w:rsid w:val="25355309"/>
    <w:rsid w:val="253B7B6D"/>
    <w:rsid w:val="253C2A59"/>
    <w:rsid w:val="25712466"/>
    <w:rsid w:val="25B44A28"/>
    <w:rsid w:val="260A0C2B"/>
    <w:rsid w:val="260F17EF"/>
    <w:rsid w:val="262331D9"/>
    <w:rsid w:val="265F4132"/>
    <w:rsid w:val="267A47B1"/>
    <w:rsid w:val="26AD24C1"/>
    <w:rsid w:val="26AE0214"/>
    <w:rsid w:val="27353FE0"/>
    <w:rsid w:val="27643189"/>
    <w:rsid w:val="286A1918"/>
    <w:rsid w:val="28D82252"/>
    <w:rsid w:val="28E76881"/>
    <w:rsid w:val="2914511E"/>
    <w:rsid w:val="295379C6"/>
    <w:rsid w:val="297C772B"/>
    <w:rsid w:val="298B6A26"/>
    <w:rsid w:val="29976158"/>
    <w:rsid w:val="29CC34F4"/>
    <w:rsid w:val="29E226F3"/>
    <w:rsid w:val="29F7149F"/>
    <w:rsid w:val="2A056888"/>
    <w:rsid w:val="2A424C10"/>
    <w:rsid w:val="2A7D2A3A"/>
    <w:rsid w:val="2A8E5CEF"/>
    <w:rsid w:val="2A945F80"/>
    <w:rsid w:val="2AB565E3"/>
    <w:rsid w:val="2AD3465E"/>
    <w:rsid w:val="2AE255BC"/>
    <w:rsid w:val="2B44499B"/>
    <w:rsid w:val="2B634A30"/>
    <w:rsid w:val="2B990F4B"/>
    <w:rsid w:val="2BC47DDB"/>
    <w:rsid w:val="2BE8295C"/>
    <w:rsid w:val="2BF865F0"/>
    <w:rsid w:val="2C0852DA"/>
    <w:rsid w:val="2C116667"/>
    <w:rsid w:val="2C6B725B"/>
    <w:rsid w:val="2C80203A"/>
    <w:rsid w:val="2C9E6829"/>
    <w:rsid w:val="2CBD292D"/>
    <w:rsid w:val="2CCD7113"/>
    <w:rsid w:val="2D3F08AB"/>
    <w:rsid w:val="2D835077"/>
    <w:rsid w:val="2DE27EC9"/>
    <w:rsid w:val="2E5D3E2B"/>
    <w:rsid w:val="2E602E84"/>
    <w:rsid w:val="2ED26996"/>
    <w:rsid w:val="2EDB28D9"/>
    <w:rsid w:val="2EE37454"/>
    <w:rsid w:val="2EE52A69"/>
    <w:rsid w:val="2EFA6000"/>
    <w:rsid w:val="2F644320"/>
    <w:rsid w:val="2FB84FDA"/>
    <w:rsid w:val="2FE946E0"/>
    <w:rsid w:val="303867E9"/>
    <w:rsid w:val="306523C2"/>
    <w:rsid w:val="30B06199"/>
    <w:rsid w:val="30B25E1E"/>
    <w:rsid w:val="30B76CAE"/>
    <w:rsid w:val="30E46351"/>
    <w:rsid w:val="311D44A5"/>
    <w:rsid w:val="31AE7904"/>
    <w:rsid w:val="31BB15F3"/>
    <w:rsid w:val="327E7889"/>
    <w:rsid w:val="328A30A0"/>
    <w:rsid w:val="329A6210"/>
    <w:rsid w:val="32ED434A"/>
    <w:rsid w:val="32FC33CA"/>
    <w:rsid w:val="330817E0"/>
    <w:rsid w:val="333B054A"/>
    <w:rsid w:val="336A74F5"/>
    <w:rsid w:val="3371516B"/>
    <w:rsid w:val="33BB33B7"/>
    <w:rsid w:val="33EE3339"/>
    <w:rsid w:val="342B477E"/>
    <w:rsid w:val="343E3A59"/>
    <w:rsid w:val="34962DED"/>
    <w:rsid w:val="34A13F00"/>
    <w:rsid w:val="34AC16CF"/>
    <w:rsid w:val="34F31C42"/>
    <w:rsid w:val="353C72DB"/>
    <w:rsid w:val="356354DF"/>
    <w:rsid w:val="35AC6EA7"/>
    <w:rsid w:val="35B82099"/>
    <w:rsid w:val="35CB4BDC"/>
    <w:rsid w:val="36AA3E23"/>
    <w:rsid w:val="36BF7ADA"/>
    <w:rsid w:val="36CD66B4"/>
    <w:rsid w:val="36ED6A69"/>
    <w:rsid w:val="37044851"/>
    <w:rsid w:val="37244D2D"/>
    <w:rsid w:val="37301EBC"/>
    <w:rsid w:val="37740CF0"/>
    <w:rsid w:val="378128E5"/>
    <w:rsid w:val="38243B2F"/>
    <w:rsid w:val="386C06A0"/>
    <w:rsid w:val="388D79C8"/>
    <w:rsid w:val="38984D23"/>
    <w:rsid w:val="38B83E96"/>
    <w:rsid w:val="38D41FD4"/>
    <w:rsid w:val="398C3FB7"/>
    <w:rsid w:val="39B62BBD"/>
    <w:rsid w:val="39B862EB"/>
    <w:rsid w:val="39D3460A"/>
    <w:rsid w:val="39DB5359"/>
    <w:rsid w:val="3ABE0091"/>
    <w:rsid w:val="3AEC3D98"/>
    <w:rsid w:val="3B581936"/>
    <w:rsid w:val="3B7A648E"/>
    <w:rsid w:val="3B7B7B03"/>
    <w:rsid w:val="3B844099"/>
    <w:rsid w:val="3C186FB2"/>
    <w:rsid w:val="3C2D34C0"/>
    <w:rsid w:val="3C62637E"/>
    <w:rsid w:val="3C7B4EAD"/>
    <w:rsid w:val="3CCD3B8A"/>
    <w:rsid w:val="3CE3624B"/>
    <w:rsid w:val="3D920C8F"/>
    <w:rsid w:val="3DFE151C"/>
    <w:rsid w:val="3E0E2F88"/>
    <w:rsid w:val="3E243916"/>
    <w:rsid w:val="3F0502E9"/>
    <w:rsid w:val="3F385651"/>
    <w:rsid w:val="3F74277E"/>
    <w:rsid w:val="3F757D77"/>
    <w:rsid w:val="3FA702D8"/>
    <w:rsid w:val="3FA95DBF"/>
    <w:rsid w:val="3FB90A9F"/>
    <w:rsid w:val="40416102"/>
    <w:rsid w:val="40600C43"/>
    <w:rsid w:val="40927571"/>
    <w:rsid w:val="40AE0E19"/>
    <w:rsid w:val="40C05F01"/>
    <w:rsid w:val="412E3D34"/>
    <w:rsid w:val="41342899"/>
    <w:rsid w:val="414D0524"/>
    <w:rsid w:val="414F6DCA"/>
    <w:rsid w:val="4150096D"/>
    <w:rsid w:val="41642CE1"/>
    <w:rsid w:val="4176512D"/>
    <w:rsid w:val="41A464ED"/>
    <w:rsid w:val="41CF7F0A"/>
    <w:rsid w:val="41D57E7A"/>
    <w:rsid w:val="423640CD"/>
    <w:rsid w:val="42DE0B4E"/>
    <w:rsid w:val="432550AE"/>
    <w:rsid w:val="435305D3"/>
    <w:rsid w:val="435C494E"/>
    <w:rsid w:val="43C934CC"/>
    <w:rsid w:val="43E217B8"/>
    <w:rsid w:val="43EC0B04"/>
    <w:rsid w:val="43F9760E"/>
    <w:rsid w:val="43FE5F9E"/>
    <w:rsid w:val="448B4D14"/>
    <w:rsid w:val="45124FF5"/>
    <w:rsid w:val="458376BF"/>
    <w:rsid w:val="466802DE"/>
    <w:rsid w:val="46907985"/>
    <w:rsid w:val="469E267D"/>
    <w:rsid w:val="46A323A8"/>
    <w:rsid w:val="46ED7CAB"/>
    <w:rsid w:val="46F34365"/>
    <w:rsid w:val="47060943"/>
    <w:rsid w:val="4753571D"/>
    <w:rsid w:val="4788205C"/>
    <w:rsid w:val="47AF60E9"/>
    <w:rsid w:val="48120BCC"/>
    <w:rsid w:val="48250B8D"/>
    <w:rsid w:val="485836AE"/>
    <w:rsid w:val="485926B7"/>
    <w:rsid w:val="486B39C1"/>
    <w:rsid w:val="487C04AA"/>
    <w:rsid w:val="489D1B8C"/>
    <w:rsid w:val="48F41B75"/>
    <w:rsid w:val="49376B1C"/>
    <w:rsid w:val="49465378"/>
    <w:rsid w:val="49703550"/>
    <w:rsid w:val="4972284D"/>
    <w:rsid w:val="49770957"/>
    <w:rsid w:val="49F42EAF"/>
    <w:rsid w:val="4A116B1F"/>
    <w:rsid w:val="4A3B5619"/>
    <w:rsid w:val="4A494036"/>
    <w:rsid w:val="4A733F5A"/>
    <w:rsid w:val="4B110F35"/>
    <w:rsid w:val="4B28038E"/>
    <w:rsid w:val="4B3C4781"/>
    <w:rsid w:val="4B43214C"/>
    <w:rsid w:val="4B7A6E5D"/>
    <w:rsid w:val="4B90093C"/>
    <w:rsid w:val="4BE53234"/>
    <w:rsid w:val="4C35450D"/>
    <w:rsid w:val="4C536801"/>
    <w:rsid w:val="4C5A1F24"/>
    <w:rsid w:val="4D4D4DFD"/>
    <w:rsid w:val="4D5B027F"/>
    <w:rsid w:val="4D650EC5"/>
    <w:rsid w:val="4D655CD1"/>
    <w:rsid w:val="4D946B3A"/>
    <w:rsid w:val="4D9C3636"/>
    <w:rsid w:val="4DAA61DC"/>
    <w:rsid w:val="4DB53BFC"/>
    <w:rsid w:val="4E080635"/>
    <w:rsid w:val="4E0E18A2"/>
    <w:rsid w:val="4E125F25"/>
    <w:rsid w:val="4E1A11EF"/>
    <w:rsid w:val="4E3C6C9F"/>
    <w:rsid w:val="4E50439A"/>
    <w:rsid w:val="4E700FF2"/>
    <w:rsid w:val="4F756FD7"/>
    <w:rsid w:val="4F9B4E5D"/>
    <w:rsid w:val="508A271A"/>
    <w:rsid w:val="509B3EB1"/>
    <w:rsid w:val="50EB752A"/>
    <w:rsid w:val="51974AB9"/>
    <w:rsid w:val="51A1030E"/>
    <w:rsid w:val="51DE3B91"/>
    <w:rsid w:val="51ED53D0"/>
    <w:rsid w:val="51EF766A"/>
    <w:rsid w:val="51F65A73"/>
    <w:rsid w:val="52255388"/>
    <w:rsid w:val="52283065"/>
    <w:rsid w:val="52316A5B"/>
    <w:rsid w:val="528D0B02"/>
    <w:rsid w:val="529C5654"/>
    <w:rsid w:val="52A12855"/>
    <w:rsid w:val="52C74C97"/>
    <w:rsid w:val="52FA1E1D"/>
    <w:rsid w:val="53155FAD"/>
    <w:rsid w:val="537674B9"/>
    <w:rsid w:val="541A7131"/>
    <w:rsid w:val="542B3F99"/>
    <w:rsid w:val="54562CC0"/>
    <w:rsid w:val="549A5420"/>
    <w:rsid w:val="54A7559D"/>
    <w:rsid w:val="54F96E49"/>
    <w:rsid w:val="552733AB"/>
    <w:rsid w:val="572E75E0"/>
    <w:rsid w:val="57314E2E"/>
    <w:rsid w:val="579627FD"/>
    <w:rsid w:val="57D3421A"/>
    <w:rsid w:val="58792356"/>
    <w:rsid w:val="58A53EFC"/>
    <w:rsid w:val="590F7D1F"/>
    <w:rsid w:val="598C167B"/>
    <w:rsid w:val="598C5AA2"/>
    <w:rsid w:val="598F6D96"/>
    <w:rsid w:val="59962ABD"/>
    <w:rsid w:val="5A1E3C11"/>
    <w:rsid w:val="5A5676AF"/>
    <w:rsid w:val="5A827B42"/>
    <w:rsid w:val="5A9010B4"/>
    <w:rsid w:val="5A9B4B6E"/>
    <w:rsid w:val="5AAD79CA"/>
    <w:rsid w:val="5AD859AC"/>
    <w:rsid w:val="5AD93A25"/>
    <w:rsid w:val="5B69174F"/>
    <w:rsid w:val="5C0601FA"/>
    <w:rsid w:val="5C066BEE"/>
    <w:rsid w:val="5C2F5F51"/>
    <w:rsid w:val="5C5F091E"/>
    <w:rsid w:val="5C8335F9"/>
    <w:rsid w:val="5CA724AF"/>
    <w:rsid w:val="5CAA05F8"/>
    <w:rsid w:val="5DA56C7D"/>
    <w:rsid w:val="5DAA0170"/>
    <w:rsid w:val="5E23303B"/>
    <w:rsid w:val="5E3A20CE"/>
    <w:rsid w:val="5E594F6A"/>
    <w:rsid w:val="5EA2311F"/>
    <w:rsid w:val="5ED7159A"/>
    <w:rsid w:val="5F116D4C"/>
    <w:rsid w:val="5F3A5689"/>
    <w:rsid w:val="5F515863"/>
    <w:rsid w:val="5F946B6C"/>
    <w:rsid w:val="5FB212F6"/>
    <w:rsid w:val="5FD3571E"/>
    <w:rsid w:val="5FED696E"/>
    <w:rsid w:val="602C3037"/>
    <w:rsid w:val="608D6E42"/>
    <w:rsid w:val="60D16062"/>
    <w:rsid w:val="610F463D"/>
    <w:rsid w:val="613552BB"/>
    <w:rsid w:val="61A43988"/>
    <w:rsid w:val="61E51EF5"/>
    <w:rsid w:val="622C4466"/>
    <w:rsid w:val="62D90049"/>
    <w:rsid w:val="62F54C93"/>
    <w:rsid w:val="6356628B"/>
    <w:rsid w:val="63B20460"/>
    <w:rsid w:val="63C64507"/>
    <w:rsid w:val="63D40E7F"/>
    <w:rsid w:val="63D74521"/>
    <w:rsid w:val="63F74E2B"/>
    <w:rsid w:val="63FB184F"/>
    <w:rsid w:val="64020EF0"/>
    <w:rsid w:val="641B565C"/>
    <w:rsid w:val="645D4240"/>
    <w:rsid w:val="64D0711C"/>
    <w:rsid w:val="65817AA6"/>
    <w:rsid w:val="658A01B0"/>
    <w:rsid w:val="659352A4"/>
    <w:rsid w:val="65BB7DB7"/>
    <w:rsid w:val="65D737DC"/>
    <w:rsid w:val="65FF1EFF"/>
    <w:rsid w:val="660E3E4B"/>
    <w:rsid w:val="666229D1"/>
    <w:rsid w:val="66697EE4"/>
    <w:rsid w:val="667F3BE3"/>
    <w:rsid w:val="66A81400"/>
    <w:rsid w:val="66ED6545"/>
    <w:rsid w:val="66F97A57"/>
    <w:rsid w:val="67162486"/>
    <w:rsid w:val="673D7562"/>
    <w:rsid w:val="67625800"/>
    <w:rsid w:val="678C7EC1"/>
    <w:rsid w:val="67BF27CB"/>
    <w:rsid w:val="67EE4411"/>
    <w:rsid w:val="681B2325"/>
    <w:rsid w:val="681E71F7"/>
    <w:rsid w:val="688D742B"/>
    <w:rsid w:val="68FF7E79"/>
    <w:rsid w:val="691E7040"/>
    <w:rsid w:val="697B39CE"/>
    <w:rsid w:val="697E3362"/>
    <w:rsid w:val="698302F6"/>
    <w:rsid w:val="69B074C4"/>
    <w:rsid w:val="69B6275A"/>
    <w:rsid w:val="69CA6351"/>
    <w:rsid w:val="69E4082B"/>
    <w:rsid w:val="6A1B41F0"/>
    <w:rsid w:val="6A2C5D8D"/>
    <w:rsid w:val="6AE20846"/>
    <w:rsid w:val="6B245036"/>
    <w:rsid w:val="6B272A83"/>
    <w:rsid w:val="6BAF3947"/>
    <w:rsid w:val="6CBA09F5"/>
    <w:rsid w:val="6CBF7D04"/>
    <w:rsid w:val="6CCF4686"/>
    <w:rsid w:val="6CD21FDD"/>
    <w:rsid w:val="6D5D7647"/>
    <w:rsid w:val="6D7323EC"/>
    <w:rsid w:val="6D8D0E77"/>
    <w:rsid w:val="6D9F12A0"/>
    <w:rsid w:val="6DC1015C"/>
    <w:rsid w:val="6DD23B93"/>
    <w:rsid w:val="6DED65F5"/>
    <w:rsid w:val="6E176392"/>
    <w:rsid w:val="6E2C3F9F"/>
    <w:rsid w:val="6E973A82"/>
    <w:rsid w:val="6F2E6D34"/>
    <w:rsid w:val="6FAA1C9A"/>
    <w:rsid w:val="6FC323F2"/>
    <w:rsid w:val="6FC37B31"/>
    <w:rsid w:val="6FC570B3"/>
    <w:rsid w:val="6FC95DFF"/>
    <w:rsid w:val="70441458"/>
    <w:rsid w:val="704E6843"/>
    <w:rsid w:val="709F1712"/>
    <w:rsid w:val="70C65350"/>
    <w:rsid w:val="71037960"/>
    <w:rsid w:val="713C64FA"/>
    <w:rsid w:val="72417F72"/>
    <w:rsid w:val="72422383"/>
    <w:rsid w:val="727662A7"/>
    <w:rsid w:val="72AD02B8"/>
    <w:rsid w:val="72F800ED"/>
    <w:rsid w:val="73046CC4"/>
    <w:rsid w:val="730A165D"/>
    <w:rsid w:val="732F5C89"/>
    <w:rsid w:val="73463E9E"/>
    <w:rsid w:val="734C3E7C"/>
    <w:rsid w:val="736776D9"/>
    <w:rsid w:val="742748C1"/>
    <w:rsid w:val="74504552"/>
    <w:rsid w:val="74690AC8"/>
    <w:rsid w:val="74706524"/>
    <w:rsid w:val="74817BF5"/>
    <w:rsid w:val="748F79E6"/>
    <w:rsid w:val="74D23B0A"/>
    <w:rsid w:val="74E47B13"/>
    <w:rsid w:val="75280598"/>
    <w:rsid w:val="75F21F26"/>
    <w:rsid w:val="75F4654B"/>
    <w:rsid w:val="760D46C0"/>
    <w:rsid w:val="77091498"/>
    <w:rsid w:val="770B7644"/>
    <w:rsid w:val="77183E38"/>
    <w:rsid w:val="77352810"/>
    <w:rsid w:val="774D2978"/>
    <w:rsid w:val="776C689E"/>
    <w:rsid w:val="777D1A2F"/>
    <w:rsid w:val="77B8040F"/>
    <w:rsid w:val="77C94808"/>
    <w:rsid w:val="77EC7F88"/>
    <w:rsid w:val="77F76D15"/>
    <w:rsid w:val="77FC4DC4"/>
    <w:rsid w:val="77FF3644"/>
    <w:rsid w:val="78041008"/>
    <w:rsid w:val="780B56C1"/>
    <w:rsid w:val="78244E4A"/>
    <w:rsid w:val="783C2339"/>
    <w:rsid w:val="78600967"/>
    <w:rsid w:val="78C70E06"/>
    <w:rsid w:val="78C81188"/>
    <w:rsid w:val="78ED4C6E"/>
    <w:rsid w:val="79100C68"/>
    <w:rsid w:val="792A3776"/>
    <w:rsid w:val="792B5AEE"/>
    <w:rsid w:val="79317E9D"/>
    <w:rsid w:val="793C6349"/>
    <w:rsid w:val="797D38E5"/>
    <w:rsid w:val="79EA3093"/>
    <w:rsid w:val="7A301286"/>
    <w:rsid w:val="7A302B3F"/>
    <w:rsid w:val="7A5003C2"/>
    <w:rsid w:val="7A6E58AB"/>
    <w:rsid w:val="7A7C353F"/>
    <w:rsid w:val="7A994C38"/>
    <w:rsid w:val="7AA718F8"/>
    <w:rsid w:val="7AE64946"/>
    <w:rsid w:val="7AFB3A63"/>
    <w:rsid w:val="7B0C3E79"/>
    <w:rsid w:val="7B1371A2"/>
    <w:rsid w:val="7B301448"/>
    <w:rsid w:val="7B365085"/>
    <w:rsid w:val="7B4056D8"/>
    <w:rsid w:val="7B4B3E38"/>
    <w:rsid w:val="7B4F4A61"/>
    <w:rsid w:val="7B722415"/>
    <w:rsid w:val="7BB43235"/>
    <w:rsid w:val="7BCC4871"/>
    <w:rsid w:val="7BD622DA"/>
    <w:rsid w:val="7C31193F"/>
    <w:rsid w:val="7C512213"/>
    <w:rsid w:val="7C6D2DAC"/>
    <w:rsid w:val="7CC7436A"/>
    <w:rsid w:val="7CE46EC5"/>
    <w:rsid w:val="7D277C3A"/>
    <w:rsid w:val="7D281551"/>
    <w:rsid w:val="7D6A02E5"/>
    <w:rsid w:val="7D812BB0"/>
    <w:rsid w:val="7D8B494D"/>
    <w:rsid w:val="7DE75C87"/>
    <w:rsid w:val="7E04110C"/>
    <w:rsid w:val="7E596816"/>
    <w:rsid w:val="7EB33810"/>
    <w:rsid w:val="7EB76E4C"/>
    <w:rsid w:val="7F1242A0"/>
    <w:rsid w:val="7F2B3E6D"/>
    <w:rsid w:val="7F620DFB"/>
    <w:rsid w:val="7FDB643B"/>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2">
    <w:name w:val="heading 2"/>
    <w:basedOn w:val="Normal"/>
    <w:next w:val="Normal"/>
    <w:qFormat/>
    <w:pPr>
      <w:keepNext/>
      <w:outlineLvl w:val="1"/>
    </w:pPr>
    <w:rPr>
      <w:b/>
      <w:sz w:val="24"/>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pPr>
      <w:numPr>
        <w:ilvl w:val="0"/>
        <w:numId w:val="1"/>
      </w:numPr>
      <w:tabs>
        <w:tab w:val="left" w:pos="360"/>
      </w:tabs>
    </w:pPr>
    <w:rPr>
      <w:rFonts w:ascii="Calibri" w:hAnsi="Calibri"/>
      <w:szCs w:val="22"/>
    </w:rPr>
  </w:style>
  <w:style w:type="paragraph" w:styleId="BodyText">
    <w:name w:val="Body Text"/>
    <w:basedOn w:val="Normal"/>
    <w:rPr>
      <w:sz w:val="18"/>
    </w:rPr>
  </w:style>
  <w:style w:type="paragraph" w:styleId="BodyTextIndent">
    <w:name w:val="Body Text Indent"/>
    <w:basedOn w:val="Normal"/>
    <w:pPr>
      <w:spacing w:after="120"/>
      <w:ind w:left="420" w:leftChars="200"/>
    </w:pPr>
  </w:style>
  <w:style w:type="paragraph" w:styleId="BlockText">
    <w:name w:val="Block Text"/>
    <w:basedOn w:val="Normal"/>
    <w:pPr>
      <w:ind w:left="178" w:right="384" w:firstLine="361" w:leftChars="85" w:firstLineChars="172"/>
    </w:pPr>
    <w:rPr>
      <w:rFonts w:eastAsia="楷体_GB2312"/>
    </w:rPr>
  </w:style>
  <w:style w:type="paragraph" w:styleId="PlainText">
    <w:name w:val="Plain Text"/>
    <w:basedOn w:val="Normal"/>
    <w:link w:val="Char"/>
    <w:rPr>
      <w:rFonts w:ascii="宋体" w:hAnsi="Courier New"/>
    </w:rPr>
  </w:style>
  <w:style w:type="character" w:customStyle="1" w:styleId="Char">
    <w:name w:val="纯文本 Char"/>
    <w:link w:val="PlainText"/>
    <w:rPr>
      <w:rFonts w:ascii="宋体" w:eastAsia="宋体" w:hAnsi="Courier New"/>
      <w:kern w:val="2"/>
      <w:sz w:val="21"/>
      <w:lang w:val="en-US" w:eastAsia="zh-CN" w:bidi="ar-SA"/>
    </w:rPr>
  </w:style>
  <w:style w:type="paragraph" w:styleId="Date">
    <w:name w:val="Date"/>
    <w:basedOn w:val="Normal"/>
    <w:next w:val="Normal"/>
    <w:pPr>
      <w:ind w:left="100" w:leftChars="2500"/>
    </w:pPr>
  </w:style>
  <w:style w:type="paragraph" w:styleId="BodyTextIndent2">
    <w:name w:val="Body Text Indent 2"/>
    <w:basedOn w:val="Normal"/>
    <w:pPr>
      <w:spacing w:after="120" w:line="480" w:lineRule="auto"/>
      <w:ind w:left="420" w:leftChars="200"/>
    </w:pPr>
    <w:rPr>
      <w:rFonts w:ascii="Calibri" w:hAnsi="Calibri"/>
      <w:szCs w:val="22"/>
    </w:rPr>
  </w:style>
  <w:style w:type="paragraph" w:styleId="Footer">
    <w:name w:val="footer"/>
    <w:basedOn w:val="Normal"/>
    <w:link w:val="Char0"/>
    <w:pPr>
      <w:tabs>
        <w:tab w:val="center" w:pos="4153"/>
        <w:tab w:val="right" w:pos="8306"/>
      </w:tabs>
      <w:snapToGrid w:val="0"/>
      <w:jc w:val="left"/>
    </w:pPr>
    <w:rPr>
      <w:sz w:val="18"/>
    </w:rPr>
  </w:style>
  <w:style w:type="character" w:customStyle="1" w:styleId="Char0">
    <w:name w:val="页脚 Char"/>
    <w:link w:val="Footer"/>
    <w:rPr>
      <w:rFonts w:eastAsia="宋体"/>
      <w:kern w:val="2"/>
      <w:sz w:val="18"/>
      <w:lang w:val="en-US" w:eastAsia="zh-CN" w:bidi="ar-SA"/>
    </w:rPr>
  </w:style>
  <w:style w:type="paragraph" w:styleId="Header">
    <w:name w:val="header"/>
    <w:basedOn w:val="Normal"/>
    <w:link w:val="Char1"/>
    <w:pPr>
      <w:pBdr>
        <w:bottom w:val="single" w:sz="6" w:space="1" w:color="auto"/>
      </w:pBdr>
      <w:tabs>
        <w:tab w:val="center" w:pos="4153"/>
        <w:tab w:val="right" w:pos="8306"/>
      </w:tabs>
      <w:snapToGrid w:val="0"/>
      <w:jc w:val="center"/>
    </w:pPr>
    <w:rPr>
      <w:sz w:val="18"/>
    </w:rPr>
  </w:style>
  <w:style w:type="character" w:customStyle="1" w:styleId="Char1">
    <w:name w:val="页眉 Char"/>
    <w:link w:val="Header"/>
    <w:rPr>
      <w:rFonts w:eastAsia="宋体"/>
      <w:kern w:val="2"/>
      <w:sz w:val="18"/>
      <w:lang w:val="en-US" w:eastAsia="zh-CN" w:bidi="ar-SA"/>
    </w:rPr>
  </w:style>
  <w:style w:type="paragraph" w:styleId="List">
    <w:name w:val="List"/>
    <w:basedOn w:val="Normal"/>
    <w:pPr>
      <w:ind w:left="200" w:hanging="200" w:hangingChars="200"/>
    </w:pPr>
    <w:rPr>
      <w:szCs w:val="24"/>
    </w:rPr>
  </w:style>
  <w:style w:type="paragraph" w:styleId="BodyTextIndent3">
    <w:name w:val="Body Text Indent 3"/>
    <w:basedOn w:val="Normal"/>
    <w:pPr>
      <w:spacing w:after="120"/>
      <w:ind w:left="420" w:leftChars="200"/>
    </w:pPr>
    <w:rPr>
      <w:rFonts w:ascii="Calibri" w:hAnsi="Calibri"/>
      <w:sz w:val="16"/>
      <w:szCs w:val="16"/>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link w:val="HTMLPreformatted"/>
    <w:rPr>
      <w:rFonts w:ascii="黑体" w:eastAsia="黑体" w:hAnsi="Courier New" w:cs="Courier New"/>
      <w:lang w:val="en-US" w:eastAsia="zh-CN" w:bidi="ar-SA"/>
    </w:rPr>
  </w:style>
  <w:style w:type="paragraph" w:styleId="NormalWeb">
    <w:name w:val="Normal (Web)"/>
    <w:basedOn w:val="Normal"/>
    <w:link w:val="Char2"/>
    <w:pPr>
      <w:widowControl/>
      <w:spacing w:before="100" w:beforeAutospacing="1" w:after="100" w:afterAutospacing="1"/>
      <w:jc w:val="left"/>
    </w:pPr>
    <w:rPr>
      <w:rFonts w:ascii="宋体" w:hAnsi="宋体" w:cs="宋体"/>
      <w:kern w:val="0"/>
      <w:sz w:val="18"/>
      <w:szCs w:val="18"/>
    </w:rPr>
  </w:style>
  <w:style w:type="character" w:customStyle="1" w:styleId="Char2">
    <w:name w:val="普通(网站) Char"/>
    <w:link w:val="NormalWeb"/>
    <w:locked/>
    <w:rPr>
      <w:rFonts w:ascii="宋体" w:eastAsia="宋体" w:hAnsi="宋体" w:cs="宋体"/>
      <w:sz w:val="18"/>
      <w:szCs w:val="18"/>
      <w:lang w:val="en-US" w:eastAsia="zh-CN" w:bidi="ar-SA"/>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PageNumber">
    <w:name w:val="page number"/>
  </w:style>
  <w:style w:type="character" w:styleId="FollowedHyperlink">
    <w:name w:val="FollowedHyperlink"/>
    <w:rPr>
      <w:color w:val="800080"/>
      <w:u w:val="single"/>
    </w:rPr>
  </w:style>
  <w:style w:type="character" w:styleId="Emphasis">
    <w:name w:val="Emphasis"/>
    <w:qFormat/>
    <w:rPr>
      <w:i/>
      <w:iCs/>
    </w:rPr>
  </w:style>
  <w:style w:type="character" w:styleId="Hyperlink">
    <w:name w:val="Hyperlink"/>
    <w:rPr>
      <w:color w:val="0000FF"/>
      <w:u w:val="single"/>
    </w:rPr>
  </w:style>
  <w:style w:type="character" w:customStyle="1" w:styleId="tcnt3">
    <w:name w:val="tcnt3"/>
  </w:style>
  <w:style w:type="character" w:customStyle="1" w:styleId="4CharChar">
    <w:name w:val="4 Char Char"/>
    <w:link w:val="4"/>
    <w:rPr>
      <w:rFonts w:eastAsia="方正小标宋简体" w:cs="宋体"/>
      <w:kern w:val="2"/>
      <w:sz w:val="29"/>
      <w:lang w:val="en-US" w:eastAsia="zh-CN" w:bidi="ar-SA"/>
    </w:rPr>
  </w:style>
  <w:style w:type="paragraph" w:customStyle="1" w:styleId="4">
    <w:name w:val="4"/>
    <w:basedOn w:val="Normal"/>
    <w:link w:val="4CharChar"/>
    <w:pPr>
      <w:jc w:val="center"/>
    </w:pPr>
    <w:rPr>
      <w:rFonts w:eastAsia="方正小标宋简体" w:cs="宋体"/>
      <w:sz w:val="29"/>
    </w:rPr>
  </w:style>
  <w:style w:type="character" w:customStyle="1" w:styleId="headline-content4">
    <w:name w:val="headline-content4"/>
  </w:style>
  <w:style w:type="character" w:customStyle="1" w:styleId="p141">
    <w:name w:val="p141"/>
    <w:rPr>
      <w:sz w:val="24"/>
      <w:szCs w:val="24"/>
    </w:rPr>
  </w:style>
  <w:style w:type="character" w:customStyle="1" w:styleId="BT2Char">
    <w:name w:val="BT2 Char"/>
    <w:link w:val="BT2"/>
    <w:rPr>
      <w:rFonts w:eastAsia="黑体" w:cs="宋体"/>
      <w:b/>
      <w:bCs/>
      <w:kern w:val="2"/>
      <w:sz w:val="32"/>
      <w:lang w:val="en-US" w:eastAsia="zh-CN" w:bidi="ar-SA"/>
    </w:rPr>
  </w:style>
  <w:style w:type="paragraph" w:customStyle="1" w:styleId="BT2">
    <w:name w:val="BT2"/>
    <w:basedOn w:val="Normal"/>
    <w:link w:val="BT2Char"/>
    <w:pPr>
      <w:jc w:val="center"/>
    </w:pPr>
    <w:rPr>
      <w:rFonts w:eastAsia="黑体" w:cs="宋体"/>
      <w:b/>
      <w:bCs/>
      <w:sz w:val="32"/>
    </w:rPr>
  </w:style>
  <w:style w:type="character" w:customStyle="1" w:styleId="1Char">
    <w:name w:val="普通(网站)1 Char"/>
    <w:aliases w:val="普通 (Web) Char,普通 (Web)1 Char,普通(Web) Char Char Char,普通(Web) Char Char Char Char Char,普通(Web) Char Char Char Char Char Char Char Char Char Char,普通(Web) Char Char Char Char Char Char Char Char Char1,普通(Web) Char Char1,普通(Web) Char1"/>
    <w:rPr>
      <w:rFonts w:ascii="Verdana" w:eastAsia="宋体" w:hAnsi="Verdana"/>
      <w:sz w:val="17"/>
      <w:szCs w:val="17"/>
      <w:lang w:val="en-US" w:eastAsia="zh-CN" w:bidi="ar-SA"/>
    </w:rPr>
  </w:style>
  <w:style w:type="character" w:customStyle="1" w:styleId="BT4">
    <w:name w:val="BT4"/>
    <w:rPr>
      <w:rFonts w:eastAsia="方正仿宋_GBK"/>
      <w:sz w:val="25"/>
    </w:rPr>
  </w:style>
  <w:style w:type="character" w:customStyle="1" w:styleId="keypoint">
    <w:name w:val="key_point"/>
  </w:style>
  <w:style w:type="character" w:customStyle="1" w:styleId="apple-style-span">
    <w:name w:val="apple-style-span"/>
  </w:style>
  <w:style w:type="character" w:customStyle="1" w:styleId="BT3Char">
    <w:name w:val="BT3 Char"/>
    <w:link w:val="BT3"/>
    <w:rPr>
      <w:rFonts w:eastAsia="方正小标宋简体" w:cs="宋体"/>
      <w:kern w:val="2"/>
      <w:sz w:val="29"/>
      <w:lang w:val="en-US" w:eastAsia="zh-CN" w:bidi="ar-SA"/>
    </w:rPr>
  </w:style>
  <w:style w:type="paragraph" w:customStyle="1" w:styleId="BT3">
    <w:name w:val="BT3"/>
    <w:basedOn w:val="Normal"/>
    <w:link w:val="BT3Char"/>
    <w:pPr>
      <w:jc w:val="center"/>
    </w:pPr>
    <w:rPr>
      <w:rFonts w:eastAsia="方正小标宋简体" w:cs="宋体"/>
      <w:sz w:val="29"/>
    </w:rPr>
  </w:style>
  <w:style w:type="character" w:customStyle="1" w:styleId="pronounce1">
    <w:name w:val="pronounce1"/>
  </w:style>
  <w:style w:type="character" w:customStyle="1" w:styleId="BT5">
    <w:name w:val="BT5"/>
    <w:rPr>
      <w:rFonts w:eastAsia="黑体"/>
      <w:bCs/>
    </w:rPr>
  </w:style>
  <w:style w:type="character" w:customStyle="1" w:styleId="Char3">
    <w:name w:val="列出段落 Char"/>
    <w:link w:val="ListParagraph"/>
    <w:rPr>
      <w:rFonts w:ascii="Calibri" w:eastAsia="宋体" w:hAnsi="Calibri"/>
      <w:kern w:val="2"/>
      <w:sz w:val="21"/>
      <w:szCs w:val="22"/>
      <w:lang w:val="en-US" w:eastAsia="zh-CN" w:bidi="ar-SA"/>
    </w:rPr>
  </w:style>
  <w:style w:type="paragraph" w:styleId="ListParagraph">
    <w:name w:val="List Paragraph"/>
    <w:basedOn w:val="Normal"/>
    <w:link w:val="Char3"/>
    <w:qFormat/>
    <w:pPr>
      <w:ind w:firstLine="420" w:firstLineChars="200"/>
    </w:pPr>
    <w:rPr>
      <w:rFonts w:ascii="Calibri" w:hAnsi="Calibri"/>
      <w:szCs w:val="22"/>
    </w:rPr>
  </w:style>
  <w:style w:type="character" w:customStyle="1" w:styleId="5">
    <w:name w:val="5"/>
    <w:rPr>
      <w:rFonts w:ascii="黑体" w:eastAsia="黑体" w:hAnsi="黑体"/>
      <w:sz w:val="21"/>
    </w:rPr>
  </w:style>
  <w:style w:type="character" w:customStyle="1" w:styleId="3">
    <w:name w:val="3"/>
    <w:rPr>
      <w:rFonts w:eastAsia="方正仿宋_GBK"/>
      <w:sz w:val="25"/>
    </w:rPr>
  </w:style>
  <w:style w:type="paragraph" w:customStyle="1" w:styleId="001">
    <w:name w:val="样式 (中文) 黑体 加粗 悬挂缩进: 0.01 字符"/>
    <w:basedOn w:val="Normal"/>
    <w:pPr>
      <w:ind w:hanging="1"/>
    </w:pPr>
    <w:rPr>
      <w:rFonts w:eastAsia="黑体" w:cs="宋体"/>
      <w:bCs/>
    </w:rPr>
  </w:style>
  <w:style w:type="paragraph" w:customStyle="1" w:styleId="a">
    <w:name w:val="简单回函地址"/>
    <w:basedOn w:val="Normal"/>
  </w:style>
  <w:style w:type="paragraph" w:customStyle="1" w:styleId="BT1">
    <w:name w:val="BT1"/>
    <w:basedOn w:val="Normal"/>
    <w:pPr>
      <w:jc w:val="center"/>
    </w:pPr>
    <w:rPr>
      <w:rFonts w:cs="宋体"/>
      <w:b/>
      <w:bCs/>
      <w:sz w:val="44"/>
    </w:rPr>
  </w:style>
  <w:style w:type="paragraph" w:customStyle="1" w:styleId="1">
    <w:name w:val="1"/>
    <w:basedOn w:val="Normal"/>
    <w:pPr>
      <w:jc w:val="center"/>
    </w:pPr>
    <w:rPr>
      <w:rFonts w:cs="宋体"/>
      <w:b/>
      <w:sz w:val="44"/>
    </w:rPr>
  </w:style>
  <w:style w:type="paragraph" w:customStyle="1" w:styleId="p0">
    <w:name w:val="p0"/>
    <w:basedOn w:val="Normal"/>
    <w:pPr>
      <w:widowControl/>
    </w:pPr>
    <w:rPr>
      <w:kern w:val="0"/>
      <w:szCs w:val="21"/>
    </w:rPr>
  </w:style>
  <w:style w:type="paragraph" w:customStyle="1" w:styleId="BDDDDD">
    <w:name w:val="BDDDDD"/>
    <w:basedOn w:val="Normal"/>
    <w:pPr>
      <w:jc w:val="center"/>
    </w:pPr>
    <w:rPr>
      <w:rFonts w:cs="宋体"/>
      <w:b/>
      <w:bCs/>
      <w:sz w:val="23"/>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lang w:eastAsia="en-US"/>
    </w:rPr>
  </w:style>
  <w:style w:type="paragraph" w:customStyle="1" w:styleId="p15">
    <w:name w:val="p15"/>
    <w:basedOn w:val="Normal"/>
    <w:pPr>
      <w:widowControl/>
    </w:pPr>
    <w:rPr>
      <w:rFonts w:ascii="宋体" w:hAnsi="宋体" w:cs="宋体"/>
      <w:kern w:val="0"/>
      <w:szCs w:val="21"/>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image" Target="media/image8.jpe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settings.xml.rels>&#65279;<?xml version="1.0" encoding="utf-8" standalone="yes"?><Relationships xmlns="http://schemas.openxmlformats.org/package/2006/relationships"><Relationship Id="rId1" Type="http://schemas.openxmlformats.org/officeDocument/2006/relationships/attachedTemplate" Target="Normal" TargetMode="External" /></Relationships>
</file>

<file path=docProps/app.xml><?xml version="1.0" encoding="utf-8"?>
<Properties xmlns="http://schemas.openxmlformats.org/officeDocument/2006/extended-properties" xmlns:vt="http://schemas.openxmlformats.org/officeDocument/2006/docPropsVTypes">
  <Template>Normal</Template>
  <TotalTime>41</TotalTime>
  <Pages>8</Pages>
  <Words>2076</Words>
  <Characters>11838</Characters>
  <Application>Microsoft Office Word</Application>
  <DocSecurity>0</DocSecurity>
  <Lines>98</Lines>
  <Paragraphs>27</Paragraphs>
  <ScaleCrop>false</ScaleCrop>
  <Company>syzx</Company>
  <LinksUpToDate>false</LinksUpToDate>
  <CharactersWithSpaces>13887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初中地理复习试卷</dc:title>
  <dc:creator>h</dc:creator>
  <cp:lastModifiedBy>xbany</cp:lastModifiedBy>
  <cp:revision>10</cp:revision>
  <cp:lastPrinted>2022-03-07T13:28:00Z</cp:lastPrinted>
  <dcterms:created xsi:type="dcterms:W3CDTF">2017-12-18T06:38:00Z</dcterms:created>
  <dcterms:modified xsi:type="dcterms:W3CDTF">2022-03-17T06:47:00Z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