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tabs>
          <w:tab w:val="left" w:pos="660"/>
          <w:tab w:val="left" w:pos="901"/>
          <w:tab w:val="left" w:pos="2445"/>
          <w:tab w:val="left" w:pos="4455"/>
        </w:tabs>
        <w:spacing w:line="360" w:lineRule="auto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11303000</wp:posOffset>
            </wp:positionV>
            <wp:extent cx="266700" cy="2921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9239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21</w:t>
      </w:r>
      <w:r>
        <w:rPr>
          <w:rFonts w:hint="eastAsia"/>
          <w:sz w:val="36"/>
          <w:szCs w:val="36"/>
        </w:rPr>
        <w:t>-20</w:t>
      </w:r>
      <w:r>
        <w:rPr>
          <w:rFonts w:hint="eastAsia"/>
          <w:sz w:val="36"/>
          <w:szCs w:val="36"/>
          <w:lang w:val="en-US" w:eastAsia="zh-CN"/>
        </w:rPr>
        <w:t>22</w:t>
      </w:r>
      <w:r>
        <w:rPr>
          <w:rFonts w:hint="eastAsia"/>
          <w:sz w:val="36"/>
          <w:szCs w:val="36"/>
        </w:rPr>
        <w:t>学年下学期八年级第一次月水平测试</w:t>
      </w:r>
    </w:p>
    <w:p>
      <w:pPr>
        <w:tabs>
          <w:tab w:val="left" w:pos="660"/>
          <w:tab w:val="left" w:pos="901"/>
          <w:tab w:val="left" w:pos="2445"/>
          <w:tab w:val="left" w:pos="4455"/>
        </w:tabs>
        <w:spacing w:line="360" w:lineRule="auto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英语试卷参考答案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一．听力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20" w:firstLineChars="200"/>
        <w:rPr>
          <w:rFonts w:eastAsia="宋体" w:hint="default"/>
          <w:szCs w:val="21"/>
          <w:lang w:val="en-US" w:eastAsia="zh-CN"/>
        </w:rPr>
      </w:pPr>
      <w:r>
        <w:rPr>
          <w:rFonts w:hint="eastAsia"/>
          <w:szCs w:val="21"/>
        </w:rPr>
        <w:t xml:space="preserve">1-5 </w:t>
      </w:r>
      <w:r>
        <w:rPr>
          <w:rFonts w:hint="eastAsia"/>
          <w:szCs w:val="21"/>
          <w:lang w:val="en-US" w:eastAsia="zh-CN"/>
        </w:rPr>
        <w:t>ABABC</w:t>
      </w:r>
      <w:r>
        <w:rPr>
          <w:rFonts w:hint="eastAsia"/>
          <w:szCs w:val="21"/>
        </w:rPr>
        <w:t xml:space="preserve">    6-10 </w:t>
      </w:r>
      <w:r>
        <w:rPr>
          <w:rFonts w:hint="eastAsia"/>
          <w:szCs w:val="21"/>
          <w:lang w:val="en-US" w:eastAsia="zh-CN"/>
        </w:rPr>
        <w:t>CBCAA</w:t>
      </w:r>
      <w:r>
        <w:rPr>
          <w:rFonts w:hint="eastAsia"/>
          <w:szCs w:val="21"/>
        </w:rPr>
        <w:t xml:space="preserve">    11-15  </w:t>
      </w:r>
      <w:r>
        <w:rPr>
          <w:rFonts w:hint="eastAsia"/>
          <w:szCs w:val="21"/>
          <w:lang w:val="en-US" w:eastAsia="zh-CN"/>
        </w:rPr>
        <w:t>CCBCB</w:t>
      </w:r>
      <w:r>
        <w:rPr>
          <w:rFonts w:hint="eastAsia"/>
          <w:szCs w:val="21"/>
        </w:rPr>
        <w:t xml:space="preserve">   16-20  </w:t>
      </w:r>
      <w:r>
        <w:rPr>
          <w:rFonts w:hint="eastAsia"/>
          <w:szCs w:val="21"/>
          <w:lang w:val="en-US" w:eastAsia="zh-CN"/>
        </w:rPr>
        <w:t>EADBC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eastAsia="宋体"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t>二．</w:t>
      </w:r>
      <w:r>
        <w:rPr>
          <w:rFonts w:hint="eastAsia"/>
          <w:b/>
          <w:sz w:val="24"/>
          <w:szCs w:val="24"/>
          <w:lang w:eastAsia="zh-CN"/>
        </w:rPr>
        <w:t>阅读理解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A)</w:t>
      </w:r>
      <w:r>
        <w:rPr>
          <w:rFonts w:hint="eastAsia"/>
          <w:szCs w:val="21"/>
        </w:rPr>
        <w:t xml:space="preserve">21-25  </w:t>
      </w:r>
      <w:r>
        <w:rPr>
          <w:rFonts w:hint="eastAsia"/>
          <w:szCs w:val="21"/>
          <w:lang w:val="en-US" w:eastAsia="zh-CN"/>
        </w:rPr>
        <w:t>CBBDC</w:t>
      </w:r>
      <w:r>
        <w:rPr>
          <w:rFonts w:hint="eastAsia"/>
          <w:szCs w:val="21"/>
        </w:rPr>
        <w:t xml:space="preserve"> </w:t>
      </w:r>
    </w:p>
    <w:p>
      <w:pPr>
        <w:numPr>
          <w:ilvl w:val="0"/>
          <w:numId w:val="2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26-30 </w:t>
      </w:r>
      <w:r>
        <w:rPr>
          <w:rFonts w:hint="eastAsia"/>
          <w:szCs w:val="21"/>
          <w:lang w:val="en-US" w:eastAsia="zh-CN"/>
        </w:rPr>
        <w:t>DCCCB</w:t>
      </w:r>
      <w:r>
        <w:rPr>
          <w:rFonts w:hint="eastAsia"/>
          <w:szCs w:val="21"/>
        </w:rPr>
        <w:t xml:space="preserve">    </w:t>
      </w:r>
    </w:p>
    <w:p>
      <w:pPr>
        <w:numPr>
          <w:ilvl w:val="0"/>
          <w:numId w:val="2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20" w:firstLineChars="200"/>
        <w:rPr>
          <w:rFonts w:eastAsia="宋体" w:hint="default"/>
          <w:szCs w:val="21"/>
          <w:lang w:val="en-US" w:eastAsia="zh-CN"/>
        </w:rPr>
      </w:pPr>
      <w:r>
        <w:rPr>
          <w:rFonts w:hint="eastAsia"/>
          <w:szCs w:val="21"/>
        </w:rPr>
        <w:t xml:space="preserve">31-35 </w:t>
      </w:r>
      <w:r>
        <w:rPr>
          <w:rFonts w:hint="eastAsia"/>
          <w:szCs w:val="21"/>
          <w:lang w:val="en-US" w:eastAsia="zh-CN"/>
        </w:rPr>
        <w:t xml:space="preserve">DABBD </w:t>
      </w:r>
    </w:p>
    <w:p>
      <w:pPr>
        <w:numPr>
          <w:ilvl w:val="0"/>
          <w:numId w:val="2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20" w:firstLineChars="200"/>
        <w:rPr>
          <w:rFonts w:eastAsia="宋体"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36-40 CDAEB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三．完形填空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eastAsia="宋体" w:hint="default"/>
          <w:szCs w:val="21"/>
          <w:lang w:val="en-US" w:eastAsia="zh-CN"/>
        </w:rPr>
      </w:pPr>
      <w:r>
        <w:rPr>
          <w:rFonts w:hint="eastAsia"/>
          <w:szCs w:val="21"/>
        </w:rPr>
        <w:t xml:space="preserve">  41-45  </w:t>
      </w:r>
      <w:r>
        <w:rPr>
          <w:rFonts w:hint="eastAsia"/>
          <w:szCs w:val="21"/>
          <w:lang w:val="en-US" w:eastAsia="zh-CN"/>
        </w:rPr>
        <w:t>ABACB   46-50 ADBBD   51-55CCBDB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Cs/>
          <w:sz w:val="24"/>
          <w:szCs w:val="24"/>
          <w:lang w:eastAsia="zh-CN"/>
        </w:rPr>
      </w:pPr>
      <w:r>
        <w:rPr>
          <w:rFonts w:hint="eastAsia"/>
          <w:bCs/>
          <w:sz w:val="24"/>
          <w:szCs w:val="24"/>
        </w:rPr>
        <w:t>四．</w:t>
      </w:r>
      <w:r>
        <w:rPr>
          <w:rFonts w:hint="eastAsia"/>
          <w:bCs/>
          <w:sz w:val="24"/>
          <w:szCs w:val="24"/>
          <w:lang w:eastAsia="zh-CN"/>
        </w:rPr>
        <w:t>语篇填空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Cs/>
          <w:sz w:val="24"/>
          <w:szCs w:val="24"/>
          <w:lang w:eastAsia="zh-CN"/>
        </w:rPr>
      </w:pPr>
      <w:r>
        <w:rPr>
          <w:rFonts w:hint="eastAsia"/>
          <w:bCs/>
          <w:sz w:val="24"/>
          <w:szCs w:val="24"/>
          <w:lang w:eastAsia="zh-CN"/>
        </w:rPr>
        <w:t>第一节：</w:t>
      </w:r>
    </w:p>
    <w:p>
      <w:pPr>
        <w:numPr>
          <w:ilvl w:val="0"/>
          <w:numId w:val="0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80" w:firstLineChars="200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56.used  57.mood  58.worried  59.affect.  60.easily</w:t>
      </w:r>
    </w:p>
    <w:p>
      <w:pPr>
        <w:numPr>
          <w:ilvl w:val="0"/>
          <w:numId w:val="0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80" w:firstLineChars="200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61.down  62.illness  63.know.  64.wrong  65.fighting.</w:t>
      </w:r>
    </w:p>
    <w:p>
      <w:pPr>
        <w:numPr>
          <w:ilvl w:val="0"/>
          <w:numId w:val="0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 xml:space="preserve">第二节： </w:t>
      </w:r>
    </w:p>
    <w:p>
      <w:pPr>
        <w:numPr>
          <w:ilvl w:val="0"/>
          <w:numId w:val="0"/>
        </w:num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480" w:firstLineChars="200"/>
        <w:rPr>
          <w:rFonts w:eastAsia="宋体" w:hint="default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66. as  67.in  68.are.  69.a  70.how.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五</w:t>
      </w:r>
      <w:r>
        <w:rPr>
          <w:rFonts w:hint="eastAsia"/>
          <w:b/>
          <w:sz w:val="24"/>
          <w:szCs w:val="24"/>
        </w:rPr>
        <w:t>．补全对话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eastAsia="宋体" w:hint="default"/>
          <w:bCs/>
          <w:szCs w:val="21"/>
          <w:lang w:val="en-US" w:eastAsia="zh-CN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  <w:lang w:val="en-US" w:eastAsia="zh-CN"/>
        </w:rPr>
        <w:t>Anything wrong?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default"/>
          <w:bCs/>
          <w:szCs w:val="21"/>
          <w:lang w:val="en-US"/>
        </w:rPr>
      </w:pP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  <w:lang w:val="en-US" w:eastAsia="zh-CN"/>
        </w:rPr>
        <w:t>I</w:t>
      </w:r>
      <w:r>
        <w:rPr>
          <w:rFonts w:hint="default"/>
          <w:bCs/>
          <w:szCs w:val="21"/>
          <w:lang w:val="en-US" w:eastAsia="zh-CN"/>
        </w:rPr>
        <w:t>’</w:t>
      </w:r>
      <w:r>
        <w:rPr>
          <w:rFonts w:hint="eastAsia"/>
          <w:bCs/>
          <w:szCs w:val="21"/>
          <w:lang w:val="en-US" w:eastAsia="zh-CN"/>
        </w:rPr>
        <w:t>m sorry to hear that.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eastAsia="宋体" w:hint="default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  <w:lang w:val="en-US" w:eastAsia="zh-CN"/>
        </w:rPr>
        <w:t>W</w:t>
      </w:r>
      <w:r>
        <w:rPr>
          <w:rFonts w:hint="eastAsia"/>
          <w:bCs/>
          <w:szCs w:val="21"/>
          <w:lang w:val="en-US" w:eastAsia="zh-CN"/>
        </w:rPr>
        <w:t>hat should I do ?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left="420" w:hanging="420" w:hangingChars="200"/>
        <w:rPr>
          <w:rFonts w:eastAsia="宋体" w:hint="default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>7</w:t>
      </w:r>
      <w:r>
        <w:rPr>
          <w:rFonts w:hint="eastAsia"/>
          <w:bCs/>
          <w:szCs w:val="21"/>
        </w:rPr>
        <w:t>4.</w:t>
      </w:r>
      <w:r>
        <w:rPr>
          <w:rFonts w:hint="eastAsia"/>
          <w:bCs/>
          <w:szCs w:val="21"/>
          <w:lang w:val="en-US" w:eastAsia="zh-CN"/>
        </w:rPr>
        <w:t>C</w:t>
      </w:r>
      <w:r>
        <w:rPr>
          <w:rFonts w:hint="eastAsia"/>
          <w:bCs/>
          <w:szCs w:val="21"/>
          <w:lang w:val="en-US" w:eastAsia="zh-CN"/>
        </w:rPr>
        <w:t>an I join your group?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ind w:firstLine="210" w:firstLineChars="100"/>
        <w:rPr>
          <w:rFonts w:eastAsia="宋体" w:hint="default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7</w:t>
      </w:r>
      <w:r>
        <w:rPr>
          <w:rFonts w:hint="eastAsia"/>
          <w:bCs/>
          <w:szCs w:val="21"/>
        </w:rPr>
        <w:t>5.</w:t>
      </w:r>
      <w:r>
        <w:rPr>
          <w:rFonts w:hint="eastAsia"/>
          <w:bCs/>
          <w:szCs w:val="21"/>
          <w:lang w:val="en-US" w:eastAsia="zh-CN"/>
        </w:rPr>
        <w:t>T</w:t>
      </w:r>
      <w:r>
        <w:rPr>
          <w:rFonts w:hint="eastAsia"/>
          <w:bCs/>
          <w:szCs w:val="21"/>
          <w:lang w:val="en-US" w:eastAsia="zh-CN"/>
        </w:rPr>
        <w:t>omorrow.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六</w:t>
      </w:r>
      <w:r>
        <w:rPr>
          <w:rFonts w:hint="eastAsia"/>
          <w:b/>
          <w:sz w:val="24"/>
          <w:szCs w:val="24"/>
        </w:rPr>
        <w:t>．</w:t>
      </w:r>
      <w:r>
        <w:rPr>
          <w:rFonts w:hint="eastAsia"/>
          <w:bCs/>
          <w:szCs w:val="21"/>
        </w:rPr>
        <w:t>书面表达（略）</w:t>
      </w:r>
      <w:r>
        <w:rPr>
          <w:rFonts w:hint="eastAsia"/>
          <w:b/>
          <w:sz w:val="24"/>
          <w:szCs w:val="24"/>
        </w:rPr>
        <w:t xml:space="preserve"> </w:t>
      </w:r>
    </w:p>
    <w:p>
      <w:pPr>
        <w:tabs>
          <w:tab w:val="left" w:pos="660"/>
          <w:tab w:val="left" w:pos="1162"/>
          <w:tab w:val="left" w:pos="2445"/>
          <w:tab w:val="left" w:pos="4455"/>
          <w:tab w:val="left" w:pos="6943"/>
        </w:tabs>
        <w:spacing w:line="360" w:lineRule="auto"/>
        <w:rPr>
          <w:rFonts w:hint="eastAsia"/>
          <w:bCs/>
          <w:szCs w:val="21"/>
        </w:rPr>
        <w:sectPr>
          <w:footerReference w:type="even" r:id="rId5"/>
          <w:footerReference w:type="default" r:id="rId6"/>
          <w:pgSz w:w="10433" w:h="14742"/>
          <w:pgMar w:top="1247" w:right="1134" w:bottom="1247" w:left="1134" w:header="851" w:footer="851" w:gutter="0"/>
          <w:pgNumType w:start="1"/>
          <w:cols w:space="708"/>
          <w:docGrid w:type="lines" w:linePitch="313" w:charSpace="-3553"/>
        </w:sectPr>
      </w:pPr>
      <w:r>
        <w:rPr>
          <w:rFonts w:hint="eastAsia"/>
          <w:bCs/>
          <w:szCs w:val="21"/>
        </w:rPr>
        <w:t xml:space="preserve"> </w:t>
      </w:r>
    </w:p>
    <w:p>
      <w:r>
        <w:rPr>
          <w:rFonts w:hint="eastAsia"/>
          <w:bCs/>
          <w:szCs w:val="21"/>
        </w:rPr>
        <w:drawing>
          <wp:inline>
            <wp:extent cx="4808829" cy="7777480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80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8829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- 3 -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  <w:r>
      <w:rPr>
        <w:rFonts w:hint="eastAsia"/>
        <w:kern w:val="0"/>
        <w:szCs w:val="21"/>
      </w:rPr>
      <w:t xml:space="preserve">八年级英语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2379EC"/>
    <w:multiLevelType w:val="singleLevel"/>
    <w:tmpl w:val="D92379EC"/>
    <w:lvl w:ilvl="0">
      <w:start w:val="2"/>
      <w:numFmt w:val="upperLetter"/>
      <w:suff w:val="space"/>
      <w:lvlText w:val="%1)"/>
      <w:lvlJc w:val="left"/>
    </w:lvl>
  </w:abstractNum>
  <w:abstractNum w:abstractNumId="1">
    <w:nsid w:val="00000008"/>
    <w:multiLevelType w:val="singleLevel"/>
    <w:tmpl w:val="0000000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193"/>
  <w:drawingGridVerticalSpacing w:val="313"/>
  <w:displayHorizontalDrawingGridEvery w:val="0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3741"/>
    <w:rsid w:val="00032276"/>
    <w:rsid w:val="00036FCF"/>
    <w:rsid w:val="000413BA"/>
    <w:rsid w:val="000426AF"/>
    <w:rsid w:val="00042B1F"/>
    <w:rsid w:val="00044C1A"/>
    <w:rsid w:val="000534F2"/>
    <w:rsid w:val="00053624"/>
    <w:rsid w:val="00054D7E"/>
    <w:rsid w:val="00055CC1"/>
    <w:rsid w:val="00063768"/>
    <w:rsid w:val="00076CC0"/>
    <w:rsid w:val="000851EE"/>
    <w:rsid w:val="00086DF3"/>
    <w:rsid w:val="00086E9B"/>
    <w:rsid w:val="000942CE"/>
    <w:rsid w:val="0009469F"/>
    <w:rsid w:val="000946EB"/>
    <w:rsid w:val="000C2161"/>
    <w:rsid w:val="000C5F4F"/>
    <w:rsid w:val="000C69ED"/>
    <w:rsid w:val="000D072D"/>
    <w:rsid w:val="000D638C"/>
    <w:rsid w:val="000D6439"/>
    <w:rsid w:val="000E1D0B"/>
    <w:rsid w:val="000E1D9E"/>
    <w:rsid w:val="000E282D"/>
    <w:rsid w:val="000E2879"/>
    <w:rsid w:val="00113EED"/>
    <w:rsid w:val="00115593"/>
    <w:rsid w:val="001163A0"/>
    <w:rsid w:val="00120D5C"/>
    <w:rsid w:val="001272AD"/>
    <w:rsid w:val="001307BD"/>
    <w:rsid w:val="00141FF9"/>
    <w:rsid w:val="00142E0B"/>
    <w:rsid w:val="00146B3E"/>
    <w:rsid w:val="00156786"/>
    <w:rsid w:val="001663EB"/>
    <w:rsid w:val="00166BB7"/>
    <w:rsid w:val="00180A2C"/>
    <w:rsid w:val="00185C59"/>
    <w:rsid w:val="0018693A"/>
    <w:rsid w:val="00187298"/>
    <w:rsid w:val="001911A4"/>
    <w:rsid w:val="00192FF7"/>
    <w:rsid w:val="001935EB"/>
    <w:rsid w:val="001A26B1"/>
    <w:rsid w:val="001C03F8"/>
    <w:rsid w:val="001C3C64"/>
    <w:rsid w:val="001C7E09"/>
    <w:rsid w:val="001D5A11"/>
    <w:rsid w:val="001D7475"/>
    <w:rsid w:val="001E6DAF"/>
    <w:rsid w:val="001E6FCD"/>
    <w:rsid w:val="001F04FD"/>
    <w:rsid w:val="001F35FA"/>
    <w:rsid w:val="001F42F8"/>
    <w:rsid w:val="001F6150"/>
    <w:rsid w:val="00200E14"/>
    <w:rsid w:val="00201750"/>
    <w:rsid w:val="00202BE3"/>
    <w:rsid w:val="00204245"/>
    <w:rsid w:val="00204AAF"/>
    <w:rsid w:val="0020506C"/>
    <w:rsid w:val="00206723"/>
    <w:rsid w:val="00214B36"/>
    <w:rsid w:val="002176FC"/>
    <w:rsid w:val="00224545"/>
    <w:rsid w:val="00251F3E"/>
    <w:rsid w:val="00253135"/>
    <w:rsid w:val="0028486C"/>
    <w:rsid w:val="00287C68"/>
    <w:rsid w:val="00293B63"/>
    <w:rsid w:val="002A29DA"/>
    <w:rsid w:val="002A5FEB"/>
    <w:rsid w:val="002A7A4D"/>
    <w:rsid w:val="002C0CF6"/>
    <w:rsid w:val="002D0CEA"/>
    <w:rsid w:val="002D0E27"/>
    <w:rsid w:val="002E136C"/>
    <w:rsid w:val="002E1B14"/>
    <w:rsid w:val="002E47A4"/>
    <w:rsid w:val="002F2C43"/>
    <w:rsid w:val="002F5652"/>
    <w:rsid w:val="002F63F5"/>
    <w:rsid w:val="00300F83"/>
    <w:rsid w:val="00314C02"/>
    <w:rsid w:val="00317A2F"/>
    <w:rsid w:val="00327F09"/>
    <w:rsid w:val="00332319"/>
    <w:rsid w:val="00336658"/>
    <w:rsid w:val="00340D42"/>
    <w:rsid w:val="003451C0"/>
    <w:rsid w:val="00351778"/>
    <w:rsid w:val="00352168"/>
    <w:rsid w:val="0035377B"/>
    <w:rsid w:val="00360E2A"/>
    <w:rsid w:val="00361FF8"/>
    <w:rsid w:val="003642ED"/>
    <w:rsid w:val="00373755"/>
    <w:rsid w:val="003777D7"/>
    <w:rsid w:val="003829E5"/>
    <w:rsid w:val="00386F8F"/>
    <w:rsid w:val="00393421"/>
    <w:rsid w:val="00393B75"/>
    <w:rsid w:val="003940F5"/>
    <w:rsid w:val="00397D3D"/>
    <w:rsid w:val="003A59A1"/>
    <w:rsid w:val="003B584A"/>
    <w:rsid w:val="003C5781"/>
    <w:rsid w:val="003C7184"/>
    <w:rsid w:val="003D3D2F"/>
    <w:rsid w:val="003F613B"/>
    <w:rsid w:val="003F7EA0"/>
    <w:rsid w:val="004058B5"/>
    <w:rsid w:val="00410968"/>
    <w:rsid w:val="00413940"/>
    <w:rsid w:val="00413A15"/>
    <w:rsid w:val="0041555C"/>
    <w:rsid w:val="004202C0"/>
    <w:rsid w:val="00432E60"/>
    <w:rsid w:val="00433D7B"/>
    <w:rsid w:val="00445A75"/>
    <w:rsid w:val="004475B6"/>
    <w:rsid w:val="00451849"/>
    <w:rsid w:val="00453B6D"/>
    <w:rsid w:val="00454BDD"/>
    <w:rsid w:val="004614EF"/>
    <w:rsid w:val="00465A8E"/>
    <w:rsid w:val="00471D78"/>
    <w:rsid w:val="004943F7"/>
    <w:rsid w:val="004949B2"/>
    <w:rsid w:val="004A24BE"/>
    <w:rsid w:val="004A4E75"/>
    <w:rsid w:val="004A748F"/>
    <w:rsid w:val="004B3775"/>
    <w:rsid w:val="004B3C9B"/>
    <w:rsid w:val="004B4644"/>
    <w:rsid w:val="004B58CB"/>
    <w:rsid w:val="004B72C6"/>
    <w:rsid w:val="004C0463"/>
    <w:rsid w:val="004C412A"/>
    <w:rsid w:val="004C5E97"/>
    <w:rsid w:val="004C7B71"/>
    <w:rsid w:val="004F6768"/>
    <w:rsid w:val="004F6A3B"/>
    <w:rsid w:val="00502C4D"/>
    <w:rsid w:val="00510949"/>
    <w:rsid w:val="005136E8"/>
    <w:rsid w:val="00514E0F"/>
    <w:rsid w:val="005162BB"/>
    <w:rsid w:val="005203E7"/>
    <w:rsid w:val="0052407A"/>
    <w:rsid w:val="005250BF"/>
    <w:rsid w:val="00533527"/>
    <w:rsid w:val="005357E1"/>
    <w:rsid w:val="00545B09"/>
    <w:rsid w:val="005471EB"/>
    <w:rsid w:val="00550C27"/>
    <w:rsid w:val="005521F2"/>
    <w:rsid w:val="00564166"/>
    <w:rsid w:val="00565540"/>
    <w:rsid w:val="00566ADD"/>
    <w:rsid w:val="0057389A"/>
    <w:rsid w:val="005760EC"/>
    <w:rsid w:val="0059365F"/>
    <w:rsid w:val="00593E83"/>
    <w:rsid w:val="00594297"/>
    <w:rsid w:val="005972C8"/>
    <w:rsid w:val="005B3850"/>
    <w:rsid w:val="005B736F"/>
    <w:rsid w:val="005C6554"/>
    <w:rsid w:val="005D2A9A"/>
    <w:rsid w:val="005D6E83"/>
    <w:rsid w:val="005D7F87"/>
    <w:rsid w:val="005E551D"/>
    <w:rsid w:val="005E56F2"/>
    <w:rsid w:val="005F33F7"/>
    <w:rsid w:val="006070FC"/>
    <w:rsid w:val="00621307"/>
    <w:rsid w:val="00623F59"/>
    <w:rsid w:val="006343AE"/>
    <w:rsid w:val="006429F2"/>
    <w:rsid w:val="006449CD"/>
    <w:rsid w:val="00650829"/>
    <w:rsid w:val="00653091"/>
    <w:rsid w:val="00653BAB"/>
    <w:rsid w:val="00656526"/>
    <w:rsid w:val="00672A91"/>
    <w:rsid w:val="0067667E"/>
    <w:rsid w:val="00684839"/>
    <w:rsid w:val="006A2669"/>
    <w:rsid w:val="006B1658"/>
    <w:rsid w:val="006B17B5"/>
    <w:rsid w:val="006B26F1"/>
    <w:rsid w:val="006B581D"/>
    <w:rsid w:val="006C28FA"/>
    <w:rsid w:val="006C4426"/>
    <w:rsid w:val="006D4420"/>
    <w:rsid w:val="006D58C0"/>
    <w:rsid w:val="006D7346"/>
    <w:rsid w:val="006F1FD0"/>
    <w:rsid w:val="00700C25"/>
    <w:rsid w:val="00705106"/>
    <w:rsid w:val="007066C3"/>
    <w:rsid w:val="00712CB4"/>
    <w:rsid w:val="007210C1"/>
    <w:rsid w:val="00735EDA"/>
    <w:rsid w:val="00742EA2"/>
    <w:rsid w:val="00743FFD"/>
    <w:rsid w:val="00753697"/>
    <w:rsid w:val="00776CE5"/>
    <w:rsid w:val="00777C7A"/>
    <w:rsid w:val="00790EB9"/>
    <w:rsid w:val="007C541D"/>
    <w:rsid w:val="007D0CB7"/>
    <w:rsid w:val="007D1241"/>
    <w:rsid w:val="007D1CCE"/>
    <w:rsid w:val="007D591D"/>
    <w:rsid w:val="007D5DE6"/>
    <w:rsid w:val="007D6428"/>
    <w:rsid w:val="007D7713"/>
    <w:rsid w:val="007E331B"/>
    <w:rsid w:val="007E36F4"/>
    <w:rsid w:val="007E3EA0"/>
    <w:rsid w:val="007E5936"/>
    <w:rsid w:val="007E5AC1"/>
    <w:rsid w:val="00802ED3"/>
    <w:rsid w:val="0080352F"/>
    <w:rsid w:val="00805EF7"/>
    <w:rsid w:val="00805F48"/>
    <w:rsid w:val="0081019E"/>
    <w:rsid w:val="008139D7"/>
    <w:rsid w:val="00815EBD"/>
    <w:rsid w:val="00815F6C"/>
    <w:rsid w:val="00834985"/>
    <w:rsid w:val="0083605A"/>
    <w:rsid w:val="00844EC4"/>
    <w:rsid w:val="00862486"/>
    <w:rsid w:val="0087142F"/>
    <w:rsid w:val="00873EEB"/>
    <w:rsid w:val="00877DD8"/>
    <w:rsid w:val="008843F7"/>
    <w:rsid w:val="00885CB1"/>
    <w:rsid w:val="00887BAB"/>
    <w:rsid w:val="00894FFD"/>
    <w:rsid w:val="008962FD"/>
    <w:rsid w:val="008A4B9C"/>
    <w:rsid w:val="008A4F08"/>
    <w:rsid w:val="008B36A0"/>
    <w:rsid w:val="008B6FE9"/>
    <w:rsid w:val="008C3792"/>
    <w:rsid w:val="008C766E"/>
    <w:rsid w:val="008D1E37"/>
    <w:rsid w:val="008D3E62"/>
    <w:rsid w:val="008E20F7"/>
    <w:rsid w:val="008E3D97"/>
    <w:rsid w:val="008E52B3"/>
    <w:rsid w:val="008E76C5"/>
    <w:rsid w:val="008F4A28"/>
    <w:rsid w:val="00901052"/>
    <w:rsid w:val="00901113"/>
    <w:rsid w:val="00902569"/>
    <w:rsid w:val="00902FD4"/>
    <w:rsid w:val="0090494B"/>
    <w:rsid w:val="00913400"/>
    <w:rsid w:val="009173C4"/>
    <w:rsid w:val="00925493"/>
    <w:rsid w:val="00930CE8"/>
    <w:rsid w:val="00931E60"/>
    <w:rsid w:val="00932086"/>
    <w:rsid w:val="0093310C"/>
    <w:rsid w:val="009344E7"/>
    <w:rsid w:val="009375DA"/>
    <w:rsid w:val="00942125"/>
    <w:rsid w:val="0094346E"/>
    <w:rsid w:val="00943DE7"/>
    <w:rsid w:val="009461A4"/>
    <w:rsid w:val="00946964"/>
    <w:rsid w:val="00947E51"/>
    <w:rsid w:val="00956535"/>
    <w:rsid w:val="009604C5"/>
    <w:rsid w:val="0096370C"/>
    <w:rsid w:val="00963E7E"/>
    <w:rsid w:val="00967E24"/>
    <w:rsid w:val="00975A05"/>
    <w:rsid w:val="00976622"/>
    <w:rsid w:val="009827E2"/>
    <w:rsid w:val="00986E3A"/>
    <w:rsid w:val="0098791D"/>
    <w:rsid w:val="009B2D8E"/>
    <w:rsid w:val="009C14EA"/>
    <w:rsid w:val="009C31D9"/>
    <w:rsid w:val="009C3677"/>
    <w:rsid w:val="009C3739"/>
    <w:rsid w:val="009C556C"/>
    <w:rsid w:val="009D04EF"/>
    <w:rsid w:val="009D1469"/>
    <w:rsid w:val="009D24CC"/>
    <w:rsid w:val="009D67FB"/>
    <w:rsid w:val="009E2FDC"/>
    <w:rsid w:val="009E3F6E"/>
    <w:rsid w:val="009E587D"/>
    <w:rsid w:val="009E7A4F"/>
    <w:rsid w:val="009E7A91"/>
    <w:rsid w:val="009F3AFF"/>
    <w:rsid w:val="009F70CC"/>
    <w:rsid w:val="00A0119A"/>
    <w:rsid w:val="00A0140E"/>
    <w:rsid w:val="00A07360"/>
    <w:rsid w:val="00A11712"/>
    <w:rsid w:val="00A21829"/>
    <w:rsid w:val="00A31C3E"/>
    <w:rsid w:val="00A34D0A"/>
    <w:rsid w:val="00A4784D"/>
    <w:rsid w:val="00A54AC4"/>
    <w:rsid w:val="00A572AD"/>
    <w:rsid w:val="00A5732C"/>
    <w:rsid w:val="00A65E30"/>
    <w:rsid w:val="00A671FB"/>
    <w:rsid w:val="00A77AF2"/>
    <w:rsid w:val="00A84A18"/>
    <w:rsid w:val="00A87C96"/>
    <w:rsid w:val="00AC26E6"/>
    <w:rsid w:val="00AC2C77"/>
    <w:rsid w:val="00AC495F"/>
    <w:rsid w:val="00AC6AB1"/>
    <w:rsid w:val="00AD3191"/>
    <w:rsid w:val="00AE4892"/>
    <w:rsid w:val="00AF5BF6"/>
    <w:rsid w:val="00B04528"/>
    <w:rsid w:val="00B06288"/>
    <w:rsid w:val="00B07627"/>
    <w:rsid w:val="00B12391"/>
    <w:rsid w:val="00B14E94"/>
    <w:rsid w:val="00B2037C"/>
    <w:rsid w:val="00B21C94"/>
    <w:rsid w:val="00B22749"/>
    <w:rsid w:val="00B26AE6"/>
    <w:rsid w:val="00B26F79"/>
    <w:rsid w:val="00B27431"/>
    <w:rsid w:val="00B33030"/>
    <w:rsid w:val="00B3364C"/>
    <w:rsid w:val="00B36449"/>
    <w:rsid w:val="00B365D4"/>
    <w:rsid w:val="00B447D3"/>
    <w:rsid w:val="00B4515F"/>
    <w:rsid w:val="00B47CE1"/>
    <w:rsid w:val="00B535FB"/>
    <w:rsid w:val="00B64817"/>
    <w:rsid w:val="00B651F4"/>
    <w:rsid w:val="00B66F5A"/>
    <w:rsid w:val="00B70D15"/>
    <w:rsid w:val="00B74A33"/>
    <w:rsid w:val="00B80DAE"/>
    <w:rsid w:val="00B82C46"/>
    <w:rsid w:val="00B84266"/>
    <w:rsid w:val="00B876F4"/>
    <w:rsid w:val="00B93860"/>
    <w:rsid w:val="00B97D61"/>
    <w:rsid w:val="00BA0FE7"/>
    <w:rsid w:val="00BA22A0"/>
    <w:rsid w:val="00BA6F2C"/>
    <w:rsid w:val="00BB21B1"/>
    <w:rsid w:val="00BB2B18"/>
    <w:rsid w:val="00BB6360"/>
    <w:rsid w:val="00BB7EA9"/>
    <w:rsid w:val="00BC2167"/>
    <w:rsid w:val="00BC385C"/>
    <w:rsid w:val="00BC4D94"/>
    <w:rsid w:val="00BD558B"/>
    <w:rsid w:val="00BD58C1"/>
    <w:rsid w:val="00BD7D79"/>
    <w:rsid w:val="00BE1BDC"/>
    <w:rsid w:val="00BE2DBC"/>
    <w:rsid w:val="00BE5ACA"/>
    <w:rsid w:val="00BE6FE2"/>
    <w:rsid w:val="00BE73F3"/>
    <w:rsid w:val="00BF2651"/>
    <w:rsid w:val="00BF73FD"/>
    <w:rsid w:val="00C063A3"/>
    <w:rsid w:val="00C11309"/>
    <w:rsid w:val="00C17B37"/>
    <w:rsid w:val="00C20554"/>
    <w:rsid w:val="00C27E94"/>
    <w:rsid w:val="00C40ED8"/>
    <w:rsid w:val="00C426BB"/>
    <w:rsid w:val="00C44D6E"/>
    <w:rsid w:val="00C53022"/>
    <w:rsid w:val="00C61440"/>
    <w:rsid w:val="00C649AB"/>
    <w:rsid w:val="00C66262"/>
    <w:rsid w:val="00C7261E"/>
    <w:rsid w:val="00C72EEE"/>
    <w:rsid w:val="00C819AE"/>
    <w:rsid w:val="00C91797"/>
    <w:rsid w:val="00C97F46"/>
    <w:rsid w:val="00CA090D"/>
    <w:rsid w:val="00CA0E83"/>
    <w:rsid w:val="00CB1BF8"/>
    <w:rsid w:val="00CD0AE8"/>
    <w:rsid w:val="00CE03B0"/>
    <w:rsid w:val="00CE0712"/>
    <w:rsid w:val="00CE18FC"/>
    <w:rsid w:val="00CE1C2C"/>
    <w:rsid w:val="00CE791E"/>
    <w:rsid w:val="00D022BD"/>
    <w:rsid w:val="00D05BEC"/>
    <w:rsid w:val="00D06743"/>
    <w:rsid w:val="00D159C8"/>
    <w:rsid w:val="00D1676D"/>
    <w:rsid w:val="00D16CAA"/>
    <w:rsid w:val="00D17B98"/>
    <w:rsid w:val="00D20FFD"/>
    <w:rsid w:val="00D24F6C"/>
    <w:rsid w:val="00D25201"/>
    <w:rsid w:val="00D333BB"/>
    <w:rsid w:val="00D36042"/>
    <w:rsid w:val="00D40616"/>
    <w:rsid w:val="00D45C4B"/>
    <w:rsid w:val="00D51EE7"/>
    <w:rsid w:val="00D64580"/>
    <w:rsid w:val="00D652EF"/>
    <w:rsid w:val="00D763DC"/>
    <w:rsid w:val="00D76B6C"/>
    <w:rsid w:val="00D807AD"/>
    <w:rsid w:val="00D82E29"/>
    <w:rsid w:val="00D84E70"/>
    <w:rsid w:val="00D91C26"/>
    <w:rsid w:val="00D92A37"/>
    <w:rsid w:val="00D938C5"/>
    <w:rsid w:val="00D95161"/>
    <w:rsid w:val="00DC0627"/>
    <w:rsid w:val="00DC0744"/>
    <w:rsid w:val="00DC0980"/>
    <w:rsid w:val="00DC4BF7"/>
    <w:rsid w:val="00DC74E4"/>
    <w:rsid w:val="00DC7FE5"/>
    <w:rsid w:val="00DD2A0D"/>
    <w:rsid w:val="00DD42DA"/>
    <w:rsid w:val="00DE28E8"/>
    <w:rsid w:val="00DE2CAA"/>
    <w:rsid w:val="00DF472E"/>
    <w:rsid w:val="00DF5630"/>
    <w:rsid w:val="00DF5DF4"/>
    <w:rsid w:val="00DF6B74"/>
    <w:rsid w:val="00E03451"/>
    <w:rsid w:val="00E10570"/>
    <w:rsid w:val="00E129AF"/>
    <w:rsid w:val="00E16455"/>
    <w:rsid w:val="00E240ED"/>
    <w:rsid w:val="00E247BA"/>
    <w:rsid w:val="00E30F04"/>
    <w:rsid w:val="00E36EC4"/>
    <w:rsid w:val="00E37624"/>
    <w:rsid w:val="00E4062F"/>
    <w:rsid w:val="00E40814"/>
    <w:rsid w:val="00E463C7"/>
    <w:rsid w:val="00E52DDF"/>
    <w:rsid w:val="00E61CAF"/>
    <w:rsid w:val="00E6325F"/>
    <w:rsid w:val="00E65C12"/>
    <w:rsid w:val="00E73931"/>
    <w:rsid w:val="00E859B6"/>
    <w:rsid w:val="00E96A15"/>
    <w:rsid w:val="00EB0291"/>
    <w:rsid w:val="00EB3630"/>
    <w:rsid w:val="00EB3671"/>
    <w:rsid w:val="00ED4FD8"/>
    <w:rsid w:val="00ED5732"/>
    <w:rsid w:val="00ED7E46"/>
    <w:rsid w:val="00EE0130"/>
    <w:rsid w:val="00EF044B"/>
    <w:rsid w:val="00EF4542"/>
    <w:rsid w:val="00EF73F6"/>
    <w:rsid w:val="00F00ADC"/>
    <w:rsid w:val="00F03BAC"/>
    <w:rsid w:val="00F072B9"/>
    <w:rsid w:val="00F1533B"/>
    <w:rsid w:val="00F16FFA"/>
    <w:rsid w:val="00F1715C"/>
    <w:rsid w:val="00F219E4"/>
    <w:rsid w:val="00F23DC4"/>
    <w:rsid w:val="00F25CDB"/>
    <w:rsid w:val="00F3160B"/>
    <w:rsid w:val="00F31C6C"/>
    <w:rsid w:val="00F31CF5"/>
    <w:rsid w:val="00F364E5"/>
    <w:rsid w:val="00F42B81"/>
    <w:rsid w:val="00F54461"/>
    <w:rsid w:val="00F632A5"/>
    <w:rsid w:val="00F66573"/>
    <w:rsid w:val="00F66AA1"/>
    <w:rsid w:val="00F67D49"/>
    <w:rsid w:val="00F719F7"/>
    <w:rsid w:val="00F71A09"/>
    <w:rsid w:val="00F72E0C"/>
    <w:rsid w:val="00F753C6"/>
    <w:rsid w:val="00F770F4"/>
    <w:rsid w:val="00F8170B"/>
    <w:rsid w:val="00F86DF7"/>
    <w:rsid w:val="00F946D9"/>
    <w:rsid w:val="00F95D8E"/>
    <w:rsid w:val="00F978BB"/>
    <w:rsid w:val="00FA058F"/>
    <w:rsid w:val="00FA5561"/>
    <w:rsid w:val="00FB38E3"/>
    <w:rsid w:val="00FB5C82"/>
    <w:rsid w:val="00FD2E27"/>
    <w:rsid w:val="00FD302F"/>
    <w:rsid w:val="00FD62FE"/>
    <w:rsid w:val="00FE3C4C"/>
    <w:rsid w:val="00FE5C0C"/>
    <w:rsid w:val="00FE746D"/>
    <w:rsid w:val="012F164A"/>
    <w:rsid w:val="01695DFC"/>
    <w:rsid w:val="021018A2"/>
    <w:rsid w:val="02294ADF"/>
    <w:rsid w:val="022E714D"/>
    <w:rsid w:val="0238470B"/>
    <w:rsid w:val="023A0A75"/>
    <w:rsid w:val="029E648B"/>
    <w:rsid w:val="02BD4A6E"/>
    <w:rsid w:val="02C96BFA"/>
    <w:rsid w:val="02FD1483"/>
    <w:rsid w:val="03613B2D"/>
    <w:rsid w:val="03974770"/>
    <w:rsid w:val="03CE0F7B"/>
    <w:rsid w:val="03FA0018"/>
    <w:rsid w:val="042B09CC"/>
    <w:rsid w:val="044030C4"/>
    <w:rsid w:val="04E839DD"/>
    <w:rsid w:val="05394AA5"/>
    <w:rsid w:val="05534ADD"/>
    <w:rsid w:val="056034FB"/>
    <w:rsid w:val="059A7D27"/>
    <w:rsid w:val="05BD1C0B"/>
    <w:rsid w:val="05CF1DCA"/>
    <w:rsid w:val="063C7012"/>
    <w:rsid w:val="06887BD3"/>
    <w:rsid w:val="07652B4D"/>
    <w:rsid w:val="07B31B65"/>
    <w:rsid w:val="07B65FC4"/>
    <w:rsid w:val="07BC0DA7"/>
    <w:rsid w:val="07CC55B1"/>
    <w:rsid w:val="08B349B8"/>
    <w:rsid w:val="08D36C88"/>
    <w:rsid w:val="08DA360B"/>
    <w:rsid w:val="08DD63AD"/>
    <w:rsid w:val="08E043F9"/>
    <w:rsid w:val="092838C6"/>
    <w:rsid w:val="09BC1476"/>
    <w:rsid w:val="09C1050F"/>
    <w:rsid w:val="0A385060"/>
    <w:rsid w:val="0A7C1535"/>
    <w:rsid w:val="0AE226B9"/>
    <w:rsid w:val="0AE4406D"/>
    <w:rsid w:val="0AF639F4"/>
    <w:rsid w:val="0B414055"/>
    <w:rsid w:val="0B840ABD"/>
    <w:rsid w:val="0B8D3105"/>
    <w:rsid w:val="0BA360CC"/>
    <w:rsid w:val="0BA56810"/>
    <w:rsid w:val="0BF53FE9"/>
    <w:rsid w:val="0C131154"/>
    <w:rsid w:val="0C531FEA"/>
    <w:rsid w:val="0C791721"/>
    <w:rsid w:val="0C896954"/>
    <w:rsid w:val="0CFA3A17"/>
    <w:rsid w:val="0D3E7F79"/>
    <w:rsid w:val="0D5B6E59"/>
    <w:rsid w:val="0DA74F2D"/>
    <w:rsid w:val="0DD07AC5"/>
    <w:rsid w:val="0DDC3117"/>
    <w:rsid w:val="0DE61646"/>
    <w:rsid w:val="0E4B628D"/>
    <w:rsid w:val="0EB12141"/>
    <w:rsid w:val="0ED77248"/>
    <w:rsid w:val="0EE54C05"/>
    <w:rsid w:val="0EFC2BD4"/>
    <w:rsid w:val="0F274BE5"/>
    <w:rsid w:val="0F7711E4"/>
    <w:rsid w:val="0FE3035E"/>
    <w:rsid w:val="102623D4"/>
    <w:rsid w:val="10C74B71"/>
    <w:rsid w:val="11001990"/>
    <w:rsid w:val="116A44D0"/>
    <w:rsid w:val="11C16951"/>
    <w:rsid w:val="120677FE"/>
    <w:rsid w:val="123759C2"/>
    <w:rsid w:val="13955C1C"/>
    <w:rsid w:val="13A65A48"/>
    <w:rsid w:val="13A97FFC"/>
    <w:rsid w:val="13AA4D45"/>
    <w:rsid w:val="13D1708F"/>
    <w:rsid w:val="14131B7F"/>
    <w:rsid w:val="148C0D73"/>
    <w:rsid w:val="1492499A"/>
    <w:rsid w:val="14A9283F"/>
    <w:rsid w:val="14BF7186"/>
    <w:rsid w:val="1524745E"/>
    <w:rsid w:val="156402C8"/>
    <w:rsid w:val="15F35921"/>
    <w:rsid w:val="16285967"/>
    <w:rsid w:val="16983516"/>
    <w:rsid w:val="1699201C"/>
    <w:rsid w:val="16BB2F7C"/>
    <w:rsid w:val="16E866E8"/>
    <w:rsid w:val="17264C0D"/>
    <w:rsid w:val="172B67FF"/>
    <w:rsid w:val="174E6C84"/>
    <w:rsid w:val="175904A0"/>
    <w:rsid w:val="175A300D"/>
    <w:rsid w:val="176234FB"/>
    <w:rsid w:val="17841A41"/>
    <w:rsid w:val="17DF428E"/>
    <w:rsid w:val="17E63B19"/>
    <w:rsid w:val="1811615D"/>
    <w:rsid w:val="188A7054"/>
    <w:rsid w:val="18A63F6F"/>
    <w:rsid w:val="18EE6272"/>
    <w:rsid w:val="191E2F35"/>
    <w:rsid w:val="1923302B"/>
    <w:rsid w:val="194D6EEA"/>
    <w:rsid w:val="196E2FB3"/>
    <w:rsid w:val="19EE05E4"/>
    <w:rsid w:val="1A61465D"/>
    <w:rsid w:val="1A7902CA"/>
    <w:rsid w:val="1A815F84"/>
    <w:rsid w:val="1A881B1A"/>
    <w:rsid w:val="1B775622"/>
    <w:rsid w:val="1BB17093"/>
    <w:rsid w:val="1BB83782"/>
    <w:rsid w:val="1BE64660"/>
    <w:rsid w:val="1BE7432C"/>
    <w:rsid w:val="1BEE4358"/>
    <w:rsid w:val="1C060CDA"/>
    <w:rsid w:val="1C963B61"/>
    <w:rsid w:val="1CE04697"/>
    <w:rsid w:val="1D516714"/>
    <w:rsid w:val="1D695A93"/>
    <w:rsid w:val="1D8E441D"/>
    <w:rsid w:val="1D9F53E2"/>
    <w:rsid w:val="1DAB4635"/>
    <w:rsid w:val="1DEE2A16"/>
    <w:rsid w:val="1E145DE9"/>
    <w:rsid w:val="1E1853CE"/>
    <w:rsid w:val="1E417C69"/>
    <w:rsid w:val="1EBE3917"/>
    <w:rsid w:val="1F435186"/>
    <w:rsid w:val="1FB871C4"/>
    <w:rsid w:val="2035115F"/>
    <w:rsid w:val="203D3E4E"/>
    <w:rsid w:val="2040421E"/>
    <w:rsid w:val="205A6B5F"/>
    <w:rsid w:val="205B6D8F"/>
    <w:rsid w:val="211465E6"/>
    <w:rsid w:val="21491195"/>
    <w:rsid w:val="21FC001B"/>
    <w:rsid w:val="223A6290"/>
    <w:rsid w:val="225116B1"/>
    <w:rsid w:val="22707953"/>
    <w:rsid w:val="22E35682"/>
    <w:rsid w:val="23255204"/>
    <w:rsid w:val="232A6E98"/>
    <w:rsid w:val="23670D4C"/>
    <w:rsid w:val="23852C7E"/>
    <w:rsid w:val="23B30537"/>
    <w:rsid w:val="23D41EFA"/>
    <w:rsid w:val="23F11933"/>
    <w:rsid w:val="23F60840"/>
    <w:rsid w:val="2428227E"/>
    <w:rsid w:val="24283010"/>
    <w:rsid w:val="24685B5C"/>
    <w:rsid w:val="247F19B2"/>
    <w:rsid w:val="24B60847"/>
    <w:rsid w:val="24E73010"/>
    <w:rsid w:val="25210CB6"/>
    <w:rsid w:val="2522597D"/>
    <w:rsid w:val="25355309"/>
    <w:rsid w:val="253B7B6D"/>
    <w:rsid w:val="253C2A59"/>
    <w:rsid w:val="25712466"/>
    <w:rsid w:val="25B44A28"/>
    <w:rsid w:val="260A0C2B"/>
    <w:rsid w:val="260F17EF"/>
    <w:rsid w:val="262331D9"/>
    <w:rsid w:val="265F4132"/>
    <w:rsid w:val="267A47B1"/>
    <w:rsid w:val="26AD24C1"/>
    <w:rsid w:val="26AE0214"/>
    <w:rsid w:val="27353FE0"/>
    <w:rsid w:val="27643189"/>
    <w:rsid w:val="286A1918"/>
    <w:rsid w:val="28D82252"/>
    <w:rsid w:val="28E76881"/>
    <w:rsid w:val="2914511E"/>
    <w:rsid w:val="295379C6"/>
    <w:rsid w:val="297C772B"/>
    <w:rsid w:val="298B6A26"/>
    <w:rsid w:val="29976158"/>
    <w:rsid w:val="29CC34F4"/>
    <w:rsid w:val="29E226F3"/>
    <w:rsid w:val="29F7149F"/>
    <w:rsid w:val="2A056888"/>
    <w:rsid w:val="2A424C10"/>
    <w:rsid w:val="2A7D2A3A"/>
    <w:rsid w:val="2A8E5CEF"/>
    <w:rsid w:val="2A945F80"/>
    <w:rsid w:val="2AB565E3"/>
    <w:rsid w:val="2AD3465E"/>
    <w:rsid w:val="2AE255BC"/>
    <w:rsid w:val="2B44499B"/>
    <w:rsid w:val="2B634A30"/>
    <w:rsid w:val="2B990F4B"/>
    <w:rsid w:val="2BC47DDB"/>
    <w:rsid w:val="2BE8295C"/>
    <w:rsid w:val="2BF865F0"/>
    <w:rsid w:val="2C116667"/>
    <w:rsid w:val="2C6B725B"/>
    <w:rsid w:val="2C80203A"/>
    <w:rsid w:val="2C9E6829"/>
    <w:rsid w:val="2CBD292D"/>
    <w:rsid w:val="2CCD7113"/>
    <w:rsid w:val="2D3F08AB"/>
    <w:rsid w:val="2D835077"/>
    <w:rsid w:val="2DE27EC9"/>
    <w:rsid w:val="2E5D3E2B"/>
    <w:rsid w:val="2E602E84"/>
    <w:rsid w:val="2ED26996"/>
    <w:rsid w:val="2EDB28D9"/>
    <w:rsid w:val="2EE37454"/>
    <w:rsid w:val="2EE52A69"/>
    <w:rsid w:val="2EFA6000"/>
    <w:rsid w:val="2F644320"/>
    <w:rsid w:val="2FB84FDA"/>
    <w:rsid w:val="2FE946E0"/>
    <w:rsid w:val="303867E9"/>
    <w:rsid w:val="306523C2"/>
    <w:rsid w:val="30B06199"/>
    <w:rsid w:val="30B25E1E"/>
    <w:rsid w:val="30B76CAE"/>
    <w:rsid w:val="30E46351"/>
    <w:rsid w:val="311D44A5"/>
    <w:rsid w:val="31AE7904"/>
    <w:rsid w:val="31BB15F3"/>
    <w:rsid w:val="327E7889"/>
    <w:rsid w:val="328A30A0"/>
    <w:rsid w:val="329A6210"/>
    <w:rsid w:val="32ED434A"/>
    <w:rsid w:val="32FC33CA"/>
    <w:rsid w:val="330817E0"/>
    <w:rsid w:val="333B054A"/>
    <w:rsid w:val="336A74F5"/>
    <w:rsid w:val="3371516B"/>
    <w:rsid w:val="33BB33B7"/>
    <w:rsid w:val="33EE3339"/>
    <w:rsid w:val="342B477E"/>
    <w:rsid w:val="343E3A59"/>
    <w:rsid w:val="34962DED"/>
    <w:rsid w:val="34A13F00"/>
    <w:rsid w:val="34AC16CF"/>
    <w:rsid w:val="34F31C42"/>
    <w:rsid w:val="353C72DB"/>
    <w:rsid w:val="356354DF"/>
    <w:rsid w:val="35AC6EA7"/>
    <w:rsid w:val="35B82099"/>
    <w:rsid w:val="36AA3E23"/>
    <w:rsid w:val="36BF7ADA"/>
    <w:rsid w:val="36CD66B4"/>
    <w:rsid w:val="36ED6A69"/>
    <w:rsid w:val="37044851"/>
    <w:rsid w:val="37244D2D"/>
    <w:rsid w:val="37301EBC"/>
    <w:rsid w:val="37740CF0"/>
    <w:rsid w:val="378128E5"/>
    <w:rsid w:val="38243B2F"/>
    <w:rsid w:val="386C06A0"/>
    <w:rsid w:val="388D79C8"/>
    <w:rsid w:val="38984D23"/>
    <w:rsid w:val="38B83E96"/>
    <w:rsid w:val="398C3FB7"/>
    <w:rsid w:val="39B62BBD"/>
    <w:rsid w:val="39B862EB"/>
    <w:rsid w:val="39D3460A"/>
    <w:rsid w:val="39DB5359"/>
    <w:rsid w:val="3ABE0091"/>
    <w:rsid w:val="3AEC3D98"/>
    <w:rsid w:val="3B581936"/>
    <w:rsid w:val="3B7A648E"/>
    <w:rsid w:val="3B7B7B03"/>
    <w:rsid w:val="3B844099"/>
    <w:rsid w:val="3C186FB2"/>
    <w:rsid w:val="3C2D34C0"/>
    <w:rsid w:val="3C62637E"/>
    <w:rsid w:val="3C7B4EAD"/>
    <w:rsid w:val="3CCD3B8A"/>
    <w:rsid w:val="3CE3624B"/>
    <w:rsid w:val="3D920C8F"/>
    <w:rsid w:val="3DFE151C"/>
    <w:rsid w:val="3E0E2F88"/>
    <w:rsid w:val="3E243916"/>
    <w:rsid w:val="3F0502E9"/>
    <w:rsid w:val="3F385651"/>
    <w:rsid w:val="3F74277E"/>
    <w:rsid w:val="3F757D77"/>
    <w:rsid w:val="3FA702D8"/>
    <w:rsid w:val="3FA95DBF"/>
    <w:rsid w:val="3FB90A9F"/>
    <w:rsid w:val="40416102"/>
    <w:rsid w:val="40600C43"/>
    <w:rsid w:val="40927571"/>
    <w:rsid w:val="40AE0E19"/>
    <w:rsid w:val="40C05F01"/>
    <w:rsid w:val="412E3D34"/>
    <w:rsid w:val="41342899"/>
    <w:rsid w:val="414D0524"/>
    <w:rsid w:val="414F6DCA"/>
    <w:rsid w:val="4150096D"/>
    <w:rsid w:val="41642CE1"/>
    <w:rsid w:val="4176512D"/>
    <w:rsid w:val="41A464ED"/>
    <w:rsid w:val="41CF7F0A"/>
    <w:rsid w:val="41D57E7A"/>
    <w:rsid w:val="423640CD"/>
    <w:rsid w:val="42DE0B4E"/>
    <w:rsid w:val="432550AE"/>
    <w:rsid w:val="435305D3"/>
    <w:rsid w:val="435C494E"/>
    <w:rsid w:val="43C934CC"/>
    <w:rsid w:val="43E217B8"/>
    <w:rsid w:val="43EC0B04"/>
    <w:rsid w:val="43F9760E"/>
    <w:rsid w:val="43FE5F9E"/>
    <w:rsid w:val="448B4D14"/>
    <w:rsid w:val="45124FF5"/>
    <w:rsid w:val="458376BF"/>
    <w:rsid w:val="466802DE"/>
    <w:rsid w:val="46907985"/>
    <w:rsid w:val="469E267D"/>
    <w:rsid w:val="46A323A8"/>
    <w:rsid w:val="46ED7CAB"/>
    <w:rsid w:val="46F34365"/>
    <w:rsid w:val="47060943"/>
    <w:rsid w:val="4753571D"/>
    <w:rsid w:val="4788205C"/>
    <w:rsid w:val="47AF60E9"/>
    <w:rsid w:val="48120BCC"/>
    <w:rsid w:val="48250B8D"/>
    <w:rsid w:val="485836AE"/>
    <w:rsid w:val="485926B7"/>
    <w:rsid w:val="486B39C1"/>
    <w:rsid w:val="487C04AA"/>
    <w:rsid w:val="489D1B8C"/>
    <w:rsid w:val="48F41B75"/>
    <w:rsid w:val="49376B1C"/>
    <w:rsid w:val="49465378"/>
    <w:rsid w:val="49703550"/>
    <w:rsid w:val="4972284D"/>
    <w:rsid w:val="49770957"/>
    <w:rsid w:val="49F42EAF"/>
    <w:rsid w:val="4A116B1F"/>
    <w:rsid w:val="4A3B5619"/>
    <w:rsid w:val="4A733F5A"/>
    <w:rsid w:val="4B110F35"/>
    <w:rsid w:val="4B28038E"/>
    <w:rsid w:val="4B3C4781"/>
    <w:rsid w:val="4B43214C"/>
    <w:rsid w:val="4B7A6E5D"/>
    <w:rsid w:val="4B90093C"/>
    <w:rsid w:val="4BE53234"/>
    <w:rsid w:val="4C35450D"/>
    <w:rsid w:val="4C536801"/>
    <w:rsid w:val="4C5A1F24"/>
    <w:rsid w:val="4D4D4DFD"/>
    <w:rsid w:val="4D5B027F"/>
    <w:rsid w:val="4D650EC5"/>
    <w:rsid w:val="4D655CD1"/>
    <w:rsid w:val="4D946B3A"/>
    <w:rsid w:val="4D9C3636"/>
    <w:rsid w:val="4DAA61DC"/>
    <w:rsid w:val="4DB53BFC"/>
    <w:rsid w:val="4E080635"/>
    <w:rsid w:val="4E0E18A2"/>
    <w:rsid w:val="4E125F25"/>
    <w:rsid w:val="4E1A11EF"/>
    <w:rsid w:val="4E3C6C9F"/>
    <w:rsid w:val="4E50439A"/>
    <w:rsid w:val="4E700FF2"/>
    <w:rsid w:val="4F756FD7"/>
    <w:rsid w:val="4F9B4E5D"/>
    <w:rsid w:val="508A271A"/>
    <w:rsid w:val="509B3EB1"/>
    <w:rsid w:val="50EB752A"/>
    <w:rsid w:val="51974AB9"/>
    <w:rsid w:val="51A1030E"/>
    <w:rsid w:val="51DE3B91"/>
    <w:rsid w:val="51ED53D0"/>
    <w:rsid w:val="51EF766A"/>
    <w:rsid w:val="51F65A73"/>
    <w:rsid w:val="52255388"/>
    <w:rsid w:val="52283065"/>
    <w:rsid w:val="52316A5B"/>
    <w:rsid w:val="528D0B02"/>
    <w:rsid w:val="529C5654"/>
    <w:rsid w:val="52A12855"/>
    <w:rsid w:val="52C74C97"/>
    <w:rsid w:val="52FA1E1D"/>
    <w:rsid w:val="53155FAD"/>
    <w:rsid w:val="537674B9"/>
    <w:rsid w:val="541A7131"/>
    <w:rsid w:val="542B3F99"/>
    <w:rsid w:val="54562CC0"/>
    <w:rsid w:val="549A5420"/>
    <w:rsid w:val="54A7559D"/>
    <w:rsid w:val="54F96E49"/>
    <w:rsid w:val="552733AB"/>
    <w:rsid w:val="572E75E0"/>
    <w:rsid w:val="57314E2E"/>
    <w:rsid w:val="579627FD"/>
    <w:rsid w:val="57D3421A"/>
    <w:rsid w:val="58792356"/>
    <w:rsid w:val="58A53EFC"/>
    <w:rsid w:val="590F7D1F"/>
    <w:rsid w:val="598C5AA2"/>
    <w:rsid w:val="598F6D96"/>
    <w:rsid w:val="59962ABD"/>
    <w:rsid w:val="5A1E3C11"/>
    <w:rsid w:val="5A5676AF"/>
    <w:rsid w:val="5A827B42"/>
    <w:rsid w:val="5A9010B4"/>
    <w:rsid w:val="5A9B4B6E"/>
    <w:rsid w:val="5AAD79CA"/>
    <w:rsid w:val="5AD859AC"/>
    <w:rsid w:val="5AD93A25"/>
    <w:rsid w:val="5B69174F"/>
    <w:rsid w:val="5C0601FA"/>
    <w:rsid w:val="5C066BEE"/>
    <w:rsid w:val="5C2F5F51"/>
    <w:rsid w:val="5C5F091E"/>
    <w:rsid w:val="5C8335F9"/>
    <w:rsid w:val="5CA724AF"/>
    <w:rsid w:val="5CAA05F8"/>
    <w:rsid w:val="5DA56C7D"/>
    <w:rsid w:val="5DAA0170"/>
    <w:rsid w:val="5E23303B"/>
    <w:rsid w:val="5E3A20CE"/>
    <w:rsid w:val="5E594F6A"/>
    <w:rsid w:val="5EA2311F"/>
    <w:rsid w:val="5ED7159A"/>
    <w:rsid w:val="5F116D4C"/>
    <w:rsid w:val="5F3A5689"/>
    <w:rsid w:val="5F515863"/>
    <w:rsid w:val="5F946B6C"/>
    <w:rsid w:val="5FB212F6"/>
    <w:rsid w:val="5FD3571E"/>
    <w:rsid w:val="5FED696E"/>
    <w:rsid w:val="602C3037"/>
    <w:rsid w:val="608D6E42"/>
    <w:rsid w:val="60D16062"/>
    <w:rsid w:val="610F463D"/>
    <w:rsid w:val="613552BB"/>
    <w:rsid w:val="61A43988"/>
    <w:rsid w:val="61E51EF5"/>
    <w:rsid w:val="622C4466"/>
    <w:rsid w:val="62D90049"/>
    <w:rsid w:val="62F54C93"/>
    <w:rsid w:val="6356628B"/>
    <w:rsid w:val="63B20460"/>
    <w:rsid w:val="63C64507"/>
    <w:rsid w:val="63D74521"/>
    <w:rsid w:val="63F74E2B"/>
    <w:rsid w:val="63FB184F"/>
    <w:rsid w:val="64020EF0"/>
    <w:rsid w:val="641B565C"/>
    <w:rsid w:val="645D4240"/>
    <w:rsid w:val="64D0711C"/>
    <w:rsid w:val="65817AA6"/>
    <w:rsid w:val="658A01B0"/>
    <w:rsid w:val="659352A4"/>
    <w:rsid w:val="65BB7DB7"/>
    <w:rsid w:val="65D737DC"/>
    <w:rsid w:val="65FF1EFF"/>
    <w:rsid w:val="660E3E4B"/>
    <w:rsid w:val="666229D1"/>
    <w:rsid w:val="66697EE4"/>
    <w:rsid w:val="667F3BE3"/>
    <w:rsid w:val="66A81400"/>
    <w:rsid w:val="66ED6545"/>
    <w:rsid w:val="66F97A57"/>
    <w:rsid w:val="67162486"/>
    <w:rsid w:val="673D7562"/>
    <w:rsid w:val="67625800"/>
    <w:rsid w:val="678C7EC1"/>
    <w:rsid w:val="67BF27CB"/>
    <w:rsid w:val="67EE4411"/>
    <w:rsid w:val="681B2325"/>
    <w:rsid w:val="681E71F7"/>
    <w:rsid w:val="688D742B"/>
    <w:rsid w:val="68FF7E79"/>
    <w:rsid w:val="691E7040"/>
    <w:rsid w:val="697B39CE"/>
    <w:rsid w:val="697E3362"/>
    <w:rsid w:val="698302F6"/>
    <w:rsid w:val="69B074C4"/>
    <w:rsid w:val="69B6275A"/>
    <w:rsid w:val="69CA6351"/>
    <w:rsid w:val="69E4082B"/>
    <w:rsid w:val="6A1B41F0"/>
    <w:rsid w:val="6A2C5D8D"/>
    <w:rsid w:val="6AE20846"/>
    <w:rsid w:val="6B245036"/>
    <w:rsid w:val="6B272A83"/>
    <w:rsid w:val="6BAF3947"/>
    <w:rsid w:val="6CBA09F5"/>
    <w:rsid w:val="6CBF7D04"/>
    <w:rsid w:val="6CCF4686"/>
    <w:rsid w:val="6CD21FDD"/>
    <w:rsid w:val="6D5D7647"/>
    <w:rsid w:val="6D8D0E77"/>
    <w:rsid w:val="6D9F12A0"/>
    <w:rsid w:val="6DC1015C"/>
    <w:rsid w:val="6DD23B93"/>
    <w:rsid w:val="6DED65F5"/>
    <w:rsid w:val="6E176392"/>
    <w:rsid w:val="6E2C3F9F"/>
    <w:rsid w:val="6E973A82"/>
    <w:rsid w:val="6F2E6D34"/>
    <w:rsid w:val="6FAA1C9A"/>
    <w:rsid w:val="6FC323F2"/>
    <w:rsid w:val="6FC37B31"/>
    <w:rsid w:val="6FC570B3"/>
    <w:rsid w:val="6FC95DFF"/>
    <w:rsid w:val="70441458"/>
    <w:rsid w:val="704E6843"/>
    <w:rsid w:val="709F1712"/>
    <w:rsid w:val="70C65350"/>
    <w:rsid w:val="71037960"/>
    <w:rsid w:val="713C64FA"/>
    <w:rsid w:val="72417F72"/>
    <w:rsid w:val="72422383"/>
    <w:rsid w:val="72AD02B8"/>
    <w:rsid w:val="72F800ED"/>
    <w:rsid w:val="73046CC4"/>
    <w:rsid w:val="730A165D"/>
    <w:rsid w:val="732F5C89"/>
    <w:rsid w:val="73463E9E"/>
    <w:rsid w:val="734C3E7C"/>
    <w:rsid w:val="736776D9"/>
    <w:rsid w:val="742748C1"/>
    <w:rsid w:val="74504552"/>
    <w:rsid w:val="74690AC8"/>
    <w:rsid w:val="74706524"/>
    <w:rsid w:val="74817BF5"/>
    <w:rsid w:val="748F79E6"/>
    <w:rsid w:val="74D23B0A"/>
    <w:rsid w:val="74E47B13"/>
    <w:rsid w:val="75280598"/>
    <w:rsid w:val="75F21F26"/>
    <w:rsid w:val="75F4654B"/>
    <w:rsid w:val="760D46C0"/>
    <w:rsid w:val="770B7644"/>
    <w:rsid w:val="77183E38"/>
    <w:rsid w:val="77352810"/>
    <w:rsid w:val="774D2978"/>
    <w:rsid w:val="776C689E"/>
    <w:rsid w:val="777D1A2F"/>
    <w:rsid w:val="77B8040F"/>
    <w:rsid w:val="77C94808"/>
    <w:rsid w:val="77EC7F88"/>
    <w:rsid w:val="77F76D15"/>
    <w:rsid w:val="77FC4DC4"/>
    <w:rsid w:val="77FF3644"/>
    <w:rsid w:val="78041008"/>
    <w:rsid w:val="780B56C1"/>
    <w:rsid w:val="78244E4A"/>
    <w:rsid w:val="783C2339"/>
    <w:rsid w:val="78600967"/>
    <w:rsid w:val="78C70E06"/>
    <w:rsid w:val="78C81188"/>
    <w:rsid w:val="78ED4C6E"/>
    <w:rsid w:val="79100C68"/>
    <w:rsid w:val="792A3776"/>
    <w:rsid w:val="792B5AEE"/>
    <w:rsid w:val="79317E9D"/>
    <w:rsid w:val="793C6349"/>
    <w:rsid w:val="795C2129"/>
    <w:rsid w:val="797D38E5"/>
    <w:rsid w:val="79EA3093"/>
    <w:rsid w:val="7A301286"/>
    <w:rsid w:val="7A302B3F"/>
    <w:rsid w:val="7A5003C2"/>
    <w:rsid w:val="7A6E58AB"/>
    <w:rsid w:val="7A7C353F"/>
    <w:rsid w:val="7A994C38"/>
    <w:rsid w:val="7AA718F8"/>
    <w:rsid w:val="7AE64946"/>
    <w:rsid w:val="7AFB3A63"/>
    <w:rsid w:val="7B0C3E79"/>
    <w:rsid w:val="7B1371A2"/>
    <w:rsid w:val="7B301448"/>
    <w:rsid w:val="7B365085"/>
    <w:rsid w:val="7B4056D8"/>
    <w:rsid w:val="7B4B3E38"/>
    <w:rsid w:val="7B4F4A61"/>
    <w:rsid w:val="7B722415"/>
    <w:rsid w:val="7BB43235"/>
    <w:rsid w:val="7BCC4871"/>
    <w:rsid w:val="7BD622DA"/>
    <w:rsid w:val="7C31193F"/>
    <w:rsid w:val="7C512213"/>
    <w:rsid w:val="7C6D2DAC"/>
    <w:rsid w:val="7CC7436A"/>
    <w:rsid w:val="7CE46EC5"/>
    <w:rsid w:val="7D277C3A"/>
    <w:rsid w:val="7D6A02E5"/>
    <w:rsid w:val="7D812BB0"/>
    <w:rsid w:val="7D8B494D"/>
    <w:rsid w:val="7DE75C87"/>
    <w:rsid w:val="7E04110C"/>
    <w:rsid w:val="7E596816"/>
    <w:rsid w:val="7EB33810"/>
    <w:rsid w:val="7EB76E4C"/>
    <w:rsid w:val="7F1242A0"/>
    <w:rsid w:val="7F2B3E6D"/>
    <w:rsid w:val="7F620DFB"/>
    <w:rsid w:val="7FDB643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pPr>
      <w:numPr>
        <w:ilvl w:val="0"/>
        <w:numId w:val="1"/>
      </w:numPr>
      <w:tabs>
        <w:tab w:val="left" w:pos="360"/>
      </w:tabs>
    </w:pPr>
    <w:rPr>
      <w:rFonts w:ascii="Calibri" w:hAnsi="Calibri"/>
      <w:szCs w:val="22"/>
    </w:rPr>
  </w:style>
  <w:style w:type="paragraph" w:styleId="BodyText">
    <w:name w:val="Body Text"/>
    <w:basedOn w:val="Normal"/>
    <w:rPr>
      <w:sz w:val="18"/>
    </w:rPr>
  </w:style>
  <w:style w:type="paragraph" w:styleId="BodyTextIndent">
    <w:name w:val="Body Text Indent"/>
    <w:basedOn w:val="Normal"/>
    <w:pPr>
      <w:spacing w:after="120"/>
      <w:ind w:left="420" w:leftChars="200"/>
    </w:pPr>
  </w:style>
  <w:style w:type="paragraph" w:styleId="BlockText">
    <w:name w:val="Block Text"/>
    <w:basedOn w:val="Normal"/>
    <w:pPr>
      <w:ind w:left="178" w:right="384" w:firstLine="361" w:leftChars="85" w:firstLineChars="172"/>
    </w:pPr>
    <w:rPr>
      <w:rFonts w:eastAsia="楷体_GB2312"/>
    </w:rPr>
  </w:style>
  <w:style w:type="paragraph" w:styleId="PlainText">
    <w:name w:val="Plain Text"/>
    <w:basedOn w:val="Normal"/>
    <w:link w:val="Char"/>
    <w:rPr>
      <w:rFonts w:ascii="宋体" w:hAnsi="Courier New"/>
    </w:rPr>
  </w:style>
  <w:style w:type="character" w:customStyle="1" w:styleId="Char">
    <w:name w:val="纯文本 Char"/>
    <w:link w:val="PlainText"/>
    <w:rPr>
      <w:rFonts w:ascii="宋体" w:eastAsia="宋体" w:hAnsi="Courier New"/>
      <w:kern w:val="2"/>
      <w:sz w:val="21"/>
      <w:lang w:val="en-US" w:eastAsia="zh-CN" w:bidi="ar-SA"/>
    </w:rPr>
  </w:style>
  <w:style w:type="paragraph" w:styleId="Date">
    <w:name w:val="Date"/>
    <w:basedOn w:val="Normal"/>
    <w:next w:val="Normal"/>
    <w:pPr>
      <w:ind w:left="100" w:leftChars="2500"/>
    </w:pPr>
  </w:style>
  <w:style w:type="paragraph" w:styleId="BodyTextIndent2">
    <w:name w:val="Body Text Indent 2"/>
    <w:basedOn w:val="Normal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rPr>
      <w:rFonts w:eastAsia="宋体"/>
      <w:kern w:val="2"/>
      <w:sz w:val="18"/>
      <w:lang w:val="en-US" w:eastAsia="zh-CN" w:bidi="ar-SA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link w:val="Header"/>
    <w:rPr>
      <w:rFonts w:eastAsia="宋体"/>
      <w:kern w:val="2"/>
      <w:sz w:val="18"/>
      <w:lang w:val="en-US" w:eastAsia="zh-CN" w:bidi="ar-SA"/>
    </w:rPr>
  </w:style>
  <w:style w:type="paragraph" w:styleId="List">
    <w:name w:val="List"/>
    <w:basedOn w:val="Normal"/>
    <w:pPr>
      <w:ind w:left="200" w:hanging="200" w:hangingChars="200"/>
    </w:pPr>
    <w:rPr>
      <w:szCs w:val="24"/>
    </w:rPr>
  </w:style>
  <w:style w:type="paragraph" w:styleId="BodyTextIndent3">
    <w:name w:val="Body Text Indent 3"/>
    <w:basedOn w:val="Normal"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</w:rPr>
  </w:style>
  <w:style w:type="character" w:customStyle="1" w:styleId="HTMLChar">
    <w:name w:val="HTML 预设格式 Char"/>
    <w:link w:val="HTMLPreformatted"/>
    <w:rPr>
      <w:rFonts w:ascii="黑体" w:eastAsia="黑体" w:hAnsi="Courier New" w:cs="Courier New"/>
      <w:lang w:val="en-US" w:eastAsia="zh-CN" w:bidi="ar-SA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Char2">
    <w:name w:val="普通(网站) Char"/>
    <w:link w:val="NormalWeb"/>
    <w:locked/>
    <w:rPr>
      <w:rFonts w:ascii="宋体" w:eastAsia="宋体" w:hAnsi="宋体" w:cs="宋体"/>
      <w:sz w:val="18"/>
      <w:szCs w:val="18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customStyle="1" w:styleId="tcnt3">
    <w:name w:val="tcnt3"/>
    <w:basedOn w:val="DefaultParagraphFont"/>
  </w:style>
  <w:style w:type="character" w:customStyle="1" w:styleId="4CharChar">
    <w:name w:val="4 Char Char"/>
    <w:link w:val="4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4">
    <w:name w:val="4"/>
    <w:basedOn w:val="Normal"/>
    <w:link w:val="4CharChar"/>
    <w:pPr>
      <w:jc w:val="center"/>
    </w:pPr>
    <w:rPr>
      <w:rFonts w:eastAsia="方正小标宋简体" w:cs="宋体"/>
      <w:sz w:val="29"/>
    </w:rPr>
  </w:style>
  <w:style w:type="character" w:customStyle="1" w:styleId="headline-content4">
    <w:name w:val="headline-content4"/>
    <w:basedOn w:val="DefaultParagraphFont"/>
  </w:style>
  <w:style w:type="character" w:customStyle="1" w:styleId="p141">
    <w:name w:val="p141"/>
    <w:rPr>
      <w:sz w:val="24"/>
      <w:szCs w:val="24"/>
    </w:rPr>
  </w:style>
  <w:style w:type="character" w:customStyle="1" w:styleId="BT2Char">
    <w:name w:val="BT2 Char"/>
    <w:link w:val="BT2"/>
    <w:rPr>
      <w:rFonts w:eastAsia="黑体" w:cs="宋体"/>
      <w:b/>
      <w:bCs/>
      <w:kern w:val="2"/>
      <w:sz w:val="32"/>
      <w:lang w:val="en-US" w:eastAsia="zh-CN" w:bidi="ar-SA"/>
    </w:rPr>
  </w:style>
  <w:style w:type="paragraph" w:customStyle="1" w:styleId="BT2">
    <w:name w:val="BT2"/>
    <w:basedOn w:val="Normal"/>
    <w:link w:val="BT2Char"/>
    <w:pPr>
      <w:jc w:val="center"/>
    </w:pPr>
    <w:rPr>
      <w:rFonts w:eastAsia="黑体" w:cs="宋体"/>
      <w:b/>
      <w:bCs/>
      <w:sz w:val="32"/>
    </w:rPr>
  </w:style>
  <w:style w:type="character" w:customStyle="1" w:styleId="1Char">
    <w:name w:val="普通(网站)1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Web) Char1"/>
    <w:rPr>
      <w:rFonts w:ascii="Verdana" w:eastAsia="宋体" w:hAnsi="Verdana"/>
      <w:sz w:val="17"/>
      <w:szCs w:val="17"/>
      <w:lang w:val="en-US" w:eastAsia="zh-CN" w:bidi="ar-SA"/>
    </w:rPr>
  </w:style>
  <w:style w:type="character" w:customStyle="1" w:styleId="BT4">
    <w:name w:val="BT4"/>
    <w:rPr>
      <w:rFonts w:eastAsia="方正仿宋_GBK"/>
      <w:sz w:val="25"/>
    </w:rPr>
  </w:style>
  <w:style w:type="character" w:customStyle="1" w:styleId="keypoint">
    <w:name w:val="key_point"/>
    <w:basedOn w:val="DefaultParagraphFont"/>
  </w:style>
  <w:style w:type="character" w:customStyle="1" w:styleId="apple-style-span">
    <w:name w:val="apple-style-span"/>
    <w:basedOn w:val="DefaultParagraphFont"/>
  </w:style>
  <w:style w:type="character" w:customStyle="1" w:styleId="BT3Char">
    <w:name w:val="BT3 Char"/>
    <w:link w:val="BT3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BT3">
    <w:name w:val="BT3"/>
    <w:basedOn w:val="Normal"/>
    <w:link w:val="BT3Char"/>
    <w:pPr>
      <w:jc w:val="center"/>
    </w:pPr>
    <w:rPr>
      <w:rFonts w:eastAsia="方正小标宋简体" w:cs="宋体"/>
      <w:sz w:val="29"/>
    </w:rPr>
  </w:style>
  <w:style w:type="character" w:customStyle="1" w:styleId="pronounce1">
    <w:name w:val="pronounce1"/>
    <w:basedOn w:val="DefaultParagraphFont"/>
  </w:style>
  <w:style w:type="character" w:customStyle="1" w:styleId="BT5">
    <w:name w:val="BT5"/>
    <w:rPr>
      <w:rFonts w:eastAsia="黑体"/>
      <w:bCs/>
    </w:rPr>
  </w:style>
  <w:style w:type="character" w:customStyle="1" w:styleId="Char3">
    <w:name w:val="列出段落 Char"/>
    <w:link w:val="ListParagraph"/>
    <w:rPr>
      <w:rFonts w:ascii="Calibri" w:eastAsia="宋体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link w:val="Char3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5">
    <w:name w:val="5"/>
    <w:rPr>
      <w:rFonts w:ascii="黑体" w:eastAsia="黑体" w:hAnsi="黑体"/>
      <w:sz w:val="21"/>
    </w:rPr>
  </w:style>
  <w:style w:type="character" w:customStyle="1" w:styleId="3">
    <w:name w:val="3"/>
    <w:rPr>
      <w:rFonts w:eastAsia="方正仿宋_GBK"/>
      <w:sz w:val="25"/>
    </w:rPr>
  </w:style>
  <w:style w:type="paragraph" w:customStyle="1" w:styleId="001">
    <w:name w:val="样式 (中文) 黑体 加粗 悬挂缩进: 0.01 字符"/>
    <w:basedOn w:val="Normal"/>
    <w:pPr>
      <w:ind w:hanging="1"/>
    </w:pPr>
    <w:rPr>
      <w:rFonts w:eastAsia="黑体" w:cs="宋体"/>
      <w:bCs/>
    </w:rPr>
  </w:style>
  <w:style w:type="paragraph" w:customStyle="1" w:styleId="a">
    <w:name w:val="简单回函地址"/>
    <w:basedOn w:val="Normal"/>
  </w:style>
  <w:style w:type="paragraph" w:customStyle="1" w:styleId="BT1">
    <w:name w:val="BT1"/>
    <w:basedOn w:val="Normal"/>
    <w:pPr>
      <w:jc w:val="center"/>
    </w:pPr>
    <w:rPr>
      <w:rFonts w:cs="宋体"/>
      <w:b/>
      <w:bCs/>
      <w:sz w:val="44"/>
    </w:rPr>
  </w:style>
  <w:style w:type="paragraph" w:customStyle="1" w:styleId="1">
    <w:name w:val="1"/>
    <w:basedOn w:val="Normal"/>
    <w:pPr>
      <w:jc w:val="center"/>
    </w:pPr>
    <w:rPr>
      <w:rFonts w:cs="宋体"/>
      <w:b/>
      <w:sz w:val="44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BDDDDD">
    <w:name w:val="BDDDDD"/>
    <w:basedOn w:val="Normal"/>
    <w:pPr>
      <w:jc w:val="center"/>
    </w:pPr>
    <w:rPr>
      <w:rFonts w:cs="宋体"/>
      <w:b/>
      <w:bCs/>
      <w:sz w:val="23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p15">
    <w:name w:val="p15"/>
    <w:basedOn w:val="Normal"/>
    <w:pPr>
      <w:widowControl/>
    </w:pPr>
    <w:rPr>
      <w:rFonts w:ascii="宋体" w:hAnsi="宋体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image" Target="media/image2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157269120</TotalTime>
  <Pages>1</Pages>
  <Words>91</Words>
  <Characters>523</Characters>
  <Application>Microsoft Office Word</Application>
  <DocSecurity>0</DocSecurity>
  <Lines>4</Lines>
  <Paragraphs>1</Paragraphs>
  <ScaleCrop>false</ScaleCrop>
  <Company>syzx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初中地理复习试卷</dc:title>
  <dc:creator>h</dc:creator>
  <cp:lastModifiedBy>都挺好</cp:lastModifiedBy>
  <cp:revision>2</cp:revision>
  <cp:lastPrinted>2015-06-05T02:02:00Z</cp:lastPrinted>
  <dcterms:created xsi:type="dcterms:W3CDTF">2019-03-26T10:30:00Z</dcterms:created>
  <dcterms:modified xsi:type="dcterms:W3CDTF">2022-03-02T12:01:35Z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