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 fillcolor="white">
      <v:fill color2="white"/>
    </v:background>
  </w:background>
  <w:body>
    <w:p>
      <w:pPr>
        <w:jc w:val="left"/>
        <w:sectPr>
          <w:headerReference w:type="default" r:id="rId4"/>
          <w:footerReference w:type="even" r:id="rId5"/>
          <w:pgSz w:w="23814" w:h="16840" w:orient="landscape"/>
          <w:pgMar w:top="1134" w:right="1134" w:bottom="1134" w:left="1134" w:header="0" w:footer="709" w:gutter="0"/>
          <w:cols w:num="3" w:space="425" w:equalWidth="1"/>
          <w:docGrid w:type="lines" w:linePitch="312"/>
        </w:sectPr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11620500</wp:posOffset>
            </wp:positionV>
            <wp:extent cx="254000" cy="495300"/>
            <wp:wrapNone/>
            <wp:docPr id="1001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0661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pict>
          <v:roundrect id="AutoShape 4" o:spid="_x0000_s1026" style="width:355.25pt;height:728.9pt;margin-top:-5.6pt;margin-left:361.5pt;mso-wrap-style:square;position:absolute;v-text-anchor:top;z-index:-251654144" arcsize="1996f" filled="f" stroked="t" strokecolor="red" strokeweight="1pt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/>
                <w:p/>
                <w:p/>
                <w:p/>
              </w:txbxContent>
            </v:textbox>
          </v:roundrect>
        </w:pict>
      </w:r>
      <w:r>
        <w:rPr>
          <w:rFonts w:hint="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width:348.65pt;height:709.15pt;margin-top:9.8pt;margin-left:364.1pt;mso-wrap-style:square;position:absolute;v-text-anchor:top;z-index:251670528" filled="t" fillcolor="white" stroked="f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u w:val="none"/>
                      <w:lang w:val="en-US" w:eastAsia="zh-CN"/>
                    </w:rPr>
                    <w:t>18.</w:t>
                  </w:r>
                  <w:r>
                    <w:rPr>
                      <w:rFonts w:ascii="宋体" w:hAnsi="宋体" w:hint="eastAsia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8分</w:t>
                  </w:r>
                  <w:r>
                    <w:rPr>
                      <w:rFonts w:ascii="宋体" w:hAnsi="宋体" w:hint="eastAsia"/>
                      <w:lang w:eastAsia="zh-CN"/>
                    </w:rPr>
                    <w:t>）</w:t>
                  </w:r>
                </w:p>
                <w:p>
                  <w:pPr>
                    <w:spacing w:line="360" w:lineRule="auto"/>
                    <w:jc w:val="left"/>
                    <w:textAlignment w:val="center"/>
                    <w:rPr>
                      <w:rFonts w:ascii="宋体" w:eastAsia="宋体" w:hAnsi="宋体" w:cs="宋体"/>
                      <w:color w:val="000000"/>
                    </w:rPr>
                  </w:pPr>
                  <w:r>
                    <w:rPr>
                      <w:color w:val="000000"/>
                    </w:rPr>
                    <w:t>（1）</w:t>
                  </w:r>
                  <w:r>
                    <w:obj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ject 42" o:spid="_x0000_i1028" type="#_x0000_t75" alt="学科网(www.zxxk.com)--教育资源门户，提供试卷、教案、课件、论文、素材以及各类教学资源下载，还有大量而丰富的教学相关资讯！" style="width:20.39pt;height:11.4pt;mso-position-horizontal-relative:page;mso-position-vertical-relative:page;mso-wrap-style:square" o:oleicon="f" o:ole="" o:preferrelative="t" filled="f" stroked="f">
                        <v:stroke joinstyle="miter" linestyle="single"/>
                        <v:imagedata r:id="rId7" o:title="eqIdfd3fefa3623347ed925b22ce5e8f07d6"/>
                        <v:path o:extrusionok="f"/>
                        <o:lock v:ext="edit" aspectratio="t"/>
                      </v:shape>
                      <o:OLEObject Type="Embed" ProgID="Equation.DSMT4" ShapeID="Object 42" DrawAspect="Content" ObjectID="_1234567890" r:id="rId8"/>
                    </w:objec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__________</w:t>
                  </w:r>
                  <w:r>
                    <w:rPr>
                      <w:rFonts w:ascii="宋体" w:eastAsia="宋体" w:hAnsi="宋体" w:cs="宋体"/>
                      <w:color w:val="000000"/>
                    </w:rPr>
                    <w:t>，</w:t>
                  </w:r>
                  <w:r>
                    <w:object>
                      <v:shape id="Object 43" o:spid="_x0000_i1029" type="#_x0000_t75" alt="学科网(www.zxxk.com)--教育资源门户，提供试卷、教案、课件、论文、素材以及各类教学资源下载，还有大量而丰富的教学相关资讯！" style="width:18.99pt;height:13.95pt;mso-position-horizontal-relative:page;mso-position-vertical-relative:page;mso-wrap-style:square" o:oleicon="f" o:ole="" o:preferrelative="t" filled="f" stroked="f">
                        <v:stroke joinstyle="miter" linestyle="single"/>
                        <v:imagedata r:id="rId9" o:title="eqIde6581f86694d4da4afaef4d6876ce375"/>
                        <v:path o:extrusionok="f"/>
                        <o:lock v:ext="edit" aspectratio="t"/>
                      </v:shape>
                      <o:OLEObject Type="Embed" ProgID="Equation.DSMT4" ShapeID="Object 43" DrawAspect="Content" ObjectID="_1234567891" r:id="rId10"/>
                    </w:objec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__________</w:t>
                  </w:r>
                  <w:r>
                    <w:rPr>
                      <w:rFonts w:ascii="宋体" w:eastAsia="宋体" w:hAnsi="宋体" w:cs="宋体"/>
                      <w:color w:val="000000"/>
                    </w:rPr>
                    <w:t>，</w:t>
                  </w:r>
                  <w:r>
                    <w:rPr>
                      <w:rFonts w:cs="Times New Roman" w:hint="eastAsia"/>
                      <w:color w:val="000000"/>
                      <w:lang w:val="en-US" w:eastAsia="zh-CN"/>
                    </w:rPr>
                    <w:t>m=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>__</w:t>
                  </w:r>
                  <w:r>
                    <w:rPr>
                      <w:rFonts w:cs="Times New Roman" w:hint="eastAsia"/>
                      <w:color w:val="000000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>__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_</w:t>
                  </w:r>
                  <w:r>
                    <w:rPr>
                      <w:rFonts w:ascii="宋体" w:eastAsia="宋体" w:hAnsi="宋体" w:cs="宋体"/>
                      <w:color w:val="000000"/>
                    </w:rPr>
                    <w:t>；</w:t>
                  </w:r>
                </w:p>
                <w:p>
                  <w:pPr>
                    <w:spacing w:line="360" w:lineRule="auto"/>
                    <w:jc w:val="left"/>
                    <w:textAlignment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（2）</w:t>
                  </w:r>
                </w:p>
                <w:p>
                  <w:pPr>
                    <w:spacing w:line="360" w:lineRule="auto"/>
                    <w:jc w:val="left"/>
                    <w:textAlignment w:val="center"/>
                    <w:rPr>
                      <w:color w:val="000000"/>
                    </w:rPr>
                  </w:pPr>
                </w:p>
                <w:p>
                  <w:pPr>
                    <w:spacing w:line="360" w:lineRule="auto"/>
                    <w:jc w:val="left"/>
                    <w:textAlignment w:val="center"/>
                    <w:rPr>
                      <w:color w:val="000000"/>
                    </w:rPr>
                  </w:pPr>
                </w:p>
                <w:p>
                  <w:pPr>
                    <w:spacing w:line="360" w:lineRule="auto"/>
                    <w:jc w:val="left"/>
                    <w:textAlignment w:val="center"/>
                    <w:rPr>
                      <w:rFonts w:ascii="宋体" w:eastAsia="宋体" w:hAnsi="宋体" w:cs="宋体"/>
                      <w:color w:val="000000"/>
                    </w:rPr>
                  </w:pPr>
                  <w:r>
                    <w:rPr>
                      <w:color w:val="000000"/>
                    </w:rPr>
                    <w:t>（3）</w:t>
                  </w:r>
                </w:p>
                <w:p>
                  <w:pPr>
                    <w:ind w:left="945" w:hanging="945" w:hangingChars="450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Cs w:val="21"/>
                    </w:rPr>
                    <w:t xml:space="preserve">                                  </w:t>
                  </w:r>
                </w:p>
                <w:p>
                  <w:pPr>
                    <w:rPr>
                      <w:rFonts w:ascii="宋体" w:hAnsi="宋体" w:hint="eastAsi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   </w:t>
                  </w: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Verdana" w:hAnsi="Verdana" w:hint="eastAsia"/>
                      <w:szCs w:val="21"/>
                    </w:rPr>
                  </w:pPr>
                </w:p>
                <w:p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Verdana" w:hAnsi="Verdana" w:hint="eastAsia"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rPr>
                      <w:rFonts w:ascii="宋体" w:eastAsia="宋体" w:hAnsi="宋体" w:hint="eastAsia"/>
                      <w:lang w:val="en-US" w:eastAsia="zh-CN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spacing w:line="360" w:lineRule="auto"/>
                    <w:rPr>
                      <w:rFonts w:ascii="宋体" w:hAnsi="宋体" w:hint="eastAsia"/>
                    </w:rPr>
                  </w:pPr>
                </w:p>
                <w:p>
                  <w:pPr>
                    <w:spacing w:line="360" w:lineRule="auto"/>
                    <w:rPr>
                      <w:rFonts w:ascii="宋体" w:hAnsi="宋体" w:hint="eastAsia"/>
                    </w:rPr>
                  </w:pPr>
                </w:p>
                <w:p>
                  <w:pPr>
                    <w:spacing w:line="360" w:lineRule="auto"/>
                    <w:rPr>
                      <w:rFonts w:ascii="宋体" w:hAnsi="宋体" w:hint="eastAsia"/>
                    </w:rPr>
                  </w:pPr>
                </w:p>
                <w:p>
                  <w:pPr>
                    <w:spacing w:line="360" w:lineRule="auto"/>
                    <w:rPr>
                      <w:rFonts w:ascii="宋体" w:hAnsi="宋体" w:hint="eastAsia"/>
                    </w:rPr>
                  </w:pPr>
                </w:p>
                <w:p>
                  <w:pPr>
                    <w:ind w:left="3150" w:right="420" w:hanging="3150" w:hangingChars="1500"/>
                    <w:jc w:val="left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lang w:val="en-US" w:eastAsia="zh-CN"/>
                    </w:rPr>
                    <w:t>19</w:t>
                  </w:r>
                  <w:r>
                    <w:rPr>
                      <w:rFonts w:ascii="宋体" w:hAnsi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color w:val="000000"/>
                      <w:lang w:val="en-US" w:eastAsia="zh-CN"/>
                    </w:rPr>
                    <w:t xml:space="preserve"> （10分）     </w:t>
                  </w:r>
                  <w:r>
                    <w:rPr>
                      <w:rFonts w:ascii="宋体" w:hAnsi="宋体" w:hint="eastAsia"/>
                      <w:sz w:val="24"/>
                      <w:lang w:val="en-US" w:eastAsia="zh-CN"/>
                    </w:rPr>
                    <w:t xml:space="preserve">                            </w:t>
                  </w:r>
                  <w:r>
                    <w:pict>
                      <v:shape id="图片 67" o:spid="_x0000_i1030" type="#_x0000_t75" style="width:139.05pt;height:72.62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11" o:title="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rPr>
                      <w:rFonts w:ascii="宋体" w:hAnsi="宋体" w:hint="eastAsia"/>
                      <w:sz w:val="24"/>
                    </w:rPr>
                  </w:pPr>
                </w:p>
                <w:p>
                  <w:pPr>
                    <w:rPr>
                      <w:rFonts w:ascii="宋体" w:hAnsi="宋体" w:hint="eastAsia"/>
                      <w:sz w:val="24"/>
                    </w:rPr>
                  </w:pPr>
                </w:p>
                <w:p>
                  <w:pPr>
                    <w:rPr>
                      <w:rFonts w:ascii="宋体" w:hAnsi="宋体" w:hint="eastAsia"/>
                      <w:sz w:val="24"/>
                    </w:rPr>
                  </w:pPr>
                </w:p>
                <w:p>
                  <w:pPr>
                    <w:rPr>
                      <w:rFonts w:ascii="宋体" w:hAnsi="宋体" w:hint="eastAsia"/>
                      <w:sz w:val="24"/>
                    </w:rPr>
                  </w:pPr>
                </w:p>
                <w:p>
                  <w:pPr>
                    <w:rPr>
                      <w:rFonts w:ascii="宋体" w:hAnsi="宋体" w:hint="eastAsia"/>
                      <w:sz w:val="24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 </w:t>
                  </w: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Text Box 7" o:spid="_x0000_s1031" type="#_x0000_t202" style="width:347.6pt;height:54.7pt;margin-top:-19.6pt;margin-left:4.4pt;mso-wrap-style:square;position:absolute;v-text-anchor:top;z-index:-251653120" filled="t" fillcolor="white" stroked="f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adjustRightInd w:val="0"/>
                    <w:snapToGrid w:val="0"/>
                    <w:spacing w:line="276" w:lineRule="auto"/>
                    <w:ind w:right="-512" w:rightChars="-244"/>
                    <w:jc w:val="center"/>
                    <w:rPr>
                      <w:rFonts w:ascii="宋体" w:eastAsia="宋体" w:hAnsi="宋体" w:hint="eastAsia"/>
                      <w:b/>
                      <w:sz w:val="36"/>
                      <w:szCs w:val="36"/>
                      <w:lang w:eastAsia="zh-CN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28"/>
                      <w:szCs w:val="36"/>
                      <w:lang w:eastAsia="zh-CN"/>
                    </w:rPr>
                    <w:t>重庆鼓楼学校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28"/>
                      <w:szCs w:val="36"/>
                    </w:rPr>
                    <w:t>九年级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28"/>
                      <w:szCs w:val="36"/>
                      <w:lang w:eastAsia="zh-CN"/>
                    </w:rPr>
                    <w:t>下适应性练习</w:t>
                  </w:r>
                </w:p>
                <w:p>
                  <w:pPr>
                    <w:jc w:val="center"/>
                    <w:rPr>
                      <w:rFonts w:ascii="宋体" w:hAnsi="宋体" w:hint="eastAsia"/>
                      <w:b/>
                      <w:sz w:val="36"/>
                      <w:szCs w:val="36"/>
                    </w:rPr>
                  </w:pPr>
                  <w:r>
                    <w:rPr>
                      <w:rFonts w:ascii="宋体" w:hAnsi="宋体" w:hint="eastAsia"/>
                      <w:b/>
                      <w:sz w:val="36"/>
                      <w:szCs w:val="36"/>
                    </w:rPr>
                    <w:t>数学答题卡</w:t>
                  </w:r>
                </w:p>
                <w:p>
                  <w:pPr>
                    <w:rPr>
                      <w:rFonts w:hint="eastAsia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rect id="Rectangle 2" o:spid="_x0000_s1032" style="width:354.75pt;height:708.4pt;margin-top:9.8pt;margin-left:729.15pt;mso-wrap-style:square;position:absolute;z-index:251675648" filled="t" fillcolor="white" stroked="f" strokecolor="#404040">
            <v:stroke linestyle="single"/>
            <o:lock v:ext="edit" aspectratio="f"/>
            <v:textbox>
              <w:txbxContent>
                <w:p>
                  <w:pPr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  <w:lang w:val="en-US" w:eastAsia="zh-CN"/>
                    </w:rPr>
                    <w:t>20</w:t>
                  </w:r>
                  <w:r>
                    <w:rPr>
                      <w:rFonts w:ascii="宋体" w:hAnsi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color w:val="000000"/>
                      <w:lang w:val="en-US" w:eastAsia="zh-CN"/>
                    </w:rPr>
                    <w:t xml:space="preserve">（10分） </w:t>
                  </w:r>
                </w:p>
                <w:p>
                  <w:pPr>
                    <w:jc w:val="righ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                                   </w:t>
                  </w: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r>
                    <w:rPr>
                      <w:rFonts w:ascii="宋体" w:hAnsi="宋体" w:hint="eastAsia"/>
                      <w:lang w:val="en-US" w:eastAsia="zh-CN"/>
                    </w:rPr>
                    <w:t>21</w:t>
                  </w:r>
                  <w:r>
                    <w:rPr>
                      <w:rFonts w:ascii="宋体" w:hAnsi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color w:val="000000"/>
                      <w:lang w:val="en-US" w:eastAsia="zh-CN"/>
                    </w:rPr>
                    <w:t xml:space="preserve">（10分） </w:t>
                  </w:r>
                </w:p>
                <w:p>
                  <w:pPr>
                    <w:jc w:val="right"/>
                    <w:rPr>
                      <w:rFonts w:ascii="宋体" w:hAnsi="宋体" w:hint="eastAsia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lang w:val="en-US" w:eastAsia="zh-CN"/>
                    </w:rPr>
                    <w:t xml:space="preserve">                                    </w:t>
                  </w:r>
                  <w:r>
                    <w:rPr>
                      <w:rFonts w:ascii="宋体" w:eastAsia="宋体" w:hAnsi="宋体" w:cs="宋体"/>
                      <w:color w:val="000000"/>
                    </w:rPr>
                    <w:pict>
                      <v:shape id="图片 100016" o:spid="_x0000_i1033" type="#_x0000_t75" alt="学科网(www.zxxk.com)--教育资源门户，提供试卷、教案、课件、论文、素材以及各类教学资源下载，还有大量而丰富的教学相关资讯！" style="width:162.29pt;height:134.75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12" o:title="学科网(www.zxxk.com)--教育资源门户，提供试卷、教案、课件、论文、素材以及各类教学资源下载，还有大量而丰富的教学相关资讯！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rect>
        </w:pict>
      </w:r>
      <w:r>
        <w:rPr>
          <w:rFonts w:hint="eastAsia"/>
        </w:rPr>
        <w:pict>
          <v:shape id="Text Box 5" o:spid="_x0000_s1034" type="#_x0000_t202" style="width:668.8pt;height:22.4pt;margin-top:-9.8pt;margin-left:392.7pt;mso-wrap-style:square;position:absolute;z-index:-251656192" stroked="f">
            <v:fill opacity="0"/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                   请在各题目的答题区域内作答，超出黑色矩形边框限定区域的答案无效</w:t>
                  </w:r>
                </w:p>
                <w:p>
                  <w:pPr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 xml:space="preserve">             </w:t>
                  </w:r>
                </w:p>
              </w:txbxContent>
            </v:textbox>
          </v:shape>
        </w:pict>
      </w:r>
    </w:p>
    <w:p>
      <w:pPr>
        <w:jc w:val="left"/>
        <w:rPr>
          <w:rFonts w:hint="eastAsia"/>
        </w:rPr>
      </w:pPr>
    </w:p>
    <w:p>
      <w:pPr>
        <w:tabs>
          <w:tab w:val="left" w:pos="765"/>
        </w:tabs>
        <w:rPr>
          <w:rFonts w:hint="eastAsia"/>
          <w:color w:val="FF0000"/>
          <w:sz w:val="24"/>
        </w:rPr>
      </w:pPr>
    </w:p>
    <w:p>
      <w:pPr>
        <w:tabs>
          <w:tab w:val="left" w:pos="765"/>
        </w:tabs>
        <w:rPr>
          <w:rFonts w:hint="eastAsia"/>
          <w:color w:val="FF0000"/>
          <w:sz w:val="24"/>
        </w:rPr>
      </w:pPr>
      <w:r>
        <w:rPr>
          <w:rFonts w:hint="eastAsia"/>
        </w:rPr>
        <w:pict>
          <v:rect id="Rectangle 24" o:spid="_x0000_s1035" style="width:145.45pt;height:69.65pt;margin-top:1.75pt;margin-left:209.1pt;mso-wrap-style:square;position:absolute;v-text-anchor:top;z-index:251671552" filled="t" fillcolor="white" stroked="t" strokecolor="red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rFonts w:hint="eastAsia"/>
                      <w:color w:val="FF0000"/>
                    </w:rPr>
                  </w:pPr>
                </w:p>
                <w:p>
                  <w:pPr>
                    <w:jc w:val="center"/>
                    <w:rPr>
                      <w:rFonts w:hint="eastAsia"/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贴条形码区</w:t>
                  </w:r>
                </w:p>
              </w:txbxContent>
            </v:textbox>
          </v:rect>
        </w:pict>
      </w:r>
      <w:r>
        <w:rPr>
          <w:rFonts w:hint="eastAsia"/>
          <w:color w:val="FF0000"/>
          <w:sz w:val="24"/>
        </w:rPr>
        <w:pict>
          <v:rect id="Rectangle 25" o:spid="_x0000_s1036" style="width:202.25pt;height:64.4pt;margin-top:0.8pt;margin-left:-1.1pt;mso-wrap-style:square;position:absolute;v-text-anchor:top;z-index:-251651072" filled="t" fillcolor="white" stroked="t" strokecolor="red">
            <v:fill color2="white"/>
            <v:stroke joinstyle="miter" linestyle="single"/>
            <v:shadow color="gray"/>
            <o:lock v:ext="edit" aspectratio="f"/>
          </v:rect>
        </w:pict>
      </w:r>
    </w:p>
    <w:p>
      <w:pPr>
        <w:tabs>
          <w:tab w:val="left" w:pos="765"/>
        </w:tabs>
        <w:ind w:left="195" w:hanging="105" w:leftChars="43" w:hangingChars="50"/>
        <w:rPr>
          <w:color w:val="FF0000"/>
          <w:sz w:val="24"/>
        </w:rPr>
      </w:pPr>
      <w:r>
        <w:rPr>
          <w:rFonts w:hint="eastAsia"/>
          <w:color w:val="FF0000"/>
          <w:szCs w:val="21"/>
        </w:rPr>
        <w:t>姓名</w:t>
      </w:r>
      <w:r>
        <w:rPr>
          <w:rFonts w:hint="eastAsia"/>
          <w:b/>
          <w:color w:val="FF0000"/>
          <w:szCs w:val="21"/>
        </w:rPr>
        <w:t xml:space="preserve">: </w:t>
      </w:r>
      <w:r>
        <w:rPr>
          <w:color w:val="FF0000"/>
          <w:szCs w:val="21"/>
        </w:rPr>
        <w:t xml:space="preserve"> </w:t>
      </w:r>
      <w:r>
        <w:rPr>
          <w:color w:val="FF0000"/>
          <w:sz w:val="24"/>
        </w:rPr>
        <w:t>___________</w:t>
      </w:r>
      <w:r>
        <w:rPr>
          <w:rFonts w:hint="eastAsia"/>
          <w:color w:val="FF0000"/>
          <w:sz w:val="24"/>
        </w:rPr>
        <w:t>班级</w:t>
      </w:r>
      <w:r>
        <w:rPr>
          <w:rFonts w:hint="eastAsia"/>
          <w:color w:val="FF0000"/>
          <w:sz w:val="24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tabs>
          <w:tab w:val="left" w:pos="765"/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ind w:left="195" w:hanging="105" w:leftChars="43" w:hangingChars="50"/>
        <w:textAlignment w:val="auto"/>
        <w:rPr>
          <w:rFonts w:eastAsia="宋体" w:hint="eastAsia"/>
          <w:color w:val="FF0000"/>
          <w:lang w:val="en-US" w:eastAsia="zh-CN"/>
        </w:rPr>
      </w:pPr>
      <w:r>
        <w:rPr>
          <w:rFonts w:hint="eastAsia"/>
          <w:color w:val="FF0000"/>
        </w:rPr>
        <w:t>考号</w:t>
      </w:r>
      <w:r>
        <w:rPr>
          <w:rFonts w:hint="eastAsia"/>
          <w:color w:val="FF0000"/>
          <w:lang w:val="en-US" w:eastAsia="zh-CN"/>
        </w:rPr>
        <w:t xml:space="preserve">:  </w:t>
      </w:r>
      <w:r>
        <w:rPr>
          <w:color w:val="FF0000"/>
          <w:sz w:val="24"/>
        </w:rPr>
        <w:t>___________</w:t>
      </w:r>
    </w:p>
    <w:p>
      <w:pPr>
        <w:tabs>
          <w:tab w:val="left" w:pos="765"/>
          <w:tab w:val="left" w:pos="6765"/>
        </w:tabs>
        <w:ind w:left="195" w:hanging="105" w:leftChars="43" w:hangingChars="50"/>
        <w:rPr>
          <w:rFonts w:hint="eastAsia"/>
          <w:color w:val="FF0000"/>
        </w:rPr>
      </w:pPr>
    </w:p>
    <w:p>
      <w:pPr>
        <w:tabs>
          <w:tab w:val="left" w:pos="765"/>
          <w:tab w:val="left" w:pos="5400"/>
        </w:tabs>
        <w:rPr>
          <w:rFonts w:hint="eastAsia"/>
        </w:rPr>
      </w:pPr>
      <w:r>
        <w:pict>
          <v:rect id="Rectangle 26" o:spid="_x0000_s1037" alt="缺考标志，考生禁填。由监考老师填涂！" style="width:201.3pt;height:22.45pt;margin-top:4.55pt;margin-left:-0.55pt;mso-wrap-style:square;position:absolute;z-index:-251650048" filled="t" fillcolor="white" stroked="t" strokecolor="red">
            <v:stroke linestyle="single"/>
            <o:lock v:ext="edit" aspectratio="f"/>
            <v:textbox>
              <w:txbxContent>
                <w:p>
                  <w:pPr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缺考标志，考生禁填！由监考老师填涂。</w:t>
                  </w:r>
                </w:p>
              </w:txbxContent>
            </v:textbox>
          </v:rect>
        </w:pict>
      </w:r>
      <w:r>
        <w:pict>
          <v:group id="Group 27" o:spid="_x0000_i1038" style="width:187.55pt;height:29.4pt" coordorigin="0,0" coordsize="3751,588">
            <v:shape id="Picture 28" o:spid="_x0000_s1039" type="#_x0000_t75" style="width:3751;height:588;mso-wrap-style:square;position:absolute" o:preferrelative="f" filled="f" stroked="f">
              <v:stroke linestyle="single"/>
              <v:path o:extrusionok="f"/>
              <o:lock v:ext="edit" aspectratio="t" text="t"/>
            </v:shape>
            <v:rect id="Rectangle 29" o:spid="_x0000_s1040" style="width:209;height:140;left:3542;mso-wrap-style:square;position:absolute;top:224" filled="t" fillcolor="white" stroked="t" strokecolor="red">
              <v:stroke linestyle="single"/>
              <o:lock v:ext="edit" aspectratio="f"/>
              <v:textbox>
                <w:txbxContent>
                  <w:p/>
                </w:txbxContent>
              </v:textbox>
            </v:rect>
            <w10:anchorlock/>
          </v:group>
        </w:pict>
      </w:r>
    </w:p>
    <w:p>
      <w:pPr>
        <w:jc w:val="left"/>
        <w:rPr>
          <w:rFonts w:hint="eastAsia"/>
        </w:rPr>
      </w:pPr>
      <w:r>
        <w:rPr>
          <w:rFonts w:hint="eastAsia"/>
        </w:rPr>
        <w:pict>
          <v:rect id="Rectangle 48" o:spid="_x0000_s1041" style="width:346.5pt;height:63pt;margin-top:11.55pt;margin-left:4.05pt;mso-wrap-style:square;position:absolute;v-text-anchor:top;z-index:251672576" filled="t" fillcolor="white" stroked="t" strokecolor="red" strokeweight="1p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snapToGrid w:val="0"/>
                    <w:rPr>
                      <w:rFonts w:ascii="宋体" w:hAnsi="宋体" w:hint="eastAsia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 xml:space="preserve">1                         5                       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ab/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9</w:t>
                  </w:r>
                </w:p>
                <w:p>
                  <w:pPr>
                    <w:snapToGrid w:val="0"/>
                    <w:rPr>
                      <w:rFonts w:ascii="宋体" w:hAnsi="宋体" w:hint="eastAsia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 xml:space="preserve">2                         6                       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ab/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10</w:t>
                  </w:r>
                </w:p>
                <w:p>
                  <w:pPr>
                    <w:snapToGrid w:val="0"/>
                    <w:rPr>
                      <w:rFonts w:ascii="宋体" w:hAnsi="宋体" w:hint="eastAsia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 xml:space="preserve">3                         7                  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ab/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ab/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 xml:space="preserve">11                   </w:t>
                  </w:r>
                </w:p>
                <w:p>
                  <w:pPr>
                    <w:snapToGrid w:val="0"/>
                    <w:rPr>
                      <w:rFonts w:ascii="宋体" w:hAnsi="宋体" w:hint="eastAsia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 xml:space="preserve">4                         8                       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ab/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12</w:t>
                  </w:r>
                </w:p>
              </w:txbxContent>
            </v:textbox>
          </v:rect>
        </w:pict>
      </w:r>
    </w:p>
    <w:p>
      <w:pPr>
        <w:jc w:val="left"/>
        <w:rPr>
          <w:rFonts w:hint="eastAsia"/>
        </w:rPr>
      </w:pPr>
      <w:r>
        <w:rPr>
          <w:rFonts w:hint="eastAsia"/>
        </w:rPr>
        <w:pict>
          <v:group id="Group 62" o:spid="_x0000_s1042" style="width:58.85pt;height:7pt;margin-top:2.7pt;margin-left:259.05pt;position:absolute;z-index:251686912" coordorigin="0,0" coordsize="1177,140">
            <o:lock v:ext="edit" aspectratio="f"/>
            <v:rect id="Rectangle 63" o:spid="_x0000_s1043" style="width:209;height:140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color w:val="FF0000"/>
                        <w:sz w:val="13"/>
                        <w:szCs w:val="13"/>
                      </w:rPr>
                      <w:t>A</w:t>
                    </w:r>
                  </w:p>
                </w:txbxContent>
              </v:textbox>
            </v:rect>
            <v:rect id="Rectangle 64" o:spid="_x0000_s1044" style="width:209;height:140;left:330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rFonts w:hint="eastAsia"/>
                        <w:color w:val="FF0000"/>
                        <w:sz w:val="13"/>
                        <w:szCs w:val="13"/>
                      </w:rPr>
                      <w:t>B</w:t>
                    </w:r>
                  </w:p>
                </w:txbxContent>
              </v:textbox>
            </v:rect>
            <v:rect id="Rectangle 65" o:spid="_x0000_s1045" style="width:209;height:140;left:649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rFonts w:hint="eastAsia"/>
                        <w:color w:val="FF0000"/>
                        <w:sz w:val="13"/>
                        <w:szCs w:val="13"/>
                      </w:rPr>
                      <w:t>C</w:t>
                    </w:r>
                  </w:p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  <w:highlight w:val="black"/>
                      </w:rPr>
                    </w:pPr>
                  </w:p>
                </w:txbxContent>
              </v:textbox>
            </v:rect>
            <v:rect id="Rectangle 66" o:spid="_x0000_s1046" style="width:209;height:140;left:968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rFonts w:hint="eastAsia"/>
                        <w:color w:val="FF0000"/>
                        <w:sz w:val="13"/>
                        <w:szCs w:val="13"/>
                      </w:rPr>
                      <w:t>D</w:t>
                    </w:r>
                  </w:p>
                </w:txbxContent>
              </v:textbox>
            </v:rect>
          </v:group>
        </w:pict>
      </w:r>
      <w:r>
        <w:rPr>
          <w:rFonts w:hint="eastAsia"/>
        </w:rPr>
        <w:pict>
          <v:rect id="Rectangle 52" o:spid="_x0000_s1047" style="width:10.45pt;height:7pt;margin-top:2.7pt;margin-left:73.7pt;mso-wrap-style:square;position:absolute;z-index:251680768" filled="t" fillcolor="white" stroked="t" strokecolor="red">
            <v:stroke linestyle="single"/>
            <o:lock v:ext="edit" aspectratio="f"/>
            <v:textbox inset="0,0,0,0">
              <w:txbxContent>
                <w:p>
                  <w:pPr>
                    <w:adjustRightInd w:val="0"/>
                    <w:snapToGrid w:val="0"/>
                    <w:jc w:val="center"/>
                    <w:rPr>
                      <w:rFonts w:hint="eastAsia"/>
                      <w:color w:val="FF0000"/>
                      <w:sz w:val="13"/>
                      <w:szCs w:val="13"/>
                    </w:rPr>
                  </w:pPr>
                  <w:r>
                    <w:rPr>
                      <w:rFonts w:hint="eastAsia"/>
                      <w:color w:val="FF0000"/>
                      <w:sz w:val="13"/>
                      <w:szCs w:val="13"/>
                    </w:rPr>
                    <w:t>D</w:t>
                  </w:r>
                </w:p>
              </w:txbxContent>
            </v:textbox>
          </v:rect>
        </w:pict>
      </w:r>
      <w:r>
        <w:rPr>
          <w:rFonts w:hint="eastAsia"/>
        </w:rPr>
        <w:pict>
          <v:rect id="Rectangle 53" o:spid="_x0000_s1048" style="width:10.45pt;height:7pt;margin-top:2.7pt;margin-left:57.75pt;mso-wrap-style:square;position:absolute;z-index:251679744" filled="t" fillcolor="white" stroked="t" strokecolor="red">
            <v:stroke linestyle="single"/>
            <o:lock v:ext="edit" aspectratio="f"/>
            <v:textbox inset="0,0,0,0">
              <w:txbxContent>
                <w:p>
                  <w:pPr>
                    <w:adjustRightInd w:val="0"/>
                    <w:snapToGrid w:val="0"/>
                    <w:jc w:val="center"/>
                    <w:rPr>
                      <w:rFonts w:hint="eastAsia"/>
                      <w:color w:val="FF0000"/>
                      <w:sz w:val="13"/>
                      <w:szCs w:val="13"/>
                    </w:rPr>
                  </w:pPr>
                  <w:r>
                    <w:rPr>
                      <w:rFonts w:hint="eastAsia"/>
                      <w:color w:val="FF0000"/>
                      <w:sz w:val="13"/>
                      <w:szCs w:val="13"/>
                    </w:rPr>
                    <w:t>C</w:t>
                  </w:r>
                </w:p>
                <w:p>
                  <w:pPr>
                    <w:adjustRightInd w:val="0"/>
                    <w:snapToGrid w:val="0"/>
                    <w:rPr>
                      <w:rFonts w:hint="eastAsia"/>
                      <w:color w:val="000000"/>
                      <w:sz w:val="13"/>
                      <w:szCs w:val="13"/>
                      <w:highlight w:val="black"/>
                      <w:shd w:val="clear" w:color="auto" w:fill="FFFFFF"/>
                    </w:rPr>
                  </w:pPr>
                </w:p>
              </w:txbxContent>
            </v:textbox>
          </v:rect>
        </w:pict>
      </w:r>
      <w:r>
        <w:rPr>
          <w:rFonts w:hint="eastAsia"/>
        </w:rPr>
        <w:pict>
          <v:rect id="Rectangle 54" o:spid="_x0000_s1049" style="width:10.45pt;height:7pt;margin-top:2.7pt;margin-left:41.8pt;mso-wrap-style:square;position:absolute;z-index:251678720" filled="t" fillcolor="white" stroked="t" strokecolor="red">
            <v:stroke linestyle="single"/>
            <o:lock v:ext="edit" aspectratio="f"/>
            <v:textbox inset="0,0,0,0">
              <w:txbxContent>
                <w:p>
                  <w:pPr>
                    <w:adjustRightInd w:val="0"/>
                    <w:snapToGrid w:val="0"/>
                    <w:jc w:val="center"/>
                    <w:rPr>
                      <w:rFonts w:hint="eastAsia"/>
                      <w:color w:val="FF0000"/>
                      <w:sz w:val="13"/>
                      <w:szCs w:val="13"/>
                    </w:rPr>
                  </w:pPr>
                  <w:r>
                    <w:rPr>
                      <w:rFonts w:hint="eastAsia"/>
                      <w:color w:val="FF0000"/>
                      <w:sz w:val="13"/>
                      <w:szCs w:val="13"/>
                    </w:rPr>
                    <w:t>B</w:t>
                  </w:r>
                </w:p>
              </w:txbxContent>
            </v:textbox>
          </v:rect>
        </w:pict>
      </w:r>
      <w:r>
        <w:rPr>
          <w:rFonts w:hint="eastAsia"/>
        </w:rPr>
        <w:pict>
          <v:rect id="Rectangle 55" o:spid="_x0000_s1050" style="width:10.45pt;height:7pt;margin-top:2.7pt;margin-left:25.3pt;mso-wrap-style:square;position:absolute;z-index:251677696" filled="t" fillcolor="white" stroked="t" strokecolor="red">
            <v:stroke linestyle="single"/>
            <o:lock v:ext="edit" aspectratio="f"/>
            <v:textbox inset="0,0,0,0">
              <w:txbxContent>
                <w:p>
                  <w:pPr>
                    <w:adjustRightInd w:val="0"/>
                    <w:snapToGrid w:val="0"/>
                    <w:jc w:val="center"/>
                    <w:rPr>
                      <w:color w:val="FF0000"/>
                      <w:sz w:val="13"/>
                      <w:szCs w:val="13"/>
                    </w:rPr>
                  </w:pPr>
                  <w:r>
                    <w:rPr>
                      <w:color w:val="FF0000"/>
                      <w:sz w:val="13"/>
                      <w:szCs w:val="13"/>
                    </w:rPr>
                    <w:t>A</w:t>
                  </w:r>
                </w:p>
              </w:txbxContent>
            </v:textbox>
          </v:rect>
        </w:pict>
      </w:r>
      <w:r>
        <w:rPr>
          <w:rFonts w:hint="eastAsia"/>
        </w:rPr>
        <w:pict>
          <v:rect id="Rectangle 56" o:spid="_x0000_s1051" style="width:63.8pt;height:30.8pt;margin-top:1.3pt;margin-left:24.2pt;mso-wrap-style:square;position:absolute;z-index:251676672" filled="t" fillcolor="white" stroked="f">
            <v:stroke linestyle="single"/>
            <o:lock v:ext="edit" aspectratio="f"/>
          </v:rect>
        </w:pict>
      </w:r>
      <w:r>
        <w:rPr>
          <w:rFonts w:hint="eastAsia"/>
        </w:rPr>
        <w:pict>
          <v:rect id="Rectangle 67" o:spid="_x0000_s1052" style="width:63.8pt;height:30.8pt;margin-top:1.3pt;margin-left:254.65pt;mso-wrap-style:square;position:absolute;z-index:251685888" filled="t" fillcolor="white" stroked="f">
            <v:stroke linestyle="single"/>
            <o:lock v:ext="edit" aspectratio="f"/>
          </v:rect>
        </w:pict>
      </w:r>
      <w:r>
        <w:rPr>
          <w:rFonts w:hint="eastAsia"/>
        </w:rPr>
        <w:pict>
          <v:group id="Group 68" o:spid="_x0000_s1053" style="width:63.8pt;height:44.8pt;margin-top:1.3pt;margin-left:140.8pt;position:absolute;z-index:251684864" coordorigin="0,0" coordsize="1276,896">
            <o:lock v:ext="edit" aspectratio="f"/>
            <v:group id="Group 69" o:spid="_x0000_s1054" style="width:1276;height:672;position:absolute" coordorigin="0,0" coordsize="1276,672">
              <o:lock v:ext="edit" aspectratio="f"/>
              <v:rect id="Rectangle 70" o:spid="_x0000_s1055" style="width:1276;height:616;mso-wrap-style:square;position:absolute" filled="t" fillcolor="white" stroked="f">
                <v:stroke linestyle="single"/>
                <o:lock v:ext="edit" aspectratio="f"/>
              </v:rect>
              <v:group id="Group 71" o:spid="_x0000_s1056" style="width:1177;height:140;left:22;position:absolute;top:28" coordorigin="0,0" coordsize="1177,140">
                <o:lock v:ext="edit" aspectratio="f"/>
                <v:rect id="Rectangle 72" o:spid="_x0000_s1057" style="width:209;height:140;mso-wrap-style:square;position:absolute" filled="t" fillcolor="white" stroked="t" strokecolor="red">
                  <v:stroke linestyle="single"/>
                  <o:lock v:ext="edit" aspectratio="f"/>
                  <v:textbox inset="0,0,0,0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color w:val="FF0000"/>
                            <w:sz w:val="13"/>
                            <w:szCs w:val="13"/>
                          </w:rPr>
                        </w:pPr>
                        <w:r>
                          <w:rPr>
                            <w:color w:val="FF0000"/>
                            <w:sz w:val="13"/>
                            <w:szCs w:val="13"/>
                          </w:rPr>
                          <w:t>A</w:t>
                        </w:r>
                      </w:p>
                    </w:txbxContent>
                  </v:textbox>
                </v:rect>
                <v:rect id="Rectangle 73" o:spid="_x0000_s1058" style="width:209;height:140;left:330;mso-wrap-style:square;position:absolute" filled="t" fillcolor="white" stroked="t" strokecolor="red">
                  <v:stroke linestyle="single"/>
                  <o:lock v:ext="edit" aspectratio="f"/>
                  <v:textbox inset="0,0,0,0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hint="eastAsia"/>
                            <w:color w:val="FF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13"/>
                            <w:szCs w:val="13"/>
                          </w:rPr>
                          <w:t>B</w:t>
                        </w:r>
                      </w:p>
                    </w:txbxContent>
                  </v:textbox>
                </v:rect>
                <v:rect id="Rectangle 74" o:spid="_x0000_s1059" style="width:209;height:140;left:649;mso-wrap-style:square;position:absolute" filled="t" fillcolor="white" stroked="t" strokecolor="red">
                  <v:stroke linestyle="single"/>
                  <o:lock v:ext="edit" aspectratio="f"/>
                  <v:textbox inset="0,0,0,0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hint="eastAsia"/>
                            <w:color w:val="FF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13"/>
                            <w:szCs w:val="13"/>
                          </w:rPr>
                          <w:t>C</w:t>
                        </w:r>
                      </w:p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hint="eastAsia"/>
                            <w:color w:val="FF0000"/>
                            <w:sz w:val="13"/>
                            <w:szCs w:val="13"/>
                            <w:highlight w:val="black"/>
                          </w:rPr>
                        </w:pPr>
                      </w:p>
                    </w:txbxContent>
                  </v:textbox>
                </v:rect>
                <v:rect id="Rectangle 75" o:spid="_x0000_s1060" style="width:209;height:140;left:968;mso-wrap-style:square;position:absolute" filled="t" fillcolor="white" stroked="t" strokecolor="red">
                  <v:stroke linestyle="single"/>
                  <o:lock v:ext="edit" aspectratio="f"/>
                  <v:textbox inset="0,0,0,0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hint="eastAsia"/>
                            <w:color w:val="FF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13"/>
                            <w:szCs w:val="13"/>
                          </w:rPr>
                          <w:t>D</w:t>
                        </w:r>
                      </w:p>
                    </w:txbxContent>
                  </v:textbox>
                </v:rect>
              </v:group>
              <v:group id="Group 76" o:spid="_x0000_s1061" style="width:1177;height:140;left:22;position:absolute;top:280" coordorigin="0,0" coordsize="1177,140">
                <o:lock v:ext="edit" aspectratio="f"/>
                <v:rect id="Rectangle 77" o:spid="_x0000_s1062" style="width:209;height:140;mso-wrap-style:square;position:absolute" filled="t" fillcolor="white" stroked="t" strokecolor="red">
                  <v:stroke linestyle="single"/>
                  <o:lock v:ext="edit" aspectratio="f"/>
                  <v:textbox inset="0,0,0,0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color w:val="FF0000"/>
                            <w:sz w:val="13"/>
                            <w:szCs w:val="13"/>
                          </w:rPr>
                        </w:pPr>
                        <w:r>
                          <w:rPr>
                            <w:color w:val="FF0000"/>
                            <w:sz w:val="13"/>
                            <w:szCs w:val="13"/>
                          </w:rPr>
                          <w:t>A</w:t>
                        </w:r>
                      </w:p>
                    </w:txbxContent>
                  </v:textbox>
                </v:rect>
                <v:rect id="Rectangle 78" o:spid="_x0000_s1063" style="width:209;height:140;left:330;mso-wrap-style:square;position:absolute" filled="t" fillcolor="white" stroked="t" strokecolor="red">
                  <v:stroke linestyle="single"/>
                  <o:lock v:ext="edit" aspectratio="f"/>
                  <v:textbox inset="0,0,0,0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hint="eastAsia"/>
                            <w:color w:val="FF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13"/>
                            <w:szCs w:val="13"/>
                          </w:rPr>
                          <w:t>B</w:t>
                        </w:r>
                      </w:p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hint="eastAsia"/>
                            <w:color w:val="FF0000"/>
                            <w:sz w:val="13"/>
                            <w:szCs w:val="13"/>
                            <w:highlight w:val="black"/>
                          </w:rPr>
                        </w:pPr>
                      </w:p>
                    </w:txbxContent>
                  </v:textbox>
                </v:rect>
                <v:rect id="Rectangle 79" o:spid="_x0000_s1064" style="width:209;height:140;left:649;mso-wrap-style:square;position:absolute" filled="t" fillcolor="white" stroked="t" strokecolor="red">
                  <v:stroke linestyle="single"/>
                  <o:lock v:ext="edit" aspectratio="f"/>
                  <v:textbox inset="0,0,0,0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hint="eastAsia"/>
                            <w:color w:val="FF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13"/>
                            <w:szCs w:val="13"/>
                          </w:rPr>
                          <w:t>C</w:t>
                        </w:r>
                      </w:p>
                    </w:txbxContent>
                  </v:textbox>
                </v:rect>
                <v:rect id="Rectangle 80" o:spid="_x0000_s1065" style="width:209;height:140;left:968;mso-wrap-style:square;position:absolute" filled="t" fillcolor="white" stroked="t" strokecolor="red">
                  <v:stroke linestyle="single"/>
                  <o:lock v:ext="edit" aspectratio="f"/>
                  <v:textbox inset="0,0,0,0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hint="eastAsia"/>
                            <w:color w:val="FF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13"/>
                            <w:szCs w:val="13"/>
                          </w:rPr>
                          <w:t>D</w:t>
                        </w:r>
                      </w:p>
                    </w:txbxContent>
                  </v:textbox>
                </v:rect>
              </v:group>
              <v:group id="Group 81" o:spid="_x0000_s1066" style="width:1177;height:140;left:22;position:absolute;top:532" coordorigin="0,0" coordsize="1177,140">
                <o:lock v:ext="edit" aspectratio="f"/>
                <v:rect id="Rectangle 82" o:spid="_x0000_s1067" style="width:209;height:140;mso-wrap-style:square;position:absolute" filled="t" fillcolor="white" stroked="t" strokecolor="red">
                  <v:stroke linestyle="single"/>
                  <o:lock v:ext="edit" aspectratio="f"/>
                  <v:textbox inset="0,0,0,0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color w:val="FF0000"/>
                            <w:sz w:val="13"/>
                            <w:szCs w:val="13"/>
                          </w:rPr>
                        </w:pPr>
                        <w:r>
                          <w:rPr>
                            <w:color w:val="FF0000"/>
                            <w:sz w:val="13"/>
                            <w:szCs w:val="13"/>
                          </w:rPr>
                          <w:t>A</w:t>
                        </w:r>
                      </w:p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hint="eastAsia"/>
                            <w:color w:val="FF0000"/>
                            <w:sz w:val="13"/>
                            <w:szCs w:val="13"/>
                            <w:highlight w:val="black"/>
                          </w:rPr>
                        </w:pPr>
                      </w:p>
                    </w:txbxContent>
                  </v:textbox>
                </v:rect>
                <v:rect id="Rectangle 83" o:spid="_x0000_s1068" style="width:209;height:140;left:330;mso-wrap-style:square;position:absolute" filled="t" fillcolor="white" stroked="t" strokecolor="red">
                  <v:stroke linestyle="single"/>
                  <o:lock v:ext="edit" aspectratio="f"/>
                  <v:textbox inset="0,0,0,0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hint="eastAsia"/>
                            <w:color w:val="FF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13"/>
                            <w:szCs w:val="13"/>
                          </w:rPr>
                          <w:t>B</w:t>
                        </w:r>
                      </w:p>
                    </w:txbxContent>
                  </v:textbox>
                </v:rect>
                <v:rect id="Rectangle 84" o:spid="_x0000_s1069" style="width:209;height:140;left:649;mso-wrap-style:square;position:absolute" filled="t" fillcolor="white" stroked="t" strokecolor="red">
                  <v:stroke linestyle="single"/>
                  <o:lock v:ext="edit" aspectratio="f"/>
                  <v:textbox inset="0,0,0,0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hint="eastAsia"/>
                            <w:color w:val="FF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13"/>
                            <w:szCs w:val="13"/>
                          </w:rPr>
                          <w:t>C</w:t>
                        </w:r>
                      </w:p>
                    </w:txbxContent>
                  </v:textbox>
                </v:rect>
                <v:rect id="Rectangle 85" o:spid="_x0000_s1070" style="width:209;height:140;left:968;mso-wrap-style:square;position:absolute" filled="t" fillcolor="white" stroked="t" strokecolor="red">
                  <v:stroke linestyle="single"/>
                  <o:lock v:ext="edit" aspectratio="f"/>
                  <v:textbox inset="0,0,0,0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hint="eastAsia"/>
                            <w:color w:val="FF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13"/>
                            <w:szCs w:val="13"/>
                          </w:rPr>
                          <w:t>D</w:t>
                        </w:r>
                      </w:p>
                    </w:txbxContent>
                  </v:textbox>
                </v:rect>
              </v:group>
            </v:group>
            <v:group id="Group 86" o:spid="_x0000_s1071" style="width:1177;height:140;left:22;position:absolute;top:756" coordorigin="0,0" coordsize="1177,140">
              <o:lock v:ext="edit" aspectratio="f"/>
              <v:rect id="Rectangle 87" o:spid="_x0000_s1072" style="width:209;height:140;mso-wrap-style:square;position:absolute" filled="t" fillcolor="white" stroked="t" strokecolor="red">
                <v:stroke linestyle="single"/>
                <o:lock v:ext="edit" aspectratio="f"/>
                <v:textbox inset="0,0,0,0"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color w:val="FF0000"/>
                          <w:sz w:val="13"/>
                          <w:szCs w:val="13"/>
                        </w:rPr>
                      </w:pPr>
                      <w:r>
                        <w:rPr>
                          <w:color w:val="FF0000"/>
                          <w:sz w:val="13"/>
                          <w:szCs w:val="13"/>
                        </w:rPr>
                        <w:t>A</w:t>
                      </w:r>
                    </w:p>
                  </w:txbxContent>
                </v:textbox>
              </v:rect>
              <v:rect id="Rectangle 88" o:spid="_x0000_s1073" style="width:209;height:140;left:330;mso-wrap-style:square;position:absolute" filled="t" fillcolor="white" stroked="t" strokecolor="red">
                <v:stroke linestyle="single"/>
                <o:lock v:ext="edit" aspectratio="f"/>
                <v:textbox inset="0,0,0,0"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rFonts w:hint="eastAsia"/>
                          <w:color w:val="FF0000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color w:val="FF0000"/>
                          <w:sz w:val="13"/>
                          <w:szCs w:val="13"/>
                        </w:rPr>
                        <w:t>B</w:t>
                      </w:r>
                    </w:p>
                    <w:p>
                      <w:pPr>
                        <w:adjustRightInd w:val="0"/>
                        <w:snapToGrid w:val="0"/>
                        <w:jc w:val="center"/>
                        <w:rPr>
                          <w:rFonts w:hint="eastAsia"/>
                          <w:color w:val="FF0000"/>
                          <w:sz w:val="13"/>
                          <w:szCs w:val="13"/>
                          <w:highlight w:val="black"/>
                        </w:rPr>
                      </w:pPr>
                    </w:p>
                  </w:txbxContent>
                </v:textbox>
              </v:rect>
              <v:rect id="Rectangle 89" o:spid="_x0000_s1074" style="width:209;height:140;left:649;mso-wrap-style:square;position:absolute" filled="t" fillcolor="white" stroked="t" strokecolor="red">
                <v:stroke linestyle="single"/>
                <o:lock v:ext="edit" aspectratio="f"/>
                <v:textbox inset="0,0,0,0"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rFonts w:hint="eastAsia"/>
                          <w:color w:val="FF0000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color w:val="FF0000"/>
                          <w:sz w:val="13"/>
                          <w:szCs w:val="13"/>
                        </w:rPr>
                        <w:t>C</w:t>
                      </w:r>
                    </w:p>
                  </w:txbxContent>
                </v:textbox>
              </v:rect>
              <v:rect id="Rectangle 90" o:spid="_x0000_s1075" style="width:209;height:140;left:968;mso-wrap-style:square;position:absolute" filled="t" fillcolor="white" stroked="t" strokecolor="red">
                <v:stroke linestyle="single"/>
                <o:lock v:ext="edit" aspectratio="f"/>
                <v:textbox inset="0,0,0,0"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rFonts w:hint="eastAsia"/>
                          <w:color w:val="FF0000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color w:val="FF0000"/>
                          <w:sz w:val="13"/>
                          <w:szCs w:val="13"/>
                        </w:rPr>
                        <w:t>D</w:t>
                      </w:r>
                    </w:p>
                  </w:txbxContent>
                </v:textbox>
              </v:rect>
            </v:group>
          </v:group>
        </w:pict>
      </w:r>
    </w:p>
    <w:p>
      <w:pPr>
        <w:jc w:val="left"/>
        <w:rPr>
          <w:rFonts w:hint="eastAsia"/>
        </w:rPr>
      </w:pPr>
      <w:r>
        <w:pict>
          <v:group id="Group 135" o:spid="_x0000_s1076" style="width:58.85pt;height:7pt;margin-top:11.7pt;margin-left:258.5pt;position:absolute;z-index:251693056" coordorigin="0,0" coordsize="1177,140">
            <o:lock v:ext="edit" aspectratio="f"/>
            <v:rect id="Rectangle 136" o:spid="_x0000_s1077" style="width:209;height:140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color w:val="FF0000"/>
                        <w:sz w:val="13"/>
                        <w:szCs w:val="13"/>
                      </w:rPr>
                      <w:t>A</w:t>
                    </w:r>
                  </w:p>
                </w:txbxContent>
              </v:textbox>
            </v:rect>
            <v:rect id="Rectangle 137" o:spid="_x0000_s1078" style="width:209;height:140;left:330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rFonts w:hint="eastAsia"/>
                        <w:color w:val="FF0000"/>
                        <w:sz w:val="13"/>
                        <w:szCs w:val="13"/>
                      </w:rPr>
                      <w:t>B</w:t>
                    </w:r>
                  </w:p>
                </w:txbxContent>
              </v:textbox>
            </v:rect>
            <v:rect id="Rectangle 138" o:spid="_x0000_s1079" style="width:209;height:140;left:649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rFonts w:hint="eastAsia"/>
                        <w:color w:val="FF0000"/>
                        <w:sz w:val="13"/>
                        <w:szCs w:val="13"/>
                      </w:rPr>
                      <w:t>C</w:t>
                    </w:r>
                  </w:p>
                </w:txbxContent>
              </v:textbox>
            </v:rect>
            <v:rect id="Rectangle 139" o:spid="_x0000_s1080" style="width:209;height:140;left:968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rFonts w:hint="eastAsia"/>
                        <w:color w:val="FF0000"/>
                        <w:sz w:val="13"/>
                        <w:szCs w:val="13"/>
                      </w:rPr>
                      <w:t>D</w:t>
                    </w:r>
                  </w:p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  <w:highlight w:val="black"/>
                      </w:rPr>
                    </w:pPr>
                  </w:p>
                </w:txbxContent>
              </v:textbox>
            </v:rect>
          </v:group>
        </w:pict>
      </w:r>
      <w:r>
        <w:rPr>
          <w:rFonts w:hint="eastAsia"/>
        </w:rPr>
        <w:pict>
          <v:group id="Group 57" o:spid="_x0000_s1081" style="width:58.85pt;height:7pt;margin-top:-0.3pt;margin-left:259.05pt;position:absolute;z-index:251687936" coordorigin="0,0" coordsize="1177,140">
            <o:lock v:ext="edit" aspectratio="f"/>
            <v:rect id="Rectangle 58" o:spid="_x0000_s1082" style="width:209;height:140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color w:val="FF0000"/>
                        <w:sz w:val="13"/>
                        <w:szCs w:val="13"/>
                      </w:rPr>
                      <w:t>A</w:t>
                    </w:r>
                  </w:p>
                </w:txbxContent>
              </v:textbox>
            </v:rect>
            <v:rect id="Rectangle 59" o:spid="_x0000_s1083" style="width:209;height:140;left:330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rFonts w:hint="eastAsia"/>
                        <w:color w:val="FF0000"/>
                        <w:sz w:val="13"/>
                        <w:szCs w:val="13"/>
                      </w:rPr>
                      <w:t>B</w:t>
                    </w:r>
                  </w:p>
                </w:txbxContent>
              </v:textbox>
            </v:rect>
            <v:rect id="Rectangle 60" o:spid="_x0000_s1084" style="width:209;height:140;left:649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rFonts w:hint="eastAsia"/>
                        <w:color w:val="FF0000"/>
                        <w:sz w:val="13"/>
                        <w:szCs w:val="13"/>
                      </w:rPr>
                      <w:t>C</w:t>
                    </w:r>
                  </w:p>
                </w:txbxContent>
              </v:textbox>
            </v:rect>
            <v:rect id="Rectangle 61" o:spid="_x0000_s1085" style="width:209;height:140;left:968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rFonts w:hint="eastAsia"/>
                        <w:color w:val="FF0000"/>
                        <w:sz w:val="13"/>
                        <w:szCs w:val="13"/>
                      </w:rPr>
                      <w:t>D</w:t>
                    </w:r>
                  </w:p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  <w:highlight w:val="black"/>
                      </w:rPr>
                    </w:pPr>
                  </w:p>
                </w:txbxContent>
              </v:textbox>
            </v:rect>
          </v:group>
        </w:pict>
      </w:r>
      <w:r>
        <w:rPr>
          <w:rFonts w:hint="eastAsia"/>
        </w:rPr>
        <w:pict>
          <v:group id="Group 96" o:spid="_x0000_s1086" style="width:58.85pt;height:7pt;margin-top:12.3pt;margin-left:25.3pt;position:absolute;z-index:251682816" coordorigin="0,0" coordsize="1177,140">
            <o:lock v:ext="edit" aspectratio="f"/>
            <v:rect id="Rectangle 97" o:spid="_x0000_s1087" style="width:209;height:140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color w:val="FF0000"/>
                        <w:sz w:val="13"/>
                        <w:szCs w:val="13"/>
                      </w:rPr>
                      <w:t>A</w:t>
                    </w:r>
                  </w:p>
                </w:txbxContent>
              </v:textbox>
            </v:rect>
            <v:rect id="Rectangle 98" o:spid="_x0000_s1088" style="width:209;height:140;left:330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rFonts w:hint="eastAsia"/>
                        <w:color w:val="FF0000"/>
                        <w:sz w:val="13"/>
                        <w:szCs w:val="13"/>
                      </w:rPr>
                      <w:t>B</w:t>
                    </w:r>
                  </w:p>
                </w:txbxContent>
              </v:textbox>
            </v:rect>
            <v:rect id="Rectangle 99" o:spid="_x0000_s1089" style="width:209;height:140;left:649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rFonts w:hint="eastAsia"/>
                        <w:color w:val="FF0000"/>
                        <w:sz w:val="13"/>
                        <w:szCs w:val="13"/>
                      </w:rPr>
                      <w:t>C</w:t>
                    </w:r>
                  </w:p>
                </w:txbxContent>
              </v:textbox>
            </v:rect>
            <v:rect id="Rectangle 100" o:spid="_x0000_s1090" style="width:209;height:140;left:968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rFonts w:hint="eastAsia"/>
                        <w:color w:val="FF0000"/>
                        <w:sz w:val="13"/>
                        <w:szCs w:val="13"/>
                      </w:rPr>
                      <w:t>D</w:t>
                    </w:r>
                  </w:p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  <w:highlight w:val="black"/>
                      </w:rPr>
                    </w:pPr>
                  </w:p>
                </w:txbxContent>
              </v:textbox>
            </v:rect>
          </v:group>
        </w:pict>
      </w:r>
      <w:r>
        <w:rPr>
          <w:rFonts w:hint="eastAsia"/>
        </w:rPr>
        <w:pict>
          <v:group id="Group 101" o:spid="_x0000_s1091" style="width:58.85pt;height:7pt;margin-top:-0.3pt;margin-left:25.3pt;position:absolute;z-index:251681792" coordorigin="0,0" coordsize="1177,140">
            <o:lock v:ext="edit" aspectratio="f"/>
            <v:rect id="Rectangle 102" o:spid="_x0000_s1092" style="width:209;height:140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color w:val="FF0000"/>
                        <w:sz w:val="13"/>
                        <w:szCs w:val="13"/>
                      </w:rPr>
                      <w:t>A</w:t>
                    </w:r>
                  </w:p>
                </w:txbxContent>
              </v:textbox>
            </v:rect>
            <v:rect id="Rectangle 103" o:spid="_x0000_s1093" style="width:209;height:140;left:330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rFonts w:hint="eastAsia"/>
                        <w:color w:val="FF0000"/>
                        <w:sz w:val="13"/>
                        <w:szCs w:val="13"/>
                      </w:rPr>
                      <w:t>B</w:t>
                    </w:r>
                  </w:p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  <w:highlight w:val="black"/>
                      </w:rPr>
                    </w:pPr>
                  </w:p>
                </w:txbxContent>
              </v:textbox>
            </v:rect>
            <v:rect id="Rectangle 104" o:spid="_x0000_s1094" style="width:209;height:140;left:649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rFonts w:hint="eastAsia"/>
                        <w:color w:val="FF0000"/>
                        <w:sz w:val="13"/>
                        <w:szCs w:val="13"/>
                      </w:rPr>
                      <w:t>C</w:t>
                    </w:r>
                  </w:p>
                </w:txbxContent>
              </v:textbox>
            </v:rect>
            <v:rect id="Rectangle 105" o:spid="_x0000_s1095" style="width:209;height:140;left:968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rFonts w:hint="eastAsia"/>
                        <w:color w:val="FF0000"/>
                        <w:sz w:val="13"/>
                        <w:szCs w:val="13"/>
                      </w:rPr>
                      <w:t>D</w:t>
                    </w:r>
                  </w:p>
                </w:txbxContent>
              </v:textbox>
            </v:rect>
          </v:group>
        </w:pict>
      </w:r>
    </w:p>
    <w:p>
      <w:pPr>
        <w:jc w:val="left"/>
        <w:rPr>
          <w:rFonts w:hint="eastAsia"/>
        </w:rPr>
      </w:pPr>
      <w:r>
        <w:pict>
          <v:group id="Group 140" o:spid="_x0000_s1096" style="width:58.85pt;height:7pt;margin-top:7.9pt;margin-left:258.5pt;position:absolute;z-index:251694080" coordorigin="0,0" coordsize="1177,140">
            <o:lock v:ext="edit" aspectratio="f"/>
            <v:rect id="Rectangle 141" o:spid="_x0000_s1097" style="width:209;height:140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color w:val="FF0000"/>
                        <w:sz w:val="13"/>
                        <w:szCs w:val="13"/>
                      </w:rPr>
                      <w:t>A</w:t>
                    </w:r>
                  </w:p>
                </w:txbxContent>
              </v:textbox>
            </v:rect>
            <v:rect id="Rectangle 142" o:spid="_x0000_s1098" style="width:209;height:140;left:330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rFonts w:hint="eastAsia"/>
                        <w:color w:val="FF0000"/>
                        <w:sz w:val="13"/>
                        <w:szCs w:val="13"/>
                      </w:rPr>
                      <w:t>B</w:t>
                    </w:r>
                  </w:p>
                </w:txbxContent>
              </v:textbox>
            </v:rect>
            <v:rect id="Rectangle 143" o:spid="_x0000_s1099" style="width:209;height:140;left:649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rFonts w:hint="eastAsia"/>
                        <w:color w:val="FF0000"/>
                        <w:sz w:val="13"/>
                        <w:szCs w:val="13"/>
                      </w:rPr>
                      <w:t>C</w:t>
                    </w:r>
                  </w:p>
                </w:txbxContent>
              </v:textbox>
            </v:rect>
            <v:rect id="Rectangle 144" o:spid="_x0000_s1100" style="width:209;height:140;left:968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rFonts w:hint="eastAsia"/>
                        <w:color w:val="FF0000"/>
                        <w:sz w:val="13"/>
                        <w:szCs w:val="13"/>
                      </w:rPr>
                      <w:t>D</w:t>
                    </w:r>
                  </w:p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  <w:highlight w:val="black"/>
                      </w:rPr>
                    </w:pPr>
                  </w:p>
                </w:txbxContent>
              </v:textbox>
            </v:rect>
          </v:group>
        </w:pict>
      </w:r>
      <w:r>
        <w:rPr>
          <w:rFonts w:hint="eastAsia"/>
        </w:rPr>
        <w:pict>
          <v:group id="Group 106" o:spid="_x0000_s1101" style="width:58.85pt;height:7pt;margin-top:7.9pt;margin-left:25.3pt;position:absolute;z-index:251683840" coordorigin="0,0" coordsize="1177,140">
            <o:lock v:ext="edit" aspectratio="f"/>
            <v:rect id="Rectangle 107" o:spid="_x0000_s1102" style="width:209;height:140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color w:val="FF0000"/>
                        <w:sz w:val="13"/>
                        <w:szCs w:val="13"/>
                      </w:rPr>
                      <w:t>A</w:t>
                    </w:r>
                  </w:p>
                </w:txbxContent>
              </v:textbox>
            </v:rect>
            <v:rect id="Rectangle 108" o:spid="_x0000_s1103" style="width:209;height:140;left:330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rFonts w:hint="eastAsia"/>
                        <w:color w:val="FF0000"/>
                        <w:sz w:val="13"/>
                        <w:szCs w:val="13"/>
                      </w:rPr>
                      <w:t>B</w:t>
                    </w:r>
                  </w:p>
                </w:txbxContent>
              </v:textbox>
            </v:rect>
            <v:rect id="Rectangle 109" o:spid="_x0000_s1104" style="width:209;height:140;left:649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rFonts w:hint="eastAsia"/>
                        <w:color w:val="FF0000"/>
                        <w:sz w:val="13"/>
                        <w:szCs w:val="13"/>
                      </w:rPr>
                      <w:t>C</w:t>
                    </w:r>
                  </w:p>
                </w:txbxContent>
              </v:textbox>
            </v:rect>
            <v:rect id="Rectangle 110" o:spid="_x0000_s1105" style="width:209;height:140;left:968;mso-wrap-style:square;position:absolute" filled="t" fillcolor="white" stroked="t" strokecolor="red">
              <v:stroke linestyle="single"/>
              <o:lock v:ext="edit" aspectratio="f"/>
              <v:textbox inset="0,0,0,0">
                <w:txbxContent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</w:rPr>
                    </w:pPr>
                    <w:r>
                      <w:rPr>
                        <w:rFonts w:hint="eastAsia"/>
                        <w:color w:val="FF0000"/>
                        <w:sz w:val="13"/>
                        <w:szCs w:val="13"/>
                      </w:rPr>
                      <w:t>D</w:t>
                    </w:r>
                  </w:p>
                  <w:p>
                    <w:pPr>
                      <w:adjustRightInd w:val="0"/>
                      <w:snapToGrid w:val="0"/>
                      <w:jc w:val="center"/>
                      <w:rPr>
                        <w:rFonts w:hint="eastAsia"/>
                        <w:color w:val="FF0000"/>
                        <w:sz w:val="13"/>
                        <w:szCs w:val="13"/>
                        <w:highlight w:val="black"/>
                      </w:rPr>
                    </w:pPr>
                  </w:p>
                </w:txbxContent>
              </v:textbox>
            </v:rect>
          </v:group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pict>
          <v:roundrect id="AutoShape 51" o:spid="_x0000_s1106" style="width:352.8pt;height:489.15pt;margin-top:1.95pt;margin-left:-2.25pt;mso-wrap-style:square;position:absolute;v-text-anchor:top;z-index:-251655168" arcsize="1996f" filled="f" stroked="t" strokecolor="red" strokeweight="1pt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/>
              </w:txbxContent>
            </v:textbox>
          </v:roundrect>
        </w:pict>
      </w:r>
      <w:r>
        <w:rPr>
          <w:rFonts w:hint="eastAsia"/>
        </w:rPr>
        <w:pict>
          <v:rect id="Rectangle 112" o:spid="_x0000_s1107" style="width:346.5pt;height:452.8pt;margin-top:11.5pt;margin-left:1.65pt;mso-wrap-style:square;position:absolute;v-text-anchor:top;z-index:251673600" filled="t" fillcolor="white" stroked="f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>二.填空题</w:t>
                  </w:r>
                  <w:r>
                    <w:rPr>
                      <w:rFonts w:ascii="宋体" w:hAnsi="宋体"/>
                    </w:rPr>
                    <w:t>(本题共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4</w:t>
                  </w:r>
                  <w:r>
                    <w:rPr>
                      <w:rFonts w:ascii="宋体" w:hAnsi="宋体"/>
                    </w:rPr>
                    <w:t>小题，每小题4分，共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16</w:t>
                  </w:r>
                  <w:r>
                    <w:rPr>
                      <w:rFonts w:ascii="宋体" w:hAnsi="宋体"/>
                    </w:rPr>
                    <w:t>分)</w:t>
                  </w: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>13.</w:t>
                  </w:r>
                  <w:r>
                    <w:rPr>
                      <w:bCs/>
                      <w:kern w:val="144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bCs/>
                      <w:kern w:val="144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bCs/>
                      <w:kern w:val="144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bCs/>
                      <w:kern w:val="144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</w:rPr>
                    <w:t>14.</w:t>
                  </w:r>
                  <w:r>
                    <w:rPr>
                      <w:bCs/>
                      <w:kern w:val="144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bCs/>
                      <w:kern w:val="144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bCs/>
                      <w:kern w:val="144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bCs/>
                      <w:kern w:val="144"/>
                      <w:szCs w:val="21"/>
                      <w:u w:val="single"/>
                    </w:rPr>
                    <w:t xml:space="preserve"> </w:t>
                  </w: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jc w:val="lef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>15.</w:t>
                  </w:r>
                  <w:r>
                    <w:rPr>
                      <w:bCs/>
                      <w:kern w:val="144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bCs/>
                      <w:kern w:val="144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bCs/>
                      <w:kern w:val="144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bCs/>
                      <w:kern w:val="144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</w:rPr>
                    <w:t>16.</w:t>
                  </w:r>
                  <w:r>
                    <w:rPr>
                      <w:bCs/>
                      <w:kern w:val="144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bCs/>
                      <w:kern w:val="144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bCs/>
                      <w:kern w:val="144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bCs/>
                      <w:kern w:val="144"/>
                      <w:szCs w:val="21"/>
                      <w:u w:val="single"/>
                    </w:rPr>
                    <w:t xml:space="preserve"> </w:t>
                  </w: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 </w:t>
                  </w: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spacing w:line="285" w:lineRule="auto"/>
                    <w:jc w:val="left"/>
                    <w:textAlignment w:val="center"/>
                    <w:rPr>
                      <w:rFonts w:ascii="宋体" w:eastAsia="宋体" w:hAnsi="宋体" w:cs="宋体"/>
                      <w:b w:val="0"/>
                      <w:bCs/>
                      <w:color w:val="000000"/>
                      <w:sz w:val="24"/>
                    </w:rPr>
                  </w:pPr>
                  <w:r>
                    <w:rPr>
                      <w:rFonts w:ascii="宋体" w:eastAsia="宋体" w:hAnsi="宋体" w:cs="宋体"/>
                      <w:b w:val="0"/>
                      <w:bCs/>
                      <w:color w:val="000000"/>
                      <w:sz w:val="24"/>
                    </w:rPr>
                    <w:t>三、解答题（本大题共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/>
                      <w:color w:val="000000"/>
                      <w:sz w:val="24"/>
                    </w:rPr>
                    <w:t>9</w:t>
                  </w:r>
                  <w:r>
                    <w:rPr>
                      <w:rFonts w:ascii="宋体" w:eastAsia="宋体" w:hAnsi="宋体" w:cs="宋体"/>
                      <w:b w:val="0"/>
                      <w:bCs/>
                      <w:color w:val="000000"/>
                      <w:sz w:val="24"/>
                    </w:rPr>
                    <w:t>个小题，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/>
                      <w:color w:val="000000"/>
                      <w:sz w:val="24"/>
                    </w:rPr>
                    <w:t>17</w:t>
                  </w:r>
                  <w:r>
                    <w:rPr>
                      <w:rFonts w:ascii="宋体" w:eastAsia="宋体" w:hAnsi="宋体" w:cs="宋体"/>
                      <w:b w:val="0"/>
                      <w:bCs/>
                      <w:color w:val="000000"/>
                      <w:sz w:val="24"/>
                    </w:rPr>
                    <w:t>题</w:t>
                  </w:r>
                  <w:r>
                    <w:rPr>
                      <w:rFonts w:ascii="宋体" w:eastAsia="宋体" w:hAnsi="宋体" w:cs="宋体" w:hint="eastAsia"/>
                      <w:b w:val="0"/>
                      <w:bCs/>
                      <w:color w:val="000000"/>
                      <w:sz w:val="24"/>
                      <w:lang w:eastAsia="zh-CN"/>
                    </w:rPr>
                    <w:t>和</w:t>
                  </w:r>
                  <w:r>
                    <w:rPr>
                      <w:rFonts w:ascii="宋体" w:eastAsia="宋体" w:hAnsi="宋体" w:cs="宋体" w:hint="eastAsia"/>
                      <w:b w:val="0"/>
                      <w:bCs/>
                      <w:color w:val="000000"/>
                      <w:sz w:val="24"/>
                      <w:lang w:val="en-US" w:eastAsia="zh-CN"/>
                    </w:rPr>
                    <w:t>18题各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/>
                      <w:color w:val="000000"/>
                      <w:sz w:val="24"/>
                    </w:rPr>
                    <w:t>8</w:t>
                  </w:r>
                  <w:r>
                    <w:rPr>
                      <w:rFonts w:ascii="宋体" w:eastAsia="宋体" w:hAnsi="宋体" w:cs="宋体"/>
                      <w:b w:val="0"/>
                      <w:bCs/>
                      <w:color w:val="000000"/>
                      <w:sz w:val="24"/>
                    </w:rPr>
                    <w:t>分，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/>
                      <w:color w:val="000000"/>
                      <w:sz w:val="24"/>
                    </w:rPr>
                    <w:t>1</w:t>
                  </w:r>
                  <w:r>
                    <w:rPr>
                      <w:rFonts w:ascii="Times New Roman" w:eastAsia="宋体" w:hAnsi="Times New Roman" w:cs="Times New Roman" w:hint="eastAsia"/>
                      <w:b w:val="0"/>
                      <w:bCs/>
                      <w:color w:val="000000"/>
                      <w:sz w:val="24"/>
                      <w:lang w:val="en-US" w:eastAsia="zh-CN"/>
                    </w:rPr>
                    <w:t>9</w:t>
                  </w:r>
                  <w:r>
                    <w:rPr>
                      <w:rFonts w:ascii="宋体" w:eastAsia="宋体" w:hAnsi="宋体" w:cs="宋体"/>
                      <w:b w:val="0"/>
                      <w:bCs/>
                      <w:color w:val="000000"/>
                      <w:sz w:val="24"/>
                    </w:rPr>
                    <w:t>至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/>
                      <w:color w:val="000000"/>
                      <w:sz w:val="24"/>
                    </w:rPr>
                    <w:t>2</w:t>
                  </w:r>
                  <w:r>
                    <w:rPr>
                      <w:rFonts w:ascii="Times New Roman" w:eastAsia="宋体" w:hAnsi="Times New Roman" w:cs="Times New Roman" w:hint="eastAsia"/>
                      <w:b w:val="0"/>
                      <w:bCs/>
                      <w:color w:val="000000"/>
                      <w:sz w:val="24"/>
                      <w:lang w:val="en-US" w:eastAsia="zh-CN"/>
                    </w:rPr>
                    <w:t>5</w:t>
                  </w:r>
                  <w:r>
                    <w:rPr>
                      <w:rFonts w:ascii="宋体" w:eastAsia="宋体" w:hAnsi="宋体" w:cs="宋体"/>
                      <w:b w:val="0"/>
                      <w:bCs/>
                      <w:color w:val="000000"/>
                      <w:sz w:val="24"/>
                    </w:rPr>
                    <w:t>题每题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/>
                      <w:color w:val="000000"/>
                      <w:sz w:val="24"/>
                    </w:rPr>
                    <w:t>10</w:t>
                  </w:r>
                  <w:r>
                    <w:rPr>
                      <w:rFonts w:ascii="宋体" w:eastAsia="宋体" w:hAnsi="宋体" w:cs="宋体"/>
                      <w:b w:val="0"/>
                      <w:bCs/>
                      <w:color w:val="000000"/>
                      <w:sz w:val="24"/>
                    </w:rPr>
                    <w:t>分，共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/>
                      <w:color w:val="000000"/>
                      <w:sz w:val="24"/>
                    </w:rPr>
                    <w:t>86</w:t>
                  </w:r>
                  <w:r>
                    <w:rPr>
                      <w:rFonts w:ascii="宋体" w:eastAsia="宋体" w:hAnsi="宋体" w:cs="宋体"/>
                      <w:b w:val="0"/>
                      <w:bCs/>
                      <w:color w:val="000000"/>
                      <w:sz w:val="24"/>
                    </w:rPr>
                    <w:t>分）解答时每小题必须给出必要的演算过程或推理步骤，画出必要的图形（包括辅助线），请将解答过程书写在答题卡中对应的位置上．</w:t>
                  </w:r>
                </w:p>
                <w:p>
                  <w:pPr>
                    <w:rPr>
                      <w:rFonts w:ascii="华文宋体" w:eastAsia="华文宋体" w:hAnsi="华文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</w:rPr>
                    <w:t>1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7</w:t>
                  </w:r>
                  <w:r>
                    <w:rPr>
                      <w:rFonts w:ascii="宋体" w:hAnsi="宋体" w:hint="eastAsia"/>
                    </w:rPr>
                    <w:t>.</w:t>
                  </w:r>
                  <w:r>
                    <w:rPr>
                      <w:rFonts w:ascii="宋体" w:hAnsi="宋体" w:hint="eastAsia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8分</w:t>
                  </w:r>
                  <w:r>
                    <w:rPr>
                      <w:rFonts w:ascii="宋体" w:hAnsi="宋体" w:hint="eastAsia"/>
                      <w:lang w:eastAsia="zh-CN"/>
                    </w:rPr>
                    <w:t>）</w:t>
                  </w:r>
                  <w:r>
                    <w:rPr>
                      <w:rFonts w:ascii="华文宋体" w:eastAsia="华文宋体" w:hAnsi="华文宋体" w:hint="eastAsia"/>
                      <w:sz w:val="24"/>
                    </w:rPr>
                    <w:t xml:space="preserve"> </w:t>
                  </w:r>
                </w:p>
                <w:p>
                  <w:pPr>
                    <w:jc w:val="both"/>
                    <w:rPr>
                      <w:rFonts w:ascii="华文宋体" w:eastAsia="华文宋体" w:hAnsi="华文宋体" w:hint="eastAsia"/>
                      <w:sz w:val="24"/>
                    </w:rPr>
                  </w:pPr>
                  <w:r>
                    <w:rPr>
                      <w:rFonts w:ascii="华文宋体" w:eastAsia="华文宋体" w:hAnsi="华文宋体" w:hint="eastAsia"/>
                      <w:sz w:val="24"/>
                    </w:rPr>
                    <w:t xml:space="preserve">       </w:t>
                  </w:r>
                </w:p>
                <w:p>
                  <w:pPr>
                    <w:jc w:val="both"/>
                    <w:rPr>
                      <w:rFonts w:ascii="华文宋体" w:eastAsia="华文宋体" w:hAnsi="华文宋体" w:hint="eastAsia"/>
                      <w:sz w:val="24"/>
                    </w:rPr>
                  </w:pPr>
                </w:p>
                <w:p>
                  <w:pPr>
                    <w:jc w:val="both"/>
                    <w:rPr>
                      <w:rFonts w:ascii="华文宋体" w:eastAsia="华文宋体" w:hAnsi="华文宋体" w:hint="eastAsia"/>
                      <w:sz w:val="24"/>
                    </w:rPr>
                  </w:pPr>
                </w:p>
                <w:p>
                  <w:pPr>
                    <w:jc w:val="both"/>
                    <w:rPr>
                      <w:rFonts w:ascii="华文宋体" w:eastAsia="华文宋体" w:hAnsi="华文宋体" w:hint="eastAsia"/>
                      <w:sz w:val="24"/>
                    </w:rPr>
                  </w:pPr>
                </w:p>
                <w:p>
                  <w:pPr>
                    <w:jc w:val="both"/>
                    <w:rPr>
                      <w:rFonts w:ascii="华文宋体" w:eastAsia="华文宋体" w:hAnsi="华文宋体" w:hint="eastAsia"/>
                      <w:sz w:val="24"/>
                    </w:rPr>
                  </w:pPr>
                </w:p>
                <w:p>
                  <w:pPr>
                    <w:jc w:val="both"/>
                    <w:rPr>
                      <w:rFonts w:ascii="华文宋体" w:eastAsia="华文宋体" w:hAnsi="华文宋体" w:hint="eastAsia"/>
                      <w:sz w:val="24"/>
                    </w:rPr>
                  </w:pPr>
                </w:p>
                <w:p>
                  <w:pPr>
                    <w:jc w:val="both"/>
                    <w:rPr>
                      <w:rFonts w:ascii="华文宋体" w:eastAsia="华文宋体" w:hAnsi="华文宋体" w:hint="eastAsia"/>
                      <w:sz w:val="24"/>
                    </w:rPr>
                  </w:pPr>
                </w:p>
                <w:p>
                  <w:pPr>
                    <w:jc w:val="both"/>
                    <w:rPr>
                      <w:rFonts w:ascii="华文宋体" w:eastAsia="华文宋体" w:hAnsi="华文宋体" w:hint="eastAsia"/>
                      <w:sz w:val="24"/>
                    </w:rPr>
                  </w:pPr>
                  <w:r>
                    <w:rPr>
                      <w:rFonts w:ascii="华文宋体" w:eastAsia="华文宋体" w:hAnsi="华文宋体" w:hint="eastAsia"/>
                      <w:sz w:val="24"/>
                    </w:rPr>
                    <w:t xml:space="preserve">                            </w:t>
                  </w:r>
                </w:p>
              </w:txbxContent>
            </v:textbox>
          </v:rect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pict>
          <v:line id="Line 119" o:spid="_x0000_s1108" style="mso-wrap-style:square;position:absolute;z-index:251674624" from="1.75pt,1.9pt" to="352.35pt,1.95pt" stroked="t" strokecolor="#404040">
            <v:fill o:detectmouseclick="t"/>
            <v:stroke linestyle="single"/>
            <v:shadow color="gray"/>
            <o:lock v:ext="edit" aspectratio="f"/>
          </v:line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 xml:space="preserve"> 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pict>
          <v:shape id="Text Box 120" o:spid="_x0000_s1109" type="#_x0000_t202" style="width:1032.9pt;height:26.6pt;margin-top:12.65pt;margin-left:33.8pt;mso-wrap-style:square;position:absolute;z-index:-251657216" filled="t" fillcolor="white" stroked="f">
            <v:stroke linestyle="single"/>
            <o:lock v:ext="edit" aspectratio="f"/>
            <v:textbox>
              <w:txbxContent>
                <w:p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                   请在各题目的答题区域内作答，超出黑色矩形边框限定区域的答案无效                    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pPr>
        <w:jc w:val="left"/>
        <w:rPr>
          <w:rFonts w:hint="eastAsia"/>
        </w:rPr>
      </w:pPr>
      <w:r>
        <w:rPr>
          <w:rFonts w:hint="eastAsia"/>
        </w:rPr>
        <w:pict>
          <v:roundrect id="AutoShape 6" o:spid="_x0000_s1110" style="width:368.7pt;height:729.25pt;margin-top:-21.85pt;margin-left:354.35pt;mso-wrap-style:square;position:absolute;v-text-anchor:top;z-index:-251652096" arcsize="1996f" filled="f" stroked="t" strokecolor="red" strokeweight="1pt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                                                                                                              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</w:p>
                <w:p/>
              </w:txbxContent>
            </v:textbox>
          </v:roundrect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pict>
          <v:roundrect id="AutoShape 133" o:spid="_x0000_s1111" style="width:311pt;height:726.9pt;margin-top:1.15pt;margin-left:-14.85pt;mso-wrap-style:square;position:absolute;v-text-anchor:top;z-index:-251646976" arcsize="1996f" filled="f" stroked="t" strokecolor="red" strokeweight="1pt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                                                                                                              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</w:p>
                <w:p/>
              </w:txbxContent>
            </v:textbox>
          </v:roundrect>
        </w:pict>
      </w:r>
      <w:r>
        <w:rPr>
          <w:rFonts w:hint="eastAsia"/>
        </w:rPr>
        <w:pict>
          <v:rect id="Rectangle 128" o:spid="_x0000_s1112" style="width:373.45pt;height:715.5pt;margin-top:6.15pt;margin-left:305.25pt;mso-wrap-style:square;position:absolute;v-text-anchor:top;z-index:251691008" filled="t" fillcolor="white" stroked="f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24.</w:t>
                  </w:r>
                  <w:r>
                    <w:rPr>
                      <w:rFonts w:ascii="宋体" w:eastAsia="宋体" w:hAnsi="宋体" w:cs="宋体" w:hint="eastAsia"/>
                      <w:color w:val="000000"/>
                      <w:lang w:val="en-US" w:eastAsia="zh-CN"/>
                    </w:rPr>
                    <w:t xml:space="preserve">（10分） </w:t>
                  </w:r>
                </w:p>
                <w:p>
                  <w:pPr>
                    <w:jc w:val="both"/>
                    <w:rPr>
                      <w:rFonts w:hint="eastAsia"/>
                    </w:rPr>
                  </w:pPr>
                  <w:r>
                    <w:rPr>
                      <w:rFonts w:ascii="宋体" w:eastAsia="宋体" w:hAnsi="宋体" w:cs="宋体"/>
                      <w:color w:val="000000"/>
                    </w:rPr>
                    <w:pict>
                      <v:shape id="图片 61" o:spid="_x0000_i1113" type="#_x0000_t75" alt="学科网(www.zxxk.com)--教育资源门户，提供试卷、教案、课件、论文、素材以及各类教学资源下载，还有大量而丰富的教学相关资讯！" style="width:370.15pt;height:74.96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13" o:title="学科网(www.zxxk.com)--教育资源门户，提供试卷、教案、课件、论文、素材以及各类教学资源下载，还有大量而丰富的教学相关资讯！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ind w:firstLine="1050" w:firstLineChars="500"/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图</w:t>
                  </w:r>
                  <w:r>
                    <w:rPr>
                      <w:rFonts w:hint="eastAsia"/>
                      <w:lang w:val="en-US" w:eastAsia="zh-CN"/>
                    </w:rPr>
                    <w:t>1                   图2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xbxContent>
            </v:textbox>
          </v:rect>
        </w:pict>
      </w:r>
    </w:p>
    <w:tbl>
      <w:tblPr>
        <w:tblStyle w:val="TableNormal"/>
        <w:tblpPr w:leftFromText="180" w:rightFromText="180" w:vertAnchor="text" w:horzAnchor="page" w:tblpX="23049" w:tblpY="494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2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5"/>
        </w:trPr>
        <w:tc>
          <w:tcPr>
            <w:tcW w:w="324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</w:tc>
      </w:tr>
    </w:tbl>
    <w:p>
      <w:pPr>
        <w:spacing w:line="360" w:lineRule="auto"/>
        <w:rPr>
          <w:rFonts w:ascii="宋体" w:hAnsi="宋体" w:hint="eastAsia"/>
          <w:sz w:val="24"/>
        </w:rPr>
      </w:pPr>
      <w:r>
        <w:rPr>
          <w:rFonts w:hint="eastAsia"/>
        </w:rPr>
        <w:pict>
          <v:roundrect id="AutoShape 134" o:spid="_x0000_s1114" style="width:396.25pt;height:730.2pt;margin-top:-16.65pt;margin-left:694.55pt;mso-wrap-style:square;position:absolute;v-text-anchor:top;z-index:-251649024" arcsize="1996f" filled="f" stroked="t" strokecolor="red" strokeweight="1pt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                                                                                                              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</w:p>
                <w:p/>
              </w:txbxContent>
            </v:textbox>
          </v:roundrect>
        </w:pict>
      </w:r>
      <w:r>
        <w:rPr>
          <w:rFonts w:hint="eastAsia"/>
        </w:rPr>
        <w:pict>
          <v:rect id="Rectangle 127" o:spid="_x0000_s1115" style="width:386.05pt;height:711.2pt;margin-top:-7.15pt;margin-left:698.7pt;mso-wrap-style:square;position:absolute;v-text-anchor:top;z-index:251692032" filled="t" fillcolor="white" stroked="f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spacing w:line="0" w:lineRule="atLeast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2</w:t>
                  </w:r>
                  <w:r>
                    <w:rPr>
                      <w:rFonts w:hint="eastAsia"/>
                      <w:sz w:val="24"/>
                      <w:lang w:val="en-US" w:eastAsia="zh-CN"/>
                    </w:rPr>
                    <w:t>5</w:t>
                  </w:r>
                  <w:r>
                    <w:rPr>
                      <w:rFonts w:hint="eastAsia"/>
                      <w:sz w:val="24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color w:val="000000"/>
                      <w:lang w:val="en-US" w:eastAsia="zh-CN"/>
                    </w:rPr>
                    <w:t xml:space="preserve">（10分） </w:t>
                  </w:r>
                </w:p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pict>
                      <v:shape id="图片 60" o:spid="_x0000_i1116" type="#_x0000_t75" style="width:97.86pt;height:72.05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14" o:title=""/>
                        <v:shadow color="gray"/>
                        <v:path o:extrusionok="f"/>
                        <o:lock v:ext="edit" aspectratio="t"/>
                      </v:shape>
                    </w:pict>
                  </w:r>
                  <w:r>
                    <w:pict>
                      <v:shape id="图片 301" o:spid="_x0000_i1117" type="#_x0000_t75" style="width:107.55pt;height:92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15" o:title=""/>
                        <v:shadow color="gray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lang w:val="en-US" w:eastAsia="zh-CN"/>
                    </w:rPr>
                    <w:t xml:space="preserve">      </w:t>
                  </w:r>
                  <w:r>
                    <w:pict>
                      <v:shape id="图片 69" o:spid="_x0000_i1118" type="#_x0000_t75" style="width:97.59pt;height:72.85pt;mso-position-horizontal-relative:page;mso-position-vertical-relative:page;mso-wrap-style:square" o:preferrelative="t" filled="f" stroked="f">
                        <v:stroke linestyle="single"/>
                        <v:imagedata r:id="rId16" o:title="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numPr>
                      <w:ilvl w:val="0"/>
                      <w:numId w:val="0"/>
                    </w:num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  图</w:t>
                  </w:r>
                  <w:r>
                    <w:rPr>
                      <w:rFonts w:ascii="Calibri" w:hAnsi="Calibri" w:cs="Calibri" w:hint="default"/>
                      <w:lang w:val="en-US" w:eastAsia="zh-CN"/>
                    </w:rPr>
                    <w:t>①</w:t>
                  </w:r>
                  <w:r>
                    <w:rPr>
                      <w:rFonts w:ascii="Calibri" w:hAnsi="Calibri" w:cs="Calibri" w:hint="eastAsia"/>
                      <w:lang w:val="en-US" w:eastAsia="zh-CN"/>
                    </w:rPr>
                    <w:t xml:space="preserve">                    </w:t>
                  </w:r>
                  <w:r>
                    <w:rPr>
                      <w:rFonts w:hint="eastAsia"/>
                      <w:lang w:val="en-US" w:eastAsia="zh-CN"/>
                    </w:rPr>
                    <w:t>图</w:t>
                  </w:r>
                  <w:r>
                    <w:rPr>
                      <w:rFonts w:ascii="Calibri" w:hAnsi="Calibri" w:cs="Calibri" w:hint="default"/>
                      <w:lang w:val="en-US" w:eastAsia="zh-CN"/>
                    </w:rPr>
                    <w:t>②</w:t>
                  </w:r>
                  <w:r>
                    <w:rPr>
                      <w:rFonts w:ascii="Calibri" w:hAnsi="Calibri" w:cs="Calibri" w:hint="eastAsia"/>
                      <w:lang w:val="en-US" w:eastAsia="zh-CN"/>
                    </w:rPr>
                    <w:t xml:space="preserve">                 </w:t>
                  </w:r>
                  <w:r>
                    <w:rPr>
                      <w:rFonts w:hint="eastAsia"/>
                      <w:lang w:val="en-US" w:eastAsia="zh-CN"/>
                    </w:rPr>
                    <w:t>图</w:t>
                  </w:r>
                  <w:r>
                    <w:rPr>
                      <w:rFonts w:ascii="Calibri" w:hAnsi="Calibri" w:cs="Calibri" w:hint="default"/>
                      <w:lang w:val="en-US" w:eastAsia="zh-CN"/>
                    </w:rPr>
                    <w:t>③</w:t>
                  </w:r>
                  <w:r>
                    <w:rPr>
                      <w:rFonts w:hint="eastAsia"/>
                      <w:lang w:val="en-US" w:eastAsia="zh-CN"/>
                    </w:rPr>
                    <w:t xml:space="preserve">                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ind w:firstLine="1050" w:firstLineChars="500"/>
                    <w:rPr>
                      <w:rFonts w:ascii="Calibri" w:hAnsi="Calibri" w:cs="Calibri" w:hint="default"/>
                      <w:lang w:val="en-US" w:eastAsia="zh-CN"/>
                    </w:rPr>
                  </w:pPr>
                  <w:r>
                    <w:rPr>
                      <w:rFonts w:ascii="Calibri" w:hAnsi="Calibri" w:cs="Calibri" w:hint="eastAsia"/>
                      <w:lang w:val="en-US" w:eastAsia="zh-CN"/>
                    </w:rPr>
                    <w:t xml:space="preserve">                     </w:t>
                  </w:r>
                </w:p>
                <w:p>
                  <w:pPr>
                    <w:spacing w:line="0" w:lineRule="atLeast"/>
                    <w:rPr>
                      <w:rFonts w:hint="eastAsia"/>
                      <w:sz w:val="24"/>
                    </w:rPr>
                  </w:pPr>
                </w:p>
                <w:p>
                  <w:pPr>
                    <w:spacing w:line="0" w:lineRule="atLeast"/>
                    <w:rPr>
                      <w:rFonts w:hint="eastAsia"/>
                      <w:sz w:val="24"/>
                      <w:szCs w:val="21"/>
                    </w:rPr>
                  </w:pPr>
                </w:p>
                <w:p>
                  <w:pPr>
                    <w:jc w:val="right"/>
                    <w:rPr>
                      <w:rFonts w:ascii="宋体" w:hAnsi="宋体" w:hint="eastAsia"/>
                      <w:szCs w:val="21"/>
                    </w:rPr>
                  </w:pPr>
                </w:p>
                <w:p>
                  <w:pPr>
                    <w:jc w:val="right"/>
                    <w:rPr>
                      <w:rFonts w:ascii="宋体" w:hAnsi="宋体" w:hint="eastAsia"/>
                      <w:szCs w:val="21"/>
                    </w:rPr>
                  </w:pPr>
                </w:p>
              </w:txbxContent>
            </v:textbox>
          </v:rect>
        </w:pict>
      </w:r>
      <w:r>
        <w:rPr>
          <w:rFonts w:hint="eastAsia"/>
        </w:rPr>
        <w:pict>
          <v:roundrect id="AutoShape 132" o:spid="_x0000_s1119" style="width:382.85pt;height:730.1pt;margin-top:-13.3pt;margin-left:300.85pt;mso-wrap-style:square;position:absolute;v-text-anchor:top;z-index:-251648000" arcsize="1996f" filled="f" stroked="t" strokecolor="red" strokeweight="1pt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                                                                                                              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</w:p>
                <w:p/>
              </w:txbxContent>
            </v:textbox>
          </v:roundrect>
        </w:pict>
      </w:r>
      <w:r>
        <w:rPr>
          <w:rFonts w:hint="eastAsia"/>
        </w:rPr>
        <w:pict>
          <v:rect id="Rectangle 129" o:spid="_x0000_s1120" style="width:290.5pt;height:711.2pt;margin-top:-4.2pt;margin-left:-13.2pt;mso-wrap-style:square;position:absolute;v-text-anchor:top;z-index:251689984" filled="t" fillcolor="white" stroked="f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Cs w:val="21"/>
                    </w:rPr>
                    <w:t>2</w:t>
                  </w:r>
                  <w:r>
                    <w:rPr>
                      <w:rFonts w:ascii="宋体" w:hAnsi="宋体" w:cs="宋体" w:hint="eastAsia"/>
                      <w:color w:val="000000"/>
                      <w:kern w:val="0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宋体" w:hAnsi="宋体" w:cs="宋体" w:hint="eastAsia"/>
                      <w:color w:val="000000"/>
                      <w:kern w:val="0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color w:val="000000"/>
                      <w:lang w:val="en-US" w:eastAsia="zh-CN"/>
                    </w:rPr>
                    <w:t xml:space="preserve">（10分）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</w:t>
                  </w:r>
                </w:p>
                <w:p>
                  <w:pPr>
                    <w:jc w:val="right"/>
                  </w:pPr>
                  <w:r>
                    <w:rPr>
                      <w:rFonts w:hint="eastAsia"/>
                      <w:lang w:val="en-US" w:eastAsia="zh-CN"/>
                    </w:rPr>
                    <w:t xml:space="preserve">   </w:t>
                  </w:r>
                  <w:r>
                    <w:pict>
                      <v:shape id="图片 68" o:spid="_x0000_i1121" type="#_x0000_t75" style="width:151.26pt;height:142.44pt;mso-position-horizontal-relative:page;mso-position-vertical-relative:page;mso-wrap-style:square" o:preferrelative="t" filled="f" stroked="f">
                        <v:stroke linestyle="single"/>
                        <v:imagedata r:id="rId17" o:title="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ind w:firstLine="2625" w:firstLineChars="1250"/>
                  </w:pPr>
                </w:p>
                <w:p>
                  <w:pPr>
                    <w:ind w:firstLine="2625" w:firstLineChars="1250"/>
                  </w:pPr>
                </w:p>
                <w:p>
                  <w:pPr>
                    <w:ind w:firstLine="2625" w:firstLineChars="1250"/>
                  </w:pPr>
                </w:p>
                <w:p>
                  <w:pPr>
                    <w:ind w:firstLine="2625" w:firstLineChars="1250"/>
                  </w:pPr>
                </w:p>
                <w:p>
                  <w:pPr>
                    <w:ind w:firstLine="2625" w:firstLineChars="1250"/>
                  </w:pPr>
                </w:p>
                <w:p>
                  <w:pPr>
                    <w:ind w:firstLine="2625" w:firstLineChars="1250"/>
                  </w:pPr>
                </w:p>
                <w:p>
                  <w:pPr>
                    <w:ind w:firstLine="2625" w:firstLineChars="1250"/>
                  </w:pPr>
                </w:p>
                <w:p>
                  <w:pPr>
                    <w:ind w:firstLine="2625" w:firstLineChars="1250"/>
                  </w:pPr>
                </w:p>
                <w:p>
                  <w:pPr>
                    <w:ind w:firstLine="2625" w:firstLineChars="1250"/>
                  </w:pPr>
                </w:p>
                <w:p>
                  <w:pPr>
                    <w:ind w:firstLine="2625" w:firstLineChars="1250"/>
                  </w:pPr>
                </w:p>
                <w:p>
                  <w:pPr>
                    <w:ind w:firstLine="2625" w:firstLineChars="1250"/>
                  </w:pPr>
                </w:p>
                <w:p/>
                <w:p/>
                <w:p>
                  <w:r>
                    <w:rPr>
                      <w:rFonts w:ascii="宋体" w:hAnsi="宋体" w:hint="eastAsia"/>
                    </w:rPr>
                    <w:t>2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</w:rPr>
                    <w:t>.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pict>
                      <v:shape id="图片 62" o:spid="_x0000_i1122" type="#_x0000_t75" style="width:118.14pt;height:84.31pt;mso-position-horizontal-relative:page;mso-position-vertical-relative:page;mso-wrap-style:square" o:preferrelative="t" filled="f" stroked="f">
                        <v:stroke linestyle="single"/>
                        <v:imagedata r:id="rId18" o:title="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lang w:val="en-US" w:eastAsia="zh-CN"/>
                    </w:rPr>
                    <w:t xml:space="preserve">   </w:t>
                  </w:r>
                  <w:r>
                    <w:pict>
                      <v:shape id="图片 63" o:spid="_x0000_i1123" type="#_x0000_t75" style="width:121.61pt;height:86.75pt;mso-position-horizontal-relative:page;mso-position-vertical-relative:page;mso-wrap-style:square" o:preferrelative="t" filled="f" stroked="f">
                        <v:stroke linestyle="single"/>
                        <v:imagedata r:id="rId18" o:title="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rect>
        </w:pict>
      </w:r>
      <w:r>
        <w:rPr>
          <w:rFonts w:ascii="宋体" w:hAnsi="宋体" w:hint="eastAsia"/>
          <w:sz w:val="24"/>
        </w:rPr>
        <w:t xml:space="preserve">  </w:t>
      </w:r>
    </w:p>
    <w:p>
      <w:pPr>
        <w:jc w:val="left"/>
        <w:rPr>
          <w:rFonts w:hint="eastAsia"/>
        </w:rPr>
        <w:sectPr>
          <w:type w:val="continuous"/>
          <w:pgSz w:w="23814" w:h="16840" w:orient="landscape"/>
          <w:pgMar w:top="1134" w:right="1134" w:bottom="1134" w:left="1134" w:header="0" w:footer="709" w:gutter="0"/>
          <w:cols w:num="3" w:space="425" w:equalWidth="1"/>
          <w:docGrid w:type="lines" w:linePitch="312"/>
        </w:sectPr>
      </w:pPr>
      <w:r>
        <w:rPr>
          <w:rFonts w:hint="eastAsia"/>
        </w:rPr>
        <w:pict>
          <v:shape id="Text Box 130" o:spid="_x0000_s1124" type="#_x0000_t202" style="width:1010.9pt;height:25.2pt;margin-top:693.55pt;margin-left:-4.1pt;mso-wrap-style:square;position:absolute;z-index:251688960" filled="t" fillcolor="white" stroked="f">
            <v:fill opacity="0"/>
            <v:stroke linestyle="single"/>
            <o:lock v:ext="edit" aspectratio="f"/>
            <v:textbox>
              <w:txbxContent>
                <w:p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                请在各题目的答题区域内作答，超出黑色矩形边框限定区域的答案无效                    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r>
        <w:drawing>
          <wp:inline>
            <wp:extent cx="197881" cy="320040"/>
            <wp:docPr id="10010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5555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7881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AFF" w:usb1="C0007841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1</w:t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attachedTemplate r:id="rId1"/>
  <w:stylePaneFormatFilter w:val="3F01"/>
  <w:defaultTabStop w:val="420"/>
  <w:drawingGridHorizontalSpacing w:val="11"/>
  <w:drawingGridVerticalSpacing w:val="28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098C"/>
    <w:rsid w:val="0000453B"/>
    <w:rsid w:val="0001178C"/>
    <w:rsid w:val="000C20D7"/>
    <w:rsid w:val="000E7BA0"/>
    <w:rsid w:val="000F66EE"/>
    <w:rsid w:val="0011131B"/>
    <w:rsid w:val="0011547F"/>
    <w:rsid w:val="00117C8A"/>
    <w:rsid w:val="00136F34"/>
    <w:rsid w:val="001459A2"/>
    <w:rsid w:val="00181682"/>
    <w:rsid w:val="001A540C"/>
    <w:rsid w:val="001F3F3F"/>
    <w:rsid w:val="00205037"/>
    <w:rsid w:val="00207B07"/>
    <w:rsid w:val="00245DEE"/>
    <w:rsid w:val="002548A6"/>
    <w:rsid w:val="00261F3C"/>
    <w:rsid w:val="00271370"/>
    <w:rsid w:val="002C5898"/>
    <w:rsid w:val="002E6065"/>
    <w:rsid w:val="00312DB3"/>
    <w:rsid w:val="003512A9"/>
    <w:rsid w:val="00360EB7"/>
    <w:rsid w:val="00383F9D"/>
    <w:rsid w:val="003A11F9"/>
    <w:rsid w:val="003B69B0"/>
    <w:rsid w:val="003C515C"/>
    <w:rsid w:val="003D5F9B"/>
    <w:rsid w:val="003E3A5A"/>
    <w:rsid w:val="003E3EEF"/>
    <w:rsid w:val="003E524F"/>
    <w:rsid w:val="003F054F"/>
    <w:rsid w:val="00404C73"/>
    <w:rsid w:val="00422F22"/>
    <w:rsid w:val="004429A3"/>
    <w:rsid w:val="0047224C"/>
    <w:rsid w:val="00484C00"/>
    <w:rsid w:val="004F5C68"/>
    <w:rsid w:val="00516968"/>
    <w:rsid w:val="00540BFB"/>
    <w:rsid w:val="00541ABF"/>
    <w:rsid w:val="00544AE9"/>
    <w:rsid w:val="00545761"/>
    <w:rsid w:val="005475F3"/>
    <w:rsid w:val="0055673F"/>
    <w:rsid w:val="005677DA"/>
    <w:rsid w:val="005A54DE"/>
    <w:rsid w:val="005C344C"/>
    <w:rsid w:val="005D3CB8"/>
    <w:rsid w:val="00617C83"/>
    <w:rsid w:val="00674A91"/>
    <w:rsid w:val="00675D36"/>
    <w:rsid w:val="00676E12"/>
    <w:rsid w:val="00694DFE"/>
    <w:rsid w:val="006E3050"/>
    <w:rsid w:val="006F484F"/>
    <w:rsid w:val="007025C0"/>
    <w:rsid w:val="00703A83"/>
    <w:rsid w:val="007F3EE7"/>
    <w:rsid w:val="00823818"/>
    <w:rsid w:val="0082742C"/>
    <w:rsid w:val="00835E04"/>
    <w:rsid w:val="00870223"/>
    <w:rsid w:val="0087422F"/>
    <w:rsid w:val="008C36B2"/>
    <w:rsid w:val="009140DF"/>
    <w:rsid w:val="00932E2A"/>
    <w:rsid w:val="00956671"/>
    <w:rsid w:val="009717FB"/>
    <w:rsid w:val="0097300D"/>
    <w:rsid w:val="00985EA5"/>
    <w:rsid w:val="009920F0"/>
    <w:rsid w:val="009E3A5E"/>
    <w:rsid w:val="009E6AC4"/>
    <w:rsid w:val="00A10B9E"/>
    <w:rsid w:val="00A44B90"/>
    <w:rsid w:val="00A63FB5"/>
    <w:rsid w:val="00A75246"/>
    <w:rsid w:val="00A8214C"/>
    <w:rsid w:val="00AA182C"/>
    <w:rsid w:val="00B0132B"/>
    <w:rsid w:val="00B148A3"/>
    <w:rsid w:val="00B24EF9"/>
    <w:rsid w:val="00B52E95"/>
    <w:rsid w:val="00B54184"/>
    <w:rsid w:val="00B749D6"/>
    <w:rsid w:val="00C13AC0"/>
    <w:rsid w:val="00C25BF0"/>
    <w:rsid w:val="00C4609C"/>
    <w:rsid w:val="00C82852"/>
    <w:rsid w:val="00C91715"/>
    <w:rsid w:val="00C92DB3"/>
    <w:rsid w:val="00CA03F9"/>
    <w:rsid w:val="00CB0614"/>
    <w:rsid w:val="00CD23AF"/>
    <w:rsid w:val="00D15B27"/>
    <w:rsid w:val="00D22AC0"/>
    <w:rsid w:val="00D30CB7"/>
    <w:rsid w:val="00D55CC5"/>
    <w:rsid w:val="00D60242"/>
    <w:rsid w:val="00D717A3"/>
    <w:rsid w:val="00D81EEF"/>
    <w:rsid w:val="00D87745"/>
    <w:rsid w:val="00DC0824"/>
    <w:rsid w:val="00DC6EFA"/>
    <w:rsid w:val="00DD04D4"/>
    <w:rsid w:val="00DD4844"/>
    <w:rsid w:val="00DD7C80"/>
    <w:rsid w:val="00E120E6"/>
    <w:rsid w:val="00E1297D"/>
    <w:rsid w:val="00E142CF"/>
    <w:rsid w:val="00E149FD"/>
    <w:rsid w:val="00E1508A"/>
    <w:rsid w:val="00E33C39"/>
    <w:rsid w:val="00E62CB4"/>
    <w:rsid w:val="00E752CB"/>
    <w:rsid w:val="00E80C7C"/>
    <w:rsid w:val="00E830EF"/>
    <w:rsid w:val="00EB742A"/>
    <w:rsid w:val="00F44FCF"/>
    <w:rsid w:val="00F623F9"/>
    <w:rsid w:val="00F70D28"/>
    <w:rsid w:val="00F96B8A"/>
    <w:rsid w:val="00FC7736"/>
    <w:rsid w:val="01EB0052"/>
    <w:rsid w:val="021C51FC"/>
    <w:rsid w:val="03D430FC"/>
    <w:rsid w:val="05B4005C"/>
    <w:rsid w:val="06161D6D"/>
    <w:rsid w:val="07D50C9F"/>
    <w:rsid w:val="0A386A04"/>
    <w:rsid w:val="0BC047E3"/>
    <w:rsid w:val="0CC55185"/>
    <w:rsid w:val="0F557262"/>
    <w:rsid w:val="128D0B7C"/>
    <w:rsid w:val="1544624E"/>
    <w:rsid w:val="15DD5B72"/>
    <w:rsid w:val="15F2037A"/>
    <w:rsid w:val="17104545"/>
    <w:rsid w:val="186407CC"/>
    <w:rsid w:val="1A326B4D"/>
    <w:rsid w:val="1BA8323F"/>
    <w:rsid w:val="1C9A10CA"/>
    <w:rsid w:val="1CDD13DD"/>
    <w:rsid w:val="1E826164"/>
    <w:rsid w:val="1ED0129B"/>
    <w:rsid w:val="1EDD1765"/>
    <w:rsid w:val="1FAB5D9B"/>
    <w:rsid w:val="227E692E"/>
    <w:rsid w:val="24F552ED"/>
    <w:rsid w:val="26900666"/>
    <w:rsid w:val="26913F47"/>
    <w:rsid w:val="2A0E7CAD"/>
    <w:rsid w:val="2D957EA5"/>
    <w:rsid w:val="2ED57ECD"/>
    <w:rsid w:val="2FD91648"/>
    <w:rsid w:val="3228097C"/>
    <w:rsid w:val="34421D35"/>
    <w:rsid w:val="34F87411"/>
    <w:rsid w:val="35D30C5A"/>
    <w:rsid w:val="36C71C02"/>
    <w:rsid w:val="38C43DD4"/>
    <w:rsid w:val="3ED23312"/>
    <w:rsid w:val="45BD6059"/>
    <w:rsid w:val="47252E7F"/>
    <w:rsid w:val="4871351D"/>
    <w:rsid w:val="49333D25"/>
    <w:rsid w:val="49D7054F"/>
    <w:rsid w:val="4EF37BD9"/>
    <w:rsid w:val="50686FB7"/>
    <w:rsid w:val="533945E0"/>
    <w:rsid w:val="536358D3"/>
    <w:rsid w:val="54EA2A83"/>
    <w:rsid w:val="57CE39E6"/>
    <w:rsid w:val="5803123E"/>
    <w:rsid w:val="58672482"/>
    <w:rsid w:val="58ED5699"/>
    <w:rsid w:val="597C7DBE"/>
    <w:rsid w:val="5AC245CB"/>
    <w:rsid w:val="5ADA6BC5"/>
    <w:rsid w:val="5EF578CF"/>
    <w:rsid w:val="6B1C3002"/>
    <w:rsid w:val="6BB871CB"/>
    <w:rsid w:val="6C105A58"/>
    <w:rsid w:val="6F40062C"/>
    <w:rsid w:val="6F7F6679"/>
    <w:rsid w:val="6FB10D76"/>
    <w:rsid w:val="73322F2A"/>
    <w:rsid w:val="759255F4"/>
    <w:rsid w:val="77491544"/>
    <w:rsid w:val="78A258DF"/>
    <w:rsid w:val="790465C1"/>
    <w:rsid w:val="7A2E08C3"/>
    <w:rsid w:val="7AE73782"/>
    <w:rsid w:val="7C023646"/>
  </w:rsids>
  <w:docVars>
    <w:docVar w:name="iResumeStyle" w:val="0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basedOn w:val="DefaultParagraphFont"/>
  </w:style>
  <w:style w:type="paragraph" w:customStyle="1" w:styleId="Roman">
    <w:name w:val="Roman斜体"/>
    <w:basedOn w:val="Normal"/>
    <w:pPr>
      <w:spacing w:line="0" w:lineRule="atLeast"/>
      <w:jc w:val="center"/>
    </w:pPr>
    <w:rPr>
      <w:i/>
      <w:iCs/>
      <w:color w:val="000000"/>
      <w:szCs w:val="20"/>
    </w:rPr>
  </w:style>
  <w:style w:type="paragraph" w:customStyle="1" w:styleId="Char1">
    <w:name w:val=" Char1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DefaultParagraph">
    <w:name w:val="DefaultParagraph"/>
    <w:rPr>
      <w:rFonts w:hAnsi="Calibri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4.emf" /><Relationship Id="rId12" Type="http://schemas.openxmlformats.org/officeDocument/2006/relationships/image" Target="media/image5.png" /><Relationship Id="rId13" Type="http://schemas.openxmlformats.org/officeDocument/2006/relationships/image" Target="media/image6.png" /><Relationship Id="rId14" Type="http://schemas.openxmlformats.org/officeDocument/2006/relationships/image" Target="media/image7.emf" /><Relationship Id="rId15" Type="http://schemas.openxmlformats.org/officeDocument/2006/relationships/image" Target="media/image8.emf" /><Relationship Id="rId16" Type="http://schemas.openxmlformats.org/officeDocument/2006/relationships/image" Target="media/image9.emf" /><Relationship Id="rId17" Type="http://schemas.openxmlformats.org/officeDocument/2006/relationships/image" Target="media/image10.emf" /><Relationship Id="rId18" Type="http://schemas.openxmlformats.org/officeDocument/2006/relationships/image" Target="media/image11.emf" /><Relationship Id="rId19" Type="http://schemas.openxmlformats.org/officeDocument/2006/relationships/image" Target="media/image12.jpeg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image" Target="media/image1.png" /><Relationship Id="rId7" Type="http://schemas.openxmlformats.org/officeDocument/2006/relationships/image" Target="media/image2.wmf" /><Relationship Id="rId8" Type="http://schemas.openxmlformats.org/officeDocument/2006/relationships/oleObject" Target="embeddings/oleObject1.bin" /><Relationship Id="rId9" Type="http://schemas.openxmlformats.org/officeDocument/2006/relationships/image" Target="media/image3.wmf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Administrator</cp:lastModifiedBy>
  <cp:revision>9</cp:revision>
  <cp:lastPrinted>2019-01-20T07:42:12Z</cp:lastPrinted>
  <dcterms:created xsi:type="dcterms:W3CDTF">2017-11-27T07:16:00Z</dcterms:created>
  <dcterms:modified xsi:type="dcterms:W3CDTF">2022-03-17T07:21:56Z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