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12547600</wp:posOffset>
            </wp:positionV>
            <wp:extent cx="266700" cy="2794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2022安徽省凤阳县中考一模历史答案</w:t>
      </w:r>
      <w:r>
        <w:drawing>
          <wp:inline distT="0" distB="0" distL="114300" distR="114300">
            <wp:extent cx="5765165" cy="8573770"/>
            <wp:effectExtent l="0" t="0" r="698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5165" cy="857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D9B5FDF"/>
    <w:rsid w:val="4560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5945;&#20064;&#36716;21\&#19968;&#27169;\&#21387;&#32553;\2022&#24180;&#23433;&#24509;&#30465;&#28353;&#24030;&#24066;&#20964;&#38451;&#21439;&#20013;&#32771;&#19968;&#27169;&#21382;&#21490;&#35797;&#39064;\2022&#23433;&#24509;&#30465;&#20964;&#38451;&#21439;&#20013;&#32771;&#19968;&#27169;&#21382;&#21490;&#31572;&#266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2022安徽省凤阳县中考一模历史答案.docx</Template>
  <Company>二一教育</Company>
  <Pages>2</Pages>
  <Words>15</Words>
  <Characters>18</Characters>
  <Lines>0</Lines>
  <Paragraphs>0</Paragraphs>
  <TotalTime>0</TotalTime>
  <ScaleCrop>false</ScaleCrop>
  <LinksUpToDate>false</LinksUpToDate>
  <CharactersWithSpaces>18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2022-04-04T19:04:00Z</dcterms:created>
  <dc:creator>21cnjy.com</dc:creator>
  <cp:keywords>21</cp:keywords>
  <cp:lastModifiedBy>Administrator</cp:lastModifiedBy>
  <dcterms:modified xsi:type="dcterms:W3CDTF">2022-04-04T19:25:04Z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