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EF11B7">
      <w:pPr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10795000</wp:posOffset>
            </wp:positionV>
            <wp:extent cx="279400" cy="393700"/>
            <wp:wrapNone/>
            <wp:docPr id="1000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3034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9" o:spid="_x0000_s1026" type="#_x0000_t202" style="width:365.55pt;height:31.35pt;margin-top:-59.7pt;margin-left:8.1pt;position:absolute;z-index:251662336" filled="f" stroked="f">
            <o:lock v:ext="edit" aspectratio="f"/>
            <v:textbox>
              <w:txbxContent>
                <w:p w:rsidR="00EF11B7">
                  <w:pPr>
                    <w:jc w:val="center"/>
                    <w:rPr>
                      <w:rFonts w:ascii="黑体" w:eastAsia="黑体" w:hint="eastAsia"/>
                      <w:sz w:val="30"/>
                      <w:szCs w:val="30"/>
                    </w:rPr>
                  </w:pPr>
                  <w:r>
                    <w:rPr>
                      <w:rFonts w:ascii="方正小标宋简体" w:eastAsia="方正小标宋简体" w:hAnsi="方正小标宋简体" w:hint="eastAsia"/>
                      <w:sz w:val="30"/>
                      <w:szCs w:val="30"/>
                    </w:rPr>
                    <w:t>2021-2022学年下期期中测试七年级语文答题卷</w:t>
                  </w:r>
                </w:p>
                <w:p w:rsidR="00EF11B7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roundrect id="自选图形 40" o:spid="_x0000_s1027" style="width:467.95pt;height:232.3pt;margin-top:-19.35pt;margin-left:441.95pt;position:absolute;z-index:251675648" arcsize="4715f" filled="f" stroked="t">
            <v:fill o:detectmouseclick="t"/>
            <o:lock v:ext="edit" aspectratio="f"/>
            <v:textbox>
              <w:txbxContent>
                <w:p w:rsidR="00EF11B7" w:rsidRPr="000906AA" w:rsidP="00696C69">
                  <w:pPr>
                    <w:spacing w:line="540" w:lineRule="exact"/>
                    <w:rPr>
                      <w:rFonts w:hint="eastAsia"/>
                      <w:u w:val="dotted"/>
                    </w:rPr>
                  </w:pPr>
                  <w:r>
                    <w:rPr>
                      <w:rFonts w:hint="eastAsia"/>
                    </w:rPr>
                    <w:t>6.（1）（2分）</w:t>
                  </w:r>
                  <w:r>
                    <w:rPr>
                      <w:u w:val="dotted"/>
                    </w:rPr>
                    <w:t xml:space="preserve">                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</w:t>
                  </w:r>
                  <w:r>
                    <w:rPr>
                      <w:u w:val="dotted"/>
                    </w:rPr>
                    <w:t xml:space="preserve">       </w:t>
                  </w:r>
                  <w:r w:rsidR="000906AA">
                    <w:rPr>
                      <w:rFonts w:hint="eastAsia"/>
                      <w:u w:val="dotted"/>
                    </w:rPr>
                    <w:t xml:space="preserve">                       </w:t>
                  </w:r>
                  <w:r>
                    <w:t xml:space="preserve">                                     </w:t>
                  </w:r>
                </w:p>
                <w:p w:rsidR="00EF11B7" w:rsidP="00696C69">
                  <w:pPr>
                    <w:spacing w:line="540" w:lineRule="exact"/>
                    <w:rPr>
                      <w:rFonts w:hint="eastAsia"/>
                      <w:u w:val="dotted"/>
                    </w:rPr>
                  </w:pPr>
                  <w:r>
                    <w:rPr>
                      <w:rFonts w:hint="eastAsia"/>
                    </w:rPr>
                    <w:t>（2）（2分）</w:t>
                  </w:r>
                  <w:r>
                    <w:rPr>
                      <w:u w:val="dotted"/>
                    </w:rPr>
                    <w:t xml:space="preserve">               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</w:t>
                  </w:r>
                  <w:r>
                    <w:rPr>
                      <w:u w:val="dotted"/>
                    </w:rPr>
                    <w:t xml:space="preserve"> </w:t>
                  </w:r>
                  <w:r>
                    <w:rPr>
                      <w:rFonts w:hint="eastAsia"/>
                      <w:u w:val="dotted"/>
                    </w:rPr>
                    <w:t xml:space="preserve"> </w:t>
                  </w:r>
                  <w:r>
                    <w:rPr>
                      <w:u w:val="dotted"/>
                    </w:rPr>
                    <w:t xml:space="preserve">      </w:t>
                  </w:r>
                  <w:r>
                    <w:rPr>
                      <w:rFonts w:hint="eastAsia"/>
                      <w:u w:val="dotted"/>
                    </w:rPr>
                    <w:t xml:space="preserve">                    </w:t>
                  </w:r>
                  <w:r>
                    <w:rPr>
                      <w:u w:val="dotted"/>
                    </w:rPr>
                    <w:t xml:space="preserve"> </w:t>
                  </w:r>
                  <w:r>
                    <w:rPr>
                      <w:rFonts w:hint="eastAsia"/>
                      <w:u w:val="dotted"/>
                    </w:rPr>
                    <w:t xml:space="preserve">  </w:t>
                  </w:r>
                </w:p>
                <w:p w:rsidR="00EF11B7" w:rsidP="00696C69">
                  <w:pPr>
                    <w:spacing w:line="54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  <w:u w:val="dotted"/>
                    </w:rPr>
                    <w:t xml:space="preserve">                                                                                      </w:t>
                  </w:r>
                  <w:r>
                    <w:rPr>
                      <w:rFonts w:hint="eastAsia"/>
                    </w:rPr>
                    <w:t xml:space="preserve">                                                    </w:t>
                  </w:r>
                </w:p>
                <w:p w:rsidR="00EF11B7" w:rsidP="00696C69">
                  <w:pPr>
                    <w:spacing w:line="54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7.（4分）</w:t>
                  </w:r>
                  <w:r>
                    <w:rPr>
                      <w:rFonts w:hint="eastAsia"/>
                      <w:u w:val="dotted"/>
                    </w:rPr>
                    <w:t xml:space="preserve">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                                                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 xml:space="preserve">     </w:t>
                  </w:r>
                  <w:r>
                    <w:t xml:space="preserve">                                                          </w:t>
                  </w:r>
                </w:p>
                <w:p w:rsidR="00EF11B7" w:rsidP="00696C69">
                  <w:pPr>
                    <w:spacing w:line="540" w:lineRule="exact"/>
                    <w:rPr>
                      <w:rFonts w:hint="eastAsia"/>
                      <w:u w:val="dotted"/>
                    </w:rPr>
                  </w:pPr>
                  <w:r>
                    <w:rPr>
                      <w:u w:val="dotted"/>
                    </w:rPr>
                    <w:t xml:space="preserve">                  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  </w:t>
                  </w:r>
                  <w:r>
                    <w:rPr>
                      <w:u w:val="dotted"/>
                    </w:rPr>
                    <w:t xml:space="preserve"> </w:t>
                  </w:r>
                  <w:r>
                    <w:rPr>
                      <w:rFonts w:hint="eastAsia"/>
                      <w:u w:val="dotted"/>
                    </w:rPr>
                    <w:t xml:space="preserve">                          </w:t>
                  </w:r>
                </w:p>
                <w:p w:rsidR="00EF11B7" w:rsidP="00696C69">
                  <w:pPr>
                    <w:spacing w:line="540" w:lineRule="exact"/>
                    <w:rPr>
                      <w:rFonts w:hint="eastAsia"/>
                      <w:u w:val="dotted"/>
                    </w:rPr>
                  </w:pPr>
                  <w:r>
                    <w:rPr>
                      <w:rFonts w:hint="eastAsia"/>
                    </w:rPr>
                    <w:t>8.（4分）</w:t>
                  </w:r>
                  <w:r>
                    <w:rPr>
                      <w:rFonts w:hint="eastAsia"/>
                      <w:u w:val="dotted"/>
                    </w:rPr>
                    <w:t xml:space="preserve">           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                          </w:t>
                  </w:r>
                </w:p>
                <w:p w:rsidR="000906AA" w:rsidP="00696C69">
                  <w:pPr>
                    <w:spacing w:line="540" w:lineRule="exact"/>
                    <w:rPr>
                      <w:rFonts w:hint="eastAsia"/>
                      <w:u w:val="dotted"/>
                    </w:rPr>
                  </w:pPr>
                  <w:r w:rsidR="00EF11B7">
                    <w:rPr>
                      <w:rFonts w:hint="eastAsia"/>
                      <w:u w:val="dotted"/>
                    </w:rPr>
                    <w:t xml:space="preserve">                                                                                    </w:t>
                  </w:r>
                </w:p>
                <w:p w:rsidR="00EF11B7" w:rsidP="00696C69">
                  <w:pPr>
                    <w:spacing w:line="540" w:lineRule="exact"/>
                    <w:rPr>
                      <w:u w:val="dotted"/>
                    </w:rPr>
                  </w:pPr>
                  <w:r w:rsidR="000906AA">
                    <w:rPr>
                      <w:rFonts w:hint="eastAsia"/>
                      <w:u w:val="dotted"/>
                    </w:rPr>
                    <w:t xml:space="preserve">                                                 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</w:t>
                  </w: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</w:txbxContent>
            </v:textbox>
          </v:roundrect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61" o:spid="_x0000_s1028" type="#_x0000_t75" style="width:262.5pt;height:30pt;margin-top:-6.15pt;margin-left:66pt;position:absolute;z-index:-251635712" o:preferrelative="t" wrapcoords="21591 -2 0 0 0 21600 21591 21602 8 21602 21599 21600 21599 0 8 -2 21591 -2" filled="f" stroked="f">
            <v:fill o:detectmouseclick="t"/>
            <v:imagedata r:id="rId5" o:title=""/>
            <v:path o:extrusionok="f"/>
            <o:lock v:ext="edit" aspectratio="t"/>
            <w10:wrap type="tight"/>
          </v:shape>
        </w:pict>
      </w:r>
      <w:r>
        <w:rPr>
          <w:rFonts w:hint="eastAsia"/>
        </w:rPr>
        <w:pict>
          <v:shape id="文本框 27" o:spid="_x0000_s1029" type="#_x0000_t202" style="width:439.9pt;height:31.2pt;margin-top:-41.35pt;margin-left:-15.35pt;position:absolute;z-index:251661312" filled="f" stroked="f">
            <o:lock v:ext="edit" aspectratio="f"/>
            <v:textbox>
              <w:txbxContent>
                <w:p w:rsidR="00EF11B7">
                  <w:pPr>
                    <w:rPr>
                      <w:rFonts w:ascii="黑体" w:eastAsia="黑体" w:hint="eastAsia"/>
                      <w:sz w:val="28"/>
                      <w:u w:val="single"/>
                    </w:rPr>
                  </w:pPr>
                  <w:r>
                    <w:rPr>
                      <w:rFonts w:ascii="黑体" w:eastAsia="黑体" w:hint="eastAsia"/>
                      <w:sz w:val="28"/>
                    </w:rPr>
                    <w:t>学校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      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  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8"/>
                    </w:rPr>
                    <w:t>姓名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  </w:t>
                  </w:r>
                  <w:r>
                    <w:rPr>
                      <w:rFonts w:ascii="黑体" w:eastAsia="黑体"/>
                      <w:sz w:val="28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8"/>
                    </w:rPr>
                    <w:t>座号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 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         </w:t>
                  </w:r>
                </w:p>
              </w:txbxContent>
            </v:textbox>
          </v:shape>
        </w:pict>
      </w:r>
      <w:r>
        <w:rPr>
          <w:rFonts w:hint="eastAsia"/>
        </w:rPr>
        <w:pict>
          <v:group id="组合 4" o:spid="_x0000_s1030" style="width:65.2pt;height:150.25pt;margin-top:11.9pt;margin-left:359.35pt;position:absolute;z-index:251663360" coordorigin="0,0" coordsize="1304,3005">
            <o:lock v:ext="edit" aspectratio="f"/>
            <v:roundrect id="自选图形 5" o:spid="_x0000_s1031" style="width:1304;height:3005;position:absolute" arcsize="10923f" stroked="t">
              <v:stroke dashstyle="dash"/>
              <o:lock v:ext="edit" aspectratio="f"/>
            </v:roundrect>
            <v:shape id="文本框 6" o:spid="_x0000_s1032" type="#_x0000_t202" style="width:360;height:936;left:110;position:absolute;top:257" stroked="f">
              <o:lock v:ext="edit" aspectratio="f"/>
              <v:textbox inset="0,0,0,0">
                <w:txbxContent>
                  <w:p w:rsidR="00EF11B7"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座号xxx</w:t>
                    </w:r>
                  </w:p>
                </w:txbxContent>
              </v:textbox>
            </v:shape>
            <v:shape id="文本框 7" o:spid="_x0000_s1033" type="#_x0000_t202" style="width:360;height:780;left:80;position:absolute;top:1827" stroked="f">
              <o:lock v:ext="edit" aspectratio="f"/>
              <v:textbox inset="0,0,0,0">
                <w:txbxContent>
                  <w:p w:rsidR="00EF11B7"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考场xxx</w:t>
                    </w:r>
                  </w:p>
                </w:txbxContent>
              </v:textbox>
            </v:shape>
            <v:shape id="文本框 8" o:spid="_x0000_s1034" type="#_x0000_t202" style="width:360;height:1092;left:850;position:absolute;top:1727" filled="f" stroked="f">
              <o:lock v:ext="edit" aspectratio="f"/>
              <v:textbox inset="0,0,0,0">
                <w:txbxContent>
                  <w:p w:rsidR="00EF11B7"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姓名xxx</w:t>
                    </w:r>
                  </w:p>
                </w:txbxContent>
              </v:textbox>
            </v:shape>
            <v:shape id="文本框 9" o:spid="_x0000_s1035" type="#_x0000_t202" style="width:540;height:2340;left:390;position:absolute;top:323" stroked="f">
              <o:lock v:ext="edit" aspectratio="f"/>
              <v:textbox inset="0,0,0,0">
                <w:txbxContent>
                  <w:p w:rsidR="00EF11B7">
                    <w:pPr>
                      <w:jc w:val="center"/>
                      <w:rPr>
                        <w:rFonts w:hint="eastAsia"/>
                        <w:b/>
                        <w:sz w:val="30"/>
                      </w:rPr>
                    </w:pPr>
                    <w:r>
                      <w:rPr>
                        <w:rFonts w:hint="eastAsia"/>
                        <w:b/>
                        <w:sz w:val="30"/>
                      </w:rPr>
                      <w:t>贴 条 形 码 区</w:t>
                    </w:r>
                  </w:p>
                  <w:p w:rsidR="00EF11B7"/>
                </w:txbxContent>
              </v:textbox>
            </v:shape>
            <v:shape id="文本框 10" o:spid="_x0000_s1036" type="#_x0000_t202" style="width:330;height:1872;left:870;position:absolute;top:87" stroked="f">
              <o:lock v:ext="edit" aspectratio="f"/>
              <v:textbox inset="0,0,0,0">
                <w:txbxContent>
                  <w:p w:rsidR="00EF11B7"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考号xxxxxxxxxxxxxx</w: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pict>
          <v:shape id="文本框 11" o:spid="_x0000_s1037" type="#_x0000_t202" style="width:57.9pt;height:23.4pt;margin-top:-5.15pt;margin-left:-9.05pt;position:absolute;z-index:-251657216" stroked="f">
            <v:fill opacity="0"/>
            <o:lock v:ext="edit" aspectratio="f"/>
            <v:textbox inset="0,0,0,0">
              <w:txbxContent>
                <w:p w:rsidR="00EF11B7">
                  <w:pPr>
                    <w:rPr>
                      <w:rFonts w:ascii="黑体" w:eastAsia="黑体" w:hint="eastAsia"/>
                      <w:b/>
                      <w:sz w:val="28"/>
                    </w:rPr>
                  </w:pPr>
                  <w:r>
                    <w:rPr>
                      <w:rFonts w:ascii="黑体" w:eastAsia="黑体" w:hint="eastAsia"/>
                      <w:b/>
                      <w:sz w:val="28"/>
                    </w:rPr>
                    <w:t>序号</w:t>
                  </w:r>
                </w:p>
              </w:txbxContent>
            </v:textbox>
          </v:shape>
        </w:pict>
      </w:r>
      <w:r>
        <w:rPr>
          <w:rFonts w:hint="eastAsia"/>
        </w:rPr>
        <w:pict>
          <v:line id="直线 28" o:spid="_x0000_s1038" style="flip:y;position:absolute;z-index:251660288" from="-4.25pt,-10.65pt" to="420.95pt,-10.6pt" stroked="t" strokeweight="0.5pt">
            <v:stroke dashstyle="longDashDot"/>
            <o:lock v:ext="edit" aspectratio="f"/>
          </v:line>
        </w:pict>
      </w:r>
    </w:p>
    <w:p w:rsidR="00EF11B7">
      <w:pPr>
        <w:rPr>
          <w:rFonts w:hint="eastAsia"/>
        </w:rPr>
      </w:pPr>
      <w:r>
        <w:rPr>
          <w:rFonts w:hint="eastAsia"/>
        </w:rPr>
        <w:pict>
          <v:group id="组合 32" o:spid="_x0000_s1039" style="width:342.35pt;height:149.7pt;margin-top:9.85pt;margin-left:-8.85pt;position:absolute;z-index:251664384" coordorigin="0,0" coordsize="6129,3120">
            <o:lock v:ext="edit" aspectratio="f"/>
            <v:shape id="文本框 33" o:spid="_x0000_s1040" type="#_x0000_t202" style="width:6120;height:2496;left:9;position:absolute" stroked="t">
              <v:stroke dashstyle="1 1" endcap="round"/>
              <v:shadow on="t" color="#eaeaea" opacity="62259f"/>
              <o:lock v:ext="edit" aspectratio="f"/>
              <v:textbox inset="5.67pt,5.67pt,5.67pt,5.67pt">
                <w:txbxContent>
                  <w:p w:rsidR="00EF11B7">
                    <w:pPr>
                      <w:rPr>
                        <w:rFonts w:ascii="黑体" w:eastAsia="黑体" w:hint="eastAsia"/>
                        <w:sz w:val="24"/>
                        <w:shd w:val="pct10" w:color="auto" w:fill="FFFFFF"/>
                      </w:rPr>
                    </w:pPr>
                    <w:r>
                      <w:rPr>
                        <w:rFonts w:ascii="黑体" w:eastAsia="黑体" w:hint="eastAsia"/>
                        <w:sz w:val="24"/>
                        <w:shd w:val="pct10" w:color="auto" w:fill="FFFFFF"/>
                      </w:rPr>
                      <w:t>注意事项：</w:t>
                    </w:r>
                  </w:p>
                  <w:p w:rsidR="00EF11B7">
                    <w:pPr>
                      <w:spacing w:line="200" w:lineRule="exact"/>
                      <w:rPr>
                        <w:rFonts w:ascii="黑体" w:eastAsia="黑体" w:hint="eastAsia"/>
                        <w:sz w:val="10"/>
                        <w:shd w:val="pct10" w:color="auto" w:fill="FFFFFF"/>
                      </w:rPr>
                    </w:pPr>
                  </w:p>
                  <w:p w:rsidR="00EF11B7"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ind w:left="284" w:hanging="284"/>
                      <w:rPr>
                        <w:rFonts w:ascii="黑体" w:eastAsia="黑体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>答题前，考生先将条形码粘贴在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‘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贴条形码区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’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，并将本人学校、姓名、考生号、考场和座号填写在相应位置。</w:t>
                    </w:r>
                  </w:p>
                  <w:p w:rsidR="00EF11B7"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rPr>
                        <w:rFonts w:ascii="黑体" w:eastAsia="黑体" w:hint="eastAsia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 xml:space="preserve">答题时，必须使用0.5毫米的黑色墨水签字笔书写；作图时，可用2B铅笔，笔迹要清晰；选择题填涂时，必须用2B铅笔按 </w:t>
                    </w:r>
                    <w:r>
                      <w:rPr>
                        <w:rFonts w:ascii="黑体" w:eastAsia="黑体"/>
                        <w:sz w:val="18"/>
                      </w:rPr>
                      <w:pict>
                        <v:shape id="图片 1" o:spid="_x0000_i1041" type="#_x0000_t75" style="width:13.5pt;height:6pt;mso-position-horizontal-relative:page;mso-position-vertical-relative:page" filled="f" stroked="f">
                          <v:imagedata r:id="rId6" o:title="dbb16d2ff50a13fc9e5abc3c346febb"/>
                          <v:path o:extrusionok="f"/>
                          <o:lock v:ext="edit" aspectratio="t"/>
                        </v:shape>
                      </w:pict>
                    </w:r>
                    <w:r>
                      <w:rPr>
                        <w:rFonts w:ascii="黑体" w:eastAsia="黑体" w:hint="eastAsia"/>
                        <w:sz w:val="18"/>
                      </w:rPr>
                      <w:t xml:space="preserve"> 图示规范填涂。</w:t>
                    </w:r>
                  </w:p>
                  <w:p w:rsidR="00EF11B7"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rPr>
                        <w:rFonts w:ascii="黑体" w:eastAsia="黑体" w:hint="eastAsia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 xml:space="preserve">严格按题号所示的答题区域内作答，超出答题区域书写的答案无效； </w:t>
                    </w:r>
                  </w:p>
                  <w:p w:rsidR="00EF11B7"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rPr>
                        <w:rFonts w:ascii="黑体" w:eastAsia="黑体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>保持卡面清洁、完整，严禁折叠，严禁在答题卡上作任何标记，严禁使用涂改液和修正带。</w:t>
                    </w:r>
                  </w:p>
                  <w:p w:rsidR="00EF11B7">
                    <w:pPr>
                      <w:rPr>
                        <w:rFonts w:ascii="黑体" w:eastAsia="黑体"/>
                        <w:sz w:val="18"/>
                      </w:rPr>
                    </w:pPr>
                  </w:p>
                </w:txbxContent>
              </v:textbox>
            </v:shape>
            <v:group id="组合 34" o:spid="_x0000_s1042" style="width:6123;height:624;position:absolute;top:2496" coordorigin="0,0" coordsize="6123,624">
              <o:lock v:ext="edit" aspectratio="f"/>
              <v:shape id="文本框 35" o:spid="_x0000_s1043" type="#_x0000_t202" style="width:6123;height:397;position:absolute;top:50" stroked="t">
                <v:fill opacity="0"/>
                <v:stroke dashstyle="1 1"/>
                <o:lock v:ext="edit" aspectratio="f"/>
                <v:textbox inset="0,0,0,0">
                  <w:txbxContent>
                    <w:p w:rsidR="00EF11B7">
                      <w:pPr>
                        <w:textAlignment w:val="center"/>
                        <w:rPr>
                          <w:rFonts w:ascii="黑体" w:eastAsia="黑体" w:hint="eastAsia"/>
                          <w:b/>
                          <w:sz w:val="15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 w:val="15"/>
                        </w:rPr>
                        <w:t xml:space="preserve"> </w:t>
                      </w:r>
                      <w:r>
                        <w:rPr>
                          <w:rFonts w:ascii="黑体" w:eastAsia="黑体" w:hint="eastAsia"/>
                          <w:sz w:val="15"/>
                        </w:rPr>
                        <w:t>此栏考生禁填</w:t>
                      </w:r>
                      <w:r>
                        <w:rPr>
                          <w:rFonts w:ascii="黑体" w:eastAsia="黑体" w:hint="eastAsia"/>
                        </w:rPr>
                        <w:t xml:space="preserve">   </w:t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0"/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0"/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1"/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0"/>
                      </w:r>
                      <w:r>
                        <w:rPr>
                          <w:rFonts w:ascii="黑体" w:eastAsia="黑体" w:hint="eastAsia"/>
                          <w:sz w:val="18"/>
                        </w:rPr>
                        <w:t>缺考考生由监考员贴条形码，并用2B铅笔填涂左面的缺考标记。</w:t>
                      </w:r>
                    </w:p>
                  </w:txbxContent>
                </v:textbox>
              </v:shape>
              <v:shape id="文本框 36" o:spid="_x0000_s1044" type="#_x0000_t202" style="width:700;height:624;left:1017;position:absolute" filled="f" stroked="f">
                <o:lock v:ext="edit" aspectratio="f"/>
                <v:textbox>
                  <w:txbxContent>
                    <w:p w:rsidR="00EF11B7">
                      <w:pPr>
                        <w:spacing w:line="160" w:lineRule="exact"/>
                        <w:rPr>
                          <w:rFonts w:ascii="黑体" w:eastAsia="黑体" w:hint="eastAsia"/>
                          <w:sz w:val="11"/>
                        </w:rPr>
                      </w:pPr>
                      <w:r>
                        <w:rPr>
                          <w:rFonts w:ascii="黑体" w:eastAsia="黑体" w:hint="eastAsia"/>
                          <w:sz w:val="11"/>
                        </w:rPr>
                        <w:t>缺考</w:t>
                      </w:r>
                    </w:p>
                    <w:p w:rsidR="00EF11B7">
                      <w:pPr>
                        <w:spacing w:line="160" w:lineRule="exact"/>
                        <w:rPr>
                          <w:rFonts w:ascii="黑体" w:eastAsia="黑体" w:hint="eastAsia"/>
                          <w:sz w:val="11"/>
                        </w:rPr>
                      </w:pPr>
                      <w:r>
                        <w:rPr>
                          <w:rFonts w:ascii="黑体" w:eastAsia="黑体" w:hint="eastAsia"/>
                          <w:sz w:val="11"/>
                        </w:rPr>
                        <w:t>标记</w:t>
                      </w:r>
                    </w:p>
                  </w:txbxContent>
                </v:textbox>
              </v:shape>
            </v:group>
          </v:group>
        </w:pict>
      </w: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  <w:r>
        <w:rPr>
          <w:rFonts w:hint="eastAsia"/>
        </w:rPr>
        <w:pict>
          <v:shape id="文本框 37" o:spid="_x0000_s1045" type="#_x0000_t202" style="width:292.35pt;height:23.4pt;margin-top:0.3pt;margin-left:-19.55pt;position:absolute;z-index:251665408" filled="f" stroked="f">
            <o:lock v:ext="edit" aspectratio="f"/>
            <v:textbox>
              <w:txbxContent>
                <w:p w:rsidR="00EF11B7">
                  <w:pPr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  <w:b/>
                    </w:rPr>
                    <w:t xml:space="preserve">一、积累与运用（共27分） </w:t>
                  </w:r>
                </w:p>
              </w:txbxContent>
            </v:textbox>
          </v:shape>
        </w:pict>
      </w:r>
    </w:p>
    <w:p w:rsidR="00EF11B7">
      <w:pPr>
        <w:rPr>
          <w:rFonts w:hint="eastAsia"/>
        </w:rPr>
      </w:pPr>
      <w:r>
        <w:pict>
          <v:shape id="文本框 56" o:spid="_x0000_s1046" type="#_x0000_t202" style="width:433.55pt;height:44.4pt;margin-top:3.45pt;margin-left:-19.55pt;mso-height-relative:margin;mso-width-relative:margin;position:absolute;z-index:251677696">
            <v:textbox>
              <w:txbxContent>
                <w:p w:rsidR="00EF11B7">
                  <w:pPr>
                    <w:spacing w:line="340" w:lineRule="exact"/>
                    <w:rPr>
                      <w:rFonts w:ascii="黑体" w:eastAsia="黑体" w:hint="eastAsia"/>
                      <w:sz w:val="20"/>
                    </w:rPr>
                  </w:pPr>
                  <w:r>
                    <w:rPr>
                      <w:rFonts w:ascii="黑体" w:eastAsia="黑体" w:hint="eastAsia"/>
                      <w:sz w:val="20"/>
                    </w:rPr>
                    <w:t>1.（1）（2分）</w:t>
                  </w:r>
                  <w:r w:rsidRPr="003373F6" w:rsidR="003373F6">
                    <w:rPr>
                      <w:rFonts w:ascii="黑体" w:eastAsia="黑体" w:hint="eastAsia"/>
                      <w:sz w:val="20"/>
                    </w:rPr>
                    <w:t>（</w:t>
                  </w:r>
                  <w:r w:rsidR="003373F6">
                    <w:rPr>
                      <w:rFonts w:ascii="黑体" w:eastAsia="黑体" w:hint="eastAsia"/>
                      <w:sz w:val="20"/>
                    </w:rPr>
                    <w:t xml:space="preserve">   </w:t>
                  </w:r>
                  <w:r w:rsidRPr="003373F6" w:rsidR="003373F6">
                    <w:rPr>
                      <w:rFonts w:ascii="黑体" w:eastAsia="黑体" w:hint="eastAsia"/>
                      <w:sz w:val="20"/>
                    </w:rPr>
                    <w:t>）</w:t>
                  </w:r>
                  <w:r w:rsidR="003373F6">
                    <w:rPr>
                      <w:rFonts w:ascii="黑体" w:eastAsia="黑体" w:hint="eastAsia"/>
                      <w:sz w:val="20"/>
                    </w:rPr>
                    <w:t>（   ）</w:t>
                  </w:r>
                  <w:r>
                    <w:rPr>
                      <w:rFonts w:ascii="黑体" w:eastAsia="黑体" w:hint="eastAsia"/>
                      <w:sz w:val="20"/>
                    </w:rPr>
                    <w:t xml:space="preserve">  （2）（2分）[A][B][C]     （3）（3分）[A][B][C][D]</w:t>
                  </w:r>
                </w:p>
                <w:p w:rsidR="00EF11B7">
                  <w:pPr>
                    <w:spacing w:line="340" w:lineRule="exact"/>
                    <w:ind w:firstLine="200" w:firstLineChars="100"/>
                    <w:rPr>
                      <w:sz w:val="20"/>
                    </w:rPr>
                  </w:pPr>
                  <w:r>
                    <w:rPr>
                      <w:rFonts w:ascii="黑体" w:eastAsia="黑体" w:hint="eastAsia"/>
                      <w:sz w:val="20"/>
                    </w:rPr>
                    <w:t>（4）（2分）</w:t>
                  </w:r>
                  <w:r>
                    <w:rPr>
                      <w:rFonts w:ascii="宋体" w:hAnsi="宋体" w:cs="宋体" w:hint="eastAsia"/>
                    </w:rPr>
                    <w:fldChar w:fldCharType="begin"/>
                  </w:r>
                  <w:r>
                    <w:rPr>
                      <w:rFonts w:ascii="宋体" w:hAnsi="宋体" w:cs="宋体" w:hint="eastAsia"/>
                    </w:rPr>
                    <w:instrText xml:space="preserve"> = 1 \* GB3 \* MERGEFORMAT </w:instrText>
                  </w:r>
                  <w:r>
                    <w:rPr>
                      <w:rFonts w:ascii="宋体" w:hAnsi="宋体" w:cs="宋体" w:hint="eastAsia"/>
                    </w:rPr>
                    <w:fldChar w:fldCharType="separate"/>
                  </w:r>
                  <w:r>
                    <w:rPr>
                      <w:rFonts w:ascii="宋体" w:hAnsi="宋体" w:cs="宋体" w:hint="eastAsia"/>
                    </w:rPr>
                    <w:t>①</w:t>
                  </w:r>
                  <w:r>
                    <w:rPr>
                      <w:rFonts w:ascii="宋体" w:hAnsi="宋体" w:cs="宋体" w:hint="eastAsia"/>
                    </w:rPr>
                    <w:fldChar w:fldCharType="end"/>
                  </w:r>
                  <w:r>
                    <w:rPr>
                      <w:rFonts w:ascii="黑体" w:eastAsia="黑体" w:hint="eastAsia"/>
                      <w:sz w:val="20"/>
                      <w:u w:val="single"/>
                    </w:rPr>
                    <w:t xml:space="preserve">                                                </w:t>
                  </w:r>
                  <w:r>
                    <w:rPr>
                      <w:rFonts w:ascii="黑体" w:eastAsia="黑体" w:hint="eastAsia"/>
                      <w:sz w:val="20"/>
                    </w:rPr>
                    <w:t xml:space="preserve"> </w:t>
                  </w:r>
                  <w:r>
                    <w:rPr>
                      <w:rFonts w:hint="eastAsia"/>
                    </w:rPr>
                    <w:t>②</w:t>
                  </w:r>
                  <w:r>
                    <w:rPr>
                      <w:rFonts w:hint="eastAsia"/>
                    </w:rPr>
                    <w:t>（2分）</w:t>
                  </w:r>
                  <w:r w:rsidR="003373F6">
                    <w:rPr>
                      <w:rFonts w:ascii="黑体" w:eastAsia="黑体" w:hint="eastAsia"/>
                      <w:sz w:val="20"/>
                    </w:rPr>
                    <w:t xml:space="preserve"> [A][B][C]</w:t>
                  </w:r>
                </w:p>
                <w:p w:rsidR="00EF11B7"/>
              </w:txbxContent>
            </v:textbox>
          </v:shape>
        </w:pict>
      </w: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  <w:r>
        <w:rPr>
          <w:rFonts w:hint="eastAsia"/>
        </w:rPr>
        <w:pict>
          <v:roundrect id="自选图形 40" o:spid="_x0000_s1047" style="width:473.1pt;height:176.6pt;margin-top:2.8pt;margin-left:437.85pt;position:absolute;z-index:251676672" arcsize="4715f" filled="f" stroked="t">
            <v:fill o:detectmouseclick="t"/>
            <o:lock v:ext="edit" aspectratio="f"/>
            <v:textbox>
              <w:txbxContent>
                <w:p w:rsidR="000906AA" w:rsidP="000906AA">
                  <w:pPr>
                    <w:spacing w:line="460" w:lineRule="exact"/>
                    <w:rPr>
                      <w:rFonts w:hint="eastAsia"/>
                      <w:u w:val="dotted"/>
                    </w:rPr>
                  </w:pPr>
                  <w:r w:rsidR="00EF11B7">
                    <w:rPr>
                      <w:rFonts w:hint="eastAsia"/>
                    </w:rPr>
                    <w:t>9.（2分）第</w:t>
                  </w:r>
                  <w:r w:rsidR="00EF11B7">
                    <w:rPr>
                      <w:rFonts w:hint="eastAsia"/>
                    </w:rPr>
                    <w:t>③</w:t>
                  </w:r>
                  <w:r w:rsidR="00EF11B7">
                    <w:rPr>
                      <w:rFonts w:hint="eastAsia"/>
                    </w:rPr>
                    <w:t>~</w:t>
                  </w:r>
                  <w:r w:rsidR="00EF11B7">
                    <w:rPr>
                      <w:rFonts w:hint="eastAsia"/>
                    </w:rPr>
                    <w:t>⑥</w:t>
                  </w:r>
                  <w:r w:rsidR="00EF11B7">
                    <w:rPr>
                      <w:rFonts w:hint="eastAsia"/>
                    </w:rPr>
                    <w:t>段</w:t>
                  </w:r>
                  <w:r w:rsidR="00EF11B7">
                    <w:rPr>
                      <w:rFonts w:hint="eastAsia"/>
                      <w:u w:val="dotted"/>
                    </w:rPr>
                    <w:t xml:space="preserve">：                            </w:t>
                  </w:r>
                  <w:r w:rsidR="00EF11B7">
                    <w:rPr>
                      <w:u w:val="dotted"/>
                    </w:rPr>
                    <w:t xml:space="preserve">   </w:t>
                  </w:r>
                  <w:r>
                    <w:rPr>
                      <w:rFonts w:hint="eastAsia"/>
                      <w:u w:val="dotted"/>
                    </w:rPr>
                    <w:t xml:space="preserve">                                 </w:t>
                  </w:r>
                  <w:r w:rsidR="00EF11B7">
                    <w:rPr>
                      <w:u w:val="dotted"/>
                    </w:rPr>
                    <w:t xml:space="preserve"> </w:t>
                  </w:r>
                </w:p>
                <w:p w:rsidR="00EF11B7" w:rsidP="000906AA">
                  <w:pPr>
                    <w:spacing w:line="460" w:lineRule="exact"/>
                    <w:rPr>
                      <w:rFonts w:hint="eastAsia"/>
                      <w:u w:val="dotted"/>
                    </w:rPr>
                  </w:pPr>
                  <w:r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⑩</w:t>
                  </w:r>
                  <w:r>
                    <w:rPr>
                      <w:rFonts w:hint="eastAsia"/>
                    </w:rPr>
                    <w:t>段</w:t>
                  </w:r>
                  <w:r>
                    <w:rPr>
                      <w:rFonts w:hint="eastAsia"/>
                      <w:u w:val="dotted"/>
                    </w:rPr>
                    <w:t>：</w:t>
                  </w:r>
                  <w:r>
                    <w:rPr>
                      <w:u w:val="dotted"/>
                    </w:rPr>
                    <w:t xml:space="preserve">           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                    </w:t>
                  </w:r>
                  <w:r w:rsidR="000906AA">
                    <w:rPr>
                      <w:rFonts w:hint="eastAsia"/>
                      <w:u w:val="dotted"/>
                    </w:rPr>
                    <w:t xml:space="preserve">      </w:t>
                  </w:r>
                  <w:r>
                    <w:rPr>
                      <w:rFonts w:hint="eastAsia"/>
                      <w:u w:val="dotted"/>
                    </w:rPr>
                    <w:t xml:space="preserve"> </w:t>
                  </w:r>
                </w:p>
                <w:p w:rsidR="00EF11B7" w:rsidP="000906AA">
                  <w:pPr>
                    <w:spacing w:line="460" w:lineRule="exact"/>
                    <w:rPr>
                      <w:rFonts w:hint="eastAsia"/>
                      <w:u w:val="dotted"/>
                    </w:rPr>
                  </w:pPr>
                  <w:r>
                    <w:rPr>
                      <w:rFonts w:hint="eastAsia"/>
                    </w:rPr>
                    <w:t>10.（4分）</w:t>
                  </w:r>
                  <w:r>
                    <w:rPr>
                      <w:u w:val="dotted"/>
                    </w:rPr>
                    <w:t xml:space="preserve">  </w:t>
                  </w:r>
                  <w:r>
                    <w:rPr>
                      <w:rFonts w:hint="eastAsia"/>
                      <w:u w:val="dotted"/>
                    </w:rPr>
                    <w:t xml:space="preserve">                                     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       </w:t>
                  </w:r>
                </w:p>
                <w:p w:rsidR="00EF11B7" w:rsidP="000906AA">
                  <w:pPr>
                    <w:spacing w:line="460" w:lineRule="exact"/>
                    <w:rPr>
                      <w:rFonts w:hint="eastAsia"/>
                      <w:u w:val="dotted"/>
                    </w:rPr>
                  </w:pPr>
                  <w:r>
                    <w:rPr>
                      <w:rFonts w:hint="eastAsia"/>
                      <w:u w:val="dotted"/>
                    </w:rPr>
                    <w:t xml:space="preserve">        </w:t>
                  </w:r>
                  <w:r>
                    <w:rPr>
                      <w:u w:val="dotted"/>
                    </w:rPr>
                    <w:t xml:space="preserve">           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                         </w:t>
                  </w:r>
                  <w:r w:rsidR="000906AA">
                    <w:rPr>
                      <w:rFonts w:hint="eastAsia"/>
                      <w:u w:val="dotted"/>
                    </w:rPr>
                    <w:t xml:space="preserve"> </w:t>
                  </w:r>
                  <w:r>
                    <w:rPr>
                      <w:rFonts w:hint="eastAsia"/>
                      <w:u w:val="dotted"/>
                    </w:rPr>
                    <w:t xml:space="preserve"> </w:t>
                  </w:r>
                </w:p>
                <w:p w:rsidR="00EF11B7" w:rsidP="000906AA">
                  <w:pPr>
                    <w:spacing w:line="460" w:lineRule="exact"/>
                    <w:rPr>
                      <w:rFonts w:hint="eastAsia"/>
                      <w:u w:val="dotted"/>
                    </w:rPr>
                  </w:pPr>
                  <w:r w:rsidRPr="003373F6">
                    <w:rPr>
                      <w:rFonts w:hint="eastAsia"/>
                    </w:rPr>
                    <w:t>11.</w:t>
                  </w:r>
                  <w:r w:rsidRPr="003373F6">
                    <w:t xml:space="preserve"> </w:t>
                  </w:r>
                  <w:r>
                    <w:rPr>
                      <w:rFonts w:hint="eastAsia"/>
                    </w:rPr>
                    <w:t>（4分）</w:t>
                  </w:r>
                  <w:r>
                    <w:rPr>
                      <w:u w:val="dotted"/>
                    </w:rPr>
                    <w:t xml:space="preserve">  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</w:t>
                  </w:r>
                  <w:r>
                    <w:rPr>
                      <w:u w:val="dotted"/>
                    </w:rPr>
                    <w:t xml:space="preserve">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             </w:t>
                  </w:r>
                </w:p>
                <w:p w:rsidR="00EF11B7" w:rsidP="000906AA">
                  <w:pPr>
                    <w:spacing w:line="460" w:lineRule="exact"/>
                    <w:rPr>
                      <w:rFonts w:hint="eastAsia"/>
                      <w:u w:val="dotted"/>
                    </w:rPr>
                  </w:pPr>
                  <w:r>
                    <w:rPr>
                      <w:u w:val="dotted"/>
                    </w:rPr>
                    <w:t xml:space="preserve">                          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       </w:t>
                  </w:r>
                  <w:r>
                    <w:rPr>
                      <w:rFonts w:hint="eastAsia"/>
                      <w:u w:val="dotted"/>
                    </w:rPr>
                    <w:t xml:space="preserve">        </w:t>
                  </w:r>
                  <w:r w:rsidR="000906AA">
                    <w:rPr>
                      <w:rFonts w:hint="eastAsia"/>
                      <w:u w:val="dotted"/>
                    </w:rPr>
                    <w:t xml:space="preserve">    </w:t>
                  </w:r>
                  <w:r>
                    <w:rPr>
                      <w:rFonts w:hint="eastAsia"/>
                      <w:u w:val="dotted"/>
                    </w:rPr>
                    <w:t xml:space="preserve"> </w:t>
                  </w:r>
                </w:p>
                <w:p w:rsidR="00EF11B7" w:rsidP="00696C69">
                  <w:pPr>
                    <w:spacing w:line="540" w:lineRule="exact"/>
                    <w:rPr>
                      <w:rFonts w:hint="eastAsia"/>
                      <w:u w:val="dotted"/>
                    </w:rPr>
                  </w:pPr>
                  <w:r w:rsidRPr="003373F6">
                    <w:rPr>
                      <w:rFonts w:hint="eastAsia"/>
                    </w:rPr>
                    <w:t>12. （3分）</w:t>
                  </w:r>
                  <w:r>
                    <w:rPr>
                      <w:rFonts w:ascii="黑体" w:eastAsia="黑体" w:hint="eastAsia"/>
                      <w:sz w:val="20"/>
                    </w:rPr>
                    <w:t>[A][B][C][D]</w:t>
                  </w:r>
                </w:p>
                <w:p w:rsidR="00EF11B7" w:rsidP="00594F65">
                  <w:pPr>
                    <w:spacing w:line="520" w:lineRule="exact"/>
                    <w:rPr>
                      <w:rFonts w:hint="eastAsia"/>
                      <w:u w:val="dotted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</w:txbxContent>
            </v:textbox>
          </v:roundrect>
        </w:pict>
      </w:r>
    </w:p>
    <w:p w:rsidR="00EF11B7">
      <w:pPr>
        <w:rPr>
          <w:rFonts w:hint="eastAsia"/>
        </w:rPr>
      </w:pPr>
      <w:r>
        <w:rPr>
          <w:rFonts w:hint="eastAsia"/>
        </w:rPr>
        <w:pict>
          <v:roundrect id="自选图形 40" o:spid="_x0000_s1048" style="width:438.65pt;height:106.15pt;margin-top:8pt;margin-left:-20.45pt;position:absolute;z-index:251681792" arcsize="4715f" filled="f" stroked="t">
            <v:fill o:detectmouseclick="t"/>
            <o:lock v:ext="edit" aspectratio="f"/>
            <v:textbox>
              <w:txbxContent>
                <w:p w:rsidR="00EF11B7" w:rsidP="00426326">
                  <w:pPr>
                    <w:spacing w:line="480" w:lineRule="exact"/>
                    <w:rPr>
                      <w:rFonts w:hint="eastAsia"/>
                      <w:u w:val="dotted"/>
                    </w:rPr>
                  </w:pPr>
                  <w:r>
                    <w:rPr>
                      <w:rFonts w:hint="eastAsia"/>
                    </w:rPr>
                    <w:t>2.</w:t>
                  </w:r>
                  <w:r>
                    <w:rPr>
                      <w:rFonts w:hAnsi="宋体" w:hint="eastAsia"/>
                    </w:rPr>
                    <w:t>（</w:t>
                  </w:r>
                  <w:r>
                    <w:t>1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rFonts w:hAnsi="宋体" w:hint="eastAsia"/>
                    </w:rPr>
                    <w:t xml:space="preserve">（2分） </w:t>
                  </w:r>
                  <w:r>
                    <w:rPr>
                      <w:u w:val="dotted"/>
                    </w:rPr>
                    <w:t xml:space="preserve">              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              </w:t>
                  </w:r>
                  <w:r>
                    <w:rPr>
                      <w:u w:val="dotted"/>
                    </w:rPr>
                    <w:t xml:space="preserve"> </w:t>
                  </w:r>
                  <w:r>
                    <w:rPr>
                      <w:rFonts w:hint="eastAsia"/>
                      <w:u w:val="dotted"/>
                    </w:rPr>
                    <w:t xml:space="preserve"> </w:t>
                  </w:r>
                </w:p>
                <w:p w:rsidR="00EF11B7" w:rsidP="00426326">
                  <w:pPr>
                    <w:spacing w:line="480" w:lineRule="exact"/>
                    <w:rPr>
                      <w:rFonts w:hint="eastAsia"/>
                      <w:u w:val="dotted"/>
                    </w:rPr>
                  </w:pPr>
                  <w:r>
                    <w:rPr>
                      <w:rFonts w:hint="eastAsia"/>
                    </w:rPr>
                    <w:t>（2）</w:t>
                  </w:r>
                  <w:r>
                    <w:rPr>
                      <w:rFonts w:hAnsi="宋体" w:hint="eastAsia"/>
                    </w:rPr>
                    <w:t>（2分）</w:t>
                  </w:r>
                  <w:r>
                    <w:rPr>
                      <w:rFonts w:hint="eastAsia"/>
                      <w:u w:val="dotted"/>
                    </w:rPr>
                    <w:t xml:space="preserve"> </w:t>
                  </w:r>
                  <w:r>
                    <w:rPr>
                      <w:u w:val="dotted"/>
                    </w:rPr>
                    <w:t xml:space="preserve">            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                   </w:t>
                  </w:r>
                </w:p>
                <w:p w:rsidR="00EF11B7" w:rsidP="00426326">
                  <w:pPr>
                    <w:spacing w:line="480" w:lineRule="exact"/>
                    <w:rPr>
                      <w:rFonts w:hint="eastAsia"/>
                      <w:u w:val="dotted"/>
                    </w:rPr>
                  </w:pPr>
                  <w:r>
                    <w:rPr>
                      <w:rFonts w:hint="eastAsia"/>
                    </w:rPr>
                    <w:t>（3）</w:t>
                  </w:r>
                  <w:r>
                    <w:rPr>
                      <w:rFonts w:hAnsi="宋体" w:hint="eastAsia"/>
                    </w:rPr>
                    <w:t>（2分）</w:t>
                  </w:r>
                  <w:r>
                    <w:rPr>
                      <w:u w:val="dotted"/>
                    </w:rPr>
                    <w:t xml:space="preserve">            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                    </w:t>
                  </w:r>
                </w:p>
                <w:p w:rsidR="00EF11B7" w:rsidP="00426326">
                  <w:pPr>
                    <w:spacing w:line="48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hint="eastAsia"/>
                    </w:rPr>
                    <w:t>（4）</w:t>
                  </w:r>
                  <w:r>
                    <w:rPr>
                      <w:rFonts w:hAnsi="宋体" w:hint="eastAsia"/>
                    </w:rPr>
                    <w:t>（2分）</w:t>
                  </w:r>
                  <w:r>
                    <w:rPr>
                      <w:u w:val="dotted"/>
                    </w:rPr>
                    <w:t xml:space="preserve">            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                                                                                        </w:t>
                  </w: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</w:txbxContent>
            </v:textbox>
          </v:roundrect>
        </w:pict>
      </w: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  <w:r>
        <w:rPr>
          <w:rFonts w:hint="eastAsia"/>
        </w:rPr>
        <w:pict>
          <v:roundrect id="自选图形 40" o:spid="_x0000_s1049" style="width:434.25pt;height:135.5pt;margin-top:13.95pt;margin-left:-17.35pt;position:absolute;z-index:251674624" arcsize="4715f" filled="f" stroked="t">
            <v:fill o:detectmouseclick="t"/>
            <o:lock v:ext="edit" aspectratio="f"/>
            <v:textbox>
              <w:txbxContent>
                <w:p w:rsidR="00EF11B7" w:rsidP="00426326">
                  <w:pPr>
                    <w:spacing w:line="480" w:lineRule="exact"/>
                    <w:rPr>
                      <w:rFonts w:hint="eastAsia"/>
                      <w:u w:val="dotted"/>
                    </w:rPr>
                  </w:pPr>
                  <w:r>
                    <w:rPr>
                      <w:rFonts w:hint="eastAsia"/>
                    </w:rPr>
                    <w:t>3.</w:t>
                  </w:r>
                  <w:r>
                    <w:rPr>
                      <w:rFonts w:hAnsi="宋体" w:hint="eastAsia"/>
                    </w:rPr>
                    <w:t>（4分）</w:t>
                  </w:r>
                  <w:r>
                    <w:rPr>
                      <w:u w:val="dotted"/>
                    </w:rPr>
                    <w:t xml:space="preserve">        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  </w:t>
                  </w:r>
                  <w:r>
                    <w:rPr>
                      <w:u w:val="dotted"/>
                    </w:rPr>
                    <w:t xml:space="preserve">      </w:t>
                  </w:r>
                  <w:r>
                    <w:rPr>
                      <w:rFonts w:hint="eastAsia"/>
                      <w:u w:val="dotted"/>
                    </w:rPr>
                    <w:t xml:space="preserve">               </w:t>
                  </w:r>
                </w:p>
                <w:p w:rsidR="00EF11B7" w:rsidP="00426326">
                  <w:pPr>
                    <w:spacing w:line="480" w:lineRule="exact"/>
                    <w:rPr>
                      <w:rFonts w:hint="eastAsia"/>
                      <w:u w:val="dotted"/>
                    </w:rPr>
                  </w:pPr>
                  <w:r>
                    <w:rPr>
                      <w:rFonts w:hint="eastAsia"/>
                      <w:u w:val="dotted"/>
                    </w:rPr>
                    <w:t xml:space="preserve"> </w:t>
                  </w:r>
                  <w:r>
                    <w:rPr>
                      <w:rFonts w:hint="eastAsia"/>
                      <w:u w:val="dotted"/>
                    </w:rPr>
                    <w:t xml:space="preserve">        </w:t>
                  </w:r>
                  <w:r>
                    <w:rPr>
                      <w:u w:val="dotted"/>
                    </w:rPr>
                    <w:t xml:space="preserve">        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  </w:t>
                  </w:r>
                  <w:r>
                    <w:rPr>
                      <w:u w:val="dotted"/>
                    </w:rPr>
                    <w:t xml:space="preserve">      </w:t>
                  </w:r>
                  <w:r>
                    <w:rPr>
                      <w:rFonts w:hint="eastAsia"/>
                      <w:u w:val="dotted"/>
                    </w:rPr>
                    <w:t xml:space="preserve">               </w:t>
                  </w:r>
                </w:p>
                <w:p w:rsidR="00426326" w:rsidP="00426326">
                  <w:pPr>
                    <w:spacing w:line="480" w:lineRule="exact"/>
                    <w:rPr>
                      <w:rFonts w:hint="eastAsia"/>
                      <w:u w:val="dotted"/>
                    </w:rPr>
                  </w:pPr>
                  <w:r>
                    <w:rPr>
                      <w:rFonts w:hint="eastAsia"/>
                      <w:u w:val="dotted"/>
                    </w:rPr>
                    <w:t xml:space="preserve">                                                                              </w:t>
                  </w:r>
                </w:p>
                <w:p w:rsidR="00696C69" w:rsidP="00426326">
                  <w:pPr>
                    <w:spacing w:line="480" w:lineRule="exact"/>
                    <w:rPr>
                      <w:rFonts w:hint="eastAsia"/>
                      <w:u w:val="dotted"/>
                    </w:rPr>
                  </w:pPr>
                  <w:r w:rsidR="00EF11B7">
                    <w:rPr>
                      <w:rFonts w:hint="eastAsia"/>
                      <w:u w:val="dotted"/>
                    </w:rPr>
                    <w:t xml:space="preserve"> </w:t>
                  </w:r>
                  <w:r>
                    <w:rPr>
                      <w:rFonts w:hint="eastAsia"/>
                    </w:rPr>
                    <w:t>4.</w:t>
                  </w:r>
                  <w:r>
                    <w:rPr>
                      <w:rFonts w:hAnsi="宋体" w:hint="eastAsia"/>
                    </w:rPr>
                    <w:t>（4分）</w:t>
                  </w:r>
                  <w:r>
                    <w:rPr>
                      <w:u w:val="dotted"/>
                    </w:rPr>
                    <w:t xml:space="preserve">        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  </w:t>
                  </w:r>
                  <w:r>
                    <w:rPr>
                      <w:u w:val="dotted"/>
                    </w:rPr>
                    <w:t xml:space="preserve">      </w:t>
                  </w:r>
                  <w:r>
                    <w:rPr>
                      <w:rFonts w:hint="eastAsia"/>
                      <w:u w:val="dotted"/>
                    </w:rPr>
                    <w:t xml:space="preserve">               </w:t>
                  </w:r>
                </w:p>
                <w:p w:rsidR="00696C69" w:rsidP="00426326">
                  <w:pPr>
                    <w:spacing w:line="480" w:lineRule="exact"/>
                    <w:rPr>
                      <w:rFonts w:hint="eastAsia"/>
                      <w:u w:val="dotted"/>
                    </w:rPr>
                  </w:pPr>
                  <w:r>
                    <w:rPr>
                      <w:rFonts w:hint="eastAsia"/>
                      <w:u w:val="dotted"/>
                    </w:rPr>
                    <w:t xml:space="preserve">         </w:t>
                  </w:r>
                  <w:r>
                    <w:rPr>
                      <w:u w:val="dotted"/>
                    </w:rPr>
                    <w:t xml:space="preserve">           </w:t>
                  </w:r>
                  <w:r>
                    <w:rPr>
                      <w:u w:val="dotted"/>
                    </w:rPr>
                    <w:t xml:space="preserve">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  </w:t>
                  </w:r>
                  <w:r>
                    <w:rPr>
                      <w:u w:val="dotted"/>
                    </w:rPr>
                    <w:t xml:space="preserve">      </w:t>
                  </w:r>
                  <w:r>
                    <w:rPr>
                      <w:rFonts w:hint="eastAsia"/>
                      <w:u w:val="dotted"/>
                    </w:rPr>
                    <w:t xml:space="preserve">               </w:t>
                  </w:r>
                </w:p>
                <w:p w:rsidR="00EF11B7" w:rsidP="00696C69">
                  <w:pPr>
                    <w:spacing w:line="500" w:lineRule="exact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</w:txbxContent>
            </v:textbox>
          </v:roundrect>
        </w:pict>
      </w: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  <w:r>
        <w:rPr>
          <w:rFonts w:hint="eastAsia"/>
        </w:rPr>
        <w:pict>
          <v:shape id="文本框 39" o:spid="_x0000_s1050" type="#_x0000_t202" style="width:162pt;height:22.4pt;margin-top:12.25pt;margin-left:429.95pt;position:absolute;z-index:251679744" filled="f" stroked="f">
            <v:fill o:detectmouseclick="t"/>
            <o:lock v:ext="edit" aspectratio="f"/>
            <v:textbox>
              <w:txbxContent>
                <w:p w:rsidR="00EF11B7">
                  <w:pPr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三、古诗文阅读 （共16分）</w:t>
                  </w:r>
                </w:p>
              </w:txbxContent>
            </v:textbox>
          </v:shape>
        </w:pict>
      </w: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  <w:r>
        <w:rPr>
          <w:rFonts w:hint="eastAsia"/>
        </w:rPr>
        <w:pict>
          <v:roundrect id="自选图形 40" o:spid="_x0000_s1051" style="width:475.6pt;height:147.15pt;margin-top:4.8pt;margin-left:434.45pt;position:absolute;z-index:251678720" arcsize="4715f" filled="f" stroked="t">
            <v:fill o:detectmouseclick="t"/>
            <o:lock v:ext="edit" aspectratio="f"/>
            <v:textbox>
              <w:txbxContent>
                <w:p w:rsidR="00EF11B7" w:rsidP="00696C69">
                  <w:pPr>
                    <w:spacing w:line="540" w:lineRule="exact"/>
                    <w:rPr>
                      <w:rFonts w:hint="eastAsia"/>
                      <w:u w:val="dotted"/>
                    </w:rPr>
                  </w:pPr>
                  <w:r>
                    <w:rPr>
                      <w:rFonts w:hint="eastAsia"/>
                    </w:rPr>
                    <w:t>13</w:t>
                  </w:r>
                  <w:r>
                    <w:t>.</w:t>
                  </w:r>
                  <w:r>
                    <w:rPr>
                      <w:rFonts w:hint="eastAsia"/>
                    </w:rPr>
                    <w:t>（4分）</w:t>
                  </w:r>
                  <w:r>
                    <w:rPr>
                      <w:u w:val="dotted"/>
                    </w:rPr>
                    <w:t>（</w:t>
                  </w:r>
                  <w:r>
                    <w:rPr>
                      <w:rFonts w:hint="eastAsia"/>
                      <w:u w:val="dotted"/>
                    </w:rPr>
                    <w:t>1</w:t>
                  </w:r>
                  <w:r>
                    <w:rPr>
                      <w:u w:val="dotted"/>
                    </w:rPr>
                    <w:t xml:space="preserve">）          </w:t>
                  </w:r>
                  <w:r>
                    <w:rPr>
                      <w:rFonts w:hint="eastAsia"/>
                      <w:u w:val="dotted"/>
                    </w:rPr>
                    <w:t xml:space="preserve"> </w:t>
                  </w:r>
                  <w:r>
                    <w:rPr>
                      <w:u w:val="dotted"/>
                    </w:rPr>
                    <w:t xml:space="preserve"> （</w:t>
                  </w:r>
                  <w:r>
                    <w:rPr>
                      <w:rFonts w:hint="eastAsia"/>
                      <w:u w:val="dotted"/>
                    </w:rPr>
                    <w:t>2</w:t>
                  </w:r>
                  <w:r>
                    <w:rPr>
                      <w:u w:val="dotted"/>
                    </w:rPr>
                    <w:t xml:space="preserve"> </w:t>
                  </w:r>
                  <w:r>
                    <w:rPr>
                      <w:rFonts w:hint="eastAsia"/>
                      <w:u w:val="dotted"/>
                    </w:rPr>
                    <w:t>）</w:t>
                  </w:r>
                  <w:r>
                    <w:rPr>
                      <w:u w:val="dotted"/>
                    </w:rPr>
                    <w:t xml:space="preserve">     </w:t>
                  </w:r>
                  <w:r>
                    <w:rPr>
                      <w:rFonts w:hint="eastAsia"/>
                      <w:u w:val="dotted"/>
                    </w:rPr>
                    <w:t xml:space="preserve"> </w:t>
                  </w:r>
                  <w:r>
                    <w:rPr>
                      <w:u w:val="dotted"/>
                    </w:rPr>
                    <w:t xml:space="preserve">      （</w:t>
                  </w:r>
                  <w:r>
                    <w:rPr>
                      <w:rFonts w:hint="eastAsia"/>
                      <w:u w:val="dotted"/>
                    </w:rPr>
                    <w:t>3</w:t>
                  </w:r>
                  <w:r>
                    <w:rPr>
                      <w:u w:val="dotted"/>
                    </w:rPr>
                    <w:t xml:space="preserve">）          </w:t>
                  </w:r>
                  <w:r>
                    <w:rPr>
                      <w:rFonts w:hint="eastAsia"/>
                      <w:u w:val="dotted"/>
                    </w:rPr>
                    <w:t xml:space="preserve"> </w:t>
                  </w:r>
                  <w:r>
                    <w:rPr>
                      <w:u w:val="dotted"/>
                    </w:rPr>
                    <w:t xml:space="preserve">  （</w:t>
                  </w:r>
                  <w:r>
                    <w:rPr>
                      <w:rFonts w:hint="eastAsia"/>
                      <w:u w:val="dotted"/>
                    </w:rPr>
                    <w:t>4</w:t>
                  </w:r>
                  <w:r>
                    <w:rPr>
                      <w:u w:val="dotted"/>
                    </w:rPr>
                    <w:t xml:space="preserve">）                </w:t>
                  </w:r>
                  <w:r>
                    <w:rPr>
                      <w:rFonts w:hint="eastAsia"/>
                      <w:u w:val="dotted"/>
                    </w:rPr>
                    <w:t xml:space="preserve">       </w:t>
                  </w:r>
                </w:p>
                <w:p w:rsidR="00EF11B7" w:rsidP="00696C69">
                  <w:pPr>
                    <w:spacing w:line="540" w:lineRule="exact"/>
                    <w:rPr>
                      <w:u w:val="dotted"/>
                    </w:rPr>
                  </w:pPr>
                  <w:r>
                    <w:rPr>
                      <w:rFonts w:hint="eastAsia"/>
                    </w:rPr>
                    <w:t>14</w:t>
                  </w:r>
                  <w:r>
                    <w:t>.</w:t>
                  </w:r>
                  <w:r>
                    <w:rPr>
                      <w:rFonts w:hint="eastAsia"/>
                      <w:u w:val="dotted"/>
                    </w:rPr>
                    <w:t xml:space="preserve">（2分）                                                                           </w:t>
                  </w:r>
                </w:p>
                <w:p w:rsidR="00EF11B7" w:rsidP="00696C69">
                  <w:pPr>
                    <w:spacing w:line="540" w:lineRule="exact"/>
                    <w:rPr>
                      <w:u w:val="dotted"/>
                    </w:rPr>
                  </w:pPr>
                  <w:r>
                    <w:rPr>
                      <w:rFonts w:hint="eastAsia"/>
                      <w:u w:val="dotted"/>
                    </w:rPr>
                    <w:t xml:space="preserve">15.（2分）                                                                              </w:t>
                  </w:r>
                </w:p>
                <w:p w:rsidR="00EF11B7" w:rsidP="00696C69">
                  <w:pPr>
                    <w:spacing w:line="540" w:lineRule="exact"/>
                    <w:rPr>
                      <w:rFonts w:ascii="黑体"/>
                      <w:sz w:val="20"/>
                    </w:rPr>
                  </w:pPr>
                  <w:r>
                    <w:rPr>
                      <w:rFonts w:hint="eastAsia"/>
                    </w:rPr>
                    <w:t>16.（4分）</w:t>
                  </w:r>
                  <w:r>
                    <w:rPr>
                      <w:rFonts w:hint="eastAsia"/>
                      <w:u w:val="dotted"/>
                    </w:rPr>
                    <w:t xml:space="preserve">                                                                         </w:t>
                  </w:r>
                </w:p>
                <w:p w:rsidR="00EF11B7" w:rsidP="00696C69">
                  <w:pPr>
                    <w:spacing w:line="540" w:lineRule="exact"/>
                    <w:rPr>
                      <w:u w:val="dotted"/>
                    </w:rPr>
                  </w:pPr>
                  <w:r>
                    <w:rPr>
                      <w:u w:val="dotted"/>
                    </w:rPr>
                    <w:t xml:space="preserve">               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                            </w:t>
                  </w:r>
                </w:p>
                <w:p w:rsidR="00EF11B7" w:rsidP="00696C69">
                  <w:pPr>
                    <w:spacing w:line="540" w:lineRule="exact"/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</w:txbxContent>
            </v:textbox>
          </v:roundrect>
        </w:pict>
      </w: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  <w:r>
        <w:rPr>
          <w:rFonts w:hint="eastAsia"/>
          <w:noProof/>
        </w:rPr>
        <w:pict>
          <v:shape id="文本框 39" o:spid="_x0000_s1052" type="#_x0000_t202" style="width:162pt;height:22.4pt;margin-top:10.15pt;margin-left:-15.35pt;position:absolute;z-index:251684864" filled="f" stroked="f">
            <v:fill o:detectmouseclick="t"/>
            <o:lock v:ext="edit" aspectratio="f"/>
            <v:textbox>
              <w:txbxContent>
                <w:p w:rsidR="00594F65" w:rsidP="00594F65">
                  <w:pPr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二、现代文阅读（共27分）</w:t>
                  </w:r>
                </w:p>
              </w:txbxContent>
            </v:textbox>
          </v:shape>
        </w:pict>
      </w: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  <w:r>
        <w:rPr>
          <w:rFonts w:hint="eastAsia"/>
        </w:rPr>
        <w:pict>
          <v:roundrect id="自选图形 40" o:spid="_x0000_s1053" style="width:434.25pt;height:61.5pt;margin-top:1.35pt;margin-left:-20.45pt;position:absolute;z-index:251682816" arcsize="4715f" filled="f" stroked="t">
            <o:lock v:ext="edit" aspectratio="f"/>
            <v:textbox>
              <w:txbxContent>
                <w:p w:rsidR="00426326" w:rsidP="00426326">
                  <w:pPr>
                    <w:spacing w:line="480" w:lineRule="exact"/>
                    <w:rPr>
                      <w:rFonts w:hint="eastAsia"/>
                    </w:rPr>
                  </w:pPr>
                  <w:r w:rsidR="00696C69">
                    <w:rPr>
                      <w:rFonts w:hint="eastAsia"/>
                    </w:rPr>
                    <w:t>5.（2分）</w:t>
                  </w:r>
                  <w:r w:rsidR="00696C69">
                    <w:rPr>
                      <w:rFonts w:hint="eastAsia"/>
                    </w:rPr>
                    <w:t>②</w:t>
                  </w:r>
                  <w:r w:rsidR="00696C69">
                    <w:rPr>
                      <w:rFonts w:hint="eastAsia"/>
                      <w:u w:val="dotted"/>
                    </w:rPr>
                    <w:t xml:space="preserve">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                            </w:t>
                  </w:r>
                  <w:r w:rsidR="00696C69">
                    <w:rPr>
                      <w:rFonts w:hint="eastAsia"/>
                      <w:u w:val="dotted"/>
                    </w:rPr>
                    <w:t xml:space="preserve"> </w:t>
                  </w:r>
                  <w:r w:rsidR="00696C69">
                    <w:rPr>
                      <w:rFonts w:hint="eastAsia"/>
                    </w:rPr>
                    <w:t xml:space="preserve"> </w:t>
                  </w:r>
                </w:p>
                <w:p w:rsidR="00EF11B7" w:rsidP="00696C69">
                  <w:pPr>
                    <w:spacing w:line="600" w:lineRule="exact"/>
                    <w:rPr>
                      <w:rFonts w:hint="eastAsia"/>
                      <w:u w:val="dotted"/>
                    </w:rPr>
                  </w:pPr>
                  <w:r w:rsidR="00696C69">
                    <w:rPr>
                      <w:rFonts w:hint="eastAsia"/>
                    </w:rPr>
                    <w:t>③</w:t>
                  </w:r>
                  <w:r w:rsidR="00696C69">
                    <w:rPr>
                      <w:rFonts w:hint="eastAsia"/>
                      <w:u w:val="dotted"/>
                    </w:rPr>
                    <w:t xml:space="preserve">                                   </w:t>
                  </w:r>
                  <w:r>
                    <w:rPr>
                      <w:rFonts w:hint="eastAsia"/>
                      <w:u w:val="dotted"/>
                    </w:rPr>
                    <w:t xml:space="preserve">                                                                    </w:t>
                  </w:r>
                  <w:r>
                    <w:rPr>
                      <w:rFonts w:hint="eastAsia"/>
                    </w:rPr>
                    <w:t xml:space="preserve">                                                    </w:t>
                  </w: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  <w:p w:rsidR="00EF11B7">
                  <w:pPr>
                    <w:textAlignment w:val="baseline"/>
                    <w:rPr>
                      <w:rFonts w:ascii="宋体" w:hAnsi="宋体" w:hint="eastAsia"/>
                    </w:rPr>
                  </w:pPr>
                </w:p>
              </w:txbxContent>
            </v:textbox>
          </v:roundrect>
        </w:pict>
      </w:r>
    </w:p>
    <w:p w:rsidR="00EF11B7">
      <w:pPr>
        <w:rPr>
          <w:rFonts w:hint="eastAsia"/>
        </w:rPr>
      </w:pPr>
      <w:r>
        <w:rPr>
          <w:rFonts w:hint="eastAsia"/>
        </w:rPr>
        <w:pict>
          <v:shape id="文本框 41" o:spid="_x0000_s1054" type="#_x0000_t202" style="width:242.6pt;height:31.25pt;margin-top:44.5pt;margin-left:53.5pt;position:absolute;z-index:251670528" filled="f" stroked="f">
            <o:lock v:ext="edit" aspectratio="f"/>
            <v:textbox inset=",,0">
              <w:txbxContent>
                <w:p w:rsidR="00EF11B7">
                  <w:pPr>
                    <w:pStyle w:val="Footer"/>
                    <w:jc w:val="center"/>
                    <w:textAlignment w:val="baseline"/>
                    <w:rPr>
                      <w:rFonts w:ascii="黑体" w:eastAsia="黑体" w:hAnsi="黑体" w:hint="eastAsia"/>
                    </w:rPr>
                  </w:pPr>
                  <w:r>
                    <w:rPr>
                      <w:rFonts w:ascii="黑体" w:eastAsia="黑体" w:hAnsi="黑体" w:hint="eastAsia"/>
                    </w:rPr>
                    <w:t>请在各题目的答题区域内作答，超出黑色边框的答案无效</w:t>
                  </w:r>
                </w:p>
                <w:p w:rsidR="00EF11B7">
                  <w:pPr>
                    <w:pStyle w:val="Footer"/>
                    <w:jc w:val="center"/>
                    <w:textAlignment w:val="baseline"/>
                    <w:rPr>
                      <w:rFonts w:hint="eastAsia"/>
                      <w:b/>
                    </w:rPr>
                  </w:pPr>
                  <w:r w:rsidR="00696C69">
                    <w:rPr>
                      <w:rFonts w:ascii="黑体" w:eastAsia="黑体" w:hAnsi="黑体" w:hint="eastAsia"/>
                    </w:rPr>
                    <w:t>七年级</w:t>
                  </w:r>
                  <w:r>
                    <w:rPr>
                      <w:rFonts w:ascii="黑体" w:eastAsia="黑体" w:hAnsi="黑体" w:hint="eastAsia"/>
                    </w:rPr>
                    <w:t>语文试题答题卷 第1页 （共4页）</w:t>
                  </w:r>
                </w:p>
                <w:p w:rsidR="00EF11B7">
                  <w:pPr>
                    <w:pStyle w:val="Footer"/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44" o:spid="_x0000_s1055" type="#_x0000_t202" style="width:242.6pt;height:32pt;margin-top:47.25pt;margin-left:518.75pt;position:absolute;z-index:251671552" filled="f" stroked="f">
            <o:lock v:ext="edit" aspectratio="f"/>
            <v:textbox inset=",,0">
              <w:txbxContent>
                <w:p w:rsidR="00EF11B7">
                  <w:pPr>
                    <w:pStyle w:val="Footer"/>
                    <w:jc w:val="center"/>
                    <w:textAlignment w:val="baseline"/>
                    <w:rPr>
                      <w:rFonts w:ascii="黑体" w:eastAsia="黑体" w:hAnsi="黑体" w:hint="eastAsia"/>
                    </w:rPr>
                  </w:pPr>
                  <w:r>
                    <w:rPr>
                      <w:rFonts w:ascii="黑体" w:eastAsia="黑体" w:hAnsi="黑体" w:hint="eastAsia"/>
                    </w:rPr>
                    <w:t>请在各题目的答题区域内作答，超出黑色边框的答案无效</w:t>
                  </w:r>
                </w:p>
                <w:p w:rsidR="00EF11B7">
                  <w:pPr>
                    <w:pStyle w:val="Footer"/>
                    <w:jc w:val="center"/>
                    <w:textAlignment w:val="baseline"/>
                    <w:rPr>
                      <w:rFonts w:hint="eastAsia"/>
                      <w:b/>
                    </w:rPr>
                  </w:pPr>
                  <w:r w:rsidR="00696C69">
                    <w:rPr>
                      <w:rFonts w:ascii="黑体" w:eastAsia="黑体" w:hAnsi="黑体" w:hint="eastAsia"/>
                    </w:rPr>
                    <w:t>七年级</w:t>
                  </w:r>
                  <w:r>
                    <w:rPr>
                      <w:rFonts w:ascii="黑体" w:eastAsia="黑体" w:hAnsi="黑体" w:hint="eastAsia"/>
                    </w:rPr>
                    <w:t>语文试题答题卷 第2页 （共4页）</w:t>
                  </w:r>
                </w:p>
                <w:p w:rsidR="00EF11B7">
                  <w:pPr>
                    <w:pStyle w:val="Footer"/>
                  </w:pPr>
                </w:p>
              </w:txbxContent>
            </v:textbox>
          </v:shape>
        </w:pict>
      </w:r>
    </w:p>
    <w:p w:rsidR="00EF11B7">
      <w:pPr>
        <w:rPr>
          <w:rFonts w:hint="eastAsia"/>
        </w:rPr>
      </w:pPr>
      <w:r>
        <w:rPr>
          <w:rFonts w:hint="eastAsia"/>
        </w:rPr>
        <w:pict>
          <v:rect id="矩形 46" o:spid="_x0000_s1056" style="width:468pt;height:615.4pt;margin-top:-46.15pt;margin-left:450pt;position:absolute;z-index:251669504">
            <o:lock v:ext="edit" aspectratio="f"/>
            <v:textbox inset=",6.52pt">
              <w:txbxContent>
                <w:tbl>
                  <w:tblPr>
                    <w:tblStyle w:val="TableNormal"/>
                    <w:tblW w:w="0" w:type="auto"/>
                    <w:tblInd w:w="108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000"/>
                  </w:tblPr>
                  <w:tblGrid>
                    <w:gridCol w:w="378"/>
                    <w:gridCol w:w="378"/>
                    <w:gridCol w:w="378"/>
                    <w:gridCol w:w="378"/>
                    <w:gridCol w:w="378"/>
                    <w:gridCol w:w="380"/>
                    <w:gridCol w:w="380"/>
                    <w:gridCol w:w="380"/>
                    <w:gridCol w:w="380"/>
                    <w:gridCol w:w="380"/>
                    <w:gridCol w:w="381"/>
                    <w:gridCol w:w="381"/>
                    <w:gridCol w:w="381"/>
                    <w:gridCol w:w="381"/>
                    <w:gridCol w:w="381"/>
                    <w:gridCol w:w="381"/>
                    <w:gridCol w:w="381"/>
                    <w:gridCol w:w="381"/>
                    <w:gridCol w:w="381"/>
                    <w:gridCol w:w="381"/>
                    <w:gridCol w:w="381"/>
                    <w:gridCol w:w="381"/>
                    <w:gridCol w:w="381"/>
                    <w:gridCol w:w="377"/>
                    <w:gridCol w:w="10"/>
                  </w:tblGrid>
                  <w:tr>
                    <w:tblPrEx>
                      <w:tblW w:w="0" w:type="auto"/>
                      <w:tblInd w:w="108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>
                        <w:pPr>
                          <w:rPr>
                            <w:rFonts w:hint="eastAsia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>
                        <w:pPr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 w:rsidR="00EF11B7">
                        <w:pPr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 w:rsidR="00EF11B7">
                        <w:pPr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>
                        <w:pPr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hRule="exact" w:val="453"/>
                    </w:trPr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78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0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1" w:type="dxa"/>
                      </w:tcPr>
                      <w:p w:rsidR="00EF11B7"/>
                    </w:tc>
                    <w:tc>
                      <w:tcPr>
                        <w:tcW w:w="387" w:type="dxa"/>
                        <w:gridSpan w:val="2"/>
                      </w:tcPr>
                      <w:p w:rsidR="00EF11B7"/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gridAfter w:val="1"/>
                      <w:wAfter w:w="10" w:type="dxa"/>
                      <w:trHeight w:hRule="exact" w:val="85"/>
                    </w:trPr>
                    <w:tc>
                      <w:tcPr>
                        <w:tcW w:w="9120" w:type="dxa"/>
                        <w:gridSpan w:val="24"/>
                      </w:tcPr>
                      <w:p w:rsidR="00EF11B7"/>
                    </w:tc>
                  </w:tr>
                </w:tbl>
                <w:p w:rsidR="00EF11B7"/>
              </w:txbxContent>
            </v:textbox>
          </v:rect>
        </w:pict>
      </w:r>
      <w:r>
        <w:rPr>
          <w:rFonts w:hint="eastAsia"/>
        </w:rPr>
        <w:pict>
          <v:roundrect id="自选图形 45" o:spid="_x0000_s1057" style="width:468pt;height:121.05pt;margin-top:-39.6pt;margin-left:-24.25pt;position:absolute;z-index:251666432" arcsize="1696f" filled="f" stroked="t">
            <v:fill o:detectmouseclick="t"/>
            <o:lock v:ext="edit" aspectratio="f"/>
            <v:textbox>
              <w:txbxContent>
                <w:p w:rsidR="00EF11B7" w:rsidP="00696C69">
                  <w:pPr>
                    <w:spacing w:line="540" w:lineRule="exact"/>
                    <w:rPr>
                      <w:rFonts w:hint="eastAsia"/>
                      <w:u w:val="dotted"/>
                    </w:rPr>
                  </w:pPr>
                  <w:r>
                    <w:rPr>
                      <w:rFonts w:hint="eastAsia"/>
                      <w:u w:val="dotted"/>
                    </w:rPr>
                    <w:t xml:space="preserve">17.（2分）                                                                          </w:t>
                  </w:r>
                </w:p>
                <w:p w:rsidR="00EF11B7" w:rsidP="00696C69">
                  <w:pPr>
                    <w:spacing w:line="540" w:lineRule="exact"/>
                    <w:rPr>
                      <w:rFonts w:hint="eastAsia"/>
                      <w:u w:val="dotted"/>
                    </w:rPr>
                  </w:pPr>
                  <w:r>
                    <w:rPr>
                      <w:rFonts w:hint="eastAsia"/>
                      <w:u w:val="dotted"/>
                    </w:rPr>
                    <w:t xml:space="preserve">                                                                                     </w:t>
                  </w:r>
                </w:p>
                <w:p w:rsidR="00EF11B7" w:rsidP="00696C69">
                  <w:pPr>
                    <w:spacing w:line="540" w:lineRule="exact"/>
                    <w:rPr>
                      <w:rFonts w:hint="eastAsia"/>
                      <w:u w:val="dotted"/>
                    </w:rPr>
                  </w:pPr>
                  <w:r>
                    <w:rPr>
                      <w:rFonts w:hint="eastAsia"/>
                      <w:u w:val="dotted"/>
                    </w:rPr>
                    <w:t xml:space="preserve">18.（2分）                                                                           </w:t>
                  </w:r>
                </w:p>
                <w:p w:rsidR="00EF11B7" w:rsidP="00696C69">
                  <w:pPr>
                    <w:spacing w:line="540" w:lineRule="exact"/>
                    <w:rPr>
                      <w:u w:val="dotted"/>
                    </w:rPr>
                  </w:pPr>
                  <w:r>
                    <w:rPr>
                      <w:rFonts w:hint="eastAsia"/>
                      <w:u w:val="dotted"/>
                    </w:rPr>
                    <w:t xml:space="preserve">                                                                                     </w:t>
                  </w:r>
                </w:p>
                <w:p w:rsidR="00EF11B7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    </w:t>
                  </w:r>
                </w:p>
              </w:txbxContent>
            </v:textbox>
          </v:roundrect>
        </w:pict>
      </w:r>
      <w:r>
        <w:rPr>
          <w:rFonts w:hint="eastAsia"/>
        </w:rPr>
        <w:pict>
          <v:shape id="文本框 65" o:spid="_x0000_s1058" type="#_x0000_t202" style="width:162pt;height:23.4pt;margin-top:-572.85pt;margin-left:456.75pt;position:absolute;z-index:251683840" filled="f" stroked="f">
            <o:lock v:ext="edit" aspectratio="f"/>
            <v:textbox>
              <w:txbxContent>
                <w:p w:rsidR="00EF11B7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  <w:r>
        <w:rPr>
          <w:rFonts w:hint="eastAsia"/>
        </w:rPr>
        <w:pict>
          <v:shape id="文本框 47" o:spid="_x0000_s1059" type="#_x0000_t202" style="width:162pt;height:19.65pt;margin-top:7.3pt;margin-left:-19pt;position:absolute;z-index:251667456" filled="f" stroked="f">
            <o:lock v:ext="edit" aspectratio="f"/>
            <v:textbox>
              <w:txbxContent>
                <w:p w:rsidR="00EF11B7">
                  <w:pPr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四、作文（50分）</w:t>
                  </w:r>
                </w:p>
              </w:txbxContent>
            </v:textbox>
          </v:shape>
        </w:pict>
      </w: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  <w:r>
        <w:rPr>
          <w:rFonts w:hint="eastAsia"/>
        </w:rPr>
        <w:pict>
          <v:rect id="矩形 48" o:spid="_x0000_s1060" style="width:468pt;height:456.75pt;margin-top:0.45pt;margin-left:-24.25pt;position:absolute;z-index:251668480">
            <o:lock v:ext="edit" aspectratio="f"/>
            <v:textbox inset=",6.52pt">
              <w:txbxContent>
                <w:tbl>
                  <w:tblPr>
                    <w:tblStyle w:val="TableNormal"/>
                    <w:tblW w:w="0" w:type="auto"/>
                    <w:jc w:val="center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000"/>
                  </w:tblPr>
                  <w:tblGrid>
                    <w:gridCol w:w="375"/>
                    <w:gridCol w:w="375"/>
                    <w:gridCol w:w="375"/>
                    <w:gridCol w:w="375"/>
                    <w:gridCol w:w="375"/>
                    <w:gridCol w:w="376"/>
                    <w:gridCol w:w="376"/>
                    <w:gridCol w:w="376"/>
                    <w:gridCol w:w="376"/>
                    <w:gridCol w:w="376"/>
                    <w:gridCol w:w="377"/>
                    <w:gridCol w:w="377"/>
                    <w:gridCol w:w="377"/>
                    <w:gridCol w:w="377"/>
                    <w:gridCol w:w="377"/>
                    <w:gridCol w:w="377"/>
                    <w:gridCol w:w="377"/>
                    <w:gridCol w:w="377"/>
                    <w:gridCol w:w="377"/>
                    <w:gridCol w:w="377"/>
                    <w:gridCol w:w="377"/>
                    <w:gridCol w:w="377"/>
                    <w:gridCol w:w="377"/>
                    <w:gridCol w:w="377"/>
                    <w:gridCol w:w="6"/>
                  </w:tblGrid>
                  <w:tr>
                    <w:tblPrEx>
                      <w:tblW w:w="0" w:type="auto"/>
                      <w:jc w:val="center"/>
                      <w:tblInd w:w="0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9039" w:type="dxa"/>
                        <w:gridSpan w:val="25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53"/>
                      <w:jc w:val="center"/>
                    </w:trPr>
                    <w:tc>
                      <w:tcPr>
                        <w:tcW w:w="9039" w:type="dxa"/>
                        <w:gridSpan w:val="25"/>
                        <w:vAlign w:val="bottom"/>
                      </w:tcPr>
                      <w:p w:rsidR="00EF11B7">
                        <w:pPr>
                          <w:jc w:val="left"/>
                          <w:textAlignment w:val="baseline"/>
                          <w:rPr>
                            <w:rFonts w:hint="eastAsia"/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　　　　　　　　　　　题目：</w:t>
                        </w:r>
                      </w:p>
                      <w:p w:rsidR="00EF11B7">
                        <w:pPr>
                          <w:jc w:val="left"/>
                          <w:textAlignment w:val="baseline"/>
                          <w:rPr>
                            <w:rFonts w:hint="eastAsia"/>
                            <w:u w:val="single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9039" w:type="dxa"/>
                        <w:gridSpan w:val="25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9039" w:type="dxa"/>
                        <w:gridSpan w:val="25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gridAfter w:val="1"/>
                      <w:wAfter w:w="6" w:type="dxa"/>
                      <w:trHeight w:hRule="exact" w:val="453"/>
                      <w:jc w:val="center"/>
                    </w:trPr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9039" w:type="dxa"/>
                        <w:gridSpan w:val="25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gridAfter w:val="1"/>
                      <w:wAfter w:w="6" w:type="dxa"/>
                      <w:trHeight w:hRule="exact" w:val="453"/>
                      <w:jc w:val="center"/>
                    </w:trPr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9039" w:type="dxa"/>
                        <w:gridSpan w:val="25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gridAfter w:val="1"/>
                      <w:wAfter w:w="6" w:type="dxa"/>
                      <w:trHeight w:hRule="exact" w:val="453"/>
                      <w:jc w:val="center"/>
                    </w:trPr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9039" w:type="dxa"/>
                        <w:gridSpan w:val="25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gridAfter w:val="1"/>
                      <w:wAfter w:w="6" w:type="dxa"/>
                      <w:trHeight w:hRule="exact" w:val="453"/>
                      <w:jc w:val="center"/>
                    </w:trPr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9039" w:type="dxa"/>
                        <w:gridSpan w:val="25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gridAfter w:val="1"/>
                      <w:wAfter w:w="6" w:type="dxa"/>
                      <w:trHeight w:hRule="exact" w:val="453"/>
                      <w:jc w:val="center"/>
                    </w:trPr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9039" w:type="dxa"/>
                        <w:gridSpan w:val="25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gridAfter w:val="1"/>
                      <w:wAfter w:w="6" w:type="dxa"/>
                      <w:trHeight w:hRule="exact" w:val="453"/>
                      <w:jc w:val="center"/>
                    </w:trPr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9039" w:type="dxa"/>
                        <w:gridSpan w:val="25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gridAfter w:val="1"/>
                      <w:wAfter w:w="6" w:type="dxa"/>
                      <w:trHeight w:hRule="exact" w:val="453"/>
                      <w:jc w:val="center"/>
                    </w:trPr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>
                        <w:pPr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9039" w:type="dxa"/>
                        <w:gridSpan w:val="25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gridAfter w:val="1"/>
                      <w:wAfter w:w="6" w:type="dxa"/>
                      <w:trHeight w:hRule="exact" w:val="453"/>
                      <w:jc w:val="center"/>
                    </w:trPr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9039" w:type="dxa"/>
                        <w:gridSpan w:val="25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gridAfter w:val="1"/>
                      <w:wAfter w:w="6" w:type="dxa"/>
                      <w:trHeight w:hRule="exact" w:val="453"/>
                      <w:jc w:val="center"/>
                    </w:trPr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9039" w:type="dxa"/>
                        <w:gridSpan w:val="25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gridAfter w:val="1"/>
                      <w:wAfter w:w="6" w:type="dxa"/>
                      <w:trHeight w:hRule="exact" w:val="453"/>
                      <w:jc w:val="center"/>
                    </w:trPr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9039" w:type="dxa"/>
                        <w:gridSpan w:val="25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gridAfter w:val="1"/>
                      <w:wAfter w:w="6" w:type="dxa"/>
                      <w:trHeight w:hRule="exact" w:val="453"/>
                      <w:jc w:val="center"/>
                    </w:trPr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9039" w:type="dxa"/>
                        <w:gridSpan w:val="25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gridAfter w:val="1"/>
                      <w:wAfter w:w="6" w:type="dxa"/>
                      <w:trHeight w:hRule="exact" w:val="453"/>
                      <w:jc w:val="center"/>
                    </w:trPr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9039" w:type="dxa"/>
                        <w:gridSpan w:val="25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gridAfter w:val="1"/>
                      <w:wAfter w:w="6" w:type="dxa"/>
                      <w:trHeight w:hRule="exact" w:val="453"/>
                      <w:jc w:val="center"/>
                    </w:trPr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9039" w:type="dxa"/>
                        <w:gridSpan w:val="25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gridAfter w:val="1"/>
                      <w:wAfter w:w="6" w:type="dxa"/>
                      <w:trHeight w:hRule="exact" w:val="453"/>
                      <w:jc w:val="center"/>
                    </w:trPr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9039" w:type="dxa"/>
                        <w:gridSpan w:val="25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gridAfter w:val="1"/>
                      <w:wAfter w:w="6" w:type="dxa"/>
                      <w:trHeight w:hRule="exact" w:val="453"/>
                      <w:jc w:val="center"/>
                    </w:trPr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5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6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  <w:tc>
                      <w:tcPr>
                        <w:tcW w:w="377" w:type="dxa"/>
                      </w:tcPr>
                      <w:p w:rsidR="00EF11B7"/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85"/>
                      <w:jc w:val="center"/>
                    </w:trPr>
                    <w:tc>
                      <w:tcPr>
                        <w:tcW w:w="9039" w:type="dxa"/>
                        <w:gridSpan w:val="25"/>
                      </w:tcPr>
                      <w:p w:rsidR="00EF11B7"/>
                    </w:tc>
                  </w:tr>
                </w:tbl>
                <w:p w:rsidR="00EF11B7"/>
                <w:p w:rsidR="00EF11B7"/>
                <w:p w:rsidR="00EF11B7"/>
                <w:p w:rsidR="00EF11B7"/>
                <w:p w:rsidR="00EF11B7"/>
              </w:txbxContent>
            </v:textbox>
          </v:rect>
        </w:pict>
      </w: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  <w:r>
        <w:rPr>
          <w:rFonts w:hint="eastAsia"/>
          <w:noProof/>
          <w:sz w:val="11"/>
          <w:szCs w:val="11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61" type="#_x0000_t5" style="width:7.15pt;height:9.35pt;margin-top:10.9pt;margin-left:892.5pt;position:absolute;z-index:251686912"/>
        </w:pict>
      </w:r>
      <w:r>
        <w:rPr>
          <w:rFonts w:hint="eastAsia"/>
          <w:noProof/>
        </w:rPr>
        <w:pict>
          <v:shape id="文本框 47" o:spid="_x0000_s1062" type="#_x0000_t202" style="width:29.25pt;height:19.65pt;margin-top:4.35pt;margin-left:892.5pt;position:absolute;z-index:251685888" filled="f" stroked="f">
            <o:lock v:ext="edit" aspectratio="f"/>
            <v:textbox>
              <w:txbxContent>
                <w:p w:rsidR="00A90F4C" w:rsidRPr="00A90F4C" w:rsidP="00A90F4C">
                  <w:pPr>
                    <w:rPr>
                      <w:rFonts w:hint="eastAsia"/>
                      <w:sz w:val="15"/>
                      <w:szCs w:val="15"/>
                    </w:rPr>
                  </w:pPr>
                  <w:r w:rsidRPr="00A90F4C">
                    <w:rPr>
                      <w:rFonts w:ascii="宋体" w:hAnsi="宋体" w:hint="eastAsia"/>
                      <w:b/>
                      <w:sz w:val="15"/>
                      <w:szCs w:val="15"/>
                    </w:rPr>
                    <w:t>600</w:t>
                  </w:r>
                </w:p>
              </w:txbxContent>
            </v:textbox>
          </v:shape>
        </w:pict>
      </w: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</w:pPr>
    </w:p>
    <w:p w:rsidR="00EF11B7">
      <w:pPr>
        <w:rPr>
          <w:rFonts w:hint="eastAsia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20639" w:h="14572" w:orient="landscape"/>
          <w:pgMar w:top="1797" w:right="1440" w:bottom="1797" w:left="1440" w:header="851" w:footer="992" w:gutter="0"/>
          <w:cols w:space="720"/>
          <w:docGrid w:type="lines" w:linePitch="312"/>
        </w:sectPr>
      </w:pPr>
      <w:r>
        <w:rPr>
          <w:rFonts w:hint="eastAsia"/>
        </w:rPr>
        <w:pict>
          <v:shape id="文本框 51" o:spid="_x0000_s1063" type="#_x0000_t202" style="width:242.6pt;height:30pt;margin-top:167.4pt;margin-left:575.25pt;position:absolute;z-index:251672576" filled="f" stroked="f">
            <o:lock v:ext="edit" aspectratio="f"/>
            <v:textbox inset=",,0">
              <w:txbxContent>
                <w:p w:rsidR="00EF11B7">
                  <w:pPr>
                    <w:pStyle w:val="Footer"/>
                    <w:jc w:val="center"/>
                    <w:textAlignment w:val="baseline"/>
                    <w:rPr>
                      <w:rFonts w:ascii="黑体" w:eastAsia="黑体" w:hAnsi="黑体" w:hint="eastAsia"/>
                    </w:rPr>
                  </w:pPr>
                  <w:r>
                    <w:rPr>
                      <w:rFonts w:ascii="黑体" w:eastAsia="黑体" w:hAnsi="黑体" w:hint="eastAsia"/>
                    </w:rPr>
                    <w:t>请在各题目的答题区域内作答，超出黑色边框的答案无效</w:t>
                  </w:r>
                </w:p>
                <w:p w:rsidR="00EF11B7">
                  <w:pPr>
                    <w:pStyle w:val="Footer"/>
                    <w:jc w:val="center"/>
                    <w:textAlignment w:val="baseline"/>
                    <w:rPr>
                      <w:rFonts w:hint="eastAsia"/>
                    </w:rPr>
                  </w:pPr>
                  <w:r w:rsidR="00696C69">
                    <w:rPr>
                      <w:rFonts w:ascii="黑体" w:eastAsia="黑体" w:hAnsi="黑体" w:hint="eastAsia"/>
                    </w:rPr>
                    <w:t>七年级</w:t>
                  </w:r>
                  <w:r>
                    <w:rPr>
                      <w:rFonts w:ascii="黑体" w:eastAsia="黑体" w:hAnsi="黑体" w:hint="eastAsia"/>
                    </w:rPr>
                    <w:t>语文试题答题卷 第4页 （共4页）</w:t>
                  </w:r>
                </w:p>
                <w:p w:rsidR="00EF11B7">
                  <w:pPr>
                    <w:pStyle w:val="Footer"/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50" o:spid="_x0000_s1064" type="#_x0000_t202" style="width:242.6pt;height:38.4pt;margin-top:167.4pt;margin-left:83.25pt;position:absolute;z-index:251673600" filled="f" stroked="f">
            <o:lock v:ext="edit" aspectratio="f"/>
            <v:textbox inset=",,0">
              <w:txbxContent>
                <w:p w:rsidR="00EF11B7">
                  <w:pPr>
                    <w:pStyle w:val="Footer"/>
                    <w:jc w:val="center"/>
                    <w:textAlignment w:val="baseline"/>
                    <w:rPr>
                      <w:rFonts w:ascii="黑体" w:eastAsia="黑体" w:hAnsi="黑体" w:hint="eastAsia"/>
                    </w:rPr>
                  </w:pPr>
                  <w:r>
                    <w:rPr>
                      <w:rFonts w:ascii="黑体" w:eastAsia="黑体" w:hAnsi="黑体" w:hint="eastAsia"/>
                    </w:rPr>
                    <w:t>请在各题目的答题区域内作答，超出黑色边框的答案无效</w:t>
                  </w:r>
                </w:p>
                <w:p w:rsidR="00EF11B7">
                  <w:pPr>
                    <w:pStyle w:val="Footer"/>
                    <w:jc w:val="center"/>
                    <w:textAlignment w:val="baseline"/>
                    <w:rPr>
                      <w:rFonts w:hint="eastAsia"/>
                    </w:rPr>
                  </w:pPr>
                  <w:r w:rsidR="00696C69">
                    <w:rPr>
                      <w:rFonts w:ascii="黑体" w:eastAsia="黑体" w:hAnsi="黑体" w:hint="eastAsia"/>
                    </w:rPr>
                    <w:t>七年级</w:t>
                  </w:r>
                  <w:r>
                    <w:rPr>
                      <w:rFonts w:ascii="黑体" w:eastAsia="黑体" w:hAnsi="黑体" w:hint="eastAsia"/>
                    </w:rPr>
                    <w:t>语文试题答题卷 第3页 （共4页）</w:t>
                  </w:r>
                </w:p>
                <w:p w:rsidR="00EF11B7">
                  <w:pPr>
                    <w:pStyle w:val="Footer"/>
                  </w:pPr>
                </w:p>
              </w:txbxContent>
            </v:textbox>
          </v:shape>
        </w:pict>
      </w:r>
    </w:p>
    <w:p>
      <w:r w:rsidR="00EF11B7">
        <w:drawing>
          <wp:inline>
            <wp:extent cx="301533" cy="487680"/>
            <wp:docPr id="10005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7840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1533" cy="48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pu IRO OMR">
    <w:altName w:val="Symbol"/>
    <w:panose1 w:val="00060107020103060400"/>
    <w:charset w:val="02"/>
    <w:family w:val="roman"/>
    <w:pitch w:val="default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32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1B7">
    <w:pPr>
      <w:pStyle w:val="Footer"/>
    </w:pPr>
    <w:r>
      <w:pict>
        <v:rect id="基准点2" o:spid="_x0000_s2053" style="width:15.8pt;height:9pt;margin-top:694.05pt;margin-left:987.9pt;mso-position-horizontal-relative:page;mso-position-vertical-relative:page;position:absolute;z-index:251663360" fillcolor="black"/>
      </w:pict>
    </w:r>
    <w:r>
      <w:pict>
        <v:rect id="基准点2" o:spid="_x0000_s2054" style="width:15.8pt;height:9pt;margin-top:695.1pt;margin-left:26.8pt;mso-position-horizontal-relative:page;mso-position-vertical-relative:page;position:absolute;z-index:251661312" fillcolor="black"/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326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3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1B7" w:rsidP="00426326">
    <w:pPr>
      <w:pStyle w:val="Header"/>
      <w:pBdr>
        <w:bottom w:val="none" w:sz="0" w:space="0" w:color="auto"/>
      </w:pBdr>
    </w:pPr>
    <w:r>
      <w:pict>
        <v:rect id="基准点2" o:spid="_x0000_s2049" style="width:15.8pt;height:9pt;margin-top:29.85pt;margin-left:26.8pt;mso-position-horizontal-relative:page;mso-position-vertical-relative:page;position:absolute;z-index:251658240" fillcolor="black"/>
      </w:pict>
    </w:r>
    <w:r>
      <w:pict>
        <v:rect id="基准点2" o:spid="_x0000_s2050" style="width:15.8pt;height:9pt;margin-top:27.15pt;margin-left:993.3pt;mso-position-horizontal-relative:page;mso-position-vertical-relative:page;position:absolute;z-index:251660288" fillcolor="black"/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1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3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attachedTemplate r:id="rId1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53FB"/>
    <w:rsid w:val="00011382"/>
    <w:rsid w:val="0001698D"/>
    <w:rsid w:val="000366FA"/>
    <w:rsid w:val="000906AA"/>
    <w:rsid w:val="000A3D35"/>
    <w:rsid w:val="000C0504"/>
    <w:rsid w:val="000C3C44"/>
    <w:rsid w:val="0012140A"/>
    <w:rsid w:val="00123F14"/>
    <w:rsid w:val="001615E7"/>
    <w:rsid w:val="00162FDB"/>
    <w:rsid w:val="001670D8"/>
    <w:rsid w:val="0017034C"/>
    <w:rsid w:val="001771B0"/>
    <w:rsid w:val="00191A49"/>
    <w:rsid w:val="001B1C5B"/>
    <w:rsid w:val="001E36D5"/>
    <w:rsid w:val="001E7838"/>
    <w:rsid w:val="0020052D"/>
    <w:rsid w:val="00234E66"/>
    <w:rsid w:val="00237A05"/>
    <w:rsid w:val="00243AD1"/>
    <w:rsid w:val="00251A9D"/>
    <w:rsid w:val="002730FB"/>
    <w:rsid w:val="002977CD"/>
    <w:rsid w:val="002A0A36"/>
    <w:rsid w:val="002A3618"/>
    <w:rsid w:val="002B7B66"/>
    <w:rsid w:val="002C21EA"/>
    <w:rsid w:val="003373F6"/>
    <w:rsid w:val="003513A1"/>
    <w:rsid w:val="00354902"/>
    <w:rsid w:val="003624F5"/>
    <w:rsid w:val="003703DA"/>
    <w:rsid w:val="00375559"/>
    <w:rsid w:val="00383991"/>
    <w:rsid w:val="00395678"/>
    <w:rsid w:val="003D2468"/>
    <w:rsid w:val="003F36CD"/>
    <w:rsid w:val="003F7E6A"/>
    <w:rsid w:val="00412F83"/>
    <w:rsid w:val="004151FC"/>
    <w:rsid w:val="00425D6F"/>
    <w:rsid w:val="00426326"/>
    <w:rsid w:val="00442450"/>
    <w:rsid w:val="00450030"/>
    <w:rsid w:val="00457123"/>
    <w:rsid w:val="004674DE"/>
    <w:rsid w:val="004E324A"/>
    <w:rsid w:val="004F035F"/>
    <w:rsid w:val="00514E1B"/>
    <w:rsid w:val="00551101"/>
    <w:rsid w:val="00564432"/>
    <w:rsid w:val="00594F65"/>
    <w:rsid w:val="005B0ADD"/>
    <w:rsid w:val="005B1305"/>
    <w:rsid w:val="005D10F7"/>
    <w:rsid w:val="005F56F1"/>
    <w:rsid w:val="00600669"/>
    <w:rsid w:val="00630725"/>
    <w:rsid w:val="006622A1"/>
    <w:rsid w:val="00674D91"/>
    <w:rsid w:val="00696C69"/>
    <w:rsid w:val="006A7A91"/>
    <w:rsid w:val="006B367C"/>
    <w:rsid w:val="00704A57"/>
    <w:rsid w:val="00747D27"/>
    <w:rsid w:val="00756267"/>
    <w:rsid w:val="007B052F"/>
    <w:rsid w:val="007B21A2"/>
    <w:rsid w:val="007D6F21"/>
    <w:rsid w:val="007F06FA"/>
    <w:rsid w:val="008279C9"/>
    <w:rsid w:val="0084687F"/>
    <w:rsid w:val="0087699F"/>
    <w:rsid w:val="008B62B8"/>
    <w:rsid w:val="008E6A9F"/>
    <w:rsid w:val="009725AB"/>
    <w:rsid w:val="00974F17"/>
    <w:rsid w:val="00990D31"/>
    <w:rsid w:val="009A213D"/>
    <w:rsid w:val="009F32BA"/>
    <w:rsid w:val="00A028C7"/>
    <w:rsid w:val="00A63A8F"/>
    <w:rsid w:val="00A6403B"/>
    <w:rsid w:val="00A770FB"/>
    <w:rsid w:val="00A777BF"/>
    <w:rsid w:val="00A90F4C"/>
    <w:rsid w:val="00AD0835"/>
    <w:rsid w:val="00AF36D6"/>
    <w:rsid w:val="00B23AA9"/>
    <w:rsid w:val="00B42A73"/>
    <w:rsid w:val="00BB4B71"/>
    <w:rsid w:val="00BB6E22"/>
    <w:rsid w:val="00BC3918"/>
    <w:rsid w:val="00BC3923"/>
    <w:rsid w:val="00BC5BD9"/>
    <w:rsid w:val="00BC66E6"/>
    <w:rsid w:val="00BE5C42"/>
    <w:rsid w:val="00C02FC6"/>
    <w:rsid w:val="00C545DE"/>
    <w:rsid w:val="00C70088"/>
    <w:rsid w:val="00C86209"/>
    <w:rsid w:val="00CC21F7"/>
    <w:rsid w:val="00D11B9D"/>
    <w:rsid w:val="00D2031A"/>
    <w:rsid w:val="00E0395D"/>
    <w:rsid w:val="00E06C1F"/>
    <w:rsid w:val="00E20C53"/>
    <w:rsid w:val="00E46D41"/>
    <w:rsid w:val="00E56EAB"/>
    <w:rsid w:val="00E95D40"/>
    <w:rsid w:val="00EB62E8"/>
    <w:rsid w:val="00EB6907"/>
    <w:rsid w:val="00ED2AD1"/>
    <w:rsid w:val="00EF11B7"/>
    <w:rsid w:val="00F119CD"/>
    <w:rsid w:val="00F56DF4"/>
    <w:rsid w:val="00F61329"/>
    <w:rsid w:val="00F968B8"/>
    <w:rsid w:val="00FE6C5F"/>
    <w:rsid w:val="00FF4316"/>
    <w:rsid w:val="00FF6BEB"/>
    <w:rsid w:val="06FF7377"/>
    <w:rsid w:val="0C03773F"/>
    <w:rsid w:val="17C1153D"/>
    <w:rsid w:val="1B705E40"/>
    <w:rsid w:val="24B569C5"/>
    <w:rsid w:val="24B93B6E"/>
    <w:rsid w:val="30A66D5B"/>
    <w:rsid w:val="35377DAA"/>
    <w:rsid w:val="3A30235F"/>
    <w:rsid w:val="3C514DC6"/>
    <w:rsid w:val="3E410A9B"/>
    <w:rsid w:val="434B4941"/>
    <w:rsid w:val="4F662AA3"/>
    <w:rsid w:val="56BB6AC5"/>
    <w:rsid w:val="633B44A4"/>
    <w:rsid w:val="724E0991"/>
    <w:rsid w:val="73611F2E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3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unhideWhenUsed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Pr>
      <w:kern w:val="2"/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Pr>
      <w:kern w:val="2"/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cp:lastPrinted>2022-04-01T00:13:00Z</cp:lastPrinted>
  <dcterms:created xsi:type="dcterms:W3CDTF">2011-06-09T12:55:00Z</dcterms:created>
  <dcterms:modified xsi:type="dcterms:W3CDTF">2022-04-01T00:17:00Z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