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eastAsia="zh-CN"/>
        </w:rPr>
      </w:pPr>
      <w:r>
        <w:rPr>
          <w:rFonts w:hint="eastAsia" w:eastAsia="宋体"/>
          <w:lang w:eastAsia="zh-CN"/>
        </w:rPr>
        <w:pict>
          <v:shape id="_x0000_i1033" o:spt="75" alt="1" type="#_x0000_t75" style="height:590.05pt;width:415.3pt;" filled="f" o:preferrelative="t" stroked="f" coordsize="21600,21600">
            <v:path/>
            <v:fill on="f" focussize="0,0"/>
            <v:stroke on="f"/>
            <v:imagedata r:id="rId6" o:title="1"/>
            <o:lock v:ext="edit" aspectratio="t"/>
            <w10:wrap type="none"/>
            <w10:anchorlock/>
          </v:shape>
        </w:pict>
      </w:r>
      <w:r>
        <w:rPr>
          <w:rFonts w:hint="eastAsia" w:eastAsia="宋体"/>
          <w:lang w:eastAsia="zh-CN"/>
        </w:rPr>
        <w:pict>
          <v:shape id="_x0000_i1032" o:spt="75" alt="2" type="#_x0000_t75" style="height:592.55pt;width:415.3pt;" filled="f" o:preferrelative="t" stroked="f" coordsize="21600,21600">
            <v:path/>
            <v:fill on="f" focussize="0,0"/>
            <v:stroke on="f"/>
            <v:imagedata r:id="rId7" o:title="2"/>
            <o:lock v:ext="edit" aspectratio="t"/>
            <w10:wrap type="none"/>
            <w10:anchorlock/>
          </v:shape>
        </w:pict>
      </w:r>
      <w:r>
        <w:rPr>
          <w:rFonts w:hint="eastAsia" w:eastAsia="宋体"/>
          <w:lang w:eastAsia="zh-CN"/>
        </w:rPr>
        <w:pict>
          <v:shape id="_x0000_i1031" o:spt="75" alt="3" type="#_x0000_t75" style="height:588.9pt;width:415pt;" filled="f" o:preferrelative="t" stroked="f" coordsize="21600,21600">
            <v:path/>
            <v:fill on="f" focussize="0,0"/>
            <v:stroke on="f"/>
            <v:imagedata r:id="rId8" o:title="3"/>
            <o:lock v:ext="edit" aspectratio="t"/>
            <w10:wrap type="none"/>
            <w10:anchorlock/>
          </v:shape>
        </w:pict>
      </w:r>
      <w:bookmarkStart w:id="0" w:name="_GoBack"/>
      <w:bookmarkEnd w:id="0"/>
      <w:r>
        <w:rPr>
          <w:rFonts w:hint="eastAsia" w:eastAsia="宋体"/>
          <w:lang w:eastAsia="zh-CN"/>
        </w:rPr>
        <w:pict>
          <v:shape id="_x0000_i1030" o:spt="75" alt="4" type="#_x0000_t75" style="height:588.15pt;width:415.25pt;" filled="f" o:preferrelative="t" stroked="f" coordsize="21600,21600">
            <v:path/>
            <v:fill on="f" focussize="0,0"/>
            <v:stroke on="f"/>
            <v:imagedata r:id="rId9" o:title="4"/>
            <o:lock v:ext="edit" aspectratio="t"/>
            <w10:wrap type="none"/>
            <w10:anchorlock/>
          </v:shape>
        </w:pic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3E41CA2"/>
    <w:rsid w:val="129E2C73"/>
    <w:rsid w:val="63917E02"/>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link w:val="4"/>
    <w:semiHidden/>
    <w:qFormat/>
    <w:uiPriority w:val="99"/>
    <w:rPr>
      <w:rFonts w:ascii="Times New Roman" w:hAnsi="Times New Roman"/>
      <w:sz w:val="18"/>
      <w:szCs w:val="18"/>
    </w:rPr>
  </w:style>
  <w:style w:type="character" w:customStyle="1" w:styleId="9">
    <w:name w:val="页脚 Char"/>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5919;&#27835;\&#26032;&#24314;&#25991;&#20214;&#22841;\2022&#24180;&#27827;&#21335;&#30465;&#21830;&#19992;&#24066;&#26584;&#22478;&#21439;&#23454;&#39564;&#20013;&#23398;&#20013;&#25307;&#32771;&#35797;&#31532;&#20108;&#27425;&#27169;&#25311;&#36947;&#24503;&#19982;&#27861;&#27835;&#35797;&#39064;+\2022&#24180;&#27827;&#21335;&#30465;&#21830;&#19992;&#24066;&#26584;&#22478;&#21439;&#23454;&#39564;&#20013;&#23398;&#20013;&#25307;&#32771;&#35797;&#31532;&#20108;&#27425;&#27169;&#25311;&#36947;&#24503;&#19982;&#27861;&#27835;&#35797;&#39064;&#65288;&#22270;&#29255;&#29256;&#65289;\2022&#24180;&#27827;&#21335;&#30465;&#21830;&#19992;&#24066;&#26584;&#22478;&#21439;&#23454;&#39564;&#20013;&#23398;&#20013;&#25307;&#32771;&#35797;&#31532;&#20108;&#27425;&#27169;&#25311;&#36947;&#24503;&#19982;&#27861;&#27835;&#35797;&#39064;&#65288;&#22270;&#29255;&#29256;&#65289;.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2022年河南省商丘市柘城县实验中学中招考试第二次模拟道德与法治试题（图片版）.docx</Template>
  <Company>二一教育</Company>
  <Pages>4</Pages>
  <Words>0</Words>
  <Characters>0</Characters>
  <Lines>1</Lines>
  <Paragraphs>1</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2022-04-30T07:07:00Z</dcterms:created>
  <dc:creator>21cnjy.com</dc:creator>
  <cp:keywords>21</cp:keywords>
  <cp:lastModifiedBy>Administrator</cp:lastModifiedBy>
  <dcterms:modified xsi:type="dcterms:W3CDTF">2022-05-02T09:18:33Z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