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12065000</wp:posOffset>
            </wp:positionV>
            <wp:extent cx="342900" cy="4064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2210" cy="6639560"/>
            <wp:effectExtent l="0" t="0" r="8890" b="8890"/>
            <wp:docPr id="13" name="图片 1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663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885" cy="6944995"/>
            <wp:effectExtent l="0" t="0" r="18415" b="8255"/>
            <wp:docPr id="12" name="图片 1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885" cy="694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0310" cy="7040245"/>
            <wp:effectExtent l="0" t="0" r="8890" b="8255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704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685" cy="6954520"/>
            <wp:effectExtent l="0" t="0" r="18415" b="17780"/>
            <wp:docPr id="10" name="图片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695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935" cy="6973570"/>
            <wp:effectExtent l="0" t="0" r="18415" b="17780"/>
            <wp:docPr id="9" name="图片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697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2210" cy="6983095"/>
            <wp:effectExtent l="0" t="0" r="8890" b="8255"/>
            <wp:docPr id="8" name="图片 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698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3160" cy="7011670"/>
            <wp:effectExtent l="0" t="0" r="8890" b="17780"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701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1260" cy="7068820"/>
            <wp:effectExtent l="0" t="0" r="8890" b="17780"/>
            <wp:docPr id="6" name="图片 6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706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%7B75232B38-A165-1FB7-499C-2E1C792CACB5%7D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i1025" o:spt="136" alt="http://www.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3B3508"/>
    <w:rsid w:val="00193999"/>
    <w:rsid w:val="003B3508"/>
    <w:rsid w:val="0D09634D"/>
    <w:rsid w:val="232B404E"/>
    <w:rsid w:val="5605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2022&#24180;&#23665;&#19996;&#30465;&#33713;&#33436;&#22320;&#21306;&#21021;&#20013;&#23398;&#19994;&#27700;&#24179;&#32771;&#35797;&#36947;&#24503;&#19982;&#27861;&#27835;&#27169;&#25311;&#35797;&#39064;&#65288;&#20108;&#65289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2022年山东省莱芜地区初中学业水平考试道德与法治模拟试题（二）.docx</Template>
  <Company>二一教育</Company>
  <Pages>3</Pages>
  <Words>0</Words>
  <Characters>0</Characters>
  <Lines>8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2022-05-16T13:41:00Z</dcterms:created>
  <dc:creator>21cnjy.com</dc:creator>
  <cp:keywords>21</cp:keywords>
  <cp:lastModifiedBy>Administrator</cp:lastModifiedBy>
  <dcterms:modified xsi:type="dcterms:W3CDTF">2022-05-17T12:54:45Z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