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12623800</wp:posOffset>
            </wp:positionV>
            <wp:extent cx="444500" cy="444500"/>
            <wp:effectExtent l="0" t="0" r="1270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37" o:spt="75" alt="1" type="#_x0000_t75" style="height:610.8pt;width:415.05pt;" filled="f" o:preferrelative="t" stroked="f" coordsize="21600,21600">
            <v:path/>
            <v:fill on="f" focussize="0,0"/>
            <v:stroke on="f"/>
            <v:imagedata r:id="rId7" o:title="1"/>
            <o:lock v:ext="edit" aspectratio="t"/>
            <w10:wrap type="none"/>
            <w10:anchorlock/>
          </v:shape>
        </w:pict>
      </w:r>
      <w:r>
        <w:pict>
          <v:shape id="_x0000_i1036" o:spt="75" alt="2" type="#_x0000_t75" style="height:604.8pt;width:414.95pt;" filled="f" o:preferrelative="t" stroked="f" coordsize="21600,21600">
            <v:path/>
            <v:fill on="f" focussize="0,0"/>
            <v:stroke on="f"/>
            <v:imagedata r:id="rId8" o:title="2"/>
            <o:lock v:ext="edit" aspectratio="t"/>
            <w10:wrap type="none"/>
            <w10:anchorlock/>
          </v:shape>
        </w:pict>
      </w:r>
      <w:r>
        <w:pict>
          <v:shape id="_x0000_i1035" o:spt="75" alt="3" type="#_x0000_t75" style="height:614.55pt;width:415.1pt;" filled="f" o:preferrelative="t" stroked="f" coordsize="21600,21600">
            <v:path/>
            <v:fill on="f" focussize="0,0"/>
            <v:stroke on="f"/>
            <v:imagedata r:id="rId9" o:title="3"/>
            <o:lock v:ext="edit" aspectratio="t"/>
            <w10:wrap type="none"/>
            <w10:anchorlock/>
          </v:shape>
        </w:pict>
      </w:r>
      <w:r>
        <w:pict>
          <v:shape id="_x0000_i1034" o:spt="75" alt="4" type="#_x0000_t75" style="height:607.4pt;width:414.9pt;" filled="f" o:preferrelative="t" stroked="f" coordsize="21600,21600">
            <v:path/>
            <v:fill on="f" focussize="0,0"/>
            <v:stroke on="f"/>
            <v:imagedata r:id="rId10" o:title="4"/>
            <o:lock v:ext="edit" aspectratio="t"/>
            <w10:wrap type="none"/>
            <w10:anchorlock/>
          </v:shape>
        </w:pict>
      </w:r>
      <w:r>
        <w:pict>
          <v:shape id="_x0000_i1033" o:spt="75" alt="5" type="#_x0000_t75" style="height:594.85pt;width:415.05pt;" filled="f" o:preferrelative="t" stroked="f" coordsize="21600,21600">
            <v:path/>
            <v:fill on="f" focussize="0,0"/>
            <v:stroke on="f"/>
            <v:imagedata r:id="rId11" o:title="5"/>
            <o:lock v:ext="edit" aspectratio="t"/>
            <w10:wrap type="none"/>
            <w10:anchorlock/>
          </v:shape>
        </w:pict>
      </w:r>
      <w:bookmarkStart w:id="0" w:name="_GoBack"/>
      <w:r>
        <w:pict>
          <v:shape id="_x0000_i1032" o:spt="75" alt="6" type="#_x0000_t75" style="height:599.85pt;width:414.9pt;" filled="f" o:preferrelative="t" stroked="f" coordsize="21600,21600">
            <v:path/>
            <v:fill on="f" focussize="0,0"/>
            <v:stroke on="f"/>
            <v:imagedata r:id="rId12" o:title="6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4CD85476"/>
    <w:rsid w:val="77842C72"/>
    <w:rsid w:val="7ACE5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1382;&#21490;\2022&#24180;&#37325;&#24198;&#24066;&#19975;&#30427;&#32463;&#27982;&#25216;&#26415;&#24320;&#21457;&#21306;&#20061;&#24180;&#32423;&#20013;&#32771;&#27169;&#25311;&#32771;&#35797;&#21382;&#21490;&#35797;&#39064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2022年重庆市万盛经济技术开发区九年级中考模拟考试历史试题.docx</Template>
  <Company>二一教育</Company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2022-05-10T12:52:00Z</dcterms:created>
  <dc:creator>21cnjy.com</dc:creator>
  <cp:keywords>21</cp:keywords>
  <cp:lastModifiedBy>Administrator</cp:lastModifiedBy>
  <dcterms:modified xsi:type="dcterms:W3CDTF">2022-06-08T10:28:51Z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