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bookmarkStart w:id="0" w:name="_GoBack"/>
      <w:bookmarkEnd w:id="0"/>
      <w:r>
        <w:rPr>
          <w:rFonts w:hint="eastAsia" w:ascii="Times New Roman" w:hAnsi="Times New Roman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11239500</wp:posOffset>
            </wp:positionV>
            <wp:extent cx="266700" cy="4191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0"/>
          <w:szCs w:val="30"/>
        </w:rPr>
        <w:t>2022年初中毕业、升学模拟考试试卷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英  语</w:t>
      </w:r>
    </w:p>
    <w:p>
      <w:pPr>
        <w:spacing w:line="288" w:lineRule="auto"/>
        <w:jc w:val="center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第</w:t>
      </w:r>
      <w:r>
        <w:rPr>
          <w:rFonts w:hint="eastAsia" w:ascii="宋体" w:hAnsi="宋体"/>
          <w:b/>
        </w:rPr>
        <w:t>Ⅰ</w:t>
      </w:r>
      <w:r>
        <w:rPr>
          <w:rFonts w:hint="eastAsia" w:ascii="Times New Roman" w:hAnsi="Times New Roman"/>
          <w:b/>
        </w:rPr>
        <w:t>卷（选择题 共60分）</w:t>
      </w:r>
    </w:p>
    <w:p>
      <w:pPr>
        <w:spacing w:line="288" w:lineRule="auto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一、单项选择（本题共15小题；每小题1分，满分15分）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从A、B、C、D四个选项中，选出可以填入空白处的最佳选项，并在答题卡上将该项涂黑。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As </w:t>
      </w:r>
      <w:r>
        <w:rPr>
          <w:rFonts w:hint="eastAsia" w:ascii="Times New Roman" w:hAnsi="Times New Roman"/>
        </w:rPr>
        <w:t xml:space="preserve">______ </w:t>
      </w:r>
      <w:r>
        <w:rPr>
          <w:rFonts w:ascii="Times New Roman" w:hAnsi="Times New Roman"/>
        </w:rPr>
        <w:t>birthplace of kites,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Weifang in Shandong has </w:t>
      </w:r>
      <w:r>
        <w:rPr>
          <w:rFonts w:hint="eastAsia" w:ascii="Times New Roman" w:hAnsi="Times New Roman"/>
        </w:rPr>
        <w:t xml:space="preserve">______ </w:t>
      </w:r>
      <w:r>
        <w:rPr>
          <w:rFonts w:ascii="Times New Roman" w:hAnsi="Times New Roman"/>
        </w:rPr>
        <w:t>long history of making kites.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the;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the;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a;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a;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Everyone should carry out the </w:t>
      </w:r>
      <w:r>
        <w:rPr>
          <w:rFonts w:hint="eastAsia" w:ascii="Times New Roman" w:hAnsi="Times New Roman"/>
        </w:rPr>
        <w:t xml:space="preserve">______ </w:t>
      </w:r>
      <w:r>
        <w:rPr>
          <w:rFonts w:ascii="Times New Roman" w:hAnsi="Times New Roman"/>
        </w:rPr>
        <w:t>he's made,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or he'll lose trust from others.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progress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product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position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promise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>Mum,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want to buy Jim a book about space for his birthday.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273" w:firstLineChars="130"/>
        <w:rPr>
          <w:rFonts w:ascii="Times New Roman" w:hAnsi="Times New Roman"/>
        </w:rPr>
      </w:pP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>I'm afraid it is</w:t>
      </w:r>
      <w:r>
        <w:rPr>
          <w:rFonts w:hint="eastAsia" w:ascii="Times New Roman" w:hAnsi="Times New Roman"/>
        </w:rPr>
        <w:t xml:space="preserve"> ______</w:t>
      </w:r>
      <w:r>
        <w:rPr>
          <w:rFonts w:ascii="Times New Roman" w:hAnsi="Times New Roman"/>
        </w:rPr>
        <w:t xml:space="preserve"> a 3-year-old's understanding. Why not buy him a toy instead?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above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against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beyond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behind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>Do you think Daniel will win the badminton match?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273" w:firstLineChars="130"/>
        <w:rPr>
          <w:rFonts w:ascii="Times New Roman" w:hAnsi="Times New Roman"/>
        </w:rPr>
      </w:pP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 xml:space="preserve">Of course. Look at the </w:t>
      </w:r>
      <w:r>
        <w:rPr>
          <w:rFonts w:hint="eastAsia" w:ascii="Times New Roman" w:hAnsi="Times New Roman"/>
        </w:rPr>
        <w:t xml:space="preserve">______ </w:t>
      </w:r>
      <w:r>
        <w:rPr>
          <w:rFonts w:ascii="Times New Roman" w:hAnsi="Times New Roman"/>
        </w:rPr>
        <w:t>smile on his face.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modest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confident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patient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curious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In </w:t>
      </w:r>
      <w:r>
        <w:rPr>
          <w:rFonts w:ascii="Times New Roman" w:hAnsi="Times New Roman"/>
          <w:i/>
        </w:rPr>
        <w:t>Roman Holiday</w:t>
      </w:r>
      <w:r>
        <w:rPr>
          <w:rFonts w:ascii="Times New Roman" w:hAnsi="Times New Roman"/>
        </w:rPr>
        <w:t>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Hepburn caught every chance to </w:t>
      </w:r>
      <w:r>
        <w:rPr>
          <w:rFonts w:hint="eastAsia" w:ascii="Times New Roman" w:hAnsi="Times New Roman"/>
        </w:rPr>
        <w:t xml:space="preserve">______ </w:t>
      </w:r>
      <w:r>
        <w:rPr>
          <w:rFonts w:ascii="Times New Roman" w:hAnsi="Times New Roman"/>
        </w:rPr>
        <w:t>the princess into someone we all like.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shape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follow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divide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introduce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Helen </w:t>
      </w:r>
      <w:r>
        <w:rPr>
          <w:rFonts w:hint="eastAsia" w:ascii="Times New Roman" w:hAnsi="Times New Roman"/>
        </w:rPr>
        <w:t xml:space="preserve">______ </w:t>
      </w:r>
      <w:r>
        <w:rPr>
          <w:rFonts w:ascii="Times New Roman" w:hAnsi="Times New Roman"/>
        </w:rPr>
        <w:t>controlled her excitement when her dog came back on the tenth day after missing.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mainly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hardly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simply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exactly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</w:t>
      </w: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>Look!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 robot called Xiaobai is moving around </w:t>
      </w:r>
      <w:r>
        <w:rPr>
          <w:rFonts w:hint="eastAsia" w:ascii="Times New Roman" w:hAnsi="Times New Roman"/>
        </w:rPr>
        <w:t xml:space="preserve">______ </w:t>
      </w:r>
      <w:r>
        <w:rPr>
          <w:rFonts w:ascii="Times New Roman" w:hAnsi="Times New Roman"/>
        </w:rPr>
        <w:t>people to wear masks.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273" w:firstLineChars="130"/>
        <w:rPr>
          <w:rFonts w:ascii="Times New Roman" w:hAnsi="Times New Roman"/>
        </w:rPr>
      </w:pP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>Wow,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it's really talking!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remind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reminds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reminding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to remind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8. Many people have fallen in love with curling(冰壶) ______ they showed little interest at first.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though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since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unless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because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9. —______ amazing the dance show </w:t>
      </w:r>
      <w:r>
        <w:rPr>
          <w:rFonts w:hint="eastAsia" w:ascii="Times New Roman" w:hAnsi="Times New Roman"/>
          <w:i/>
        </w:rPr>
        <w:t>Thousands of Miles of Mountains and Rivers</w:t>
      </w:r>
      <w:r>
        <w:rPr>
          <w:rFonts w:hint="eastAsia" w:ascii="Times New Roman" w:hAnsi="Times New Roman"/>
        </w:rPr>
        <w:t>(《只此青绿》)is!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273" w:firstLineChars="130"/>
        <w:rPr>
          <w:rFonts w:ascii="Times New Roman" w:hAnsi="Times New Roman"/>
        </w:rPr>
      </w:pP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>That's true. Not only fans of Chinese traditional culture but the general public like it.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What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What a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What an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How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</w:t>
      </w: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>Oh,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Paul made himself dirty again!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guess a tiger</w:t>
      </w:r>
      <w:r>
        <w:rPr>
          <w:rFonts w:hint="eastAsia" w:ascii="Times New Roman" w:hAnsi="Times New Roman"/>
        </w:rPr>
        <w:t xml:space="preserve"> ______</w:t>
      </w:r>
      <w:r>
        <w:rPr>
          <w:rFonts w:ascii="Times New Roman" w:hAnsi="Times New Roman"/>
        </w:rPr>
        <w:t xml:space="preserve"> change its stripes.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378" w:firstLineChars="180"/>
        <w:rPr>
          <w:rFonts w:ascii="Times New Roman" w:hAnsi="Times New Roman"/>
        </w:rPr>
      </w:pP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>Take it easy. He just needs time.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can't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shouldn't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mustn't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may not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</w:t>
      </w:r>
      <w:r>
        <w:rPr>
          <w:rFonts w:ascii="Times New Roman" w:hAnsi="Times New Roman"/>
        </w:rPr>
        <w:t xml:space="preserve">. </w:t>
      </w: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>Jenny,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do you know the meaning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"YYDS"?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378" w:firstLineChars="180"/>
        <w:rPr>
          <w:rFonts w:ascii="Times New Roman" w:hAnsi="Times New Roman"/>
        </w:rPr>
      </w:pP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>Y</w:t>
      </w:r>
      <w:r>
        <w:rPr>
          <w:rFonts w:hint="eastAsia" w:ascii="Times New Roman" w:hAnsi="Times New Roman"/>
        </w:rPr>
        <w:t>e</w:t>
      </w:r>
      <w:r>
        <w:rPr>
          <w:rFonts w:ascii="Times New Roman" w:hAnsi="Times New Roman"/>
        </w:rPr>
        <w:t>s. It is an Internet slang word which</w:t>
      </w:r>
      <w:r>
        <w:rPr>
          <w:rFonts w:hint="eastAsia" w:ascii="Times New Roman" w:hAnsi="Times New Roman"/>
        </w:rPr>
        <w:t xml:space="preserve"> ______</w:t>
      </w:r>
      <w:r>
        <w:rPr>
          <w:rFonts w:ascii="Times New Roman" w:hAnsi="Times New Roman"/>
        </w:rPr>
        <w:t xml:space="preserve"> "deep admiration for someone".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pushes for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goes for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stands for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cares for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</w:t>
      </w: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>The problem is too difficult. Let's go to ask Mr Wu for help.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378" w:firstLineChars="180"/>
        <w:rPr>
          <w:rFonts w:ascii="Times New Roman" w:hAnsi="Times New Roman"/>
        </w:rPr>
      </w:pP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>We'd better make it tomorrow. The lights in his office</w:t>
      </w:r>
      <w:r>
        <w:rPr>
          <w:rFonts w:hint="eastAsia" w:ascii="Times New Roman" w:hAnsi="Times New Roman"/>
        </w:rPr>
        <w:t xml:space="preserve"> ______</w:t>
      </w:r>
      <w:r>
        <w:rPr>
          <w:rFonts w:ascii="Times New Roman" w:hAnsi="Times New Roman"/>
        </w:rPr>
        <w:t xml:space="preserve"> for a while.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have been on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have been off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have turned on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have turned off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13. A great deal of energy</w:t>
      </w:r>
      <w:r>
        <w:rPr>
          <w:rFonts w:hint="eastAsia" w:ascii="Times New Roman" w:hAnsi="Times New Roman"/>
        </w:rPr>
        <w:t xml:space="preserve"> ______</w:t>
      </w:r>
      <w:r>
        <w:rPr>
          <w:rFonts w:ascii="Times New Roman" w:hAnsi="Times New Roman"/>
        </w:rPr>
        <w:t xml:space="preserve"> if we can follow the rules of 3R in our daily life.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will save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has saved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are saved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will be saved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14. —Susan, could you please tell me ______?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378" w:firstLineChars="180"/>
        <w:rPr>
          <w:rFonts w:ascii="Times New Roman" w:hAnsi="Times New Roman"/>
        </w:rPr>
      </w:pP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>Yes,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with pleasure.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when the custom of the Lantern festival starts in China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what date does the Dragon Boat Festival fall on this year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how many trees were planted on this year's Tree Planting Day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whether we could go outing during the coming May Day holiday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l5. —A man saw a group of Yangze finless porpoises(江豚) play in the Yangze River last week.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—______! </w:t>
      </w:r>
      <w:r>
        <w:rPr>
          <w:rFonts w:ascii="Times New Roman" w:hAnsi="Times New Roman"/>
        </w:rPr>
        <w:t>It shows that the 10-year fishing ban works well.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It's a pity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That's great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No problem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Come on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二、完形填空（本题共15小题；每小题1分，满分15分）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请认真阅读下面短文，从短文后各题所给的A、B、C、D四个选项中，选出最佳选项，并在答题卡上将该项涂黑。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Way back in my high school years,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mathematics looked like a big problem for me and several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of my classmates. The situation didn't take a turn for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16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until we entered the </w:t>
      </w:r>
      <w:r>
        <w:rPr>
          <w:rFonts w:hint="eastAsia" w:ascii="Times New Roman" w:hAnsi="Times New Roman"/>
        </w:rPr>
        <w:t>9</w:t>
      </w:r>
      <w:r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grade.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With the arrival of the new term,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 got Mr Iyer,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a(n)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 xml:space="preserve">17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maths teacher as well as our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class teacher,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who always stuck to his rule. We had to arrive on time,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pay undivided attention to what</w:t>
      </w:r>
      <w:r>
        <w:rPr>
          <w:rFonts w:hint="eastAsia" w:ascii="Times New Roman" w:hAnsi="Times New Roman"/>
        </w:rPr>
        <w:t xml:space="preserve"> he said, and of course, none of us dared(敢) to </w:t>
      </w:r>
      <w:r>
        <w:rPr>
          <w:rFonts w:hint="eastAsia" w:ascii="Times New Roman" w:hAnsi="Times New Roman"/>
          <w:u w:val="single"/>
        </w:rPr>
        <w:t xml:space="preserve">   18   </w:t>
      </w:r>
      <w:r>
        <w:rPr>
          <w:rFonts w:hint="eastAsia" w:ascii="Times New Roman" w:hAnsi="Times New Roman"/>
        </w:rPr>
        <w:t xml:space="preserve"> any of his homework. Even so, as our </w:t>
      </w:r>
      <w:r>
        <w:rPr>
          <w:rFonts w:ascii="Times New Roman" w:hAnsi="Times New Roman"/>
        </w:rPr>
        <w:t>leader,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 got to know him bit by bit.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One day,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as the mid-term exams came near,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Mr Iyer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19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some of us moving restlessly in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class. He stopped solving a mathematical problem to ask us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20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we behaved like that. "There's</w:t>
      </w:r>
      <w:r>
        <w:rPr>
          <w:rFonts w:hint="eastAsia" w:ascii="Times New Roman" w:hAnsi="Times New Roman"/>
        </w:rPr>
        <w:t xml:space="preserve"> too much to do,</w:t>
      </w:r>
      <w:r>
        <w:rPr>
          <w:rFonts w:ascii="Times New Roman" w:hAnsi="Times New Roman"/>
        </w:rPr>
        <w:t>"</w:t>
      </w:r>
      <w:r>
        <w:rPr>
          <w:rFonts w:hint="eastAsia" w:ascii="Times New Roman" w:hAnsi="Times New Roman"/>
        </w:rPr>
        <w:t xml:space="preserve"> we sighed(叹息). </w:t>
      </w:r>
      <w:r>
        <w:rPr>
          <w:rFonts w:ascii="Times New Roman" w:hAnsi="Times New Roman"/>
        </w:rPr>
        <w:t>"</w:t>
      </w:r>
      <w:r>
        <w:rPr>
          <w:rFonts w:hint="eastAsia" w:ascii="Times New Roman" w:hAnsi="Times New Roman"/>
        </w:rPr>
        <w:t xml:space="preserve">We're afraid we'll never </w:t>
      </w:r>
      <w:r>
        <w:rPr>
          <w:rFonts w:hint="eastAsia" w:ascii="Times New Roman" w:hAnsi="Times New Roman"/>
          <w:u w:val="single"/>
        </w:rPr>
        <w:t xml:space="preserve">   21   </w:t>
      </w:r>
      <w:r>
        <w:rPr>
          <w:rFonts w:hint="eastAsia" w:ascii="Times New Roman" w:hAnsi="Times New Roman"/>
        </w:rPr>
        <w:t xml:space="preserve"> to finish our review before </w:t>
      </w:r>
      <w:r>
        <w:rPr>
          <w:rFonts w:ascii="Times New Roman" w:hAnsi="Times New Roman"/>
        </w:rPr>
        <w:t>the exams."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"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 xml:space="preserve">22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is impossible,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"Mr Iyer told us. "This classroom is on the second floor. Do you have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problem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23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here?"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Reacting with blank stares,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 sat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24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>. "Is this about learning?"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thought to myself,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it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seemed probably that everyone had such a big doubt.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Without waiting for a reply,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Mr Iyer answered his own question. "No,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 don'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</w:rPr>
        <w:t>!"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 said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decisively. "You have stairs to help you climb up to this level. No one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25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 to make it in two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giant leaps. You just need to take one step at a time. Any task can be solved if you think twice about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 xml:space="preserve">26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action that will be taken. The rest will take care of itself,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if you keep at it. One step at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time. That's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27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>."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Then,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 wrote down an old motto on the blackboard: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"The longest journey starts with a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28   </w:t>
      </w:r>
      <w:r>
        <w:rPr>
          <w:rFonts w:hint="eastAsia" w:ascii="Times New Roman" w:hAnsi="Times New Roman"/>
        </w:rPr>
        <w:t xml:space="preserve"> step.</w:t>
      </w:r>
      <w:r>
        <w:rPr>
          <w:rFonts w:ascii="Times New Roman" w:hAnsi="Times New Roman"/>
        </w:rPr>
        <w:t>"</w:t>
      </w:r>
      <w:r>
        <w:rPr>
          <w:rFonts w:hint="eastAsia" w:ascii="Times New Roman" w:hAnsi="Times New Roman"/>
        </w:rPr>
        <w:t xml:space="preserve"> Having heard his staircase analogy(比拟), we saw him in a new light.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Thanks to such encouraging 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 xml:space="preserve">29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most of my classmates got excellent grades in maths.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went on to become an English teacher. To this day,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whenever I 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30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the valuable lesson to my</w:t>
      </w:r>
      <w:r>
        <w:rPr>
          <w:rFonts w:hint="eastAsia" w:ascii="Times New Roman" w:hAnsi="Times New Roman"/>
        </w:rPr>
        <w:t xml:space="preserve"> own students, they cheer up at the view of a lighter academic burden(学业负担).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16. A. better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worse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freer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busier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17. A. humorous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polite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organized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strict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18. A. check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accept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miss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prepare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19. A. helped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noticed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kept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suggested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20. A. how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when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why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where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21. A. manage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refuse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agree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choose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22. A. Something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Anything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Everything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Nothing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23. A. leaving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reaching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cleaning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learning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24. A. silently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suddenly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noisily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happily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25. A. allows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expects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invites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warns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26. A. same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only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last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next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27. A. order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result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secret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excuse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28. A. slow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single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big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quick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29. A. task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question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praise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advice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30. A. live on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try on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pass on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take on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三、阅读理解（本题共15小题；每小题2分，满分30分）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请认真阅读下列短文，从短文后各题所给的A、B、C、D四个选项中，选出最佳选项，并在答题卡上将该项涂黑。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Tall buildings,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criss-crossed roads,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huge crowds.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.When we talk about cities,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such words might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come to mind. However,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cities can be different. They can be sweet homes for both people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animals. Here are three exciting and creative examples.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7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660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1400175" cy="1343025"/>
                  <wp:effectExtent l="0" t="0" r="9525" b="952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Vertical forests in Milan</w:t>
            </w:r>
          </w:p>
        </w:tc>
        <w:tc>
          <w:tcPr>
            <w:tcW w:w="7534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In the centre of Milan city, there are </w:t>
            </w:r>
            <w:r>
              <w:rPr>
                <w:rFonts w:ascii="Times New Roman" w:hAnsi="Times New Roman"/>
              </w:rPr>
              <w:t>"</w:t>
            </w:r>
            <w:r>
              <w:rPr>
                <w:rFonts w:hint="eastAsia" w:ascii="Times New Roman" w:hAnsi="Times New Roman"/>
              </w:rPr>
              <w:t>vertical(垂直的) forests</w:t>
            </w:r>
            <w:r>
              <w:rPr>
                <w:rFonts w:ascii="Times New Roman" w:hAnsi="Times New Roman"/>
              </w:rPr>
              <w:t>"</w:t>
            </w:r>
            <w:r>
              <w:rPr>
                <w:rFonts w:hint="eastAsia" w:ascii="Times New Roman" w:hAnsi="Times New Roman"/>
              </w:rPr>
              <w:t xml:space="preserve">! </w:t>
            </w:r>
            <w:r>
              <w:rPr>
                <w:rFonts w:ascii="Times New Roman" w:hAnsi="Times New Roman"/>
              </w:rPr>
              <w:t>Green plants cover two tall buildings. One is 110 metres tall,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while the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other is 76 metres. The area these plants cover is the same as 30,000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square metres of woodland. The forests opened in 2014.</w:t>
            </w:r>
          </w:p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makes the forests?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The answer is 800 trees,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15,000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ground-cover plants and 5,000 shrubs. People plant them in big tubs on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large balconies. They attract 1,600 kinds of birds and butterflies. Gardeners often trim the plants in order that people can see clearly out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of the windows with them.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1457325" cy="1133475"/>
                  <wp:effectExtent l="0" t="0" r="9525" b="952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Wuhan,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the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"sponge city"</w:t>
            </w:r>
          </w:p>
        </w:tc>
        <w:tc>
          <w:tcPr>
            <w:tcW w:w="7534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Sponge(海绵) absorbs water. </w:t>
            </w:r>
            <w:r>
              <w:rPr>
                <w:rFonts w:ascii="Times New Roman" w:hAnsi="Times New Roman"/>
              </w:rPr>
              <w:t>"</w:t>
            </w:r>
            <w:r>
              <w:rPr>
                <w:rFonts w:hint="eastAsia" w:ascii="Times New Roman" w:hAnsi="Times New Roman"/>
              </w:rPr>
              <w:t>Sponge city</w:t>
            </w:r>
            <w:r>
              <w:rPr>
                <w:rFonts w:ascii="Times New Roman" w:hAnsi="Times New Roman"/>
              </w:rPr>
              <w:t>"</w:t>
            </w:r>
            <w:r>
              <w:rPr>
                <w:rFonts w:hint="eastAsia" w:ascii="Times New Roman" w:hAnsi="Times New Roman"/>
              </w:rPr>
              <w:t xml:space="preserve"> absorbs rainwater.</w:t>
            </w:r>
          </w:p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2015,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Wuhan started to build a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"sponge city",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one of the first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cities to do so in China. In the city,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water can pass through the</w:t>
            </w:r>
            <w:r>
              <w:rPr>
                <w:rFonts w:hint="eastAsia" w:ascii="Times New Roman" w:hAnsi="Times New Roman"/>
              </w:rPr>
              <w:t xml:space="preserve"> pavements(人行道). There are also gardens, ponds and wetlands all </w:t>
            </w:r>
            <w:r>
              <w:rPr>
                <w:rFonts w:ascii="Times New Roman" w:hAnsi="Times New Roman"/>
              </w:rPr>
              <w:t>over the city. When it rains,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they can absorb water. So there will be less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flooding. By the end of last year,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 percent of the city's area reached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the standard of a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"sponge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city"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In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2030,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the area will reach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80 percent.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1295400" cy="1238250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Living with caracals</w:t>
            </w:r>
          </w:p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 Cape Town</w:t>
            </w:r>
          </w:p>
        </w:tc>
        <w:tc>
          <w:tcPr>
            <w:tcW w:w="7534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Caracals live in many nature reserves,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gardens and vineyards in</w:t>
            </w:r>
            <w:r>
              <w:rPr>
                <w:rFonts w:hint="eastAsia" w:ascii="Times New Roman" w:hAnsi="Times New Roman"/>
              </w:rPr>
              <w:t xml:space="preserve"> Cape Town, South Africa. They are the last large predator(食肉动物) </w:t>
            </w:r>
            <w:r>
              <w:rPr>
                <w:rFonts w:ascii="Times New Roman" w:hAnsi="Times New Roman"/>
              </w:rPr>
              <w:t>there. However,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they live in danger. As much as 70 percent of their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deaths are because they get hit by cars.</w:t>
            </w:r>
          </w:p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 save caracals,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people started a project. They catch and mark the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cats,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and give the cats radio collars to tell where they go. After locating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roadkill places,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people invite an artist to make artworks and put them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nearby. The art helps people remember to drive slowly and take care of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the cats. There are also caracal road signs. All of these have caught the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interest of people in Cape Town.</w:t>
            </w:r>
          </w:p>
        </w:tc>
      </w:tr>
    </w:tbl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31. What can we learn from the passage?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There are about 800 kinds of trees in vertical forests in Milan.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Vertical forests in Milan grow on balconies of two tall buildings.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Wuhan is the first city to become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"sponge city"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the world.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The area of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"sponge city"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will become much larger in2030.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32. Which of the following are the ways to save caracals in Cape Town according to the passage?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Send caracals back to nature reserves.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Put caracal road signs near roadkill places.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Make caracals wear the radio collars.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Invite drivers to make artworks about caracals.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ab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cd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ac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bc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33. The passage is mainly written to tell us that</w:t>
      </w:r>
      <w:r>
        <w:rPr>
          <w:rFonts w:hint="eastAsia" w:ascii="Times New Roman" w:hAnsi="Times New Roman"/>
        </w:rPr>
        <w:t xml:space="preserve"> ______.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cities are always full of people and animals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some cities are dangerous places for animals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there are ways to make cities more nature-friendly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flooding is a big problem for some cities in China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"Welcome to China!"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This simple greeting from volunteer Sun Zeyu warmed the heart of US snowboarder Tessa</w:t>
      </w:r>
      <w:r>
        <w:rPr>
          <w:rFonts w:hint="eastAsia" w:ascii="Times New Roman" w:hAnsi="Times New Roman"/>
        </w:rPr>
        <w:t xml:space="preserve"> Maud at the Olympics opening ceremony(开幕式). </w:t>
      </w:r>
      <w:r>
        <w:rPr>
          <w:rFonts w:ascii="Times New Roman" w:hAnsi="Times New Roman"/>
        </w:rPr>
        <w:t>"</w:t>
      </w:r>
      <w:r>
        <w:rPr>
          <w:rFonts w:hint="eastAsia" w:ascii="Times New Roman" w:hAnsi="Times New Roman"/>
        </w:rPr>
        <w:t xml:space="preserve">That guy who has said 'Welcome to China' </w:t>
      </w:r>
      <w:r>
        <w:rPr>
          <w:rFonts w:ascii="Times New Roman" w:hAnsi="Times New Roman"/>
        </w:rPr>
        <w:t>literally just makes me tear up every time because they [volunteers]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are so nice. We feel so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welcomed,"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said Maud in the video she shared on TikTok.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Sun,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 junior student from Tsinghua University,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is an example of how Generation Z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(people</w:t>
      </w:r>
      <w:r>
        <w:rPr>
          <w:rFonts w:hint="eastAsia" w:ascii="Times New Roman" w:hAnsi="Times New Roman"/>
        </w:rPr>
        <w:t xml:space="preserve"> born between 1995 and 2010) promoted(促进) cultural and people-to-people exchanges at the </w:t>
      </w:r>
      <w:r>
        <w:rPr>
          <w:rFonts w:ascii="Times New Roman" w:hAnsi="Times New Roman"/>
        </w:rPr>
        <w:t>Beijing Winter Games. Active and open-minded,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they bridge gaps in their own ways. Their pleasant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personalities,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global vision and new-age thinking made the Games even more fantastic.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  <w:u w:val="single"/>
        </w:rPr>
        <w:t xml:space="preserve">   </w:t>
      </w:r>
      <w:r>
        <w:rPr>
          <w:rFonts w:hint="eastAsia" w:ascii="宋体" w:hAnsi="宋体"/>
          <w:u w:val="single"/>
        </w:rPr>
        <w:t>①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</w:rPr>
        <w:t xml:space="preserve"> Gen Z athletes shared their China travels on social media(媒体). Some became big </w:t>
      </w:r>
      <w:r>
        <w:rPr>
          <w:rFonts w:ascii="Times New Roman" w:hAnsi="Times New Roman"/>
        </w:rPr>
        <w:t>fans of Chinese food. Maud shared what she ate every day on TikTok——fried rice,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Kung Pao chicken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Peking duck. What to eat each day was a hard choice for her. "Everything is so good,"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she said.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  <w:u w:val="single"/>
        </w:rPr>
        <w:t xml:space="preserve">   </w:t>
      </w:r>
      <w:r>
        <w:rPr>
          <w:rFonts w:hint="eastAsia" w:ascii="宋体" w:hAnsi="宋体"/>
          <w:u w:val="single"/>
        </w:rPr>
        <w:t>②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</w:rPr>
        <w:t xml:space="preserve"> Jenise Spiteri is a snowboarder from Malta. She became known as the </w:t>
      </w:r>
      <w:r>
        <w:rPr>
          <w:rFonts w:ascii="Times New Roman" w:hAnsi="Times New Roman"/>
        </w:rPr>
        <w:t>"</w:t>
      </w:r>
      <w:r>
        <w:rPr>
          <w:rFonts w:hint="eastAsia" w:ascii="Times New Roman" w:hAnsi="Times New Roman"/>
        </w:rPr>
        <w:t xml:space="preserve">red bean bun </w:t>
      </w:r>
      <w:r>
        <w:rPr>
          <w:rFonts w:ascii="Times New Roman" w:hAnsi="Times New Roman"/>
        </w:rPr>
        <w:t>girl"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China after she took a big bite while waiting for her score. "Goodbye to the amazing workers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who supplied our food every day,"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she wrote on social media when she left the Olympic Village. In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picture,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she holds a big red bean bun.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  <w:u w:val="single"/>
        </w:rPr>
        <w:t xml:space="preserve">   </w:t>
      </w:r>
      <w:r>
        <w:rPr>
          <w:rFonts w:hint="eastAsia" w:ascii="宋体" w:hAnsi="宋体"/>
          <w:u w:val="single"/>
        </w:rPr>
        <w:t>③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</w:rPr>
        <w:t xml:space="preserve"> Alexandra Pozhidaeva is a Russian international student from Peking University. As a performer(表演者) at the opening ceremony, she had a heart-warming moment with the young </w:t>
      </w:r>
      <w:r>
        <w:rPr>
          <w:rFonts w:ascii="Times New Roman" w:hAnsi="Times New Roman"/>
        </w:rPr>
        <w:t>people of her age. When the stadium was very cold,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they lent their gloves. She said it was touching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as they didn't know each other.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  <w:u w:val="single"/>
        </w:rPr>
        <w:t xml:space="preserve">   </w:t>
      </w:r>
      <w:r>
        <w:rPr>
          <w:rFonts w:hint="eastAsia" w:ascii="宋体" w:hAnsi="宋体"/>
          <w:u w:val="single"/>
        </w:rPr>
        <w:t>④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</w:rPr>
        <w:t xml:space="preserve"> Another volunteer, Yang Jinhe, l8, started to work on COVID-related matters in </w:t>
      </w:r>
      <w:r>
        <w:rPr>
          <w:rFonts w:ascii="Times New Roman" w:hAnsi="Times New Roman"/>
        </w:rPr>
        <w:t>mid-December. He also worked at the Paralympic Games. Back in 2008,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 was impressed by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song </w:t>
      </w:r>
      <w:r>
        <w:rPr>
          <w:rFonts w:ascii="Times New Roman" w:hAnsi="Times New Roman"/>
          <w:i/>
        </w:rPr>
        <w:t>You and Me</w:t>
      </w:r>
      <w:r>
        <w:rPr>
          <w:rFonts w:ascii="Times New Roman" w:hAnsi="Times New Roman"/>
        </w:rPr>
        <w:t>. Now he said he really understands the meaning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"you and me"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as well as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Olympic spirit of togetherness.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"Even though the pandemic is going on,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 are standing here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[at Beijing2022],"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 said on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show </w:t>
      </w:r>
      <w:r>
        <w:rPr>
          <w:rFonts w:ascii="Times New Roman" w:hAnsi="Times New Roman"/>
          <w:i/>
        </w:rPr>
        <w:t>Youth Power</w:t>
      </w:r>
      <w:r>
        <w:rPr>
          <w:rFonts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34. How many foreign athletes are mentioned in the passage?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Two.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Three.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Four.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Five.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35. Which statement about the volunteers is true according to the passage?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Some young volunteers sold warm gloves to athletes and visitors at the stadium.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Yang Jinhe also worked as a volunteer at the Beijing Summer Olympics in 2008.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Sun Zeyu greeted people coming to the Games at the Olympics opening ceremony.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Only volunteers at Beijing 2022 promoted cultural and people-to-people exchanges.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36. We'd better put the sentence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  <w:b/>
        </w:rPr>
        <w:t>Gen Z volunteers served the event with heart and soul</w:t>
      </w:r>
      <w:r>
        <w:rPr>
          <w:rFonts w:ascii="Times New Roman" w:hAnsi="Times New Roman"/>
        </w:rPr>
        <w:t>."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hint="eastAsia" w:ascii="Times New Roman" w:hAnsi="Times New Roman"/>
        </w:rPr>
        <w:t xml:space="preserve"> ______.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①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②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③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 ④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37. What is the best title of the passage?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People say goodbye to the Games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Volunteers serve the Games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Athletes have great fun at the Games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Gen Zers light up the Games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Have you ever been bored and decided to check social media,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only to find out that your best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friend was at Disneyland,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that one of your classmates was eating delicious pizza at your favourite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pizza store,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or that one of your soccer teammates was climbing the Eiffel Tower in Paris?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Have you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ever had that feeling that others were experiencing things and enjoying life more than you were?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Oh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man!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 were really missing out!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At least that's what you might think. Researchers call that feeling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FOMO——the fear of missing out.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Over 75%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of young people report feelings about FOMO from time to time. It's so easy today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see what your friends are doing,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eating,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buying or talking about from the social media. Unluckily,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have only so much time in the day and only so much money to spend on food or entertainment. It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would be impossible to enjoy all the same activities we see others take part in on social media.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Rather than realizing this basic truth,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though,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 usually let FOMO lead us to compare our lives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with those of others on social media. </w:t>
      </w:r>
      <w:r>
        <w:rPr>
          <w:rFonts w:ascii="Times New Roman" w:hAnsi="Times New Roman"/>
          <w:b/>
          <w:u w:val="single"/>
        </w:rPr>
        <w:t>This</w:t>
      </w:r>
      <w:r>
        <w:rPr>
          <w:rFonts w:ascii="Times New Roman" w:hAnsi="Times New Roman"/>
        </w:rPr>
        <w:t xml:space="preserve"> certainly leaves us feeling dissatisfied. Why?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 know all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sides of our lives——both good and bad. But all we see on social media are the picture-perfect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moments others shared.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525" w:firstLineChars="250"/>
        <w:rPr>
          <w:rFonts w:ascii="Times New Roman" w:hAnsi="Times New Roman"/>
        </w:rPr>
      </w:pPr>
      <w:r>
        <w:rPr>
          <w:rFonts w:ascii="Times New Roman" w:hAnsi="Times New Roman"/>
        </w:rPr>
        <w:t>As Theodore Roosevelt famously said,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"Comparison is the thief of joy."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FOMO makes us check</w:t>
      </w:r>
      <w:r>
        <w:rPr>
          <w:rFonts w:hint="eastAsia" w:ascii="Times New Roman" w:hAnsi="Times New Roman"/>
        </w:rPr>
        <w:t xml:space="preserve"> social media more often, leading to addiction(瘾) and a negative(消极的) cycle that can be hard to </w:t>
      </w:r>
      <w:r>
        <w:rPr>
          <w:rFonts w:ascii="Times New Roman" w:hAnsi="Times New Roman"/>
        </w:rPr>
        <w:t>break. Researchers have found that social media and FOMO can cause serious negative results,</w:t>
      </w:r>
      <w:r>
        <w:t xml:space="preserve"> </w:t>
      </w:r>
      <w:r>
        <w:rPr>
          <w:rFonts w:ascii="Times New Roman" w:hAnsi="Times New Roman"/>
        </w:rPr>
        <w:t>including feelings of depression,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loneliness and boredom.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So how do we break the cycle and avoid FOMO?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Researchers suggest that we stop looking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social media for happiness. Instead,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 should focus our attention on our real lives,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including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people around us and all the things we're grateful for.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38. The two questions in Paragraph 1 show that social media may</w:t>
      </w:r>
      <w:r>
        <w:rPr>
          <w:rFonts w:hint="eastAsia" w:ascii="Times New Roman" w:hAnsi="Times New Roman"/>
        </w:rPr>
        <w:t xml:space="preserve"> ______.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influence our choices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keep people connected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lead to unhappiness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make our lives interesting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39. What do we know about FOMO from the passage?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It helps people become more well-known online.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It makes people pay close attention to others'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lives.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It causes people to worry about the changing world.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It encourages people to share more on social media.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40. What does the underlined word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  <w:b/>
        </w:rPr>
        <w:t>This</w:t>
      </w:r>
      <w:r>
        <w:rPr>
          <w:rFonts w:ascii="Times New Roman" w:hAnsi="Times New Roman"/>
        </w:rPr>
        <w:t>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the third paragraph refer to?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Comparing our lives with others'.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Knowing all the sides of our lives.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Realizing the basic truth about FOMO.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Sharing the picture-perfect moments.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41. What do the researchers advise us to do according to the passage?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Try to do what we love.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Take an active part in social activities.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Value what we have got. 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Learn to make a reasonable comparison.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438275" cy="13049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By now the dragon realized that my father was coming to rescue him. He ran out of the bushes and jumped up and down,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shouting,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"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'm right here!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Can you see me?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Hurry!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wild pig is coming over on the crocodiles,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too.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They're all coming over!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Oh,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please,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hurry!"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noise was simply excellent.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My father ran up to the dragon,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took out his very sharp jackknife. "Watch out,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old boy!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We'll make it. Just stand still,"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 told the dragon as 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began to cut through the big rope.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By this time both wild pigs,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all seven tigers,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two lions,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gorilla and the rhinos,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along with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countless monkeys,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were all on their way across the crocodiles and there was still a lot of rope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cut through.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"Oh,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hurry,"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dragon kept saying,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my father again told him to stand still.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"If I don't think I can make it,"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said my father,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"we'll fly over to the other side of the river and I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can finish cutting the rope there."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Suddenly the scream grew louder and madder,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my father thought the animals must have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crossed the river. He looked around and saw something that made him surprised and </w:t>
      </w:r>
      <w:r>
        <w:rPr>
          <w:rFonts w:ascii="Times New Roman" w:hAnsi="Times New Roman"/>
          <w:b/>
          <w:u w:val="single"/>
        </w:rPr>
        <w:t>delighted</w:t>
      </w:r>
      <w:r>
        <w:rPr>
          <w:rFonts w:ascii="Times New Roman" w:hAnsi="Times New Roman"/>
        </w:rPr>
        <w:t xml:space="preserve">. </w:t>
      </w:r>
      <w:r>
        <w:rPr>
          <w:rFonts w:hint="eastAsia" w:ascii="Times New Roman" w:hAnsi="Times New Roman"/>
        </w:rPr>
        <w:t xml:space="preserve">Partly because he had finished his lollipop(棒棒糖), and partly because, as I told you before, </w:t>
      </w:r>
      <w:r>
        <w:rPr>
          <w:rFonts w:ascii="Times New Roman" w:hAnsi="Times New Roman"/>
        </w:rPr>
        <w:t>crocodiles are very changeable and not dependable at all and are always looking for something to eat,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first crocodile had turned away from the bank and started swimming down the river. The second</w:t>
      </w:r>
      <w:r>
        <w:rPr>
          <w:rFonts w:hint="eastAsia" w:ascii="Times New Roman" w:hAnsi="Times New Roman"/>
        </w:rPr>
        <w:t xml:space="preserve"> crocodile hadn't finished yet, so he followed right the first, still sucking(吮吸) his lollipop. All the </w:t>
      </w:r>
      <w:r>
        <w:rPr>
          <w:rFonts w:ascii="Times New Roman" w:hAnsi="Times New Roman"/>
        </w:rPr>
        <w:t>rest did the same thing. The two wild pigs,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seven tigers,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rhinos,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two lions,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gorilla,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along with the countless monkeys,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were all riding down the middle of the river on the train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crocodiles sucking pink lollipops,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all were screaming and getting their feet wet.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My father and the dragon laughed because it was such a silly sight. As soon as they had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recovered,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my father finished cutting the rope and the dragon raced around in circles and tried to turn</w:t>
      </w:r>
      <w:r>
        <w:rPr>
          <w:rFonts w:hint="eastAsia" w:ascii="Times New Roman" w:hAnsi="Times New Roman"/>
        </w:rPr>
        <w:t xml:space="preserve"> a somersault(跟头). My father was in a hurry to fly away, and when the dragon finally calmed down </w:t>
      </w:r>
      <w:r>
        <w:rPr>
          <w:rFonts w:ascii="Times New Roman" w:hAnsi="Times New Roman"/>
        </w:rPr>
        <w:t>a bit my father climbed up onto his back.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"All aboard!"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said the dragon. "Where shall we go?"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"We'll spend the night on the beach,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tomorrow we'll start on the long journey home. So,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we'll leave the shore of Tangerina!"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shouted my father as the dragon rose above the dark forest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muddy river and all the animals shouting at them and all the crocodiles sucking pink lollipops.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As my father and the dragon passed over the Ocean Rocks,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they heard a tiny excited voice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scream. "Bum cack!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mean,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 need our dragon!"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But my father and the dragon knew that nothing in the world would ever make them go back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Wild Island.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42. How did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"</w:t>
      </w:r>
      <w:r>
        <w:rPr>
          <w:rFonts w:hint="eastAsia" w:ascii="Times New Roman" w:hAnsi="Times New Roman"/>
        </w:rPr>
        <w:t>m</w:t>
      </w:r>
      <w:r>
        <w:rPr>
          <w:rFonts w:ascii="Times New Roman" w:hAnsi="Times New Roman"/>
        </w:rPr>
        <w:t>y father"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rescue the dragon?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He stood still with the dragon and waited for others'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help.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He flew over to the other side of the river with the dragon.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He asked the animals to let the dragon go by giving lollipops.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He cut through the rope which was tied around the dragon.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43. The meaning of the underlined word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  <w:b/>
        </w:rPr>
        <w:t>delighted</w:t>
      </w:r>
      <w:r>
        <w:rPr>
          <w:rFonts w:ascii="Times New Roman" w:hAnsi="Times New Roman"/>
        </w:rPr>
        <w:t>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is the closest to</w:t>
      </w:r>
      <w:r>
        <w:rPr>
          <w:rFonts w:hint="eastAsia" w:ascii="Times New Roman" w:hAnsi="Times New Roman"/>
        </w:rPr>
        <w:t xml:space="preserve"> ______.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pleased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scared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relaxed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worried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44. What can we know according to the end of the passage?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"My father"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would return home on the dragon's back.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"My father"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flew back to Wild Island with the dragon.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"My father"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the dragon left Tangerina in the night.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"My father"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asked the dragon to land on the Ocean Rocks.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45. Which of the following can best describe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"</w:t>
      </w:r>
      <w:r>
        <w:rPr>
          <w:rFonts w:hint="eastAsia" w:ascii="Times New Roman" w:hAnsi="Times New Roman"/>
        </w:rPr>
        <w:t>m</w:t>
      </w:r>
      <w:r>
        <w:rPr>
          <w:rFonts w:ascii="Times New Roman" w:hAnsi="Times New Roman"/>
        </w:rPr>
        <w:t>y father"?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Polite and generous.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Brave and wise.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Modest and creative.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Kind and honest.</w:t>
      </w:r>
    </w:p>
    <w:p>
      <w:pPr>
        <w:spacing w:line="288" w:lineRule="auto"/>
        <w:jc w:val="center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第Ⅱ卷（非选择题 共60分）</w:t>
      </w:r>
    </w:p>
    <w:p>
      <w:pPr>
        <w:spacing w:line="288" w:lineRule="auto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四、词汇（本题共15小题；每小题1分，满分15分）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请根据括号中的中文提示、英文释义或句意，写出句中所缺单词，使句子通顺。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46. China is encouraging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(夫妻)to have more babies through the three-child policy.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47. Sam and Bob are twin brothers, but their characters are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(完全地)different.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48. </w:t>
      </w: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>Mum,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want to have oranges. Can you buy some today?</w:t>
      </w:r>
    </w:p>
    <w:p>
      <w:pPr>
        <w:spacing w:line="288" w:lineRule="auto"/>
        <w:ind w:firstLine="378" w:firstLineChars="18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—What about strawberries? They are in season and not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(costing much money).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49. Schools and parents should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>(offer)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more care for teenagers to help them choose heroes.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50. </w:t>
      </w: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>Peter,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this photo was taken in December. Why were you just wearing a T-shirt then?</w:t>
      </w:r>
    </w:p>
    <w:p>
      <w:pPr>
        <w:spacing w:line="288" w:lineRule="auto"/>
        <w:ind w:firstLine="378" w:firstLineChars="180"/>
      </w:pPr>
      <w:r>
        <w:rPr>
          <w:rFonts w:hint="eastAsia" w:ascii="Times New Roman" w:hAnsi="Times New Roman"/>
        </w:rPr>
        <w:t xml:space="preserve">—It was in Australia. Seasons there are the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of those in China.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 请根据句意从方框中选择合适的单词，并用其适当形式填空，使句子通顺。</w:t>
      </w:r>
    </w:p>
    <w:tbl>
      <w:tblPr>
        <w:tblStyle w:val="8"/>
        <w:tblW w:w="42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special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west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nineteen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they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speak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51. Some trains along the Beijing-Zhangjiakou railway line are smart enough to drive by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52. Empathy(共情) is required when we give public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or tell the stories of China.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53. It's said that this kind of animal can be found only in the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part of our country.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54. The pictures of horses were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drawn for Carl who likes Chinese paintings very much.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55. The first telephone in the world was one of the great inventions in the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century.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 请根据句意从方框中选择合适的动词，并用其适当时态填空，使句子通顺。</w:t>
      </w:r>
    </w:p>
    <w:tbl>
      <w:tblPr>
        <w:tblStyle w:val="8"/>
        <w:tblW w:w="42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  <w:r>
              <w:rPr>
                <w:rFonts w:ascii="Times New Roman" w:hAnsi="Times New Roman"/>
              </w:rPr>
              <w:t>rive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not be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create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make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listen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56. Up to now, the strong need for 5G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China the largest 5G market in the world.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57. The colourful camphor tree with the blooming flowers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 lively picture every spring.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58. </w:t>
      </w: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>I can't believe you sold me such a terrible robot. I must get my money back!</w:t>
      </w:r>
    </w:p>
    <w:p>
      <w:pPr>
        <w:spacing w:line="288" w:lineRule="auto"/>
        <w:ind w:firstLine="378" w:firstLineChars="18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—I 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, sir. But could you please slow down and tell me what has happened?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59. To avoid the rush hour,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Julie usually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 work around 7:30 a.m. when she was in Suzhou.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60. The film guide says that there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any new films shown in cinemas in a month.</w:t>
      </w:r>
    </w:p>
    <w:p>
      <w:pPr>
        <w:spacing w:line="288" w:lineRule="auto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五、句型转换（本题5小题；每小题1分，满分5分）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请根据要求改写下列句子，每空一词。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6l. Wendy enjoys listening to Chinese folk music in her free time. (改为否定句)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Wendy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listening to Chinese folk music in her free time.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62. My mum was an accountant before she became a manager. (对划线部分提问)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your mum before she became a manager?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63. Millie spent the least time working out the Maths problem in her class. (保持句意基本不变)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Millie spent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 xml:space="preserve"> time working out the Maths problem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 xml:space="preserve"> any of her classmates.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64. Andy thought that it was great fun to go on a treasure hunt with his friends. (改为简单句)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Andy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great fun to go on a treasure hunt with his friends.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65. The lecture from China's space station was very interesting. It attracted many children. (合并为一句)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lecture from China's space station was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 xml:space="preserve"> interesting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 xml:space="preserve"> it attracted many children.</w:t>
      </w:r>
    </w:p>
    <w:p>
      <w:pPr>
        <w:spacing w:line="288" w:lineRule="auto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六、短文填空（本题共10小题；每小题1分，满分10分）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请认真阅读下面短文，并根据各题所给首字母的提示，写出一个合适的英语单词完整、正确的形式，使短文通顺。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These years we've seen a lot of costume dramas(古装剧) that show common girls growing into princesses while falling in love with princes. Royal Feast(《尚食》) has a (66) s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story, except that the girl, Yao Zijin, is also a skilled cook</w:t>
      </w:r>
      <w:r>
        <w:rPr>
          <w:rFonts w:ascii="Times New Roman" w:hAnsi="Times New Roman"/>
        </w:rPr>
        <w:t>——</w:t>
      </w:r>
      <w:r>
        <w:rPr>
          <w:rFonts w:hint="eastAsia" w:ascii="Times New Roman" w:hAnsi="Times New Roman"/>
        </w:rPr>
        <w:t>this (67) m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that all kinds of ancient cuisines (佳肴) are presented on screen.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The 40-episode drama series is now shown at home and (68) a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, including North America, </w:t>
      </w:r>
      <w:r>
        <w:rPr>
          <w:rFonts w:ascii="Times New Roman" w:hAnsi="Times New Roman"/>
        </w:rPr>
        <w:t>Europe and Southeast Asia. More than 1,000 traditional and creative dishes from the Ming Dynasty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it have become a big selling point for the series. Viewers across the world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(69)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dishes on social media. Some even joke that they might stop watching late at night to avoid getting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hungry (70)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 xml:space="preserve"> going to bed.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 food replica(复制品) of poet and artist Wang Wei's (AD701-761) landscape painting </w:t>
      </w:r>
      <w:r>
        <w:rPr>
          <w:rFonts w:hint="eastAsia" w:ascii="Times New Roman" w:hAnsi="Times New Roman"/>
          <w:i/>
        </w:rPr>
        <w:t>Wang Chuan Tu</w:t>
      </w:r>
      <w:r>
        <w:rPr>
          <w:rFonts w:hint="eastAsia" w:ascii="Times New Roman" w:hAnsi="Times New Roman"/>
        </w:rPr>
        <w:t>(《辋川图》) has impressed viewers (71) d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. A cook in the drama carves(雕刻) </w:t>
      </w:r>
      <w:r>
        <w:rPr>
          <w:rFonts w:ascii="Times New Roman" w:hAnsi="Times New Roman"/>
        </w:rPr>
        <w:t>vegetables into mountains,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buildings and clouds,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recreating the painting in a mouthwatering way.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Most of the dishes are inspired by traditional Chinese culture,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they show our ancestors'(</w:t>
      </w:r>
      <w:r>
        <w:rPr>
          <w:rFonts w:hint="eastAsia" w:ascii="Times New Roman" w:hAnsi="Times New Roman"/>
        </w:rPr>
        <w:t>祖先的) knowledge of the harmonious(和谐的) (72) r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between people and nature, according to the director Wang Wei. For example, a dish called "24 solar terms(节气) wonton" is based on the </w:t>
      </w:r>
      <w:r>
        <w:rPr>
          <w:rFonts w:ascii="Times New Roman" w:hAnsi="Times New Roman"/>
        </w:rPr>
        <w:t>traditional Chinese lunar (73)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>. The wontons have different fillings,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which are made only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from foods that are in season. Wang said he had a special team studying ancient cuisine from old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books and historians. Then they (74)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 xml:space="preserve"> 20 cooks to make these special dishes for a month.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As the famous Chinese saying goes,</w:t>
      </w:r>
      <w:r>
        <w:rPr>
          <w:rFonts w:hint="eastAsia" w:ascii="Times New Roman" w:hAnsi="Times New Roman"/>
        </w:rPr>
        <w:t xml:space="preserve"> "</w:t>
      </w:r>
      <w:r>
        <w:rPr>
          <w:rFonts w:ascii="Times New Roman" w:hAnsi="Times New Roman"/>
        </w:rPr>
        <w:t>To the people,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food is heaven.</w:t>
      </w:r>
      <w:r>
        <w:rPr>
          <w:rFonts w:hint="eastAsia" w:ascii="Times New Roman" w:hAnsi="Times New Roman"/>
        </w:rPr>
        <w:t xml:space="preserve">" </w:t>
      </w:r>
      <w:r>
        <w:rPr>
          <w:rFonts w:ascii="Times New Roman" w:hAnsi="Times New Roman"/>
        </w:rPr>
        <w:t>Chinese people have</w:t>
      </w:r>
      <w:r>
        <w:rPr>
          <w:rFonts w:hint="eastAsia" w:ascii="Times New Roman" w:hAnsi="Times New Roman"/>
        </w:rPr>
        <w:t xml:space="preserve"> taken food as an important part of traditional culture from ancient to (75) m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times. Wang </w:t>
      </w:r>
      <w:r>
        <w:rPr>
          <w:rFonts w:ascii="Times New Roman" w:hAnsi="Times New Roman"/>
        </w:rPr>
        <w:t>hopes this drama will help overseas viewers learn more about China's cuisine culture.</w:t>
      </w:r>
    </w:p>
    <w:p>
      <w:pPr>
        <w:spacing w:line="288" w:lineRule="auto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七、阅读与回答问题（本题共5小题；每小题2分，满分10分）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请认真阅读下面短文，并根据短文内容回答问题。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381125" cy="12001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When talking about livestreaming,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 might think of makeup vloggers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movie stars. But Zeng Qinghuan,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 30-year-old from Xinhua County in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Loudi,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Hunan,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has turned her whole village into a livestreaming room,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using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e-commerce to help her people live a better life.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Known as</w:t>
      </w:r>
      <w:r>
        <w:rPr>
          <w:rFonts w:hint="eastAsia" w:ascii="Times New Roman" w:hAnsi="Times New Roman"/>
        </w:rPr>
        <w:t xml:space="preserve"> "</w:t>
      </w:r>
      <w:r>
        <w:rPr>
          <w:rFonts w:ascii="Times New Roman" w:hAnsi="Times New Roman"/>
        </w:rPr>
        <w:t>Xiangmei Xinbao"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on Douyin,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Zeng now has more than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million followers and almost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40 million</w:t>
      </w:r>
      <w:r>
        <w:rPr>
          <w:rFonts w:hint="eastAsia" w:ascii="Times New Roman" w:hAnsi="Times New Roman"/>
        </w:rPr>
        <w:t xml:space="preserve"> "</w:t>
      </w:r>
      <w:r>
        <w:rPr>
          <w:rFonts w:ascii="Times New Roman" w:hAnsi="Times New Roman"/>
        </w:rPr>
        <w:t>likes". During the past two years,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she has posted about 370 short videos showing the culture and life of people in her hometown. Through livestreaming,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she has sold more than 100 million yuan worth of local agricultural products,</w:t>
      </w:r>
      <w:r>
        <w:rPr>
          <w:rFonts w:hint="eastAsia" w:ascii="Times New Roman" w:hAnsi="Times New Roman"/>
        </w:rPr>
        <w:t xml:space="preserve"> like fermented tofu(腐乳), preserved pork and dried sweet potatoes.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Zeng used to study fashion design and work in big cities. She returned to her village to care for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her sick grandmother,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but later found that she could also build a career there. </w:t>
      </w:r>
      <w:r>
        <w:rPr>
          <w:rFonts w:hint="eastAsia" w:ascii="Times New Roman" w:hAnsi="Times New Roman"/>
        </w:rPr>
        <w:t>"I</w:t>
      </w:r>
      <w:r>
        <w:rPr>
          <w:rFonts w:ascii="Times New Roman" w:hAnsi="Times New Roman"/>
        </w:rPr>
        <w:t>'m a daughter of the</w:t>
      </w:r>
      <w:r>
        <w:rPr>
          <w:rFonts w:hint="eastAsia" w:ascii="Times New Roman" w:hAnsi="Times New Roman"/>
        </w:rPr>
        <w:t xml:space="preserve"> great mountains. I can also be a contributor to rural development in this new era(时代)," she said.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Rural revitalization(振兴) is a key part of China's14th Five-Year Plan(2021-2025). In June </w:t>
      </w:r>
      <w:r>
        <w:rPr>
          <w:rFonts w:ascii="Times New Roman" w:hAnsi="Times New Roman"/>
        </w:rPr>
        <w:t>2021,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 law took effect to promote it as a national strategy,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including attracting talent and protecting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natural environment.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Zeng hopes her experience can encourage more young people to return to their rural hometowns</w:t>
      </w:r>
      <w:r>
        <w:rPr>
          <w:rFonts w:hint="eastAsia" w:ascii="Times New Roman" w:hAnsi="Times New Roman"/>
        </w:rPr>
        <w:t xml:space="preserve"> and make a difference. In2021,after she became a deputy(代表) of the Loudi Municipal People's congress(市人民代表大会), she put forward a proposal(建议) called "each village has one product and one livestreaming host of its own". She plans to help train100 social media influencers(网红) </w:t>
      </w:r>
      <w:r>
        <w:rPr>
          <w:rFonts w:ascii="Times New Roman" w:hAnsi="Times New Roman"/>
        </w:rPr>
        <w:t>for her county within three years,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now two villages have taken part in the project.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"Soon the rural areas will become a big stage, and being a farmer will be seen as a decent(体面的) job, too," said Zeng.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76. What is Zeng Qinghuan famous for according to the first paragraph?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77. What kind of products does Zeng sell through livestreaming?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78. Why did Zeng give up working in big cities?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79. What does Zeng plan to do for her county in the next few years?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80. What can we learn from Zeng after reading the passage?(请自拟一句话作答)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八、书面表达（本题满分20分）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“世界上最快乐的事，莫过于为理想而奋斗。”你的理想是什么？请根据下图提示，联系你的学习与生活经历，以“On the way to my dream”为题写一篇英语短文，分享你是如何为理想而奋斗的，并谈谈你的感受。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5857875" cy="13430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注意：1. 词数90左右，短文开头已给出，不计入总词数。</w:t>
      </w:r>
    </w:p>
    <w:p>
      <w:pPr>
        <w:spacing w:line="288" w:lineRule="auto"/>
        <w:ind w:firstLine="630" w:firstLineChars="300"/>
        <w:rPr>
          <w:rFonts w:ascii="Times New Roman" w:hAnsi="Times New Roman"/>
        </w:rPr>
      </w:pPr>
      <w:r>
        <w:rPr>
          <w:rFonts w:hint="eastAsia" w:ascii="Times New Roman" w:hAnsi="Times New Roman"/>
        </w:rPr>
        <w:t>2. 表达中请勿提及真实校名及姓名。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On the way to my dream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Everyone has his dream. Now I want to say something about mine.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19D779EB"/>
    <w:rsid w:val="31F8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99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iPriority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5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26032;&#24314;&#25991;&#20214;&#22841;\2022&#24180;&#27743;&#33487;&#30465;&#21335;&#36890;&#22914;&#30347;&#24066;&#20013;&#32771;&#19968;&#27169;&#33521;&#35821;&#35797;&#3906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C8E73F-2D6E-4A6C-BA09-477D4870D3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2022年江苏省南通如皋市中考一模英语试题.docx</Template>
  <Company>二一教育</Company>
  <Pages>10</Pages>
  <Words>5145</Words>
  <Characters>21216</Characters>
  <Lines>183</Lines>
  <Paragraphs>51</Paragraphs>
  <TotalTime>188</TotalTime>
  <ScaleCrop>false</ScaleCrop>
  <LinksUpToDate>false</LinksUpToDate>
  <CharactersWithSpaces>25617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2022-05-08T09:24:00Z</dcterms:created>
  <dc:creator>21cnjy.com</dc:creator>
  <cp:keywords>21</cp:keywords>
  <cp:lastModifiedBy>Administrator</cp:lastModifiedBy>
  <dcterms:modified xsi:type="dcterms:W3CDTF">2022-05-08T10:07:53Z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