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37" o:spt="75" alt="1" type="#_x0000_t75" style="height:537.05pt;width:333.8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2" type="#_x0000_t75" style="height:540.1pt;width:334.55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3" type="#_x0000_t75" style="height:540.1pt;width:334.55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4" o:spt="75" alt="4" type="#_x0000_t75" style="height:540.85pt;width:334.55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3" o:spt="75" alt="5" type="#_x0000_t75" style="height:525.05pt;width:333.8pt;" filled="f" o:preferrelative="t" stroked="f" coordsize="21600,21600">
            <v:path/>
            <v:fill on="f" focussize="0,0"/>
            <v:stroke on="f"/>
            <v:imagedata r:id="rId10" o:title="5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2" o:spt="75" alt="6" type="#_x0000_t75" style="height:523.55pt;width:330.8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2E5A69EE"/>
    <w:rsid w:val="55222D6E"/>
    <w:rsid w:val="715418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29289;&#29702;\2022&#24180;&#27743;&#33487;&#30465;&#19996;&#21488;&#24066;&#20013;&#32771;&#27169;&#25311;&#29289;&#29702;&#35797;&#39064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2022年江苏省东台市中考模拟物理试题.docx</Template>
  <Company>二一教育</Company>
  <Pages>6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2022-05-07T17:42:00Z</dcterms:created>
  <dc:creator>21cnjy.com</dc:creator>
  <cp:keywords>21</cp:keywords>
  <cp:lastModifiedBy>Administrator</cp:lastModifiedBy>
  <dcterms:modified xsi:type="dcterms:W3CDTF">2022-06-25T14:03:30Z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