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6" o:spt="75" alt="1" type="#_x0000_t75" style="height:537.05pt;width:381.05pt;" filled="f" o:preferrelative="t" stroked="f" coordsize="21600,21600">
            <v:path/>
            <v:fill on="f" focussize="0,0"/>
            <v:stroke on="f"/>
            <v:imagedata r:id="rId4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2" type="#_x0000_t75" style="height:528.05pt;width:393.8pt;" filled="f" o:preferrelative="t" stroked="f" coordsize="21600,21600">
            <v:path/>
            <v:fill on="f" focussize="0,0"/>
            <v:stroke on="f"/>
            <v:imagedata r:id="rId5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4" o:spt="75" alt="3" type="#_x0000_t75" style="height:542.35pt;width:387.8pt;" filled="f" o:preferrelative="t" stroked="f" coordsize="21600,21600">
            <v:path/>
            <v:fill on="f" focussize="0,0"/>
            <v:stroke on="f"/>
            <v:imagedata r:id="rId6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3" o:spt="75" alt="4" type="#_x0000_t75" style="height:548.35pt;width:396.8pt;" filled="f" o:preferrelative="t" stroked="f" coordsize="21600,21600">
            <v:path/>
            <v:fill on="f" focussize="0,0"/>
            <v:stroke on="f"/>
            <v:imagedata r:id="rId7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2" o:spt="75" alt="5" type="#_x0000_t75" style="height:488.3pt;width:366.8pt;" filled="f" o:preferrelative="t" stroked="f" coordsize="21600,21600">
            <v:path/>
            <v:fill on="f" focussize="0,0"/>
            <v:stroke on="f"/>
            <v:imagedata r:id="rId8" o:title="5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1" o:spt="75" alt="6" type="#_x0000_t75" style="height:532.55pt;width:396.8pt;" filled="f" o:preferrelative="t" stroked="f" coordsize="21600,21600">
            <v:path/>
            <v:fill on="f" focussize="0,0"/>
            <v:stroke on="f"/>
            <v:imagedata r:id="rId9" o:title="6"/>
            <o:lock v:ext="edit" aspectratio="t"/>
            <w10:wrap type="none"/>
            <w10:anchorlock/>
          </v:shape>
        </w:pict>
      </w:r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D2A1259"/>
    <w:rsid w:val="004151FC"/>
    <w:rsid w:val="00C02FC6"/>
    <w:rsid w:val="23A84071"/>
    <w:rsid w:val="3B097F3E"/>
    <w:rsid w:val="7D2A12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7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2022-06-30T10:14:00Z</dcterms:created>
  <dc:creator>momo</dc:creator>
  <cp:lastModifiedBy>Administrator</cp:lastModifiedBy>
  <dcterms:modified xsi:type="dcterms:W3CDTF">2022-07-04T04:00:45Z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170D2F3ACA6F4B99B69FF419B3963F01</vt:lpwstr>
  </property>
</Properties>
</file>