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381"/>
          <w:tab w:val="left" w:pos="4309"/>
          <w:tab w:val="left" w:pos="6299"/>
        </w:tabs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11849100</wp:posOffset>
            </wp:positionV>
            <wp:extent cx="330200" cy="2794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黑体"/>
          <w:b/>
          <w:sz w:val="44"/>
          <w:szCs w:val="44"/>
        </w:rPr>
        <w:t>年级语文第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黑体"/>
          <w:b/>
          <w:sz w:val="44"/>
          <w:szCs w:val="44"/>
        </w:rPr>
        <w:t>单元检测卷</w:t>
      </w:r>
    </w:p>
    <w:p>
      <w:pPr>
        <w:tabs>
          <w:tab w:val="left" w:pos="2381"/>
          <w:tab w:val="left" w:pos="4309"/>
          <w:tab w:val="left" w:pos="6299"/>
        </w:tabs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(答卷时间：90分钟)</w:t>
      </w:r>
    </w:p>
    <w:p>
      <w:pPr>
        <w:tabs>
          <w:tab w:val="left" w:pos="2381"/>
          <w:tab w:val="left" w:pos="4309"/>
          <w:tab w:val="left" w:pos="6299"/>
        </w:tabs>
        <w:spacing w:line="360" w:lineRule="exact"/>
        <w:jc w:val="center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sz w:val="24"/>
        </w:rPr>
        <w:t>（满分50☆.等级评定：50—45☆评为A+；44.9—40☆评为A;39.9—35☆评为B+;34.9—30☆评为B;29.9—15☆评为C+；14.9—0☆评为C。</w:t>
      </w:r>
    </w:p>
    <w:tbl>
      <w:tblPr>
        <w:tblStyle w:val="8"/>
        <w:tblpPr w:leftFromText="180" w:rightFromText="180" w:vertAnchor="text" w:horzAnchor="page" w:tblpX="1916" w:tblpY="1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76"/>
        <w:gridCol w:w="1278"/>
        <w:gridCol w:w="1242"/>
        <w:gridCol w:w="1184"/>
        <w:gridCol w:w="1302"/>
        <w:gridCol w:w="879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题号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第一部分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第二部分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第三部分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第四部分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第五部分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合计</w:t>
            </w:r>
          </w:p>
        </w:tc>
        <w:tc>
          <w:tcPr>
            <w:tcW w:w="121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占星数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50</w:t>
            </w:r>
          </w:p>
        </w:tc>
        <w:tc>
          <w:tcPr>
            <w:tcW w:w="1216" w:type="dxa"/>
            <w:vMerge w:val="restart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00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得星数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79" w:type="dxa"/>
            <w:vAlign w:val="center"/>
          </w:tcPr>
          <w:p>
            <w:pPr>
              <w:tabs>
                <w:tab w:val="left" w:pos="2381"/>
                <w:tab w:val="left" w:pos="4309"/>
                <w:tab w:val="left" w:pos="6299"/>
              </w:tabs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16" w:type="dxa"/>
            <w:vMerge w:val="continue"/>
          </w:tcPr>
          <w:p>
            <w:pPr>
              <w:tabs>
                <w:tab w:val="left" w:pos="2381"/>
                <w:tab w:val="left" w:pos="4309"/>
                <w:tab w:val="left" w:pos="6299"/>
              </w:tabs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</w:tbl>
    <w:p>
      <w:pPr>
        <w:tabs>
          <w:tab w:val="left" w:pos="2381"/>
          <w:tab w:val="left" w:pos="4309"/>
          <w:tab w:val="left" w:pos="6299"/>
        </w:tabs>
        <w:spacing w:line="460" w:lineRule="exact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第一部分：字、词、句大比拼（13☆）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一、读拼音，写词语。（2.5☆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tiān yá</w:t>
      </w:r>
      <w:r>
        <w:rPr>
          <w:rFonts w:ascii="宋体" w:hAnsi="宋体" w:cs="黑体"/>
          <w:bCs/>
          <w:sz w:val="32"/>
          <w:szCs w:val="32"/>
        </w:rPr>
        <w:t xml:space="preserve">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hu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á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ng</w:t>
      </w:r>
      <w:r>
        <w:rPr>
          <w:rFonts w:ascii="宋体" w:hAnsi="宋体" w:cs="黑体"/>
          <w:bCs/>
          <w:sz w:val="32"/>
          <w:szCs w:val="32"/>
        </w:rPr>
        <w:t xml:space="preserve">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y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ī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ng</w:t>
      </w:r>
      <w:r>
        <w:rPr>
          <w:rFonts w:hint="eastAsia" w:ascii="宋体" w:hAnsi="宋体" w:cs="黑体"/>
          <w:bCs/>
          <w:sz w:val="32"/>
          <w:szCs w:val="32"/>
        </w:rPr>
        <w:t xml:space="preserve"> </w:t>
      </w:r>
      <w:r>
        <w:rPr>
          <w:rFonts w:ascii="宋体" w:hAnsi="宋体" w:cs="黑体"/>
          <w:bCs/>
          <w:sz w:val="32"/>
          <w:szCs w:val="32"/>
        </w:rPr>
        <w:t xml:space="preserve">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ā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o</w:t>
      </w:r>
      <w:r>
        <w:rPr>
          <w:rFonts w:ascii="宋体" w:hAnsi="宋体" w:cs="黑体"/>
          <w:bCs/>
          <w:sz w:val="32"/>
          <w:szCs w:val="32"/>
        </w:rPr>
        <w:t xml:space="preserve"> </w:t>
      </w:r>
      <w:r>
        <w:rPr>
          <w:rFonts w:hint="default" w:ascii="Arial" w:hAnsi="Arial" w:cs="Arial"/>
          <w:bCs/>
          <w:sz w:val="32"/>
          <w:szCs w:val="32"/>
        </w:rPr>
        <w:t>ɡ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u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ǒ</w:t>
      </w:r>
      <w:r>
        <w:rPr>
          <w:rFonts w:ascii="宋体" w:hAnsi="宋体" w:cs="黑体"/>
          <w:bCs/>
          <w:sz w:val="32"/>
          <w:szCs w:val="32"/>
        </w:rPr>
        <w:t xml:space="preserve">  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k</w:t>
      </w:r>
      <w:r>
        <w:rPr>
          <w:rFonts w:ascii="宋体" w:hAnsi="宋体" w:cs="黑体"/>
          <w:bCs/>
          <w:sz w:val="32"/>
          <w:szCs w:val="32"/>
        </w:rPr>
        <w:t xml:space="preserve">āng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k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ǎ</w:t>
      </w:r>
      <w:r>
        <w:rPr>
          <w:rFonts w:hint="eastAsia" w:ascii="宋体" w:hAnsi="宋体" w:eastAsia="宋体" w:cs="宋体"/>
          <w:bCs/>
          <w:sz w:val="32"/>
          <w:szCs w:val="32"/>
        </w:rPr>
        <w:t>i</w:t>
      </w:r>
      <w:r>
        <w:rPr>
          <w:rFonts w:ascii="宋体" w:hAnsi="宋体" w:cs="黑体"/>
          <w:bCs/>
          <w:sz w:val="32"/>
          <w:szCs w:val="32"/>
        </w:rPr>
        <w:t xml:space="preserve">   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 xml:space="preserve">  h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é</w:t>
      </w:r>
      <w:r>
        <w:rPr>
          <w:rFonts w:ascii="宋体" w:hAnsi="宋体" w:cs="黑体"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ǎ</w:t>
      </w:r>
      <w:r>
        <w:rPr>
          <w:rFonts w:hint="eastAsia" w:ascii="宋体" w:hAnsi="宋体" w:cs="黑体"/>
          <w:bCs/>
          <w:sz w:val="32"/>
          <w:szCs w:val="32"/>
          <w:lang w:val="en-US" w:eastAsia="zh-CN"/>
        </w:rPr>
        <w:t>i</w:t>
      </w:r>
      <w:r>
        <w:rPr>
          <w:rFonts w:hint="eastAsia" w:ascii="宋体" w:hAnsi="宋体" w:cs="宋体"/>
          <w:bCs/>
          <w:sz w:val="32"/>
          <w:szCs w:val="32"/>
        </w:rPr>
        <w:t xml:space="preserve"> 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        ）（        ）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（    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  </w:t>
      </w:r>
      <w:r>
        <w:rPr>
          <w:rFonts w:hint="eastAsia" w:ascii="宋体" w:hAnsi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（        ）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（        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二、选字填空。（3☆）</w:t>
      </w:r>
      <w:r>
        <w:rPr>
          <w:rFonts w:hint="eastAsia" w:ascii="宋体" w:hAnsi="宋体" w:cs="宋体"/>
          <w:sz w:val="28"/>
          <w:szCs w:val="28"/>
        </w:rPr>
        <w:t xml:space="preserve">                         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[绕　饶　浇]　缠(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　)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　)水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　富(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　)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[睹　渚　赌]  (　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)钱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烟(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　)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 xml:space="preserve"> 目(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　)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[慨　概　溉]  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　)括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灌(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　)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感(　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)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[莹　荧　萤]  (　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)光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bCs/>
          <w:sz w:val="28"/>
          <w:szCs w:val="28"/>
        </w:rPr>
        <w:t>晶(　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　)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 xml:space="preserve"> (　　)火虫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三、按要求填空。（2.5☆）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ind w:firstLine="280" w:firstLineChars="1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“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滥</w:t>
      </w:r>
      <w:r>
        <w:rPr>
          <w:rFonts w:hint="eastAsia" w:ascii="宋体" w:hAnsi="宋体"/>
          <w:bCs/>
          <w:sz w:val="28"/>
          <w:szCs w:val="28"/>
        </w:rPr>
        <w:t>”用部首查字法,应先查部首</w:t>
      </w:r>
      <w:r>
        <w:rPr>
          <w:rFonts w:hint="eastAsia" w:ascii="宋体" w:hAnsi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）</w:t>
      </w:r>
      <w:r>
        <w:rPr>
          <w:rFonts w:hint="eastAsia" w:ascii="宋体" w:hAnsi="宋体"/>
          <w:bCs/>
          <w:sz w:val="28"/>
          <w:szCs w:val="28"/>
        </w:rPr>
        <w:t>,再查</w:t>
      </w:r>
      <w:r>
        <w:rPr>
          <w:rFonts w:hint="eastAsia" w:ascii="宋体" w:hAnsi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Cs/>
          <w:sz w:val="28"/>
          <w:szCs w:val="28"/>
        </w:rPr>
        <w:t xml:space="preserve">       </w:t>
      </w:r>
      <w:r>
        <w:rPr>
          <w:rFonts w:hint="eastAsia" w:ascii="宋体" w:hAnsi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Cs/>
          <w:sz w:val="28"/>
          <w:szCs w:val="28"/>
        </w:rPr>
        <w:t xml:space="preserve"> 画；用音序查字法,应先查音序 </w:t>
      </w:r>
      <w:r>
        <w:rPr>
          <w:rFonts w:hint="eastAsia" w:ascii="宋体" w:hAnsi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Cs/>
          <w:sz w:val="28"/>
          <w:szCs w:val="28"/>
        </w:rPr>
        <w:t xml:space="preserve"> ,再查音节</w:t>
      </w:r>
      <w:r>
        <w:rPr>
          <w:rFonts w:hint="eastAsia" w:ascii="宋体" w:hAnsi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Cs/>
          <w:sz w:val="28"/>
          <w:szCs w:val="28"/>
        </w:rPr>
        <w:t xml:space="preserve">       </w:t>
      </w:r>
      <w:r>
        <w:rPr>
          <w:rFonts w:hint="eastAsia" w:ascii="宋体" w:hAnsi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/>
          <w:bCs/>
          <w:sz w:val="28"/>
          <w:szCs w:val="28"/>
        </w:rPr>
        <w:t>。“滥”的意思有：①泛滥；②过度,没有限制；③不切实际浮泛。给下列词语中的“滥”选择正确的解释。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陈词滥调（   ）    滥用职权（   ）   洪水泛滥（   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四、按要求改写句子（5☆）</w:t>
      </w:r>
      <w:r>
        <w:rPr>
          <w:rFonts w:hint="eastAsia" w:ascii="宋体" w:hAnsi="宋体" w:cs="宋体"/>
          <w:kern w:val="0"/>
          <w:sz w:val="24"/>
        </w:rPr>
        <w:t xml:space="preserve">    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ind w:firstLine="560" w:firstLineChars="200"/>
        <w:rPr>
          <w:rFonts w:hint="default" w:ascii="宋体" w:hAnsi="宋体" w:eastAsia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1.我们只有一个地球。我们要保护地球。</w:t>
      </w:r>
      <w:r>
        <w:rPr>
          <w:rFonts w:hint="eastAsia" w:ascii="宋体" w:hAnsi="宋体"/>
          <w:bCs/>
          <w:sz w:val="28"/>
          <w:szCs w:val="28"/>
          <w:lang w:val="zh-CN"/>
        </w:rPr>
        <w:t>（用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恰当</w:t>
      </w:r>
      <w:r>
        <w:rPr>
          <w:rFonts w:hint="eastAsia" w:ascii="宋体" w:hAnsi="宋体"/>
          <w:bCs/>
          <w:sz w:val="28"/>
          <w:szCs w:val="28"/>
          <w:lang w:val="zh-CN"/>
        </w:rPr>
        <w:t>的关联词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合成一句话）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/>
          <w:bCs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_____________________________________________________________________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cs="Courier New"/>
          <w:bCs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cs="Courier New"/>
          <w:bCs/>
          <w:kern w:val="2"/>
          <w:sz w:val="28"/>
          <w:szCs w:val="28"/>
          <w:lang w:val="zh-CN" w:eastAsia="zh-CN" w:bidi="ar-SA"/>
        </w:rPr>
        <w:t>这么松散的地,简直是一张软床。（</w:t>
      </w:r>
      <w:r>
        <w:rPr>
          <w:rFonts w:hint="eastAsia" w:ascii="宋体" w:hAnsi="宋体"/>
          <w:bCs/>
          <w:sz w:val="28"/>
          <w:szCs w:val="28"/>
          <w:lang w:val="zh-CN"/>
        </w:rPr>
        <w:t>仿写句子）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_____________________________________________________________________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Courier New"/>
          <w:bCs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Courier New"/>
          <w:bCs/>
          <w:kern w:val="2"/>
          <w:sz w:val="28"/>
          <w:szCs w:val="28"/>
          <w:lang w:val="en-US" w:eastAsia="zh-CN" w:bidi="ar-SA"/>
        </w:rPr>
        <w:t>3.如果人类不加节制地开采，必将可能加速地球上矿产资源的枯竭。</w:t>
      </w:r>
      <w:r>
        <w:rPr>
          <w:rFonts w:hint="eastAsia" w:ascii="宋体" w:hAnsi="宋体" w:cs="Courier New"/>
          <w:bCs/>
          <w:kern w:val="2"/>
          <w:sz w:val="28"/>
          <w:szCs w:val="28"/>
          <w:lang w:val="zh-CN" w:eastAsia="zh-CN" w:bidi="ar-SA"/>
        </w:rPr>
        <w:t>（修改病句）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_____________________________________________________________________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Courier New"/>
          <w:bCs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Courier New"/>
          <w:bCs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cs="Courier New"/>
          <w:bCs/>
          <w:kern w:val="2"/>
          <w:sz w:val="28"/>
          <w:szCs w:val="28"/>
          <w:lang w:val="zh-CN" w:eastAsia="zh-CN" w:bidi="ar-SA"/>
        </w:rPr>
        <w:t>老人慢慢迈进小院。（把句子写具体）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_____________________________________________________________________</w:t>
      </w:r>
    </w:p>
    <w:p>
      <w:pPr>
        <w:pStyle w:val="2"/>
        <w:numPr>
          <w:ilvl w:val="0"/>
          <w:numId w:val="1"/>
        </w:numPr>
        <w:rPr>
          <w:rFonts w:hint="eastAsia" w:ascii="宋体" w:hAnsi="宋体" w:cs="Courier New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Courier New"/>
          <w:bCs/>
          <w:kern w:val="2"/>
          <w:sz w:val="28"/>
          <w:szCs w:val="28"/>
          <w:lang w:val="en-US" w:eastAsia="zh-CN" w:bidi="ar-SA"/>
        </w:rPr>
        <w:t>为倡导垃圾分类写一条宣传标语。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_____________________________________________________________________</w:t>
      </w:r>
    </w:p>
    <w:p>
      <w:pPr>
        <w:shd w:val="clear" w:color="auto" w:fill="FFFFFF"/>
        <w:topLinePunct/>
        <w:spacing w:line="360" w:lineRule="auto"/>
        <w:contextualSpacing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32"/>
          <w:szCs w:val="32"/>
        </w:rPr>
        <w:t>第二部分：课内积累</w:t>
      </w:r>
      <w:r>
        <w:rPr>
          <w:rFonts w:hint="eastAsia" w:ascii="宋体" w:hAnsi="宋体"/>
          <w:b/>
          <w:sz w:val="28"/>
          <w:szCs w:val="28"/>
        </w:rPr>
        <w:t>（6☆）</w:t>
      </w:r>
    </w:p>
    <w:p>
      <w:pPr>
        <w:spacing w:line="440" w:lineRule="exact"/>
        <w:rPr>
          <w:rFonts w:hint="default" w:ascii="宋体" w:hAnsi="宋体" w:eastAsia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1.《只有一个地球》一文呼吁人类应该</w:t>
      </w:r>
      <w:r>
        <w:rPr>
          <w:rFonts w:hint="eastAsia" w:ascii="宋体" w:hAnsi="宋体"/>
          <w:b w:val="0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440" w:lineRule="exact"/>
        <w:rPr>
          <w:rFonts w:hint="default" w:ascii="宋体" w:hAnsi="宋体" w:eastAsia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2.刘禹锡的《浪淘沙》（其一）中写出黄河磅礴气势的诗句是“</w:t>
      </w:r>
    </w:p>
    <w:p>
      <w:pPr>
        <w:spacing w:line="440" w:lineRule="exact"/>
        <w:rPr>
          <w:rFonts w:hint="eastAsia" w:ascii="宋体" w:hAnsi="宋体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b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32"/>
          <w:szCs w:val="32"/>
          <w:u w:val="none"/>
          <w:lang w:val="en-US" w:eastAsia="zh-CN"/>
        </w:rPr>
        <w:t>，</w:t>
      </w:r>
      <w:r>
        <w:rPr>
          <w:rFonts w:hint="eastAsia" w:ascii="宋体" w:hAnsi="宋体"/>
          <w:b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宋体" w:hAnsi="宋体"/>
          <w:b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/>
          <w:b/>
          <w:sz w:val="32"/>
          <w:szCs w:val="32"/>
          <w:u w:val="none"/>
          <w:lang w:val="en-US" w:eastAsia="zh-CN"/>
        </w:rPr>
        <w:t xml:space="preserve"> 。</w:t>
      </w:r>
      <w:r>
        <w:rPr>
          <w:rFonts w:hint="eastAsia" w:ascii="宋体" w:hAnsi="宋体"/>
          <w:b w:val="0"/>
          <w:bCs/>
          <w:sz w:val="32"/>
          <w:szCs w:val="32"/>
          <w:u w:val="none"/>
          <w:lang w:val="en-US" w:eastAsia="zh-CN"/>
        </w:rPr>
        <w:t>”</w:t>
      </w:r>
    </w:p>
    <w:p>
      <w:pPr>
        <w:pStyle w:val="2"/>
        <w:numPr>
          <w:ilvl w:val="0"/>
          <w:numId w:val="2"/>
        </w:numPr>
        <w:rPr>
          <w:rFonts w:hint="eastAsia" w:hAnsi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hAnsi="宋体"/>
          <w:b w:val="0"/>
          <w:bCs/>
          <w:sz w:val="32"/>
          <w:szCs w:val="32"/>
          <w:u w:val="none"/>
          <w:lang w:val="en-US" w:eastAsia="zh-CN"/>
        </w:rPr>
        <w:t>读完“一水护田将绿绕，两山排闼送青来”，我想到了其他古诗里也有这样对仗的诗句：</w:t>
      </w:r>
      <w:r>
        <w:rPr>
          <w:rFonts w:hint="eastAsia" w:hAnsi="宋体"/>
          <w:b w:val="0"/>
          <w:bCs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pStyle w:val="2"/>
        <w:numPr>
          <w:ilvl w:val="0"/>
          <w:numId w:val="2"/>
        </w:numPr>
        <w:rPr>
          <w:rFonts w:hint="default" w:hAnsi="宋体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hAnsi="宋体"/>
          <w:b w:val="0"/>
          <w:bCs/>
          <w:sz w:val="32"/>
          <w:szCs w:val="32"/>
          <w:u w:val="none"/>
          <w:lang w:val="en-US" w:eastAsia="zh-CN"/>
        </w:rPr>
        <w:t>杜牧在《江南春》一诗中，“</w:t>
      </w:r>
      <w:r>
        <w:rPr>
          <w:rFonts w:hint="eastAsia" w:hAnsi="宋体"/>
          <w:b w:val="0"/>
          <w:bCs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hAnsi="宋体"/>
          <w:b w:val="0"/>
          <w:bCs/>
          <w:sz w:val="32"/>
          <w:szCs w:val="32"/>
          <w:u w:val="none"/>
          <w:lang w:val="en-US" w:eastAsia="zh-CN"/>
        </w:rPr>
        <w:t xml:space="preserve"> ，</w:t>
      </w:r>
      <w:r>
        <w:rPr>
          <w:rFonts w:hint="eastAsia" w:hAnsi="宋体"/>
          <w:b w:val="0"/>
          <w:bCs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hAnsi="宋体"/>
          <w:b w:val="0"/>
          <w:bCs/>
          <w:sz w:val="32"/>
          <w:szCs w:val="32"/>
          <w:u w:val="none"/>
          <w:lang w:val="en-US" w:eastAsia="zh-CN"/>
        </w:rPr>
        <w:t xml:space="preserve">                    </w:t>
      </w:r>
    </w:p>
    <w:p>
      <w:pPr>
        <w:spacing w:line="440" w:lineRule="exact"/>
        <w:rPr>
          <w:rFonts w:hint="default" w:ascii="宋体" w:hAnsi="宋体"/>
          <w:b/>
          <w:sz w:val="32"/>
          <w:szCs w:val="32"/>
          <w:u w:val="none"/>
          <w:lang w:val="en-US"/>
        </w:rPr>
      </w:pPr>
      <w:r>
        <w:rPr>
          <w:rFonts w:hint="eastAsia" w:hAnsi="宋体"/>
          <w:b w:val="0"/>
          <w:bCs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hAnsi="宋体"/>
          <w:b w:val="0"/>
          <w:bCs/>
          <w:sz w:val="32"/>
          <w:szCs w:val="32"/>
          <w:u w:val="none"/>
          <w:lang w:val="en-US" w:eastAsia="zh-CN"/>
        </w:rPr>
        <w:t xml:space="preserve"> ”两句描写了春和日丽的美好景致。</w:t>
      </w:r>
    </w:p>
    <w:p>
      <w:pPr>
        <w:spacing w:line="440" w:lineRule="exact"/>
        <w:rPr>
          <w:rFonts w:ascii="宋体" w:hAnsi="宋体" w:eastAsia="仿宋_GB2312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第三部分：口语交际</w:t>
      </w:r>
      <w:r>
        <w:rPr>
          <w:rFonts w:hint="eastAsia" w:ascii="宋体" w:hAnsi="宋体"/>
          <w:b/>
          <w:sz w:val="28"/>
          <w:szCs w:val="28"/>
        </w:rPr>
        <w:t>（2☆</w:t>
      </w:r>
      <w:r>
        <w:rPr>
          <w:rFonts w:hint="eastAsia" w:ascii="仿宋_GB2312" w:hAnsi="宋体" w:eastAsia="仿宋_GB2312"/>
          <w:b/>
          <w:sz w:val="28"/>
          <w:szCs w:val="28"/>
        </w:rPr>
        <w:t>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ind w:firstLine="560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 w:cs="宋体"/>
          <w:color w:val="222222"/>
          <w:sz w:val="28"/>
          <w:szCs w:val="28"/>
          <w:shd w:val="clear" w:color="auto" w:fill="FFFFFF"/>
        </w:rPr>
        <w:t>人类的许多行为正破坏着我们的生活环境，请你说说我们身边存在哪些环境问题？为了保护环境，我们可以做些什么？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（2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）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ascii="宋体" w:hAnsi="宋体"/>
          <w:bCs/>
          <w:sz w:val="28"/>
          <w:szCs w:val="28"/>
          <w:u w:val="single"/>
        </w:rPr>
      </w:pPr>
      <w:r>
        <w:rPr>
          <w:rFonts w:hint="eastAsia" w:ascii="宋体" w:hAnsi="宋体"/>
          <w:bCs/>
          <w:sz w:val="28"/>
          <w:szCs w:val="28"/>
          <w:u w:val="single"/>
        </w:rPr>
        <w:t xml:space="preserve">                                                                       </w:t>
      </w:r>
    </w:p>
    <w:p>
      <w:pPr>
        <w:tabs>
          <w:tab w:val="left" w:pos="2381"/>
          <w:tab w:val="left" w:pos="4309"/>
          <w:tab w:val="left" w:pos="6299"/>
        </w:tabs>
        <w:spacing w:line="440" w:lineRule="exac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宋体" w:hAnsi="宋体"/>
          <w:b/>
          <w:sz w:val="32"/>
          <w:szCs w:val="32"/>
        </w:rPr>
        <w:t xml:space="preserve">第四部分：阅读乐园(14☆) </w:t>
      </w:r>
    </w:p>
    <w:p>
      <w:pPr>
        <w:pStyle w:val="7"/>
        <w:widowControl/>
        <w:numPr>
          <w:ilvl w:val="0"/>
          <w:numId w:val="3"/>
        </w:numPr>
        <w:shd w:val="clear" w:color="auto" w:fill="FFFFFF"/>
        <w:spacing w:before="0" w:beforeAutospacing="0" w:after="160" w:afterAutospacing="0" w:line="4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snapToGrid w:val="0"/>
          <w:sz w:val="28"/>
          <w:szCs w:val="28"/>
        </w:rPr>
        <w:t>课内精彩回放。</w:t>
      </w:r>
      <w:r>
        <w:rPr>
          <w:rFonts w:hint="eastAsia" w:ascii="宋体" w:hAnsi="宋体"/>
          <w:b/>
          <w:sz w:val="28"/>
          <w:szCs w:val="28"/>
        </w:rPr>
        <w:t>（共8☆）</w:t>
      </w:r>
    </w:p>
    <w:p>
      <w:pPr>
        <w:pStyle w:val="7"/>
        <w:widowControl/>
        <w:numPr>
          <w:ilvl w:val="0"/>
          <w:numId w:val="0"/>
        </w:numPr>
        <w:shd w:val="clear" w:color="auto" w:fill="FFFFFF"/>
        <w:spacing w:before="0" w:beforeAutospacing="0" w:after="160" w:afterAutospacing="0" w:line="440" w:lineRule="exact"/>
        <w:ind w:right="0" w:rightChars="0" w:firstLine="480" w:firstLineChars="200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</w:t>
      </w: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地球所拥有的自然资源也是有限的。拿矿产资源来说，它不是谁的恩赐，而是经过几百万年，甚至几亿年的地质变化才形成的。地球是无私的，它向人类慷慨地提供矿产资源。但是，如果不加节制地开采，必将加速地球上矿产资源的枯竭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560" w:firstLineChars="200"/>
        <w:jc w:val="left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人类生活所需要的水资源、土地资源、生物资源等，本来是可以不断再生，长期给人类作贡献的。但是，因为人们随意毁坏自然资源，不顾后果地滥用化学品，不但使它们不能再生，还造成了一系列生态灾难，给人类生存带来了严重的威胁。</w:t>
      </w:r>
    </w:p>
    <w:p>
      <w:pPr>
        <w:spacing w:line="440" w:lineRule="exact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写出下列词语意思相近的词。（1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>
      <w:pPr>
        <w:spacing w:line="440" w:lineRule="exact"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节制（      ）        慷慨（      ）</w:t>
      </w:r>
    </w:p>
    <w:p>
      <w:pPr>
        <w:numPr>
          <w:ilvl w:val="0"/>
          <w:numId w:val="4"/>
        </w:numPr>
        <w:spacing w:line="440" w:lineRule="exact"/>
        <w:jc w:val="left"/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文段主要表述的观点是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。其中，第一自然段是写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，第二自然段是写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。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 </w:t>
      </w:r>
    </w:p>
    <w:p>
      <w:pPr>
        <w:spacing w:line="440" w:lineRule="exact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可再生资源不能再生的主要原因是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spacing w:line="440" w:lineRule="exact"/>
        <w:jc w:val="left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4.第一自然段运用了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　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和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　　　　　　　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的说明方法。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</w:p>
    <w:p>
      <w:pPr>
        <w:spacing w:line="440" w:lineRule="exact"/>
        <w:jc w:val="left"/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尝试运用一两种说明方法，以“水”或“空气”为话题写一两句话.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２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 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（二）课外阅读：阅读下列短文，回答问题。(共6☆）</w:t>
      </w:r>
    </w:p>
    <w:p>
      <w:pPr>
        <w:spacing w:line="480" w:lineRule="auto"/>
        <w:jc w:val="center"/>
        <w:rPr>
          <w:rFonts w:hint="eastAsia" w:ascii="Times New Roman" w:hAnsi="Times New Roman" w:eastAsia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Times New Roman" w:hAnsi="Times New Roman" w:eastAsia="宋体"/>
          <w:b/>
          <w:bCs/>
          <w:color w:val="000000"/>
          <w:sz w:val="32"/>
          <w:szCs w:val="32"/>
          <w:lang w:val="en-US" w:eastAsia="zh-CN"/>
        </w:rPr>
        <w:t>北极风光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eastAsia="zh-CN"/>
        </w:rPr>
        <w:t>　　</w:t>
      </w:r>
      <w:r>
        <w:rPr>
          <w:rFonts w:hint="eastAsia" w:ascii="Times New Roman" w:hAnsi="Times New Roman" w:eastAsia="宋体"/>
          <w:sz w:val="28"/>
          <w:szCs w:val="28"/>
        </w:rPr>
        <w:t>地球上的北极，过去一向被人认为是一个</w:t>
      </w:r>
      <w:r>
        <w:rPr>
          <w:rFonts w:ascii="Times New Roman" w:hAnsi="Times New Roman" w:eastAsia="宋体" w:cs="汉语拼音"/>
          <w:sz w:val="28"/>
          <w:szCs w:val="28"/>
        </w:rPr>
        <w:t>shén mì（</w:t>
      </w:r>
      <w:r>
        <w:rPr>
          <w:rFonts w:hint="eastAsia" w:ascii="Times New Roman" w:hAnsi="Times New Roman" w:eastAsia="宋体"/>
          <w:sz w:val="28"/>
          <w:szCs w:val="28"/>
        </w:rPr>
        <w:t xml:space="preserve"> </w:t>
      </w:r>
      <w:r>
        <w:rPr>
          <w:rFonts w:ascii="Times New Roman" w:hAnsi="Times New Roman" w:eastAsia="宋体"/>
          <w:sz w:val="28"/>
          <w:szCs w:val="28"/>
        </w:rPr>
        <w:t xml:space="preserve">  </w:t>
      </w:r>
      <w:r>
        <w:rPr>
          <w:rFonts w:hint="eastAsia" w:ascii="Times New Roman" w:hAnsi="Times New Roman" w:eastAsia="宋体"/>
          <w:sz w:val="28"/>
          <w:szCs w:val="28"/>
        </w:rPr>
        <w:t xml:space="preserve"> ）的地区，现在它的真面目已渐渐地给探险家揭开了。原来北极也是一个很美丽可爱的地方</w:t>
      </w:r>
      <w:r>
        <w:rPr>
          <w:rFonts w:hint="eastAsia" w:ascii="Times New Roman" w:hAnsi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 xml:space="preserve">北极气候之所以特别寒冷，这是由于地轴倾斜，使那儿永远受不到正射的缘故，而且由于同一原因，北极只有夏冬两季。在冬季的半年里，天气很冷，气温在冰点以下。这时候（偶然  可能 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sz w:val="28"/>
          <w:szCs w:val="28"/>
        </w:rPr>
        <w:t>突然）也会出现微弱的阳光，可是一阵子就过去了，所以北极的冬季是一片昏黑的，而到了夏季又刚好相反了。整季里斜射的阳光总是</w:t>
      </w:r>
      <w:r>
        <w:rPr>
          <w:rFonts w:ascii="Times New Roman" w:hAnsi="Times New Roman" w:eastAsia="宋体" w:cs="汉语拼音"/>
          <w:sz w:val="28"/>
          <w:szCs w:val="28"/>
        </w:rPr>
        <w:t>zh</w:t>
      </w:r>
      <w:r>
        <w:rPr>
          <w:rFonts w:hint="eastAsia" w:ascii="宋体" w:hAnsi="宋体" w:eastAsia="宋体" w:cs="宋体"/>
          <w:sz w:val="28"/>
          <w:szCs w:val="28"/>
        </w:rPr>
        <w:t>à</w:t>
      </w:r>
      <w:r>
        <w:rPr>
          <w:rFonts w:ascii="Times New Roman" w:hAnsi="Times New Roman" w:eastAsia="宋体" w:cs="汉语拼音"/>
          <w:sz w:val="28"/>
          <w:szCs w:val="28"/>
        </w:rPr>
        <w:t>o y</w:t>
      </w:r>
      <w:r>
        <w:rPr>
          <w:rFonts w:hint="eastAsia" w:ascii="宋体" w:hAnsi="宋体" w:eastAsia="宋体" w:cs="宋体"/>
          <w:sz w:val="28"/>
          <w:szCs w:val="28"/>
        </w:rPr>
        <w:t>à</w:t>
      </w:r>
      <w:r>
        <w:rPr>
          <w:rFonts w:ascii="Times New Roman" w:hAnsi="Times New Roman" w:eastAsia="宋体" w:cs="汉语拼音"/>
          <w:sz w:val="28"/>
          <w:szCs w:val="28"/>
        </w:rPr>
        <w:t>o</w:t>
      </w:r>
      <w:r>
        <w:rPr>
          <w:rFonts w:hint="eastAsia" w:ascii="Times New Roman" w:hAnsi="Times New Roman" w:eastAsia="宋体"/>
          <w:sz w:val="28"/>
          <w:szCs w:val="28"/>
        </w:rPr>
        <w:t xml:space="preserve">（ </w:t>
      </w:r>
      <w:r>
        <w:rPr>
          <w:rFonts w:ascii="Times New Roman" w:hAnsi="Times New Roman" w:eastAsia="宋体"/>
          <w:sz w:val="28"/>
          <w:szCs w:val="28"/>
        </w:rPr>
        <w:t xml:space="preserve">  </w:t>
      </w:r>
      <w:r>
        <w:rPr>
          <w:rFonts w:hint="eastAsia" w:ascii="Times New Roman" w:hAnsi="Times New Roman" w:eastAsia="宋体"/>
          <w:sz w:val="28"/>
          <w:szCs w:val="28"/>
        </w:rPr>
        <w:t xml:space="preserve"> ）着，平均气温在华氏36度之间。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北极虽然寒冷，但是也有</w:t>
      </w:r>
      <w:r>
        <w:rPr>
          <w:rFonts w:ascii="Times New Roman" w:hAnsi="Times New Roman" w:eastAsia="宋体" w:cs="汉语拼音"/>
          <w:sz w:val="28"/>
          <w:szCs w:val="28"/>
        </w:rPr>
        <w:t>f</w:t>
      </w:r>
      <w:r>
        <w:rPr>
          <w:rFonts w:hint="eastAsia" w:ascii="宋体" w:hAnsi="宋体" w:eastAsia="宋体" w:cs="宋体"/>
          <w:sz w:val="28"/>
          <w:szCs w:val="28"/>
        </w:rPr>
        <w:t>á</w:t>
      </w:r>
      <w:r>
        <w:rPr>
          <w:rFonts w:ascii="Times New Roman" w:hAnsi="Times New Roman" w:eastAsia="宋体" w:cs="汉语拼音"/>
          <w:sz w:val="28"/>
          <w:szCs w:val="28"/>
        </w:rPr>
        <w:t>n hu</w:t>
      </w:r>
      <w:r>
        <w:rPr>
          <w:rFonts w:hint="eastAsia" w:ascii="宋体" w:hAnsi="宋体" w:eastAsia="宋体" w:cs="宋体"/>
          <w:sz w:val="28"/>
          <w:szCs w:val="28"/>
        </w:rPr>
        <w:t>ā</w:t>
      </w:r>
      <w:r>
        <w:rPr>
          <w:rFonts w:ascii="Times New Roman" w:hAnsi="Times New Roman" w:eastAsia="宋体" w:cs="汉语拼音"/>
          <w:sz w:val="28"/>
          <w:szCs w:val="28"/>
        </w:rPr>
        <w:t>sì jǐn</w:t>
      </w:r>
      <w:r>
        <w:rPr>
          <w:rFonts w:hint="eastAsia" w:ascii="Times New Roman" w:hAnsi="Times New Roman" w:eastAsia="宋体"/>
          <w:sz w:val="28"/>
          <w:szCs w:val="28"/>
        </w:rPr>
        <w:t xml:space="preserve">（ </w:t>
      </w:r>
      <w:r>
        <w:rPr>
          <w:rFonts w:ascii="Times New Roman" w:hAnsi="Times New Roman" w:eastAsia="宋体"/>
          <w:sz w:val="28"/>
          <w:szCs w:val="28"/>
        </w:rPr>
        <w:t xml:space="preserve">   </w:t>
      </w:r>
      <w:r>
        <w:rPr>
          <w:rFonts w:hint="eastAsia" w:ascii="Times New Roman" w:hAnsi="Times New Roman" w:eastAsia="宋体"/>
          <w:sz w:val="28"/>
          <w:szCs w:val="28"/>
        </w:rPr>
        <w:t xml:space="preserve"> ）的时候。每年夏季，草原上处处绿草如茵，百花竞放，他们大多色泽鲜明，惹人喜爱。（可怜 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sz w:val="28"/>
          <w:szCs w:val="28"/>
        </w:rPr>
        <w:t xml:space="preserve">可惜 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sz w:val="28"/>
          <w:szCs w:val="28"/>
        </w:rPr>
        <w:t>可叹）这种现象，每年只有在六月至八月，我们才可以欣赏到。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北极上也有动物，那里的</w:t>
      </w:r>
      <w:r>
        <w:rPr>
          <w:rFonts w:hint="eastAsia" w:ascii="Times New Roman" w:hAnsi="Times New Roman" w:eastAsia="宋体"/>
          <w:sz w:val="28"/>
          <w:szCs w:val="28"/>
        </w:rPr>
        <w:t>动物不只是种类多，而且数量惊人。北极的天空还有一种（奇异  奇特  奇怪）罕有的现象，那就是北极光了。这种北极光，色彩缤纷，灿烂夺目，它的形状动荡不安，有时像一条银光的带子，横跨天空；有时像帘幕或挂屏；有时又</w:t>
      </w:r>
      <w:r>
        <w:rPr>
          <w:rFonts w:ascii="Times New Roman" w:hAnsi="Times New Roman" w:eastAsia="宋体" w:cs="汉语拼音"/>
          <w:sz w:val="28"/>
          <w:szCs w:val="28"/>
        </w:rPr>
        <w:t>sh</w:t>
      </w:r>
      <w:r>
        <w:rPr>
          <w:rFonts w:hint="eastAsia" w:ascii="宋体" w:hAnsi="宋体" w:eastAsia="宋体" w:cs="宋体"/>
          <w:sz w:val="28"/>
          <w:szCs w:val="28"/>
        </w:rPr>
        <w:t>ǎ</w:t>
      </w:r>
      <w:r>
        <w:rPr>
          <w:rFonts w:ascii="Times New Roman" w:hAnsi="Times New Roman" w:eastAsia="宋体" w:cs="汉语拼音"/>
          <w:sz w:val="28"/>
          <w:szCs w:val="28"/>
        </w:rPr>
        <w:t>n shuò</w:t>
      </w:r>
      <w:r>
        <w:rPr>
          <w:rFonts w:hint="eastAsia" w:ascii="Times New Roman" w:hAnsi="Times New Roman" w:eastAsia="宋体"/>
          <w:sz w:val="28"/>
          <w:szCs w:val="28"/>
        </w:rPr>
        <w:t xml:space="preserve">（ </w:t>
      </w:r>
      <w:r>
        <w:rPr>
          <w:rFonts w:ascii="Times New Roman" w:hAnsi="Times New Roman" w:eastAsia="宋体"/>
          <w:sz w:val="28"/>
          <w:szCs w:val="28"/>
        </w:rPr>
        <w:t xml:space="preserve">  </w:t>
      </w:r>
      <w:r>
        <w:rPr>
          <w:rFonts w:hint="eastAsia" w:ascii="Times New Roman" w:hAnsi="Times New Roman" w:eastAsia="宋体"/>
          <w:sz w:val="28"/>
          <w:szCs w:val="28"/>
        </w:rPr>
        <w:t xml:space="preserve"> ）着，像流星般（掠过 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sz w:val="28"/>
          <w:szCs w:val="28"/>
        </w:rPr>
        <w:t xml:space="preserve">划过 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sz w:val="28"/>
          <w:szCs w:val="28"/>
        </w:rPr>
        <w:t>飞过）。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Fonts w:hint="eastAsia" w:ascii="Times New Roman" w:hAnsi="Times New Roman" w:eastAsia="宋体"/>
          <w:sz w:val="28"/>
          <w:szCs w:val="28"/>
        </w:rPr>
        <w:t>1．按文中的拼音写出词语，填在文中的括号内。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Fonts w:hint="eastAsia" w:ascii="Times New Roman" w:hAnsi="Times New Roman" w:eastAsia="宋体"/>
          <w:sz w:val="28"/>
          <w:szCs w:val="28"/>
        </w:rPr>
        <w:t>2．把文中括号里不恰当的词语用“\”划去。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Fonts w:hint="eastAsia" w:ascii="Times New Roman" w:hAnsi="Times New Roman" w:eastAsia="宋体"/>
          <w:sz w:val="28"/>
          <w:szCs w:val="28"/>
        </w:rPr>
        <w:t>3．北极为什么只有冬夏两季？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２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spacing w:line="46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4．文章是从哪几方面介绍北极风光的？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eastAsia="zh-CN"/>
        </w:rPr>
        <w:t>２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______________________________________________________________</w:t>
      </w:r>
    </w:p>
    <w:p>
      <w:pPr>
        <w:spacing w:line="440" w:lineRule="exac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（三）</w:t>
      </w:r>
      <w:r>
        <w:rPr>
          <w:rFonts w:hint="eastAsia" w:ascii="宋体" w:hAnsi="宋体" w:cs="宋体"/>
          <w:b/>
          <w:bCs/>
          <w:snapToGrid w:val="0"/>
          <w:sz w:val="28"/>
          <w:szCs w:val="28"/>
        </w:rPr>
        <w:t>快乐读书吧。</w:t>
      </w:r>
      <w:r>
        <w:rPr>
          <w:rFonts w:hint="eastAsia" w:ascii="宋体" w:hAnsi="宋体" w:cs="宋体"/>
          <w:b/>
          <w:sz w:val="28"/>
          <w:szCs w:val="28"/>
        </w:rPr>
        <w:t>（共2☆）</w:t>
      </w:r>
    </w:p>
    <w:p>
      <w:pPr>
        <w:spacing w:line="440" w:lineRule="exact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本学期我们阅读了《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小英雄雨来</w:t>
      </w:r>
      <w:r>
        <w:rPr>
          <w:rFonts w:hint="eastAsia" w:ascii="宋体" w:hAnsi="宋体" w:cs="宋体"/>
          <w:bCs/>
          <w:sz w:val="28"/>
          <w:szCs w:val="28"/>
        </w:rPr>
        <w:t>》，请你回答下面的问题。</w:t>
      </w:r>
    </w:p>
    <w:p>
      <w:pPr>
        <w:numPr>
          <w:ilvl w:val="0"/>
          <w:numId w:val="5"/>
        </w:numPr>
        <w:spacing w:line="440" w:lineRule="exact"/>
        <w:jc w:val="left"/>
        <w:textAlignment w:val="center"/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判断题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（1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）</w:t>
      </w:r>
    </w:p>
    <w:p>
      <w:pPr>
        <w:numPr>
          <w:ilvl w:val="0"/>
          <w:numId w:val="0"/>
        </w:numPr>
        <w:spacing w:line="440" w:lineRule="exact"/>
        <w:ind w:firstLine="280" w:firstLineChars="100"/>
        <w:jc w:val="left"/>
        <w:textAlignment w:val="center"/>
        <w:rPr>
          <w:sz w:val="28"/>
          <w:szCs w:val="28"/>
          <w:lang w:val="en-US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（1）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雨来家住过日本鬼子。（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）</w:t>
      </w:r>
    </w:p>
    <w:p>
      <w:pPr>
        <w:spacing w:line="440" w:lineRule="exact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2）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雨来把信给了卫兵，让卫兵替他交给杜绍英。（    ）</w:t>
      </w:r>
      <w:r>
        <w:rPr>
          <w:rFonts w:hint="eastAsia" w:ascii="宋体" w:hAnsi="宋体" w:cs="宋体"/>
          <w:bCs/>
          <w:sz w:val="28"/>
          <w:szCs w:val="28"/>
        </w:rPr>
        <w:t xml:space="preserve">               </w:t>
      </w:r>
    </w:p>
    <w:p>
      <w:pPr>
        <w:spacing w:line="440" w:lineRule="exact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2.填空题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（1</w:t>
      </w:r>
      <w:r>
        <w:rPr>
          <w:rFonts w:hint="eastAsia" w:ascii="宋体" w:hAnsi="宋体"/>
          <w:b/>
          <w:bCs/>
          <w:sz w:val="28"/>
          <w:szCs w:val="28"/>
        </w:rPr>
        <w:t>☆</w:t>
      </w:r>
      <w:r>
        <w:rPr>
          <w:rFonts w:hint="eastAsia" w:ascii="宋体" w:hAnsi="宋体" w:cs="宋体"/>
          <w:b/>
          <w:bCs/>
          <w:color w:val="222222"/>
          <w:sz w:val="28"/>
          <w:szCs w:val="28"/>
          <w:shd w:val="clear" w:color="auto" w:fill="FFFFFF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铁头保存的八路军衣物是（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A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破军帽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B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 xml:space="preserve">皮带 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C</w:t>
      </w: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皮套子</w:t>
      </w:r>
    </w:p>
    <w:p>
      <w:pPr>
        <w:spacing w:line="440" w:lineRule="exac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第五部分：习作乐园（15☆）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题目：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欣赏</w:t>
      </w:r>
      <w:r>
        <w:rPr>
          <w:rFonts w:hint="eastAsia" w:ascii="宋体" w:hAnsi="宋体" w:eastAsia="宋体" w:cs="宋体"/>
          <w:sz w:val="28"/>
          <w:szCs w:val="28"/>
        </w:rPr>
        <w:t>    </w:t>
      </w:r>
    </w:p>
    <w:p>
      <w:pPr>
        <w:pStyle w:val="7"/>
        <w:widowControl/>
        <w:shd w:val="clear" w:color="auto" w:fill="FFFFFF"/>
        <w:spacing w:before="0" w:beforeAutospacing="0" w:after="160" w:afterAutospacing="0" w:line="440" w:lineRule="exact"/>
        <w:ind w:firstLine="560" w:firstLineChars="200"/>
        <w:rPr>
          <w:rFonts w:hint="eastAsia" w:ascii="宋体" w:hAnsi="宋体" w:eastAsia="宋体" w:cs="宋体"/>
          <w:color w:val="000000"/>
          <w:spacing w:val="5"/>
          <w:sz w:val="28"/>
          <w:szCs w:val="28"/>
          <w:shd w:val="clear" w:color="auto" w:fill="FFFFFF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198" w:right="1134" w:bottom="999" w:left="1051" w:header="0" w:footer="851" w:gutter="113"/>
          <w:pgNumType w:start="1"/>
          <w:cols w:space="1331" w:num="2"/>
          <w:docGrid w:type="lines" w:linePitch="400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我们常常在欣赏别人的优点、欣赏事物的美丽、欣赏书画的精彩……只有懂得欣赏，生活才会幸福和快乐，请你以“欣赏”为话题，写一篇不少于4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字的作文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语拼音">
    <w:altName w:val="Arial"/>
    <w:panose1 w:val="020B0604020202020204"/>
    <w:charset w:val="00"/>
    <w:family w:val="swiss"/>
    <w:pitch w:val="default"/>
    <w:sig w:usb0="00000000" w:usb1="0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t xml:space="preserve">                                             1                                                                                                    2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Style w:val="11"/>
        <w:rFonts w:hint="eastAsia"/>
      </w:rPr>
      <w:t xml:space="preserve">                                          3                                                                                                       4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3104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-492760</wp:posOffset>
              </wp:positionH>
              <wp:positionV relativeFrom="paragraph">
                <wp:posOffset>241300</wp:posOffset>
              </wp:positionV>
              <wp:extent cx="923925" cy="9014460"/>
              <wp:effectExtent l="5080" t="4445" r="4445" b="10795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 cap="rnd" cmpd="sng">
                        <a:solidFill>
                          <a:srgbClr val="FFFFFF"/>
                        </a:solidFill>
                        <a:prstDash val="sysDot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8.8pt;margin-top:19pt;height:709.8pt;width:72.7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+2OCg1gAAAAoB&#10;AAAPAAAAAAAAAAEAIAAAACIAAABkcnMvZG93bnJldi54bWxQSwECFAAUAAAACACHTuJAr8NP0h0C&#10;AABTBAAADgAAAAAAAAABACAAAAAlAQAAZHJzL2Uyb0RvYy54bWxQSwUGAAAAAAYABgBZAQAAtAUA&#10;AAAA&#10;">
              <v:fill on="t" focussize="0,0"/>
              <v:stroke weight="0.25pt" color="#FFFFFF" joinstyle="miter" dashstyle="1 1" endcap="round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-615950</wp:posOffset>
              </wp:positionH>
              <wp:positionV relativeFrom="paragraph">
                <wp:posOffset>368300</wp:posOffset>
              </wp:positionV>
              <wp:extent cx="923925" cy="9014460"/>
              <wp:effectExtent l="5080" t="4445" r="4445" b="10795"/>
              <wp:wrapSquare wrapText="bothSides"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9014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ind w:firstLine="1320" w:firstLineChars="55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古城中学考试专用卷(内部资料,请勿外传)  班级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姓名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　　　　　　　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学号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　　　　　　　　　   </w:t>
                          </w:r>
                        </w:p>
                        <w:p>
                          <w:pPr>
                            <w:ind w:firstLine="840" w:firstLineChars="300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4"/>
                            </w:rPr>
                            <w:t>⊙⊙⊙⊙⊙⊙⊙⊙⊙⊙⊙⊙　密　⊙⊙⊙⊙⊙⊙⊙⊙⊙⊙⊙　封　⊙⊙⊙⊙⊙⊙⊙⊙⊙⊙⊙⊙⊙　线　⊙⊙⊙⊙⊙⊙⊙⊙⊙⊙⊙⊙⊙</w:t>
                          </w: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vert270" wrap="square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-48.5pt;margin-top:29pt;height:709.8pt;width:7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imPM/2QAAAAoB&#10;AAAPAAAAAAAAAAEAIAAAACIAAABkcnMvZG93bnJldi54bWxQSwECFAAUAAAACACHTuJATpLmDxoC&#10;AABTBAAADgAAAAAAAAABACAAAAAoAQAAZHJzL2Uyb0RvYy54bWxQSwUGAAAAAAYABgBZAQAAtAUA&#10;AAAA&#10;">
              <v:fill on="t" focussize="0,0"/>
              <v:stroke color="#FFFFFF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firstLine="1320" w:firstLineChars="55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古城中学考试专用卷(内部资料,请勿外传)  班级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</w:t>
                    </w:r>
                    <w:r>
                      <w:rPr>
                        <w:rFonts w:hint="eastAsia"/>
                        <w:sz w:val="24"/>
                      </w:rPr>
                      <w:t>姓名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　　　　　　　</w:t>
                    </w:r>
                    <w:r>
                      <w:rPr>
                        <w:rFonts w:hint="eastAsia"/>
                        <w:sz w:val="24"/>
                      </w:rPr>
                      <w:t>学号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　　　　　　　　　   </w:t>
                    </w:r>
                  </w:p>
                  <w:p>
                    <w:pPr>
                      <w:ind w:firstLine="840" w:firstLineChars="300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⊙⊙⊙⊙⊙⊙⊙⊙⊙⊙⊙⊙　密　⊙⊙⊙⊙⊙⊙⊙⊙⊙⊙⊙　封　⊙⊙⊙⊙⊙⊙⊙⊙⊙⊙⊙⊙⊙　线　⊙⊙⊙⊙⊙⊙⊙⊙⊙⊙⊙⊙⊙</w:t>
                    </w: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51B81"/>
    <w:multiLevelType w:val="singleLevel"/>
    <w:tmpl w:val="9B451B8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0AC73C"/>
    <w:multiLevelType w:val="singleLevel"/>
    <w:tmpl w:val="B20AC73C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DEC3354F"/>
    <w:multiLevelType w:val="singleLevel"/>
    <w:tmpl w:val="DEC3354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55787AC"/>
    <w:multiLevelType w:val="singleLevel"/>
    <w:tmpl w:val="E55787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74FA4E9"/>
    <w:multiLevelType w:val="singleLevel"/>
    <w:tmpl w:val="674FA4E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mirrorMargins w:val="1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97"/>
  <w:drawingGridVerticalSpacing w:val="200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145F5"/>
    <w:rsid w:val="00045D92"/>
    <w:rsid w:val="00063536"/>
    <w:rsid w:val="00085677"/>
    <w:rsid w:val="0008618A"/>
    <w:rsid w:val="00093028"/>
    <w:rsid w:val="000A2DAB"/>
    <w:rsid w:val="000B0B57"/>
    <w:rsid w:val="000C42EC"/>
    <w:rsid w:val="000C51F6"/>
    <w:rsid w:val="000F6A36"/>
    <w:rsid w:val="00111FD1"/>
    <w:rsid w:val="00117FCA"/>
    <w:rsid w:val="001219BD"/>
    <w:rsid w:val="0014076A"/>
    <w:rsid w:val="00156BA4"/>
    <w:rsid w:val="001A03C5"/>
    <w:rsid w:val="001F33AB"/>
    <w:rsid w:val="00225B65"/>
    <w:rsid w:val="0023198F"/>
    <w:rsid w:val="0023471E"/>
    <w:rsid w:val="00243B32"/>
    <w:rsid w:val="00257B45"/>
    <w:rsid w:val="002816B1"/>
    <w:rsid w:val="00281E43"/>
    <w:rsid w:val="002A5A6E"/>
    <w:rsid w:val="002A5C44"/>
    <w:rsid w:val="002D4EBE"/>
    <w:rsid w:val="002E1ADF"/>
    <w:rsid w:val="00330E9C"/>
    <w:rsid w:val="00330FBB"/>
    <w:rsid w:val="0033126D"/>
    <w:rsid w:val="00355890"/>
    <w:rsid w:val="00365FC4"/>
    <w:rsid w:val="00381F6B"/>
    <w:rsid w:val="00390C1B"/>
    <w:rsid w:val="00393998"/>
    <w:rsid w:val="003A0EAD"/>
    <w:rsid w:val="003C4359"/>
    <w:rsid w:val="004151FC"/>
    <w:rsid w:val="004151FF"/>
    <w:rsid w:val="00423F29"/>
    <w:rsid w:val="0046054F"/>
    <w:rsid w:val="004A2231"/>
    <w:rsid w:val="004A37C7"/>
    <w:rsid w:val="004A3CD6"/>
    <w:rsid w:val="004A4ECE"/>
    <w:rsid w:val="004B35D4"/>
    <w:rsid w:val="004C5FC5"/>
    <w:rsid w:val="004E51F9"/>
    <w:rsid w:val="00500F12"/>
    <w:rsid w:val="00502F70"/>
    <w:rsid w:val="00511F03"/>
    <w:rsid w:val="00521FD2"/>
    <w:rsid w:val="0052550C"/>
    <w:rsid w:val="00534BCE"/>
    <w:rsid w:val="00542C1E"/>
    <w:rsid w:val="00550566"/>
    <w:rsid w:val="00557676"/>
    <w:rsid w:val="005709EF"/>
    <w:rsid w:val="00577E86"/>
    <w:rsid w:val="00592C6B"/>
    <w:rsid w:val="005C015E"/>
    <w:rsid w:val="005F2EA9"/>
    <w:rsid w:val="005F4095"/>
    <w:rsid w:val="005F6950"/>
    <w:rsid w:val="005F7776"/>
    <w:rsid w:val="00603BBD"/>
    <w:rsid w:val="00622832"/>
    <w:rsid w:val="00642B76"/>
    <w:rsid w:val="0065019C"/>
    <w:rsid w:val="00656E2D"/>
    <w:rsid w:val="00657FF7"/>
    <w:rsid w:val="00664BCE"/>
    <w:rsid w:val="0067158B"/>
    <w:rsid w:val="00672EDD"/>
    <w:rsid w:val="006970E4"/>
    <w:rsid w:val="006A595E"/>
    <w:rsid w:val="006A7BA5"/>
    <w:rsid w:val="006B3506"/>
    <w:rsid w:val="006B5C44"/>
    <w:rsid w:val="006C529E"/>
    <w:rsid w:val="006C735F"/>
    <w:rsid w:val="00714A27"/>
    <w:rsid w:val="007154CC"/>
    <w:rsid w:val="0072100E"/>
    <w:rsid w:val="00722B12"/>
    <w:rsid w:val="00723646"/>
    <w:rsid w:val="007578D9"/>
    <w:rsid w:val="007819A8"/>
    <w:rsid w:val="00783AA5"/>
    <w:rsid w:val="00796BBB"/>
    <w:rsid w:val="007A11CE"/>
    <w:rsid w:val="007E542D"/>
    <w:rsid w:val="007F4B3E"/>
    <w:rsid w:val="00815806"/>
    <w:rsid w:val="00825FD9"/>
    <w:rsid w:val="00842FB9"/>
    <w:rsid w:val="0089260E"/>
    <w:rsid w:val="00895240"/>
    <w:rsid w:val="008A28FF"/>
    <w:rsid w:val="008A433B"/>
    <w:rsid w:val="008C2F6D"/>
    <w:rsid w:val="008E03F9"/>
    <w:rsid w:val="008F4B6F"/>
    <w:rsid w:val="00964B3A"/>
    <w:rsid w:val="0096713B"/>
    <w:rsid w:val="00982706"/>
    <w:rsid w:val="009845D3"/>
    <w:rsid w:val="00987AD4"/>
    <w:rsid w:val="00997CF4"/>
    <w:rsid w:val="009C13B7"/>
    <w:rsid w:val="009C5D53"/>
    <w:rsid w:val="009C6386"/>
    <w:rsid w:val="009F575F"/>
    <w:rsid w:val="00A0042E"/>
    <w:rsid w:val="00A325AF"/>
    <w:rsid w:val="00A35E47"/>
    <w:rsid w:val="00A526D5"/>
    <w:rsid w:val="00A5466D"/>
    <w:rsid w:val="00A5522C"/>
    <w:rsid w:val="00A556EE"/>
    <w:rsid w:val="00A56833"/>
    <w:rsid w:val="00A70CC1"/>
    <w:rsid w:val="00A74DA0"/>
    <w:rsid w:val="00A84DEB"/>
    <w:rsid w:val="00A87D96"/>
    <w:rsid w:val="00AB61DF"/>
    <w:rsid w:val="00AC4213"/>
    <w:rsid w:val="00AD788B"/>
    <w:rsid w:val="00AE057D"/>
    <w:rsid w:val="00AE5120"/>
    <w:rsid w:val="00B14647"/>
    <w:rsid w:val="00B37839"/>
    <w:rsid w:val="00B4324F"/>
    <w:rsid w:val="00B50009"/>
    <w:rsid w:val="00B52964"/>
    <w:rsid w:val="00B740A7"/>
    <w:rsid w:val="00BC4F86"/>
    <w:rsid w:val="00BC7ACC"/>
    <w:rsid w:val="00BD5E7F"/>
    <w:rsid w:val="00BE510C"/>
    <w:rsid w:val="00BF3C96"/>
    <w:rsid w:val="00C02FC6"/>
    <w:rsid w:val="00C06C8F"/>
    <w:rsid w:val="00C07A8D"/>
    <w:rsid w:val="00C149D1"/>
    <w:rsid w:val="00C17A1D"/>
    <w:rsid w:val="00C20AC6"/>
    <w:rsid w:val="00C310C1"/>
    <w:rsid w:val="00C35626"/>
    <w:rsid w:val="00C41F48"/>
    <w:rsid w:val="00C432BA"/>
    <w:rsid w:val="00C52D66"/>
    <w:rsid w:val="00C805F0"/>
    <w:rsid w:val="00C92D91"/>
    <w:rsid w:val="00C94B5D"/>
    <w:rsid w:val="00CC2D55"/>
    <w:rsid w:val="00CE0222"/>
    <w:rsid w:val="00CE3539"/>
    <w:rsid w:val="00CF402F"/>
    <w:rsid w:val="00CF43C4"/>
    <w:rsid w:val="00D06AC6"/>
    <w:rsid w:val="00D1626D"/>
    <w:rsid w:val="00D26CB9"/>
    <w:rsid w:val="00D34529"/>
    <w:rsid w:val="00D54291"/>
    <w:rsid w:val="00D70FB0"/>
    <w:rsid w:val="00D8231A"/>
    <w:rsid w:val="00D87784"/>
    <w:rsid w:val="00DB774F"/>
    <w:rsid w:val="00DE0090"/>
    <w:rsid w:val="00E15635"/>
    <w:rsid w:val="00E31C45"/>
    <w:rsid w:val="00E47F3E"/>
    <w:rsid w:val="00E50483"/>
    <w:rsid w:val="00E51CB4"/>
    <w:rsid w:val="00E54FAE"/>
    <w:rsid w:val="00E556E4"/>
    <w:rsid w:val="00E56332"/>
    <w:rsid w:val="00E6566E"/>
    <w:rsid w:val="00E6692A"/>
    <w:rsid w:val="00E732C3"/>
    <w:rsid w:val="00E87F7F"/>
    <w:rsid w:val="00EA73BF"/>
    <w:rsid w:val="00EB0977"/>
    <w:rsid w:val="00EB0BC0"/>
    <w:rsid w:val="00EC3B6D"/>
    <w:rsid w:val="00EC4A46"/>
    <w:rsid w:val="00EF08D5"/>
    <w:rsid w:val="00F0482B"/>
    <w:rsid w:val="00F05163"/>
    <w:rsid w:val="00F53E73"/>
    <w:rsid w:val="00F568DD"/>
    <w:rsid w:val="00F84DAD"/>
    <w:rsid w:val="00F95D36"/>
    <w:rsid w:val="00FC47FE"/>
    <w:rsid w:val="00FC7570"/>
    <w:rsid w:val="00FD0789"/>
    <w:rsid w:val="00FF15EC"/>
    <w:rsid w:val="01227892"/>
    <w:rsid w:val="01377B86"/>
    <w:rsid w:val="015214FB"/>
    <w:rsid w:val="016C12B6"/>
    <w:rsid w:val="01811C5F"/>
    <w:rsid w:val="01B23B4D"/>
    <w:rsid w:val="01BF2B3D"/>
    <w:rsid w:val="02354446"/>
    <w:rsid w:val="029C58A3"/>
    <w:rsid w:val="02B80EB3"/>
    <w:rsid w:val="0321357C"/>
    <w:rsid w:val="03310A2C"/>
    <w:rsid w:val="03577DBD"/>
    <w:rsid w:val="04194E1D"/>
    <w:rsid w:val="049C0318"/>
    <w:rsid w:val="04B836A0"/>
    <w:rsid w:val="056D3378"/>
    <w:rsid w:val="06056AA9"/>
    <w:rsid w:val="060C3378"/>
    <w:rsid w:val="06BC0985"/>
    <w:rsid w:val="06E26665"/>
    <w:rsid w:val="06F6719C"/>
    <w:rsid w:val="075E2F59"/>
    <w:rsid w:val="07786991"/>
    <w:rsid w:val="0790701B"/>
    <w:rsid w:val="07DA597F"/>
    <w:rsid w:val="08C63C4C"/>
    <w:rsid w:val="08D44E10"/>
    <w:rsid w:val="09622BE1"/>
    <w:rsid w:val="097B324E"/>
    <w:rsid w:val="09A71738"/>
    <w:rsid w:val="09CA3D4D"/>
    <w:rsid w:val="0A4365F1"/>
    <w:rsid w:val="0A496D62"/>
    <w:rsid w:val="0A663368"/>
    <w:rsid w:val="0AA17C2E"/>
    <w:rsid w:val="0ADE38BE"/>
    <w:rsid w:val="0AFE0734"/>
    <w:rsid w:val="0C410CB6"/>
    <w:rsid w:val="0C5F033E"/>
    <w:rsid w:val="0CE02193"/>
    <w:rsid w:val="0D335E26"/>
    <w:rsid w:val="0DB86F2A"/>
    <w:rsid w:val="0DFA4D10"/>
    <w:rsid w:val="0E113951"/>
    <w:rsid w:val="0E3C3A8E"/>
    <w:rsid w:val="0EA31E90"/>
    <w:rsid w:val="0EE24F46"/>
    <w:rsid w:val="0EFD37F6"/>
    <w:rsid w:val="0F475451"/>
    <w:rsid w:val="0F615FDC"/>
    <w:rsid w:val="0F7B1ABD"/>
    <w:rsid w:val="0F987966"/>
    <w:rsid w:val="101B3480"/>
    <w:rsid w:val="102F3F38"/>
    <w:rsid w:val="10E1791A"/>
    <w:rsid w:val="10F94F5B"/>
    <w:rsid w:val="11333255"/>
    <w:rsid w:val="115B049F"/>
    <w:rsid w:val="11B77CF9"/>
    <w:rsid w:val="11FA59B0"/>
    <w:rsid w:val="1204638B"/>
    <w:rsid w:val="122544C1"/>
    <w:rsid w:val="12EB5DFB"/>
    <w:rsid w:val="131D54F6"/>
    <w:rsid w:val="132037D1"/>
    <w:rsid w:val="13C94DBE"/>
    <w:rsid w:val="14394583"/>
    <w:rsid w:val="14986618"/>
    <w:rsid w:val="14E4683F"/>
    <w:rsid w:val="14E47785"/>
    <w:rsid w:val="14E92C46"/>
    <w:rsid w:val="152300C9"/>
    <w:rsid w:val="15722568"/>
    <w:rsid w:val="15A643F6"/>
    <w:rsid w:val="15B869B9"/>
    <w:rsid w:val="15E43D73"/>
    <w:rsid w:val="166D11CB"/>
    <w:rsid w:val="16C40845"/>
    <w:rsid w:val="16CC2AD8"/>
    <w:rsid w:val="173E4211"/>
    <w:rsid w:val="17556FB7"/>
    <w:rsid w:val="178335FA"/>
    <w:rsid w:val="17BE43C0"/>
    <w:rsid w:val="1805663B"/>
    <w:rsid w:val="183F0D40"/>
    <w:rsid w:val="18431492"/>
    <w:rsid w:val="18B957BB"/>
    <w:rsid w:val="18BE52D8"/>
    <w:rsid w:val="18F9627A"/>
    <w:rsid w:val="18FB69B9"/>
    <w:rsid w:val="19094ED9"/>
    <w:rsid w:val="191B5612"/>
    <w:rsid w:val="191C7606"/>
    <w:rsid w:val="19AD314E"/>
    <w:rsid w:val="19CF30BB"/>
    <w:rsid w:val="19D74402"/>
    <w:rsid w:val="1A19627D"/>
    <w:rsid w:val="1A4D46D6"/>
    <w:rsid w:val="1A530E10"/>
    <w:rsid w:val="1AA94499"/>
    <w:rsid w:val="1AAF31FF"/>
    <w:rsid w:val="1AB372F9"/>
    <w:rsid w:val="1AF12486"/>
    <w:rsid w:val="1AF26EC4"/>
    <w:rsid w:val="1B1C6455"/>
    <w:rsid w:val="1B3E4935"/>
    <w:rsid w:val="1B3F3ECB"/>
    <w:rsid w:val="1B4D2E10"/>
    <w:rsid w:val="1B8B65FB"/>
    <w:rsid w:val="1B8C4381"/>
    <w:rsid w:val="1BF51CE5"/>
    <w:rsid w:val="1C086C72"/>
    <w:rsid w:val="1C4D2820"/>
    <w:rsid w:val="1CA4221D"/>
    <w:rsid w:val="1CB433DD"/>
    <w:rsid w:val="1CBF4F7C"/>
    <w:rsid w:val="1CE636B9"/>
    <w:rsid w:val="1CEE4D41"/>
    <w:rsid w:val="1CF0072D"/>
    <w:rsid w:val="1D5A65D2"/>
    <w:rsid w:val="1D7E4E8A"/>
    <w:rsid w:val="1D907C42"/>
    <w:rsid w:val="1DA77785"/>
    <w:rsid w:val="1DF0060A"/>
    <w:rsid w:val="1E8719A9"/>
    <w:rsid w:val="1E95482F"/>
    <w:rsid w:val="1EA3536A"/>
    <w:rsid w:val="1ECD5B4D"/>
    <w:rsid w:val="1EE06EE8"/>
    <w:rsid w:val="1F22592D"/>
    <w:rsid w:val="1F817FC8"/>
    <w:rsid w:val="1F8F739B"/>
    <w:rsid w:val="1FF6727E"/>
    <w:rsid w:val="202042C4"/>
    <w:rsid w:val="204E4FC4"/>
    <w:rsid w:val="205C7456"/>
    <w:rsid w:val="20A72B56"/>
    <w:rsid w:val="20FF58D1"/>
    <w:rsid w:val="21117DD3"/>
    <w:rsid w:val="21200D31"/>
    <w:rsid w:val="215B4C22"/>
    <w:rsid w:val="21A758AA"/>
    <w:rsid w:val="21B246C6"/>
    <w:rsid w:val="22073FC3"/>
    <w:rsid w:val="2257633D"/>
    <w:rsid w:val="22F21CEF"/>
    <w:rsid w:val="23077D12"/>
    <w:rsid w:val="232C5836"/>
    <w:rsid w:val="233B3967"/>
    <w:rsid w:val="238027C9"/>
    <w:rsid w:val="23967035"/>
    <w:rsid w:val="23F8697F"/>
    <w:rsid w:val="243F0F53"/>
    <w:rsid w:val="24E936C2"/>
    <w:rsid w:val="25061054"/>
    <w:rsid w:val="2560103E"/>
    <w:rsid w:val="25683AE2"/>
    <w:rsid w:val="25815AEB"/>
    <w:rsid w:val="261B1814"/>
    <w:rsid w:val="26295766"/>
    <w:rsid w:val="268A379A"/>
    <w:rsid w:val="26D629B0"/>
    <w:rsid w:val="271D5CD9"/>
    <w:rsid w:val="27E46366"/>
    <w:rsid w:val="28311630"/>
    <w:rsid w:val="286A2A40"/>
    <w:rsid w:val="28E25C83"/>
    <w:rsid w:val="292A7E45"/>
    <w:rsid w:val="29952AC9"/>
    <w:rsid w:val="29BC05E6"/>
    <w:rsid w:val="29D01369"/>
    <w:rsid w:val="2A671916"/>
    <w:rsid w:val="2AF20F95"/>
    <w:rsid w:val="2B171A5A"/>
    <w:rsid w:val="2B3C6A0F"/>
    <w:rsid w:val="2B3F077E"/>
    <w:rsid w:val="2B7F461F"/>
    <w:rsid w:val="2BA74333"/>
    <w:rsid w:val="2BC47AAF"/>
    <w:rsid w:val="2BCD0860"/>
    <w:rsid w:val="2BFA59EB"/>
    <w:rsid w:val="2C055A5D"/>
    <w:rsid w:val="2C8C69C3"/>
    <w:rsid w:val="2C981CFD"/>
    <w:rsid w:val="2D193CFD"/>
    <w:rsid w:val="2D785AA9"/>
    <w:rsid w:val="2F106245"/>
    <w:rsid w:val="2FF90B5A"/>
    <w:rsid w:val="30195D57"/>
    <w:rsid w:val="304B7490"/>
    <w:rsid w:val="307C0812"/>
    <w:rsid w:val="30AA78EB"/>
    <w:rsid w:val="312E679C"/>
    <w:rsid w:val="31395EE3"/>
    <w:rsid w:val="31CA4B4D"/>
    <w:rsid w:val="31F31A4C"/>
    <w:rsid w:val="320A4F9C"/>
    <w:rsid w:val="32407D35"/>
    <w:rsid w:val="32623363"/>
    <w:rsid w:val="32BF3B65"/>
    <w:rsid w:val="33255080"/>
    <w:rsid w:val="334F35D3"/>
    <w:rsid w:val="33A549DA"/>
    <w:rsid w:val="33AA4A23"/>
    <w:rsid w:val="33D15F96"/>
    <w:rsid w:val="33EA5F35"/>
    <w:rsid w:val="33F77FA6"/>
    <w:rsid w:val="34924DF3"/>
    <w:rsid w:val="34A20A42"/>
    <w:rsid w:val="352A1658"/>
    <w:rsid w:val="35557D81"/>
    <w:rsid w:val="35762F11"/>
    <w:rsid w:val="35AA1B4B"/>
    <w:rsid w:val="360403F5"/>
    <w:rsid w:val="36981FDD"/>
    <w:rsid w:val="36DB02CA"/>
    <w:rsid w:val="370216DC"/>
    <w:rsid w:val="384237FA"/>
    <w:rsid w:val="38937F79"/>
    <w:rsid w:val="390C289E"/>
    <w:rsid w:val="398871B6"/>
    <w:rsid w:val="399322FB"/>
    <w:rsid w:val="399A69F3"/>
    <w:rsid w:val="39B14AE3"/>
    <w:rsid w:val="39FB4BF3"/>
    <w:rsid w:val="3A0E494B"/>
    <w:rsid w:val="3A2151E2"/>
    <w:rsid w:val="3A3253B3"/>
    <w:rsid w:val="3A457824"/>
    <w:rsid w:val="3A486389"/>
    <w:rsid w:val="3A820C20"/>
    <w:rsid w:val="3AB437EF"/>
    <w:rsid w:val="3AB522AE"/>
    <w:rsid w:val="3AC53CDD"/>
    <w:rsid w:val="3AF4509B"/>
    <w:rsid w:val="3AFA79DA"/>
    <w:rsid w:val="3BBB3B2F"/>
    <w:rsid w:val="3BCE6EAD"/>
    <w:rsid w:val="3BD0263C"/>
    <w:rsid w:val="3BEC2B38"/>
    <w:rsid w:val="3BF22786"/>
    <w:rsid w:val="3BFE34B2"/>
    <w:rsid w:val="3C2A33AA"/>
    <w:rsid w:val="3C5D1C00"/>
    <w:rsid w:val="3C9C524B"/>
    <w:rsid w:val="3CBE4F0D"/>
    <w:rsid w:val="3D055425"/>
    <w:rsid w:val="3D220AC4"/>
    <w:rsid w:val="3D402AF9"/>
    <w:rsid w:val="3D78279F"/>
    <w:rsid w:val="3DE75ADC"/>
    <w:rsid w:val="3E0C5315"/>
    <w:rsid w:val="3E3B12BD"/>
    <w:rsid w:val="3EEE3C40"/>
    <w:rsid w:val="3F8A705A"/>
    <w:rsid w:val="3FE3232B"/>
    <w:rsid w:val="40202D81"/>
    <w:rsid w:val="402E1596"/>
    <w:rsid w:val="40CB6C30"/>
    <w:rsid w:val="40FF0786"/>
    <w:rsid w:val="41883505"/>
    <w:rsid w:val="418E5888"/>
    <w:rsid w:val="41DD4ED1"/>
    <w:rsid w:val="421F4B5A"/>
    <w:rsid w:val="428A58BB"/>
    <w:rsid w:val="42D94072"/>
    <w:rsid w:val="42FA6F76"/>
    <w:rsid w:val="42FC649E"/>
    <w:rsid w:val="43045FF5"/>
    <w:rsid w:val="431652C6"/>
    <w:rsid w:val="43510ABC"/>
    <w:rsid w:val="43B413F2"/>
    <w:rsid w:val="43B900FE"/>
    <w:rsid w:val="43E53742"/>
    <w:rsid w:val="448F1794"/>
    <w:rsid w:val="44A17B62"/>
    <w:rsid w:val="45037C3F"/>
    <w:rsid w:val="454C4A55"/>
    <w:rsid w:val="45881C15"/>
    <w:rsid w:val="45A4211E"/>
    <w:rsid w:val="469426FB"/>
    <w:rsid w:val="475D40F8"/>
    <w:rsid w:val="476563E7"/>
    <w:rsid w:val="47B73383"/>
    <w:rsid w:val="48815C24"/>
    <w:rsid w:val="48A0155F"/>
    <w:rsid w:val="48D23C89"/>
    <w:rsid w:val="48E55299"/>
    <w:rsid w:val="490711B4"/>
    <w:rsid w:val="491B68AF"/>
    <w:rsid w:val="492013D9"/>
    <w:rsid w:val="493C60A8"/>
    <w:rsid w:val="49776E0C"/>
    <w:rsid w:val="4A1C4289"/>
    <w:rsid w:val="4A3654B7"/>
    <w:rsid w:val="4A3D3543"/>
    <w:rsid w:val="4A52063B"/>
    <w:rsid w:val="4A571D6A"/>
    <w:rsid w:val="4ACE542F"/>
    <w:rsid w:val="4AE651F5"/>
    <w:rsid w:val="4AF93ADA"/>
    <w:rsid w:val="4B076CA5"/>
    <w:rsid w:val="4B192298"/>
    <w:rsid w:val="4BCE26A7"/>
    <w:rsid w:val="4C5E009A"/>
    <w:rsid w:val="4D460014"/>
    <w:rsid w:val="4D833F78"/>
    <w:rsid w:val="4DA70B61"/>
    <w:rsid w:val="4DB4657E"/>
    <w:rsid w:val="4E961F91"/>
    <w:rsid w:val="4EAB446D"/>
    <w:rsid w:val="4F212E86"/>
    <w:rsid w:val="4F5B3582"/>
    <w:rsid w:val="4F6A52A0"/>
    <w:rsid w:val="4FD51B6A"/>
    <w:rsid w:val="50560EA4"/>
    <w:rsid w:val="50571B90"/>
    <w:rsid w:val="50705EF2"/>
    <w:rsid w:val="50BF53DA"/>
    <w:rsid w:val="50F52CFF"/>
    <w:rsid w:val="50F97374"/>
    <w:rsid w:val="51205DF6"/>
    <w:rsid w:val="51464653"/>
    <w:rsid w:val="51A50F29"/>
    <w:rsid w:val="51C42E1B"/>
    <w:rsid w:val="525A146B"/>
    <w:rsid w:val="53DD1128"/>
    <w:rsid w:val="5402303D"/>
    <w:rsid w:val="540A3152"/>
    <w:rsid w:val="54535488"/>
    <w:rsid w:val="54740C92"/>
    <w:rsid w:val="551B6AFB"/>
    <w:rsid w:val="554E6DF0"/>
    <w:rsid w:val="561A6B0B"/>
    <w:rsid w:val="56982DAC"/>
    <w:rsid w:val="56F762CB"/>
    <w:rsid w:val="5750418A"/>
    <w:rsid w:val="5794024C"/>
    <w:rsid w:val="57D13B62"/>
    <w:rsid w:val="57DA37C7"/>
    <w:rsid w:val="581E7169"/>
    <w:rsid w:val="58A46A0C"/>
    <w:rsid w:val="58A95885"/>
    <w:rsid w:val="596C74D2"/>
    <w:rsid w:val="59A5338B"/>
    <w:rsid w:val="5A22442E"/>
    <w:rsid w:val="5AB60393"/>
    <w:rsid w:val="5AC36DD3"/>
    <w:rsid w:val="5B4E438D"/>
    <w:rsid w:val="5B880731"/>
    <w:rsid w:val="5BE079FC"/>
    <w:rsid w:val="5C2D7FD4"/>
    <w:rsid w:val="5C7066F8"/>
    <w:rsid w:val="5C881AF1"/>
    <w:rsid w:val="5C8A3684"/>
    <w:rsid w:val="5D0344B9"/>
    <w:rsid w:val="5D667D7C"/>
    <w:rsid w:val="5D7E0A6C"/>
    <w:rsid w:val="5DA7153D"/>
    <w:rsid w:val="5E0B57E8"/>
    <w:rsid w:val="5E39495B"/>
    <w:rsid w:val="5F12217D"/>
    <w:rsid w:val="5F9827FD"/>
    <w:rsid w:val="5FA1292D"/>
    <w:rsid w:val="5FCF619B"/>
    <w:rsid w:val="5FDF05E1"/>
    <w:rsid w:val="5FE748F7"/>
    <w:rsid w:val="601757FD"/>
    <w:rsid w:val="60220D91"/>
    <w:rsid w:val="60271491"/>
    <w:rsid w:val="60697C2D"/>
    <w:rsid w:val="60BB6C12"/>
    <w:rsid w:val="60BE682C"/>
    <w:rsid w:val="60BF2BF9"/>
    <w:rsid w:val="60CB0D93"/>
    <w:rsid w:val="60DD1555"/>
    <w:rsid w:val="610A7BEF"/>
    <w:rsid w:val="617B4348"/>
    <w:rsid w:val="62690A4F"/>
    <w:rsid w:val="629622AC"/>
    <w:rsid w:val="62AF212A"/>
    <w:rsid w:val="62C3359B"/>
    <w:rsid w:val="62F1002F"/>
    <w:rsid w:val="63124AC3"/>
    <w:rsid w:val="631F20C5"/>
    <w:rsid w:val="63232ADD"/>
    <w:rsid w:val="638E7DB5"/>
    <w:rsid w:val="63A5215B"/>
    <w:rsid w:val="63D66EE6"/>
    <w:rsid w:val="63FF7C26"/>
    <w:rsid w:val="64BF4ED7"/>
    <w:rsid w:val="65835CF7"/>
    <w:rsid w:val="65991E48"/>
    <w:rsid w:val="66820B78"/>
    <w:rsid w:val="67C43AA3"/>
    <w:rsid w:val="67F42F4D"/>
    <w:rsid w:val="680946A6"/>
    <w:rsid w:val="68256279"/>
    <w:rsid w:val="683D38AD"/>
    <w:rsid w:val="68714FEE"/>
    <w:rsid w:val="68B67224"/>
    <w:rsid w:val="68DE0F69"/>
    <w:rsid w:val="695068D6"/>
    <w:rsid w:val="69AF24A6"/>
    <w:rsid w:val="69E20BAC"/>
    <w:rsid w:val="69E614DA"/>
    <w:rsid w:val="6A061691"/>
    <w:rsid w:val="6A403544"/>
    <w:rsid w:val="6A414AF1"/>
    <w:rsid w:val="6A5011AD"/>
    <w:rsid w:val="6ABE7D0D"/>
    <w:rsid w:val="6B7F40AE"/>
    <w:rsid w:val="6B9A4C80"/>
    <w:rsid w:val="6BDE3DA6"/>
    <w:rsid w:val="6C373EEE"/>
    <w:rsid w:val="6C7D361D"/>
    <w:rsid w:val="6CB57156"/>
    <w:rsid w:val="6CDF3C72"/>
    <w:rsid w:val="6D017582"/>
    <w:rsid w:val="6D12302A"/>
    <w:rsid w:val="6D1D6C93"/>
    <w:rsid w:val="6D921CA6"/>
    <w:rsid w:val="6DC34C89"/>
    <w:rsid w:val="6DDF3E39"/>
    <w:rsid w:val="6DE540D3"/>
    <w:rsid w:val="6E1D4DDC"/>
    <w:rsid w:val="6E5B1F2D"/>
    <w:rsid w:val="6E80215B"/>
    <w:rsid w:val="6EA15AA2"/>
    <w:rsid w:val="6F322EFD"/>
    <w:rsid w:val="6FB20E08"/>
    <w:rsid w:val="6FB47920"/>
    <w:rsid w:val="70021625"/>
    <w:rsid w:val="702B1F1E"/>
    <w:rsid w:val="70604593"/>
    <w:rsid w:val="7110343C"/>
    <w:rsid w:val="71586F2F"/>
    <w:rsid w:val="715D006A"/>
    <w:rsid w:val="718D18C3"/>
    <w:rsid w:val="71B124EB"/>
    <w:rsid w:val="72171543"/>
    <w:rsid w:val="72A37E61"/>
    <w:rsid w:val="73033D06"/>
    <w:rsid w:val="73261295"/>
    <w:rsid w:val="73783555"/>
    <w:rsid w:val="73E00668"/>
    <w:rsid w:val="742E2B4B"/>
    <w:rsid w:val="7438554D"/>
    <w:rsid w:val="743F16F1"/>
    <w:rsid w:val="7453484E"/>
    <w:rsid w:val="75517233"/>
    <w:rsid w:val="75D112B0"/>
    <w:rsid w:val="76641D70"/>
    <w:rsid w:val="76824C65"/>
    <w:rsid w:val="76A87AFF"/>
    <w:rsid w:val="77127375"/>
    <w:rsid w:val="77194901"/>
    <w:rsid w:val="77EE1669"/>
    <w:rsid w:val="782D622E"/>
    <w:rsid w:val="78593A04"/>
    <w:rsid w:val="78A550F3"/>
    <w:rsid w:val="78E37068"/>
    <w:rsid w:val="79785F1A"/>
    <w:rsid w:val="799A3BF4"/>
    <w:rsid w:val="79BC0F75"/>
    <w:rsid w:val="7A2525E9"/>
    <w:rsid w:val="7A7D56CC"/>
    <w:rsid w:val="7B8D6604"/>
    <w:rsid w:val="7BC56B03"/>
    <w:rsid w:val="7C0A2CB7"/>
    <w:rsid w:val="7CAB2837"/>
    <w:rsid w:val="7CBE0C68"/>
    <w:rsid w:val="7CDC7CF6"/>
    <w:rsid w:val="7DB9688D"/>
    <w:rsid w:val="7DF802B8"/>
    <w:rsid w:val="7E0D527A"/>
    <w:rsid w:val="7E19123A"/>
    <w:rsid w:val="7E393855"/>
    <w:rsid w:val="7E493E9F"/>
    <w:rsid w:val="7E7A1321"/>
    <w:rsid w:val="7EA370B6"/>
    <w:rsid w:val="7EC54CF1"/>
    <w:rsid w:val="7EE33643"/>
    <w:rsid w:val="7EE70E85"/>
    <w:rsid w:val="7EF1462E"/>
    <w:rsid w:val="7EFE1398"/>
    <w:rsid w:val="7F6E5A8C"/>
    <w:rsid w:val="7F883707"/>
    <w:rsid w:val="7F926F84"/>
    <w:rsid w:val="7FC13EC2"/>
    <w:rsid w:val="7FCE6C91"/>
    <w:rsid w:val="7FF47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BT5"/>
    <w:basedOn w:val="10"/>
    <w:uiPriority w:val="0"/>
    <w:rPr>
      <w:rFonts w:eastAsia="黑体"/>
      <w:bCs/>
    </w:rPr>
  </w:style>
  <w:style w:type="paragraph" w:customStyle="1" w:styleId="14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&#35821;&#25991;&#35797;&#39064;&#27169;&#29256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语文试题模版</Template>
  <Company>Microsoft</Company>
  <Pages>3</Pages>
  <Words>1837</Words>
  <Characters>2397</Characters>
  <Lines>27</Lines>
  <Paragraphs>7</Paragraphs>
  <TotalTime>157257600</TotalTime>
  <ScaleCrop>false</ScaleCrop>
  <LinksUpToDate>false</LinksUpToDate>
  <CharactersWithSpaces>3338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2013-04-16T06:05:00Z</dcterms:created>
  <dc:creator>pwkgc</dc:creator>
  <cp:lastModifiedBy>。</cp:lastModifiedBy>
  <cp:lastPrinted>2016-04-21T03:47:00Z</cp:lastPrinted>
  <dcterms:modified xsi:type="dcterms:W3CDTF">2022-08-17T06:58:20Z</dcterms:modified>
  <dc:title>古城初中试卷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DD2E01AA2D924F74ABFD6AB2E541436D</vt:lpwstr>
  </property>
</Properties>
</file>