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sz w:val="2"/>
          <w:szCs w:val="2"/>
        </w:rPr>
      </w:pPr>
      <w:r>
        <w:rPr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32pt;margin-top:831pt;margin-left:86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sz w:val="2"/>
          <w:szCs w:val="2"/>
        </w:rPr>
        <w:pict>
          <v:shape id="_x0000_s1025" o:spid="_x0000_s1026" type="#_x0000_t75" style="width:35pt;height:22pt;margin-top:868pt;margin-left:816pt;mso-height-relative:page;mso-position-horizontal-relative:page;mso-position-vertical-relative:page;mso-width-relative:page;position:absolute;z-index:251659264" coordsize="21600,21600" o:preferrelative="t" filled="f" stroked="f">
            <v:stroke joinstyle="miter"/>
            <v:imagedata r:id="rId6" o:title=""/>
            <o:lock v:ext="edit" aspectratio="t"/>
          </v:shape>
        </w:pict>
      </w:r>
      <w:r>
        <w:pict>
          <v:group id="_x0000_s1026" o:spid="_x0000_s1027" style="width:14.05pt;height:13.2pt;margin-top:291.65pt;margin-left:323.8pt;mso-height-relative:page;mso-position-horizontal-relative:page;mso-position-vertical-relative:page;mso-width-relative:page;position:absolute;z-index:-251656192" coordorigin="6477,5834" coordsize="281,264">
            <v:group id="_x0000_s1027" o:spid="_x0000_s1028" style="width:24;height:14;left:6484;position:absolute;top:6000" coordorigin="6484,6000" coordsize="24,14">
              <v:shape id="_x0000_s1028" o:spid="_x0000_s1029" style="width:24;height:14;left:6484;position:absolute;top:6000" coordorigin="6484,6000" coordsize="24,14" path="m6484,6014l6508,6000e" filled="f" stroked="t" strokecolor="black">
                <v:path arrowok="t"/>
              </v:shape>
            </v:group>
            <v:group id="_x0000_s1029" o:spid="_x0000_s1030" style="width:58;height:95;left:6508;position:absolute;top:6000" coordorigin="6508,6000" coordsize="58,95">
              <v:shape id="_x0000_s1030" o:spid="_x0000_s1031" style="width:58;height:95;left:6508;position:absolute;top:6000" coordorigin="6508,6000" coordsize="58,95" path="m6508,6000l6566,6095e" filled="f" stroked="t" strokecolor="black">
                <v:path arrowok="t"/>
              </v:shape>
            </v:group>
            <v:group id="_x0000_s1031" o:spid="_x0000_s1032" style="width:64;height:251;left:6566;position:absolute;top:5845" coordorigin="6566,5845" coordsize="64,251">
              <v:shape id="_x0000_s1032" o:spid="_x0000_s1033" style="width:64;height:251;left:6566;position:absolute;top:5845" coordorigin="6566,5845" coordsize="64,251" path="m6566,6095l6629,5845e" filled="f" stroked="t" strokecolor="black">
                <v:path arrowok="t"/>
              </v:shape>
            </v:group>
            <v:group id="_x0000_s1033" o:spid="_x0000_s1034" style="width:127;height:2;left:6629;position:absolute;top:5844" coordorigin="6629,5844" coordsize="127,2">
              <v:shape id="_x0000_s1034" o:spid="_x0000_s1035" style="width:127;height:2;left:6629;position:absolute;top:5844" coordorigin="6629,5844" coordsize="127,0" path="m6629,5844l6756,5844e" filled="f" stroked="t" strokecolor="black">
                <v:path arrowok="t"/>
              </v:shape>
            </v:group>
            <v:group id="_x0000_s1035" o:spid="_x0000_s1036" style="width:274;height:257;left:6477;position:absolute;top:5834" coordorigin="6477,5834" coordsize="274,257">
              <v:shape id="_x0000_s1036" o:spid="_x0000_s1037" style="width:274;height:257;left:6477;position:absolute;top:5834" coordorigin="6477,5834" coordsize="274,257" path="m6520,6003l6497,6003,6555,6090,6567,6090,6573,6065,6562,6065,6520,6003xe" filled="t" fillcolor="black" stroked="f">
                <v:path arrowok="t"/>
              </v:shape>
              <v:shape id="_x0000_s1037" o:spid="_x0000_s1038" style="width:274;height:257;left:6477;position:absolute;top:5834" coordorigin="6477,5834" coordsize="274,257" path="m6751,5834l6620,5834,6562,6065,6573,6065,6629,5845,6751,5845,6751,5834xe" filled="t" fillcolor="black" stroked="f">
                <v:path arrowok="t"/>
              </v:shape>
              <v:shape id="_x0000_s1038" o:spid="_x0000_s1039" style="width:274;height:257;left:6477;position:absolute;top:5834" coordorigin="6477,5834" coordsize="274,257" path="m6510,5988l6477,6006,6481,6013,6497,6003,6520,6003,6510,5988xe" filled="t" fillcolor="black" stroked="f">
                <v:path arrowok="t"/>
              </v:shape>
            </v:group>
          </v:group>
        </w:pict>
      </w:r>
      <w:r>
        <w:pict>
          <v:group id="_x0000_s1039" o:spid="_x0000_s1040" style="width:8.8pt;height:0.1pt;margin-top:694.15pt;margin-left:435.35pt;mso-height-relative:page;mso-position-horizontal-relative:page;mso-position-vertical-relative:page;mso-width-relative:page;position:absolute;z-index:-251655168" coordorigin="8707,13883" coordsize="176,2">
            <v:shape id="_x0000_s1040" o:spid="_x0000_s1041" style="width:176;height:2;left:8707;position:absolute;top:13883" coordorigin="8707,13883" coordsize="176,0" path="m8707,13883l8882,13883e" filled="f" stroked="t" strokecolor="black">
              <v:path arrowok="t"/>
            </v:shape>
          </v:group>
        </w:pict>
      </w:r>
      <w:r>
        <w:pict>
          <v:group id="_x0000_s1041" o:spid="_x0000_s1042" style="width:7.4pt;height:0.1pt;margin-top:694.2pt;margin-left:460.1pt;mso-height-relative:page;mso-position-horizontal-relative:page;mso-position-vertical-relative:page;mso-width-relative:page;position:absolute;z-index:-251654144" coordorigin="9203,13884" coordsize="148,2">
            <v:shape id="_x0000_s1042" o:spid="_x0000_s1043" style="width:148;height:2;left:9203;position:absolute;top:13884" coordorigin="9203,13884" coordsize="148,0" path="m9203,13884l9350,13884e" filled="f" stroked="t" strokecolor="black">
              <v:path arrowok="t"/>
            </v:shape>
          </v:group>
        </w:pict>
      </w:r>
      <w:r>
        <w:pict>
          <v:shape id="_x0000_s1043" o:spid="_x0000_s1044" type="#_x0000_t75" style="width:33.8pt;height:49.45pt;margin-top:344.15pt;margin-left:70.3pt;mso-height-relative:page;mso-position-horizontal-relative:page;mso-position-vertical-relative:page;mso-width-relative:page;position:absolute;z-index:-251653120" coordsize="21600,21600" o:preferrelative="t" filled="f" stroked="f">
            <v:stroke joinstyle="miter"/>
            <v:imagedata r:id="rId7" o:title=""/>
            <o:lock v:ext="edit" aspectratio="t"/>
          </v:shape>
        </w:pict>
      </w:r>
      <w:r>
        <w:pict>
          <v:shape id="_x0000_s1044" o:spid="_x0000_s1045" type="#_x0000_t75" style="width:34.45pt;height:50.3pt;margin-top:342.65pt;margin-left:171.65pt;mso-height-relative:page;mso-position-horizontal-relative:page;mso-position-vertical-relative:page;mso-width-relative:page;position:absolute;z-index:-251652096" coordsize="21600,21600" o:preferrelative="t" filled="f" stroked="f">
            <v:stroke joinstyle="miter"/>
            <v:imagedata r:id="rId8" o:title=""/>
            <o:lock v:ext="edit" aspectratio="t"/>
          </v:shape>
        </w:pict>
      </w:r>
      <w:r>
        <w:pict>
          <v:shape id="_x0000_s1045" o:spid="_x0000_s1046" type="#_x0000_t75" style="width:36.5pt;height:53.4pt;margin-top:339.65pt;margin-left:276.7pt;mso-height-relative:page;mso-position-horizontal-relative:page;mso-position-vertical-relative:page;mso-width-relative:page;position:absolute;z-index:-251651072" coordsize="21600,21600" o:preferrelative="t" filled="f" stroked="f">
            <v:stroke joinstyle="miter"/>
            <v:imagedata r:id="rId9" o:title=""/>
            <o:lock v:ext="edit" aspectratio="t"/>
          </v:shape>
        </w:pict>
      </w:r>
      <w:r>
        <w:pict>
          <v:shape id="_x0000_s1046" o:spid="_x0000_s1047" type="#_x0000_t75" style="width:39.4pt;height:59.1pt;margin-top:334.55pt;margin-left:376.7pt;mso-height-relative:page;mso-position-horizontal-relative:page;mso-position-vertical-relative:page;mso-width-relative:page;position:absolute;z-index:-251650048" coordsize="21600,21600" o:preferrelative="t" filled="f" stroked="f">
            <v:stroke joinstyle="miter"/>
            <v:imagedata r:id="rId10" o:title=""/>
            <o:lock v:ext="edit" aspectratio="t"/>
          </v:shape>
        </w:pict>
      </w:r>
      <w:r>
        <w:pict>
          <v:shape id="_x0000_s1047" o:spid="_x0000_s1048" type="#_x0000_t75" style="width:47.95pt;height:72.75pt;margin-top:330.3pt;margin-left:463.5pt;mso-height-relative:page;mso-position-horizontal-relative:page;mso-position-vertical-relative:page;mso-width-relative:page;position:absolute;z-index:-251649024" coordsize="21600,21600" o:preferrelative="t" filled="f" stroked="f">
            <v:stroke joinstyle="miter"/>
            <v:imagedata r:id="rId11" o:title=""/>
            <o:lock v:ext="edit" aspectratio="t"/>
          </v:shape>
        </w:pict>
      </w:r>
      <w:r>
        <w:pict>
          <v:shape id="_x0000_s1048" o:spid="_x0000_s1049" type="#_x0000_t75" style="width:97.5pt;height:64.75pt;margin-top:446.75pt;margin-left:426.25pt;mso-height-relative:page;mso-position-horizontal-relative:page;mso-position-vertical-relative:page;mso-width-relative:page;position:absolute;z-index:-251648000" coordsize="21600,21600" o:preferrelative="t" filled="f" stroked="f">
            <v:stroke joinstyle="miter"/>
            <v:imagedata r:id="rId12" o:title=""/>
            <o:lock v:ext="edit" aspectratio="t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o:spid="_x0000_s1050" type="#_x0000_t202" style="width:314.8pt;height:75.5pt;margin-top:64.45pt;margin-left:162.35pt;mso-height-relative:page;mso-position-horizontal-relative:page;mso-position-vertical-relative:page;mso-width-relative:page;position:absolute;z-index:-251646976" coordsize="21600,21600" filled="f" stroked="f">
            <v:stroke joinstyle="miter"/>
            <o:lock v:ext="edit" aspectratio="f"/>
            <v:textbox inset="0,0,0,0">
              <w:txbxContent>
                <w:p>
                  <w:pPr>
                    <w:spacing w:before="0" w:line="343" w:lineRule="exact"/>
                    <w:ind w:left="0" w:right="0" w:firstLine="0"/>
                    <w:jc w:val="center"/>
                    <w:rPr>
                      <w:rFonts w:ascii="宋体" w:eastAsia="宋体" w:hAnsi="宋体" w:cs="宋体"/>
                      <w:sz w:val="30"/>
                      <w:szCs w:val="30"/>
                    </w:rPr>
                  </w:pPr>
                  <w:r>
                    <w:rPr>
                      <w:rFonts w:ascii="宋体" w:eastAsia="宋体" w:hAnsi="宋体" w:cs="宋体"/>
                      <w:sz w:val="30"/>
                      <w:szCs w:val="30"/>
                    </w:rPr>
                    <w:t>漳州市</w:t>
                  </w: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2022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z w:val="30"/>
                      <w:szCs w:val="30"/>
                    </w:rPr>
                    <w:t>年初中毕业班模拟训练（一）</w:t>
                  </w:r>
                </w:p>
                <w:p>
                  <w:pPr>
                    <w:spacing w:before="96"/>
                    <w:ind w:left="0" w:right="154" w:firstLine="0"/>
                    <w:jc w:val="center"/>
                    <w:rPr>
                      <w:rFonts w:ascii="宋体" w:eastAsia="宋体" w:hAnsi="宋体" w:cs="宋体"/>
                      <w:sz w:val="44"/>
                      <w:szCs w:val="44"/>
                    </w:rPr>
                  </w:pP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44"/>
                      <w:szCs w:val="44"/>
                    </w:rPr>
                    <w:t>数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12"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44"/>
                      <w:szCs w:val="44"/>
                    </w:rPr>
                    <w:t>学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12"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44"/>
                      <w:szCs w:val="44"/>
                    </w:rPr>
                    <w:t>试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11"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44"/>
                      <w:szCs w:val="44"/>
                    </w:rPr>
                    <w:t>题</w:t>
                  </w:r>
                </w:p>
                <w:p>
                  <w:pPr>
                    <w:pStyle w:val="BodyText"/>
                    <w:spacing w:before="188" w:line="240" w:lineRule="auto"/>
                    <w:ind w:left="0" w:right="99"/>
                    <w:jc w:val="center"/>
                  </w:pPr>
                  <w:r>
                    <w:rPr>
                      <w:w w:val="100"/>
                    </w:rPr>
                    <w:t>（满</w:t>
                  </w:r>
                  <w:r>
                    <w:rPr>
                      <w:spacing w:val="-3"/>
                      <w:w w:val="100"/>
                    </w:rPr>
                    <w:t>分</w:t>
                  </w:r>
                  <w:r>
                    <w:rPr>
                      <w:w w:val="100"/>
                    </w:rPr>
                    <w:t>：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分</w:t>
                  </w:r>
                  <w:r>
                    <w:rPr>
                      <w:w w:val="100"/>
                    </w:rPr>
                    <w:t>；</w:t>
                  </w:r>
                  <w:r>
                    <w:rPr>
                      <w:spacing w:val="-3"/>
                      <w:w w:val="100"/>
                    </w:rPr>
                    <w:t>考</w:t>
                  </w:r>
                  <w:r>
                    <w:rPr>
                      <w:w w:val="100"/>
                    </w:rPr>
                    <w:t>试</w:t>
                  </w:r>
                  <w:r>
                    <w:rPr>
                      <w:spacing w:val="-3"/>
                      <w:w w:val="100"/>
                    </w:rPr>
                    <w:t>时</w:t>
                  </w:r>
                  <w:r>
                    <w:rPr>
                      <w:w w:val="100"/>
                    </w:rPr>
                    <w:t>间：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分</w:t>
                  </w:r>
                  <w:r>
                    <w:rPr>
                      <w:w w:val="100"/>
                    </w:rPr>
                    <w:t>钟）</w:t>
                  </w:r>
                </w:p>
              </w:txbxContent>
            </v:textbox>
          </v:shape>
        </w:pict>
      </w:r>
      <w:r>
        <w:pict>
          <v:shape id="_x0000_s1050" o:spid="_x0000_s1051" type="#_x0000_t202" style="width:489.25pt;height:63.15pt;margin-top:149.55pt;margin-left:55.6pt;mso-height-relative:page;mso-position-horizontal-relative:page;mso-position-vertical-relative:page;mso-width-relative:page;position:absolute;z-index:-251645952" coordsize="21600,21600" filled="f" stroked="f">
            <v:stroke joinstyle="miter"/>
            <v:textbox inset="0,0,0,0">
              <w:txbxContent>
                <w:p>
                  <w:pPr>
                    <w:spacing w:before="0" w:line="260" w:lineRule="exact"/>
                    <w:ind w:left="440" w:right="0" w:hanging="418"/>
                    <w:jc w:val="left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友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24"/>
                      <w:szCs w:val="24"/>
                    </w:rPr>
                    <w:t>情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提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24"/>
                      <w:szCs w:val="24"/>
                    </w:rPr>
                    <w:t>示：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请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24"/>
                      <w:szCs w:val="24"/>
                    </w:rPr>
                    <w:t>把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所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24"/>
                      <w:szCs w:val="24"/>
                    </w:rPr>
                    <w:t>有答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案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24"/>
                      <w:szCs w:val="24"/>
                    </w:rPr>
                    <w:t>填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3"/>
                      <w:w w:val="99"/>
                      <w:sz w:val="24"/>
                      <w:szCs w:val="24"/>
                    </w:rPr>
                    <w:t>写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7"/>
                      <w:w w:val="99"/>
                      <w:sz w:val="24"/>
                      <w:szCs w:val="24"/>
                    </w:rPr>
                    <w:t>(涂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)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24"/>
                      <w:szCs w:val="24"/>
                    </w:rPr>
                    <w:t>到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答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7"/>
                      <w:w w:val="99"/>
                      <w:sz w:val="24"/>
                      <w:szCs w:val="24"/>
                    </w:rPr>
                    <w:t>题纸上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!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24"/>
                      <w:szCs w:val="24"/>
                    </w:rPr>
                    <w:t>请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不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24"/>
                      <w:szCs w:val="24"/>
                    </w:rPr>
                    <w:t>要错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位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24"/>
                      <w:szCs w:val="24"/>
                    </w:rPr>
                    <w:t>、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越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24"/>
                      <w:szCs w:val="24"/>
                    </w:rPr>
                    <w:t>界答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4"/>
                      <w:w w:val="99"/>
                      <w:sz w:val="24"/>
                      <w:szCs w:val="24"/>
                    </w:rPr>
                    <w:t>题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24"/>
                      <w:szCs w:val="24"/>
                    </w:rPr>
                    <w:t xml:space="preserve">! </w:t>
                  </w:r>
                </w:p>
                <w:p>
                  <w:pPr>
                    <w:pStyle w:val="BodyText"/>
                    <w:spacing w:before="3" w:line="490" w:lineRule="atLeast"/>
                    <w:ind w:right="17" w:firstLine="420"/>
                    <w:jc w:val="left"/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/>
                      <w:spacing w:val="2"/>
                      <w:w w:val="100"/>
                    </w:rPr>
                    <w:t>注</w:t>
                  </w:r>
                  <w:r>
                    <w:rPr>
                      <w:rFonts w:ascii="仿宋" w:eastAsia="仿宋" w:hAnsi="仿宋" w:cs="仿宋"/>
                      <w:w w:val="100"/>
                    </w:rPr>
                    <w:t>意：</w:t>
                  </w:r>
                  <w:r>
                    <w:rPr>
                      <w:rFonts w:ascii="仿宋" w:eastAsia="仿宋" w:hAnsi="仿宋" w:cs="仿宋"/>
                      <w:spacing w:val="2"/>
                      <w:w w:val="100"/>
                    </w:rPr>
                    <w:t>在</w:t>
                  </w:r>
                  <w:r>
                    <w:rPr>
                      <w:rFonts w:ascii="仿宋" w:eastAsia="仿宋" w:hAnsi="仿宋" w:cs="仿宋"/>
                      <w:w w:val="100"/>
                    </w:rPr>
                    <w:t>解答</w:t>
                  </w:r>
                  <w:r>
                    <w:rPr>
                      <w:rFonts w:ascii="仿宋" w:eastAsia="仿宋" w:hAnsi="仿宋" w:cs="仿宋"/>
                      <w:spacing w:val="2"/>
                      <w:w w:val="100"/>
                    </w:rPr>
                    <w:t>题</w:t>
                  </w:r>
                  <w:r>
                    <w:rPr>
                      <w:rFonts w:ascii="仿宋" w:eastAsia="仿宋" w:hAnsi="仿宋" w:cs="仿宋"/>
                      <w:w w:val="100"/>
                    </w:rPr>
                    <w:t>中，凡是</w:t>
                  </w:r>
                  <w:r>
                    <w:rPr>
                      <w:rFonts w:ascii="仿宋" w:eastAsia="仿宋" w:hAnsi="仿宋" w:cs="仿宋"/>
                      <w:spacing w:val="2"/>
                      <w:w w:val="100"/>
                    </w:rPr>
                    <w:t>涉</w:t>
                  </w:r>
                  <w:r>
                    <w:rPr>
                      <w:rFonts w:ascii="仿宋" w:eastAsia="仿宋" w:hAnsi="仿宋" w:cs="仿宋"/>
                      <w:w w:val="100"/>
                    </w:rPr>
                    <w:t>及到</w:t>
                  </w:r>
                  <w:r>
                    <w:rPr>
                      <w:rFonts w:ascii="仿宋" w:eastAsia="仿宋" w:hAnsi="仿宋" w:cs="仿宋"/>
                      <w:spacing w:val="2"/>
                      <w:w w:val="100"/>
                    </w:rPr>
                    <w:t>画</w:t>
                  </w:r>
                  <w:r>
                    <w:rPr>
                      <w:rFonts w:ascii="仿宋" w:eastAsia="仿宋" w:hAnsi="仿宋" w:cs="仿宋"/>
                      <w:w w:val="100"/>
                    </w:rPr>
                    <w:t>图，可</w:t>
                  </w:r>
                  <w:r>
                    <w:rPr>
                      <w:rFonts w:ascii="仿宋" w:eastAsia="仿宋" w:hAnsi="仿宋" w:cs="仿宋"/>
                      <w:spacing w:val="2"/>
                      <w:w w:val="100"/>
                    </w:rPr>
                    <w:t>先</w:t>
                  </w:r>
                  <w:r>
                    <w:rPr>
                      <w:rFonts w:ascii="仿宋" w:eastAsia="仿宋" w:hAnsi="仿宋" w:cs="仿宋"/>
                      <w:w w:val="100"/>
                    </w:rPr>
                    <w:t>用铅笔</w:t>
                  </w:r>
                  <w:r>
                    <w:rPr>
                      <w:rFonts w:ascii="仿宋" w:eastAsia="仿宋" w:hAnsi="仿宋" w:cs="仿宋"/>
                      <w:spacing w:val="2"/>
                      <w:w w:val="100"/>
                    </w:rPr>
                    <w:t>画</w:t>
                  </w:r>
                  <w:r>
                    <w:rPr>
                      <w:rFonts w:ascii="仿宋" w:eastAsia="仿宋" w:hAnsi="仿宋" w:cs="仿宋"/>
                      <w:w w:val="100"/>
                    </w:rPr>
                    <w:t>在答</w:t>
                  </w:r>
                  <w:r>
                    <w:rPr>
                      <w:rFonts w:ascii="仿宋" w:eastAsia="仿宋" w:hAnsi="仿宋" w:cs="仿宋"/>
                      <w:spacing w:val="5"/>
                      <w:w w:val="100"/>
                    </w:rPr>
                    <w:t>题</w:t>
                  </w:r>
                  <w:r>
                    <w:rPr>
                      <w:rFonts w:ascii="仿宋" w:eastAsia="仿宋" w:hAnsi="仿宋" w:cs="仿宋"/>
                      <w:w w:val="100"/>
                    </w:rPr>
                    <w:t>纸上，</w:t>
                  </w:r>
                  <w:r>
                    <w:rPr>
                      <w:rFonts w:ascii="仿宋" w:eastAsia="仿宋" w:hAnsi="仿宋" w:cs="仿宋"/>
                      <w:spacing w:val="2"/>
                      <w:w w:val="100"/>
                    </w:rPr>
                    <w:t>然</w:t>
                  </w:r>
                  <w:r>
                    <w:rPr>
                      <w:rFonts w:ascii="仿宋" w:eastAsia="仿宋" w:hAnsi="仿宋" w:cs="仿宋"/>
                      <w:w w:val="100"/>
                    </w:rPr>
                    <w:t>后必须</w:t>
                  </w:r>
                  <w:r>
                    <w:rPr>
                      <w:rFonts w:ascii="仿宋" w:eastAsia="仿宋" w:hAnsi="仿宋" w:cs="仿宋"/>
                      <w:spacing w:val="3"/>
                      <w:w w:val="100"/>
                    </w:rPr>
                    <w:t>用</w:t>
                  </w:r>
                  <w:r>
                    <w:rPr>
                      <w:rFonts w:ascii="仿宋" w:eastAsia="仿宋" w:hAnsi="仿宋" w:cs="仿宋"/>
                      <w:spacing w:val="-149"/>
                      <w:w w:val="100"/>
                    </w:rPr>
                    <w:t>黑</w:t>
                  </w:r>
                  <w:r>
                    <w:rPr>
                      <w:spacing w:val="-63"/>
                      <w:w w:val="100"/>
                      <w:position w:val="-7"/>
                    </w:rPr>
                    <w:t>．</w:t>
                  </w:r>
                  <w:r>
                    <w:rPr>
                      <w:rFonts w:ascii="仿宋" w:eastAsia="仿宋" w:hAnsi="仿宋" w:cs="仿宋"/>
                      <w:spacing w:val="-149"/>
                      <w:w w:val="100"/>
                    </w:rPr>
                    <w:t>色</w:t>
                  </w:r>
                  <w:r>
                    <w:rPr>
                      <w:spacing w:val="-63"/>
                      <w:w w:val="100"/>
                      <w:position w:val="-7"/>
                    </w:rPr>
                    <w:t>．</w:t>
                  </w:r>
                  <w:r>
                    <w:rPr>
                      <w:rFonts w:ascii="仿宋" w:eastAsia="仿宋" w:hAnsi="仿宋" w:cs="仿宋"/>
                      <w:spacing w:val="-149"/>
                      <w:w w:val="100"/>
                    </w:rPr>
                    <w:t>签</w:t>
                  </w:r>
                  <w:r>
                    <w:rPr>
                      <w:spacing w:val="-61"/>
                      <w:w w:val="100"/>
                      <w:position w:val="-7"/>
                    </w:rPr>
                    <w:t>．</w:t>
                  </w:r>
                  <w:r>
                    <w:rPr>
                      <w:rFonts w:ascii="仿宋" w:eastAsia="仿宋" w:hAnsi="仿宋" w:cs="仿宋"/>
                      <w:spacing w:val="-149"/>
                      <w:w w:val="100"/>
                    </w:rPr>
                    <w:t>字</w:t>
                  </w:r>
                  <w:r>
                    <w:rPr>
                      <w:spacing w:val="-63"/>
                      <w:w w:val="100"/>
                      <w:position w:val="-7"/>
                    </w:rPr>
                    <w:t>．</w:t>
                  </w:r>
                  <w:r>
                    <w:rPr>
                      <w:rFonts w:ascii="仿宋" w:eastAsia="仿宋" w:hAnsi="仿宋" w:cs="仿宋"/>
                      <w:spacing w:val="-149"/>
                      <w:w w:val="100"/>
                    </w:rPr>
                    <w:t>笔</w:t>
                  </w:r>
                  <w:r>
                    <w:rPr>
                      <w:spacing w:val="-63"/>
                      <w:w w:val="100"/>
                      <w:position w:val="-7"/>
                    </w:rPr>
                    <w:t>．</w:t>
                  </w:r>
                  <w:r>
                    <w:rPr>
                      <w:rFonts w:ascii="仿宋" w:eastAsia="仿宋" w:hAnsi="仿宋" w:cs="仿宋"/>
                      <w:w w:val="100"/>
                    </w:rPr>
                    <w:t>重</w:t>
                  </w:r>
                  <w:r>
                    <w:rPr>
                      <w:rFonts w:ascii="仿宋" w:eastAsia="仿宋" w:hAnsi="仿宋" w:cs="仿宋"/>
                      <w:spacing w:val="2"/>
                      <w:w w:val="100"/>
                    </w:rPr>
                    <w:t>描</w:t>
                  </w:r>
                  <w:r>
                    <w:rPr>
                      <w:rFonts w:ascii="仿宋" w:eastAsia="仿宋" w:hAnsi="仿宋" w:cs="仿宋"/>
                      <w:w w:val="100"/>
                    </w:rPr>
                    <w:t>确</w:t>
                  </w:r>
                  <w:r>
                    <w:rPr>
                      <w:rFonts w:ascii="仿宋" w:eastAsia="仿宋" w:hAnsi="仿宋" w:cs="仿宋"/>
                      <w:spacing w:val="2"/>
                      <w:w w:val="100"/>
                    </w:rPr>
                    <w:t>认</w:t>
                  </w:r>
                  <w:r>
                    <w:rPr>
                      <w:rFonts w:ascii="仿宋" w:eastAsia="仿宋" w:hAnsi="仿宋" w:cs="仿宋"/>
                      <w:w w:val="100"/>
                    </w:rPr>
                    <w:t>， 否则</w:t>
                  </w:r>
                  <w:r>
                    <w:rPr>
                      <w:rFonts w:ascii="仿宋" w:eastAsia="仿宋" w:hAnsi="仿宋" w:cs="仿宋"/>
                      <w:spacing w:val="-3"/>
                      <w:w w:val="100"/>
                    </w:rPr>
                    <w:t>无</w:t>
                  </w:r>
                  <w:r>
                    <w:rPr>
                      <w:rFonts w:ascii="仿宋" w:eastAsia="仿宋" w:hAnsi="仿宋" w:cs="仿宋"/>
                      <w:w w:val="100"/>
                    </w:rPr>
                    <w:t>效。</w:t>
                  </w:r>
                </w:p>
              </w:txbxContent>
            </v:textbox>
          </v:shape>
        </w:pict>
      </w:r>
      <w:r>
        <w:pict>
          <v:shape id="_x0000_s1051" o:spid="_x0000_s1052" type="#_x0000_t202" style="width:479.25pt;height:13.15pt;margin-top:224.05pt;margin-left:55.75pt;mso-height-relative:page;mso-position-horizontal-relative:page;mso-position-vertical-relative:page;mso-width-relative:page;position:absolute;z-index:-251644928" coordsize="21600,21600" filled="f" stroked="f">
            <v:stroke joinstyle="miter"/>
            <v:textbox inset="0,0,0,0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一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10"/>
                      <w:w w:val="100"/>
                      <w:sz w:val="21"/>
                      <w:szCs w:val="21"/>
                    </w:rPr>
                    <w:t>、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选择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7"/>
                      <w:w w:val="100"/>
                      <w:sz w:val="21"/>
                      <w:szCs w:val="21"/>
                    </w:rPr>
                    <w:t>题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10"/>
                      <w:w w:val="100"/>
                      <w:sz w:val="21"/>
                      <w:szCs w:val="21"/>
                    </w:rPr>
                    <w:t>：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本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7"/>
                      <w:w w:val="100"/>
                      <w:sz w:val="21"/>
                      <w:szCs w:val="21"/>
                    </w:rPr>
                    <w:t>题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共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3"/>
                      <w:w w:val="100"/>
                      <w:sz w:val="21"/>
                      <w:szCs w:val="21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w w:val="100"/>
                      <w:sz w:val="21"/>
                      <w:szCs w:val="21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小题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10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每小题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w w:val="100"/>
                      <w:sz w:val="21"/>
                      <w:szCs w:val="21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7"/>
                      <w:w w:val="100"/>
                      <w:sz w:val="21"/>
                      <w:szCs w:val="21"/>
                    </w:rPr>
                    <w:t>分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16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共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w w:val="100"/>
                      <w:sz w:val="21"/>
                      <w:szCs w:val="21"/>
                    </w:rPr>
                    <w:t>40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分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10"/>
                      <w:w w:val="100"/>
                      <w:sz w:val="21"/>
                      <w:szCs w:val="21"/>
                    </w:rPr>
                    <w:t>。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6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7"/>
                      <w:w w:val="100"/>
                      <w:sz w:val="21"/>
                      <w:szCs w:val="21"/>
                    </w:rPr>
                    <w:t>每小题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给出的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9"/>
                      <w:w w:val="100"/>
                      <w:sz w:val="21"/>
                      <w:szCs w:val="21"/>
                    </w:rPr>
                    <w:t>四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个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9"/>
                      <w:w w:val="100"/>
                      <w:sz w:val="21"/>
                      <w:szCs w:val="21"/>
                    </w:rPr>
                    <w:t>选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项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9"/>
                      <w:w w:val="100"/>
                      <w:sz w:val="21"/>
                      <w:szCs w:val="21"/>
                    </w:rPr>
                    <w:t>中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10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只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6"/>
                      <w:w w:val="100"/>
                      <w:sz w:val="21"/>
                      <w:szCs w:val="21"/>
                    </w:rPr>
                    <w:t>有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一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7"/>
                      <w:w w:val="100"/>
                      <w:sz w:val="21"/>
                      <w:szCs w:val="21"/>
                    </w:rPr>
                    <w:t>项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是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9"/>
                      <w:w w:val="100"/>
                      <w:sz w:val="21"/>
                      <w:szCs w:val="21"/>
                    </w:rPr>
                    <w:t>符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合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9"/>
                      <w:w w:val="100"/>
                      <w:sz w:val="21"/>
                      <w:szCs w:val="21"/>
                    </w:rPr>
                    <w:t>题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目</w:t>
                  </w:r>
                </w:p>
              </w:txbxContent>
            </v:textbox>
          </v:shape>
        </w:pict>
      </w:r>
      <w:r>
        <w:pict>
          <v:shape id="_x0000_s1052" o:spid="_x0000_s1053" type="#_x0000_t202" style="width:49.5pt;height:12.6pt;margin-top:248.95pt;margin-left:55.75pt;mso-height-relative:page;mso-position-horizontal-relative:page;mso-position-vertical-relative:page;mso-width-relative:page;position:absolute;z-index:-251643904" coordsize="21600,21600" filled="f" stroked="f">
            <v:stroke joinstyle="miter"/>
            <v:textbox inset="0,0,0,0">
              <w:txbxContent>
                <w:p>
                  <w:pPr>
                    <w:spacing w:before="0" w:line="231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要求的。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21"/>
                      <w:szCs w:val="21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053" o:spid="_x0000_s1054" type="#_x0000_t202" style="width:151.75pt;height:13.15pt;margin-top:272.85pt;margin-left:55.6pt;mso-height-relative:page;mso-position-horizontal-relative:page;mso-position-vertical-relative:page;mso-width-relative:page;position:absolute;z-index:-251642880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47" w:lineRule="exact"/>
                    <w:ind w:right="0"/>
                    <w:jc w:val="left"/>
                    <w:rPr>
                      <w:rFonts w:ascii="新宋体" w:eastAsia="新宋体" w:hAnsi="新宋体" w:cs="新宋体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1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 xml:space="preserve">. 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下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列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各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数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中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，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比</w:t>
                  </w:r>
                  <w:r>
                    <w:rPr>
                      <w:rFonts w:ascii="新宋体" w:eastAsia="新宋体" w:hAnsi="新宋体" w:cs="新宋体"/>
                      <w:spacing w:val="-1"/>
                      <w:w w:val="100"/>
                    </w:rPr>
                    <w:t>﹣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小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的数是</w:t>
                  </w:r>
                </w:p>
              </w:txbxContent>
            </v:textbox>
          </v:shape>
        </w:pict>
      </w:r>
      <w:r>
        <w:pict>
          <v:shape id="_x0000_s1054" o:spid="_x0000_s1055" type="#_x0000_t202" style="width:27.85pt;height:13.95pt;margin-top:292.6pt;margin-left:296.4pt;mso-height-relative:page;mso-position-horizontal-relative:page;mso-position-vertical-relative:page;mso-width-relative:page;position:absolute;z-index:-251641856" coordsize="21600,21600" filled="f" stroked="f">
            <v:stroke joinstyle="miter"/>
            <v:textbox inset="0,0,0,0">
              <w:txbxContent>
                <w:p>
                  <w:pPr>
                    <w:spacing w:before="0" w:line="268" w:lineRule="exact"/>
                    <w:ind w:left="20" w:right="0" w:firstLine="0"/>
                    <w:jc w:val="left"/>
                    <w:rPr>
                      <w:rFonts w:ascii="Symbol" w:eastAsia="Symbol" w:hAnsi="Symbol" w:cs="Symbol"/>
                      <w:sz w:val="23"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新宋体" w:eastAsia="新宋体" w:hAnsi="新宋体" w:cs="新宋体"/>
                      <w:spacing w:val="-7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3"/>
                      <w:sz w:val="23"/>
                      <w:szCs w:val="23"/>
                    </w:rPr>
                    <w:sym w:font="Symbol" w:char="F02D"/>
                  </w:r>
                </w:p>
              </w:txbxContent>
            </v:textbox>
          </v:shape>
        </w:pict>
      </w:r>
      <w:r>
        <w:pict>
          <v:shape id="_x0000_s1055" o:spid="_x0000_s1056" type="#_x0000_t202" style="width:7.9pt;height:13.9pt;margin-top:292.8pt;margin-left:330.35pt;mso-height-relative:page;mso-position-horizontal-relative:page;mso-position-vertical-relative:page;mso-width-relative:page;position:absolute;z-index:-251640832" coordsize="21600,21600" filled="f" stroked="f">
            <v:stroke joinstyle="miter"/>
            <v:textbox inset="0,0,0,0">
              <w:txbxContent>
                <w:p>
                  <w:pPr>
                    <w:spacing w:before="0" w:line="261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/>
                      <w:w w:val="103"/>
                      <w:sz w:val="23"/>
                    </w:rPr>
                    <w:t>5</w:t>
                  </w:r>
                </w:p>
              </w:txbxContent>
            </v:textbox>
          </v:shape>
        </w:pict>
      </w:r>
      <w:r>
        <w:pict>
          <v:shape id="_x0000_s1056" o:spid="_x0000_s1057" type="#_x0000_t202" style="width:50.65pt;height:13.15pt;margin-top:293.45pt;margin-left:74.5pt;mso-height-relative:page;mso-position-horizontal-relative:page;mso-position-vertical-relative:page;mso-width-relative:page;position:absolute;z-index:-251639808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47" w:lineRule="exact"/>
                    <w:ind w:right="0"/>
                    <w:jc w:val="lef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</w:rPr>
                    <w:t>A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．</w:t>
                  </w:r>
                  <w:r>
                    <w:rPr>
                      <w:rFonts w:ascii="新宋体" w:eastAsia="新宋体" w:hAnsi="新宋体" w:cs="新宋体"/>
                      <w:spacing w:val="-1"/>
                      <w:w w:val="100"/>
                    </w:rPr>
                    <w:t>﹣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</w:rPr>
                    <w:t>|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﹣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5|</w:t>
                  </w:r>
                </w:p>
              </w:txbxContent>
            </v:textbox>
          </v:shape>
        </w:pict>
      </w:r>
      <w:r>
        <w:pict>
          <v:shape id="_x0000_s1057" o:spid="_x0000_s1058" type="#_x0000_t202" style="width:35.35pt;height:13.15pt;margin-top:293.45pt;margin-left:191.4pt;mso-height-relative:page;mso-position-horizontal-relative:page;mso-position-vertical-relative:page;mso-width-relative:page;position:absolute;z-index:-251638784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47" w:lineRule="exact"/>
                    <w:ind w:right="0"/>
                    <w:jc w:val="lef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B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．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﹣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058" o:spid="_x0000_s1059" type="#_x0000_t202" style="width:25.4pt;height:13.15pt;margin-top:293.45pt;margin-left:396.95pt;mso-height-relative:page;mso-position-horizontal-relative:page;mso-position-vertical-relative:page;mso-width-relative:page;position:absolute;z-index:-251637760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47" w:lineRule="exact"/>
                    <w:ind w:right="0"/>
                    <w:jc w:val="lef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</w:rPr>
                    <w:t>D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．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059" o:spid="_x0000_s1060" type="#_x0000_t202" style="width:206.85pt;height:13.15pt;margin-top:314.55pt;margin-left:55.6pt;mso-height-relative:page;mso-position-horizontal-relative:page;mso-position-vertical-relative:page;mso-width-relative:page;position:absolute;z-index:-251636736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47" w:lineRule="exact"/>
                    <w:ind w:right="0"/>
                    <w:jc w:val="left"/>
                    <w:rPr>
                      <w:rFonts w:ascii="新宋体" w:eastAsia="新宋体" w:hAnsi="新宋体" w:cs="新宋体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2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.</w:t>
                  </w:r>
                  <w:r>
                    <w:rPr>
                      <w:rFonts w:ascii="宋体" w:eastAsia="宋体" w:hAnsi="宋体" w:cs="宋体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如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图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是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空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心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的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圆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柱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体，</w:t>
                  </w:r>
                  <w:r>
                    <w:rPr>
                      <w:rFonts w:ascii="新宋体" w:eastAsia="新宋体" w:hAnsi="新宋体" w:cs="新宋体"/>
                      <w:color w:val="FF0000"/>
                      <w:w w:val="100"/>
                    </w:rPr>
                    <w:t>其主</w:t>
                  </w:r>
                  <w:r>
                    <w:rPr>
                      <w:rFonts w:ascii="新宋体" w:eastAsia="新宋体" w:hAnsi="新宋体" w:cs="新宋体"/>
                      <w:color w:val="FF0000"/>
                      <w:spacing w:val="-3"/>
                      <w:w w:val="100"/>
                    </w:rPr>
                    <w:t>视</w:t>
                  </w:r>
                  <w:r>
                    <w:rPr>
                      <w:rFonts w:ascii="新宋体" w:eastAsia="新宋体" w:hAnsi="新宋体" w:cs="新宋体"/>
                      <w:color w:val="FF0000"/>
                      <w:spacing w:val="-1"/>
                      <w:w w:val="100"/>
                    </w:rPr>
                    <w:t>图</w:t>
                  </w:r>
                  <w:r>
                    <w:rPr>
                      <w:rFonts w:ascii="新宋体" w:eastAsia="新宋体" w:hAnsi="新宋体" w:cs="新宋体"/>
                      <w:color w:val="FF0000"/>
                      <w:spacing w:val="-3"/>
                      <w:w w:val="100"/>
                    </w:rPr>
                    <w:t>正</w:t>
                  </w:r>
                  <w:r>
                    <w:rPr>
                      <w:rFonts w:ascii="新宋体" w:eastAsia="新宋体" w:hAnsi="新宋体" w:cs="新宋体"/>
                      <w:color w:val="FF0000"/>
                      <w:w w:val="100"/>
                    </w:rPr>
                    <w:t>确</w:t>
                  </w:r>
                  <w:r>
                    <w:rPr>
                      <w:rFonts w:ascii="新宋体" w:eastAsia="新宋体" w:hAnsi="新宋体" w:cs="新宋体"/>
                      <w:color w:val="FF0000"/>
                      <w:spacing w:val="-3"/>
                      <w:w w:val="100"/>
                    </w:rPr>
                    <w:t>的</w:t>
                  </w:r>
                  <w:r>
                    <w:rPr>
                      <w:rFonts w:ascii="新宋体" w:eastAsia="新宋体" w:hAnsi="新宋体" w:cs="新宋体"/>
                      <w:color w:val="FF0000"/>
                      <w:w w:val="100"/>
                    </w:rPr>
                    <w:t>是</w:t>
                  </w:r>
                </w:p>
              </w:txbxContent>
            </v:textbox>
          </v:shape>
        </w:pict>
      </w:r>
      <w:r>
        <w:pict>
          <v:shape id="_x0000_s1060" o:spid="_x0000_s1061" type="#_x0000_t202" style="width:9.6pt;height:12.6pt;margin-top:405.75pt;margin-left:83.95pt;mso-height-relative:page;mso-position-horizontal-relative:page;mso-position-vertical-relative:page;mso-width-relative:page;position:absolute;z-index:-251635712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5" w:lineRule="exact"/>
                    <w:ind w:right="0"/>
                    <w:jc w:val="lef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A</w:t>
                  </w:r>
                </w:p>
              </w:txbxContent>
            </v:textbox>
          </v:shape>
        </w:pict>
      </w:r>
      <w:r>
        <w:pict>
          <v:shape id="_x0000_s1061" o:spid="_x0000_s1062" type="#_x0000_t202" style="width:9pt;height:12.6pt;margin-top:405.75pt;margin-left:186.1pt;mso-height-relative:page;mso-position-horizontal-relative:page;mso-position-vertical-relative:page;mso-width-relative:page;position:absolute;z-index:-251634688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5" w:lineRule="exact"/>
                    <w:ind w:right="0"/>
                    <w:jc w:val="lef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62" o:spid="_x0000_s1063" type="#_x0000_t202" style="width:9pt;height:12.6pt;margin-top:405.75pt;margin-left:287.6pt;mso-height-relative:page;mso-position-horizontal-relative:page;mso-position-vertical-relative:page;mso-width-relative:page;position:absolute;z-index:-251633664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5" w:lineRule="exact"/>
                    <w:ind w:right="0"/>
                    <w:jc w:val="lef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063" o:spid="_x0000_s1064" type="#_x0000_t202" style="width:9.6pt;height:12.6pt;margin-top:405.75pt;margin-left:389.15pt;mso-height-relative:page;mso-position-horizontal-relative:page;mso-position-vertical-relative:page;mso-width-relative:page;position:absolute;z-index:-251632640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5" w:lineRule="exact"/>
                    <w:ind w:right="0"/>
                    <w:jc w:val="lef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D</w:t>
                  </w:r>
                </w:p>
              </w:txbxContent>
            </v:textbox>
          </v:shape>
        </w:pict>
      </w:r>
      <w:r>
        <w:pict>
          <v:shape id="_x0000_s1064" o:spid="_x0000_s1065" type="#_x0000_t202" style="width:476.1pt;height:13.15pt;margin-top:428.55pt;margin-left:55.6pt;mso-height-relative:page;mso-position-horizontal-relative:page;mso-position-vertical-relative:page;mso-width-relative:page;position:absolute;z-index:-251631616" coordsize="21600,21600" filled="f" stroked="f">
            <v:stroke joinstyle="miter"/>
            <v:textbox inset="0,0,0,0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新宋体" w:eastAsia="新宋体" w:hAnsi="新宋体" w:cs="新宋体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3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sz w:val="21"/>
                      <w:szCs w:val="21"/>
                    </w:rPr>
                    <w:t>如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图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sz w:val="21"/>
                      <w:szCs w:val="21"/>
                    </w:rPr>
                    <w:t>△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中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sz w:val="21"/>
                      <w:szCs w:val="21"/>
                    </w:rPr>
                    <w:t>，∠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sz w:val="21"/>
                      <w:szCs w:val="21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0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sz w:val="21"/>
                      <w:szCs w:val="21"/>
                    </w:rPr>
                    <w:t>°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sz w:val="21"/>
                      <w:szCs w:val="21"/>
                    </w:rPr>
                    <w:t>设</w:t>
                  </w:r>
                  <w:r>
                    <w:rPr>
                      <w:rFonts w:ascii="新宋体" w:eastAsia="新宋体" w:hAnsi="新宋体" w:cs="新宋体"/>
                      <w:spacing w:val="-1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所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sz w:val="21"/>
                      <w:szCs w:val="21"/>
                    </w:rPr>
                    <w:t>对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sz w:val="21"/>
                      <w:szCs w:val="21"/>
                    </w:rPr>
                    <w:t>边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分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sz w:val="21"/>
                      <w:szCs w:val="21"/>
                    </w:rPr>
                    <w:t>别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为</w:t>
                  </w:r>
                  <w:r>
                    <w:rPr>
                      <w:rFonts w:ascii="新宋体" w:eastAsia="新宋体" w:hAnsi="新宋体" w:cs="新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则</w:t>
                  </w:r>
                  <w:r>
                    <w:rPr>
                      <w:rFonts w:ascii="新宋体" w:eastAsia="新宋体" w:hAnsi="新宋体" w:cs="新宋体"/>
                      <w:color w:val="FF0000"/>
                      <w:spacing w:val="-3"/>
                      <w:w w:val="100"/>
                      <w:sz w:val="21"/>
                      <w:szCs w:val="21"/>
                    </w:rPr>
                    <w:t>下</w:t>
                  </w:r>
                  <w:r>
                    <w:rPr>
                      <w:rFonts w:ascii="新宋体" w:eastAsia="新宋体" w:hAnsi="新宋体" w:cs="新宋体"/>
                      <w:color w:val="FF0000"/>
                      <w:w w:val="100"/>
                      <w:sz w:val="21"/>
                      <w:szCs w:val="21"/>
                    </w:rPr>
                    <w:t>列</w:t>
                  </w:r>
                  <w:r>
                    <w:rPr>
                      <w:rFonts w:ascii="新宋体" w:eastAsia="新宋体" w:hAnsi="新宋体" w:cs="新宋体"/>
                      <w:color w:val="FF0000"/>
                      <w:spacing w:val="-3"/>
                      <w:w w:val="100"/>
                      <w:sz w:val="21"/>
                      <w:szCs w:val="21"/>
                    </w:rPr>
                    <w:t>结</w:t>
                  </w:r>
                  <w:r>
                    <w:rPr>
                      <w:rFonts w:ascii="新宋体" w:eastAsia="新宋体" w:hAnsi="新宋体" w:cs="新宋体"/>
                      <w:color w:val="FF0000"/>
                      <w:w w:val="100"/>
                      <w:sz w:val="21"/>
                      <w:szCs w:val="21"/>
                    </w:rPr>
                    <w:t>论</w:t>
                  </w:r>
                  <w:r>
                    <w:rPr>
                      <w:rFonts w:ascii="新宋体" w:eastAsia="新宋体" w:hAnsi="新宋体" w:cs="新宋体"/>
                      <w:color w:val="FF0000"/>
                      <w:spacing w:val="-3"/>
                      <w:w w:val="100"/>
                      <w:sz w:val="21"/>
                      <w:szCs w:val="21"/>
                    </w:rPr>
                    <w:t>正</w:t>
                  </w:r>
                  <w:r>
                    <w:rPr>
                      <w:rFonts w:ascii="新宋体" w:eastAsia="新宋体" w:hAnsi="新宋体" w:cs="新宋体"/>
                      <w:color w:val="FF0000"/>
                      <w:w w:val="100"/>
                      <w:sz w:val="21"/>
                      <w:szCs w:val="21"/>
                    </w:rPr>
                    <w:t>确</w:t>
                  </w:r>
                  <w:r>
                    <w:rPr>
                      <w:rFonts w:ascii="新宋体" w:eastAsia="新宋体" w:hAnsi="新宋体" w:cs="新宋体"/>
                      <w:color w:val="FF0000"/>
                      <w:spacing w:val="-3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新宋体" w:eastAsia="新宋体" w:hAnsi="新宋体" w:cs="新宋体"/>
                      <w:color w:val="FF0000"/>
                      <w:w w:val="100"/>
                      <w:sz w:val="21"/>
                      <w:szCs w:val="21"/>
                    </w:rPr>
                    <w:t>是</w:t>
                  </w:r>
                </w:p>
              </w:txbxContent>
            </v:textbox>
          </v:shape>
        </w:pict>
      </w:r>
      <w:r>
        <w:pict>
          <v:shape id="_x0000_s1065" o:spid="_x0000_s1066" type="#_x0000_t202" style="width:60.4pt;height:13.15pt;margin-top:451.95pt;margin-left:69.3pt;mso-height-relative:page;mso-position-horizontal-relative:page;mso-position-vertical-relative:page;mso-width-relative:page;position:absolute;z-index:-251630592" coordsize="21600,21600" filled="f" stroked="f">
            <v:stroke joinstyle="miter"/>
            <v:textbox inset="0,0,0,0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新宋体" w:eastAsia="新宋体" w:hAnsi="新宋体" w:cs="新宋体"/>
                      <w:spacing w:val="-1"/>
                      <w:w w:val="100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sz w:val="21"/>
                      <w:szCs w:val="21"/>
                    </w:rPr>
                    <w:t>t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sz w:val="21"/>
                      <w:szCs w:val="21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66" o:spid="_x0000_s1067" type="#_x0000_t202" style="width:59.2pt;height:13.15pt;margin-top:451.95pt;margin-left:290.5pt;mso-height-relative:page;mso-position-horizontal-relative:page;mso-position-vertical-relative:page;mso-width-relative:page;position:absolute;z-index:-251629568" coordsize="21600,21600" filled="f" stroked="f">
            <v:stroke joinstyle="miter"/>
            <v:textbox inset="0,0,0,0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sz w:val="21"/>
                      <w:szCs w:val="21"/>
                    </w:rPr>
                    <w:t>t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0"/>
                      <w:sz w:val="21"/>
                      <w:szCs w:val="21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67" o:spid="_x0000_s1068" type="#_x0000_t202" style="width:58.7pt;height:13.15pt;margin-top:475.35pt;margin-left:69.3pt;mso-height-relative:page;mso-position-horizontal-relative:page;mso-position-vertical-relative:page;mso-width-relative:page;position:absolute;z-index:-251628544" coordsize="21600,21600" filled="f" stroked="f">
            <v:stroke joinstyle="miter"/>
            <v:textbox inset="0,0,0,0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新宋体" w:eastAsia="新宋体" w:hAnsi="新宋体" w:cs="新宋体"/>
                      <w:spacing w:val="-1"/>
                      <w:w w:val="100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sz w:val="21"/>
                      <w:szCs w:val="21"/>
                    </w:rPr>
                    <w:t>i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68" o:spid="_x0000_s1069" type="#_x0000_t202" style="width:59.2pt;height:13.15pt;margin-top:475.35pt;margin-left:291.95pt;mso-height-relative:page;mso-position-horizontal-relative:page;mso-position-vertical-relative:page;mso-width-relative:page;position:absolute;z-index:-251627520" coordsize="21600,21600" filled="f" stroked="f">
            <v:stroke joinstyle="miter"/>
            <v:textbox inset="0,0,0,0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s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sz w:val="21"/>
                      <w:szCs w:val="21"/>
                    </w:rPr>
                    <w:t>i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69" o:spid="_x0000_s1070" type="#_x0000_t202" style="width:101.85pt;height:12.8pt;margin-top:498.9pt;margin-left:55.6pt;mso-height-relative:page;mso-position-horizontal-relative:page;mso-position-vertical-relative:page;mso-width-relative:page;position:absolute;z-index:-251626496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4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.</w:t>
                  </w:r>
                  <w:r>
                    <w:rPr>
                      <w:rFonts w:ascii="宋体" w:eastAsia="宋体" w:hAnsi="宋体" w:cs="宋体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下</w:t>
                  </w:r>
                  <w:r>
                    <w:rPr>
                      <w:w w:val="100"/>
                    </w:rPr>
                    <w:t>列</w:t>
                  </w:r>
                  <w:r>
                    <w:rPr>
                      <w:spacing w:val="-3"/>
                      <w:w w:val="100"/>
                    </w:rPr>
                    <w:t>计</w:t>
                  </w:r>
                  <w:r>
                    <w:rPr>
                      <w:w w:val="100"/>
                    </w:rPr>
                    <w:t>算</w:t>
                  </w:r>
                  <w:r>
                    <w:rPr>
                      <w:spacing w:val="-3"/>
                      <w:w w:val="100"/>
                    </w:rPr>
                    <w:t>正</w:t>
                  </w:r>
                  <w:r>
                    <w:rPr>
                      <w:w w:val="100"/>
                    </w:rPr>
                    <w:t>确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w w:val="100"/>
                    </w:rPr>
                    <w:t>是</w:t>
                  </w:r>
                </w:p>
              </w:txbxContent>
            </v:textbox>
          </v:shape>
        </w:pict>
      </w:r>
      <w:r>
        <w:pict>
          <v:shape id="_x0000_s1070" o:spid="_x0000_s1071" type="#_x0000_t202" style="width:115.6pt;height:18pt;margin-top:522.05pt;margin-left:288.95pt;mso-height-relative:page;mso-position-horizontal-relative:page;mso-position-vertical-relative:page;mso-width-relative:page;position:absolute;z-index:-251625472" coordsize="21600,21600" filled="f" stroked="f">
            <v:stroke joinstyle="miter"/>
            <v:textbox inset="0,0,0,0">
              <w:txbxContent>
                <w:p>
                  <w:pPr>
                    <w:spacing w:before="0" w:line="353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eastAsia="宋体" w:hAnsi="宋体" w:cs="宋体"/>
                      <w:spacing w:val="-7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2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8"/>
                      <w:position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74"/>
                      <w:sz w:val="32"/>
                      <w:szCs w:val="32"/>
                    </w:rPr>
                    <w:sym w:font="Symbol" w:char="F028"/>
                  </w:r>
                  <w:r>
                    <w:rPr>
                      <w:rFonts w:ascii="Times New Roman" w:eastAsia="Times New Roman" w:hAnsi="Times New Roman" w:cs="Times New Roman"/>
                      <w:spacing w:val="-49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2"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7"/>
                      <w:position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0"/>
                      <w:position w:val="2"/>
                      <w:sz w:val="24"/>
                      <w:szCs w:val="24"/>
                    </w:rPr>
                    <w:sym w:font="Symbol" w:char="F02B"/>
                  </w:r>
                  <w:r>
                    <w:rPr>
                      <w:rFonts w:ascii="Times New Roman" w:eastAsia="Times New Roman" w:hAnsi="Times New Roman" w:cs="Times New Roman"/>
                      <w:spacing w:val="-17"/>
                      <w:position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2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4"/>
                      <w:position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2"/>
                      <w:sz w:val="24"/>
                      <w:szCs w:val="24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9"/>
                      <w:position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74"/>
                      <w:sz w:val="32"/>
                      <w:szCs w:val="32"/>
                    </w:rPr>
                    <w:sym w:font="Symbol" w:char="F029"/>
                  </w:r>
                  <w:r>
                    <w:rPr>
                      <w:rFonts w:ascii="Times New Roman" w:eastAsia="Times New Roman" w:hAnsi="Times New Roman" w:cs="Times New Roman"/>
                      <w:spacing w:val="-28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0"/>
                      <w:position w:val="2"/>
                      <w:sz w:val="24"/>
                      <w:szCs w:val="24"/>
                    </w:rPr>
                    <w:sym w:font="Symbol" w:char="F03D"/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position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5"/>
                      <w:w w:val="100"/>
                      <w:position w:val="2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2"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7"/>
                      <w:position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0"/>
                      <w:position w:val="2"/>
                      <w:sz w:val="24"/>
                      <w:szCs w:val="24"/>
                    </w:rPr>
                    <w:sym w:font="Symbol" w:char="F02B"/>
                  </w:r>
                  <w:r>
                    <w:rPr>
                      <w:rFonts w:ascii="Times New Roman" w:eastAsia="Times New Roman" w:hAnsi="Times New Roman" w:cs="Times New Roman"/>
                      <w:spacing w:val="-18"/>
                      <w:position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2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4"/>
                      <w:position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2"/>
                      <w:sz w:val="24"/>
                      <w:szCs w:val="24"/>
                    </w:rPr>
                    <w:t>y</w:t>
                  </w:r>
                </w:p>
              </w:txbxContent>
            </v:textbox>
          </v:shape>
        </w:pict>
      </w:r>
      <w:r>
        <w:pict>
          <v:shape id="_x0000_s1071" o:spid="_x0000_s1072" type="#_x0000_t202" style="width:99.25pt;height:13.9pt;margin-top:525.05pt;margin-left:71.35pt;mso-height-relative:page;mso-position-horizontal-relative:page;mso-position-vertical-relative:page;mso-width-relative:page;position:absolute;z-index:-251624448" coordsize="21600,21600" filled="f" stroked="f">
            <v:stroke joinstyle="miter"/>
            <v:textbox inset="0,0,0,0">
              <w:txbxContent>
                <w:p>
                  <w:pPr>
                    <w:spacing w:before="0" w:line="259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eastAsia="宋体" w:hAnsi="宋体" w:cs="宋体"/>
                      <w:spacing w:val="-6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8"/>
                      <w:w w:val="100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  <w:position w:val="10"/>
                      <w:sz w:val="12"/>
                      <w:szCs w:val="12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position w:val="10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5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0"/>
                      <w:position w:val="1"/>
                      <w:sz w:val="21"/>
                      <w:szCs w:val="21"/>
                    </w:rPr>
                    <w:sym w:font="Symbol" w:char="F02D"/>
                  </w:r>
                  <w:r>
                    <w:rPr>
                      <w:rFonts w:ascii="Times New Roman" w:eastAsia="Times New Roman" w:hAnsi="Times New Roman" w:cs="Times New Roman"/>
                      <w:spacing w:val="-1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2"/>
                      <w:w w:val="100"/>
                      <w:position w:val="1"/>
                      <w:sz w:val="21"/>
                      <w:szCs w:val="21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8"/>
                      <w:w w:val="100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  <w:position w:val="10"/>
                      <w:sz w:val="12"/>
                      <w:szCs w:val="12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position w:val="10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0"/>
                      <w:position w:val="1"/>
                      <w:sz w:val="21"/>
                      <w:szCs w:val="21"/>
                    </w:rPr>
                    <w:sym w:font="Symbol" w:char="F03D"/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spacing w:val="15"/>
                      <w:w w:val="100"/>
                      <w:position w:val="1"/>
                      <w:sz w:val="21"/>
                      <w:szCs w:val="21"/>
                    </w:rPr>
                    <w:sym w:font="Symbol" w:char="F02D"/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8"/>
                      <w:w w:val="100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  <w:position w:val="10"/>
                      <w:sz w:val="12"/>
                      <w:szCs w:val="12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position w:val="10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y</w:t>
                  </w:r>
                </w:p>
              </w:txbxContent>
            </v:textbox>
          </v:shape>
        </w:pict>
      </w:r>
      <w:r>
        <w:pict>
          <v:shape id="_x0000_s1072" o:spid="_x0000_s1073" type="#_x0000_t202" style="width:75.7pt;height:15.1pt;margin-top:525.35pt;margin-left:187.2pt;mso-height-relative:page;mso-position-horizontal-relative:page;mso-position-vertical-relative:page;mso-width-relative:page;position:absolute;z-index:-251623424" coordsize="21600,21600" filled="f" stroked="f">
            <v:stroke joinstyle="miter"/>
            <v:textbox inset="0,0,0,0">
              <w:txbxContent>
                <w:p>
                  <w:pPr>
                    <w:spacing w:before="0" w:line="286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3"/>
                      <w:sz w:val="21"/>
                      <w:szCs w:val="21"/>
                    </w:rPr>
                    <w:t>B</w:t>
                  </w:r>
                  <w:r>
                    <w:rPr>
                      <w:rFonts w:ascii="宋体" w:eastAsia="宋体" w:hAnsi="宋体" w:cs="宋体"/>
                      <w:w w:val="100"/>
                      <w:position w:val="2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eastAsia="宋体" w:hAnsi="宋体" w:cs="宋体"/>
                      <w:spacing w:val="-60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1"/>
                      <w:w w:val="103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w w:val="106"/>
                      <w:position w:val="11"/>
                      <w:sz w:val="13"/>
                      <w:szCs w:val="13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position w:val="11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position w:val="11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3"/>
                      <w:sz w:val="23"/>
                      <w:szCs w:val="23"/>
                    </w:rPr>
                    <w:sym w:font="Symbol" w:char="F02B"/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7"/>
                      <w:w w:val="103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w w:val="106"/>
                      <w:position w:val="11"/>
                      <w:sz w:val="13"/>
                      <w:szCs w:val="13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position w:val="11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  <w:position w:val="11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3"/>
                      <w:sz w:val="23"/>
                      <w:szCs w:val="23"/>
                    </w:rPr>
                    <w:sym w:font="Symbol" w:char="F03D"/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7"/>
                      <w:w w:val="103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w w:val="106"/>
                      <w:position w:val="11"/>
                      <w:sz w:val="13"/>
                      <w:szCs w:val="13"/>
                    </w:rPr>
                    <w:t>5</w:t>
                  </w:r>
                </w:p>
              </w:txbxContent>
            </v:textbox>
          </v:shape>
        </w:pict>
      </w:r>
      <w:r>
        <w:pict>
          <v:shape id="_x0000_s1073" o:spid="_x0000_s1074" type="#_x0000_t202" style="width:80pt;height:14.45pt;margin-top:524.5pt;margin-left:417.95pt;mso-height-relative:page;mso-position-horizontal-relative:page;mso-position-vertical-relative:page;mso-width-relative:page;position:absolute;z-index:-251622400" coordsize="21600,21600" filled="f" stroked="f">
            <v:stroke joinstyle="miter"/>
            <v:textbox inset="0,0,0,0">
              <w:txbxContent>
                <w:p>
                  <w:pPr>
                    <w:spacing w:before="0" w:line="269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position w:val="0"/>
                      <w:sz w:val="21"/>
                      <w:szCs w:val="21"/>
                    </w:rPr>
                    <w:t>D</w:t>
                  </w:r>
                  <w:r>
                    <w:rPr>
                      <w:rFonts w:ascii="宋体" w:eastAsia="宋体" w:hAnsi="宋体" w:cs="宋体"/>
                      <w:w w:val="100"/>
                      <w:position w:val="-1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eastAsia="宋体" w:hAnsi="宋体" w:cs="宋体"/>
                      <w:spacing w:val="-76"/>
                      <w:position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9"/>
                      <w:w w:val="104"/>
                      <w:sz w:val="23"/>
                      <w:szCs w:val="23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4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4"/>
                      <w:sz w:val="23"/>
                      <w:szCs w:val="23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0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4"/>
                      <w:sz w:val="23"/>
                      <w:szCs w:val="23"/>
                    </w:rPr>
                    <w:sym w:font="Symbol" w:char="F02D"/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4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4"/>
                      <w:sz w:val="23"/>
                      <w:szCs w:val="23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5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4"/>
                      <w:sz w:val="23"/>
                      <w:szCs w:val="23"/>
                    </w:rPr>
                    <w:sym w:font="Symbol" w:char="F03D"/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4"/>
                      <w:sz w:val="23"/>
                      <w:szCs w:val="23"/>
                    </w:rPr>
                    <w:t>7</w:t>
                  </w:r>
                </w:p>
              </w:txbxContent>
            </v:textbox>
          </v:shape>
        </w:pict>
      </w:r>
      <w:r>
        <w:pict>
          <v:shape id="_x0000_s1074" o:spid="_x0000_s1075" type="#_x0000_t202" style="width:461.35pt;height:32.3pt;margin-top:549.5pt;margin-left:55.6pt;mso-height-relative:page;mso-position-horizontal-relative:page;mso-position-vertical-relative:page;mso-width-relative:page;position:absolute;z-index:-251621376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left="334" w:right="0" w:hanging="315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5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 xml:space="preserve">. </w:t>
                  </w:r>
                  <w:r>
                    <w:rPr>
                      <w:w w:val="100"/>
                    </w:rPr>
                    <w:t>开展了艺术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主题</w:t>
                  </w:r>
                  <w:r>
                    <w:rPr>
                      <w:w w:val="100"/>
                    </w:rPr>
                    <w:t>作品征集互动，从九年级五个班收集到的作品数量（单位：件）</w:t>
                  </w:r>
                </w:p>
                <w:p>
                  <w:pPr>
                    <w:pStyle w:val="BodyText"/>
                    <w:spacing w:before="109" w:line="240" w:lineRule="auto"/>
                    <w:ind w:left="334" w:right="0"/>
                    <w:jc w:val="left"/>
                  </w:pPr>
                  <w:r>
                    <w:rPr>
                      <w:w w:val="100"/>
                    </w:rPr>
                    <w:t>分别</w:t>
                  </w:r>
                  <w:r>
                    <w:rPr>
                      <w:spacing w:val="-3"/>
                      <w:w w:val="100"/>
                    </w:rPr>
                    <w:t>为</w:t>
                  </w:r>
                  <w:r>
                    <w:rPr>
                      <w:spacing w:val="-1"/>
                      <w:w w:val="100"/>
                    </w:rPr>
                    <w:t>：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</w:rPr>
                    <w:t>2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</w:rPr>
                    <w:t>0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</w:rPr>
                    <w:t>5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position w:val="1"/>
                    </w:rPr>
                    <w:t>6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50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则</w:t>
                  </w:r>
                  <w:r>
                    <w:rPr>
                      <w:spacing w:val="-3"/>
                      <w:w w:val="100"/>
                    </w:rPr>
                    <w:t>这</w:t>
                  </w:r>
                  <w:r>
                    <w:rPr>
                      <w:w w:val="100"/>
                    </w:rPr>
                    <w:t>组</w:t>
                  </w:r>
                  <w:r>
                    <w:rPr>
                      <w:spacing w:val="-3"/>
                      <w:w w:val="100"/>
                    </w:rPr>
                    <w:t>数</w:t>
                  </w:r>
                  <w:r>
                    <w:rPr>
                      <w:w w:val="100"/>
                    </w:rPr>
                    <w:t>据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w w:val="100"/>
                    </w:rPr>
                    <w:t>中</w:t>
                  </w:r>
                  <w:r>
                    <w:rPr>
                      <w:spacing w:val="-3"/>
                      <w:w w:val="100"/>
                    </w:rPr>
                    <w:t>位数</w:t>
                  </w:r>
                  <w:r>
                    <w:rPr>
                      <w:w w:val="100"/>
                    </w:rPr>
                    <w:t>是</w:t>
                  </w:r>
                </w:p>
              </w:txbxContent>
            </v:textbox>
          </v:shape>
        </w:pict>
      </w:r>
      <w:r>
        <w:pict>
          <v:shape id="_x0000_s1075" o:spid="_x0000_s1076" type="#_x0000_t202" style="width:38.6pt;height:12.8pt;margin-top:589.35pt;margin-left:71.35pt;mso-height-relative:page;mso-position-horizontal-relative:page;mso-position-vertical-relative:page;mso-width-relative:page;position:absolute;z-index:-251620352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position w:val="1"/>
                    </w:rPr>
                    <w:t>A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件</w:t>
                  </w:r>
                </w:p>
              </w:txbxContent>
            </v:textbox>
          </v:shape>
        </w:pict>
      </w:r>
      <w:r>
        <w:pict>
          <v:shape id="_x0000_s1076" o:spid="_x0000_s1077" type="#_x0000_t202" style="width:38pt;height:12.8pt;margin-top:589.35pt;margin-left:186.7pt;mso-height-relative:page;mso-position-horizontal-relative:page;mso-position-vertical-relative:page;mso-width-relative:page;position:absolute;z-index:-251619328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position w:val="1"/>
                    </w:rPr>
                    <w:t>B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45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件</w:t>
                  </w:r>
                </w:p>
              </w:txbxContent>
            </v:textbox>
          </v:shape>
        </w:pict>
      </w:r>
      <w:r>
        <w:pict>
          <v:shape id="_x0000_s1077" o:spid="_x0000_s1078" type="#_x0000_t202" style="width:37.9pt;height:12.8pt;margin-top:589.35pt;margin-left:296.15pt;mso-height-relative:page;mso-position-horizontal-relative:page;mso-position-vertical-relative:page;mso-width-relative:page;position:absolute;z-index:-251618304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position w:val="1"/>
                    </w:rPr>
                    <w:t>C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件</w:t>
                  </w:r>
                </w:p>
              </w:txbxContent>
            </v:textbox>
          </v:shape>
        </w:pict>
      </w:r>
      <w:r>
        <w:pict>
          <v:shape id="_x0000_s1078" o:spid="_x0000_s1079" type="#_x0000_t202" style="width:38.6pt;height:12.8pt;margin-top:589.35pt;margin-left:421.2pt;mso-height-relative:page;mso-position-horizontal-relative:page;mso-position-vertical-relative:page;mso-width-relative:page;position:absolute;z-index:-251617280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position w:val="1"/>
                    </w:rPr>
                    <w:t>D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50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件</w:t>
                  </w:r>
                </w:p>
              </w:txbxContent>
            </v:textbox>
          </v:shape>
        </w:pict>
      </w:r>
      <w:r>
        <w:pict>
          <v:shape id="_x0000_s1079" o:spid="_x0000_s1080" type="#_x0000_t202" style="width:484.1pt;height:53.5pt;margin-top:617.5pt;margin-left:55.6pt;mso-height-relative:page;mso-position-horizontal-relative:page;mso-position-vertical-relative:page;mso-width-relative:page;position:absolute;z-index:-251616256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left="334" w:right="0" w:hanging="315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6</w:t>
                  </w:r>
                  <w:r>
                    <w:rPr>
                      <w:rFonts w:ascii="宋体" w:eastAsia="宋体" w:hAnsi="宋体" w:cs="宋体"/>
                      <w:spacing w:val="-15"/>
                      <w:w w:val="100"/>
                    </w:rPr>
                    <w:t>.</w:t>
                  </w:r>
                  <w:r>
                    <w:rPr>
                      <w:spacing w:val="-3"/>
                      <w:w w:val="100"/>
                    </w:rPr>
                    <w:t>《</w:t>
                  </w:r>
                  <w:r>
                    <w:rPr>
                      <w:w w:val="100"/>
                    </w:rPr>
                    <w:t>增</w:t>
                  </w:r>
                  <w:r>
                    <w:rPr>
                      <w:spacing w:val="-3"/>
                      <w:w w:val="100"/>
                    </w:rPr>
                    <w:t>删</w:t>
                  </w:r>
                  <w:r>
                    <w:rPr>
                      <w:w w:val="100"/>
                    </w:rPr>
                    <w:t>算</w:t>
                  </w:r>
                  <w:r>
                    <w:rPr>
                      <w:spacing w:val="-3"/>
                      <w:w w:val="100"/>
                    </w:rPr>
                    <w:t>法</w:t>
                  </w:r>
                  <w:r>
                    <w:rPr>
                      <w:w w:val="100"/>
                    </w:rPr>
                    <w:t>统</w:t>
                  </w:r>
                  <w:r>
                    <w:rPr>
                      <w:spacing w:val="-3"/>
                      <w:w w:val="100"/>
                    </w:rPr>
                    <w:t>宗</w:t>
                  </w:r>
                  <w:r>
                    <w:rPr>
                      <w:spacing w:val="-17"/>
                      <w:w w:val="100"/>
                    </w:rPr>
                    <w:t>》</w:t>
                  </w:r>
                  <w:r>
                    <w:rPr>
                      <w:w w:val="100"/>
                    </w:rPr>
                    <w:t>记</w:t>
                  </w:r>
                  <w:r>
                    <w:rPr>
                      <w:spacing w:val="-3"/>
                      <w:w w:val="100"/>
                    </w:rPr>
                    <w:t>载</w:t>
                  </w:r>
                  <w:r>
                    <w:rPr>
                      <w:spacing w:val="-15"/>
                      <w:w w:val="100"/>
                    </w:rPr>
                    <w:t>：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position w:val="1"/>
                    </w:rPr>
                    <w:t>“</w:t>
                  </w:r>
                  <w:r>
                    <w:rPr>
                      <w:w w:val="100"/>
                    </w:rPr>
                    <w:t>有个</w:t>
                  </w:r>
                  <w:r>
                    <w:rPr>
                      <w:spacing w:val="-3"/>
                      <w:w w:val="100"/>
                    </w:rPr>
                    <w:t>学</w:t>
                  </w:r>
                  <w:r>
                    <w:rPr>
                      <w:w w:val="100"/>
                    </w:rPr>
                    <w:t>生</w:t>
                  </w:r>
                  <w:r>
                    <w:rPr>
                      <w:spacing w:val="-3"/>
                      <w:w w:val="100"/>
                    </w:rPr>
                    <w:t>资</w:t>
                  </w:r>
                  <w:r>
                    <w:rPr>
                      <w:w w:val="100"/>
                    </w:rPr>
                    <w:t>性</w:t>
                  </w:r>
                  <w:r>
                    <w:rPr>
                      <w:spacing w:val="-3"/>
                      <w:w w:val="100"/>
                    </w:rPr>
                    <w:t>好</w:t>
                  </w:r>
                  <w:r>
                    <w:rPr>
                      <w:spacing w:val="-17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一</w:t>
                  </w:r>
                  <w:r>
                    <w:rPr>
                      <w:spacing w:val="-3"/>
                      <w:w w:val="100"/>
                    </w:rPr>
                    <w:t>部</w:t>
                  </w:r>
                  <w:r>
                    <w:rPr>
                      <w:w w:val="100"/>
                    </w:rPr>
                    <w:t>孟子</w:t>
                  </w:r>
                  <w:r>
                    <w:rPr>
                      <w:spacing w:val="-3"/>
                      <w:w w:val="100"/>
                    </w:rPr>
                    <w:t>三</w:t>
                  </w:r>
                  <w:r>
                    <w:rPr>
                      <w:w w:val="100"/>
                    </w:rPr>
                    <w:t>日</w:t>
                  </w:r>
                  <w:r>
                    <w:rPr>
                      <w:spacing w:val="-3"/>
                      <w:w w:val="100"/>
                    </w:rPr>
                    <w:t>了</w:t>
                  </w:r>
                  <w:r>
                    <w:rPr>
                      <w:spacing w:val="-17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每</w:t>
                  </w:r>
                  <w:r>
                    <w:rPr>
                      <w:spacing w:val="-3"/>
                      <w:w w:val="100"/>
                    </w:rPr>
                    <w:t>日</w:t>
                  </w:r>
                  <w:r>
                    <w:rPr>
                      <w:w w:val="100"/>
                    </w:rPr>
                    <w:t>增</w:t>
                  </w:r>
                  <w:r>
                    <w:rPr>
                      <w:spacing w:val="-3"/>
                      <w:w w:val="100"/>
                    </w:rPr>
                    <w:t>添一</w:t>
                  </w:r>
                  <w:r>
                    <w:rPr>
                      <w:w w:val="100"/>
                    </w:rPr>
                    <w:t>倍</w:t>
                  </w:r>
                  <w:r>
                    <w:rPr>
                      <w:spacing w:val="-3"/>
                      <w:w w:val="100"/>
                    </w:rPr>
                    <w:t>多</w:t>
                  </w:r>
                  <w:r>
                    <w:rPr>
                      <w:spacing w:val="-15"/>
                      <w:w w:val="100"/>
                    </w:rPr>
                    <w:t>，</w:t>
                  </w:r>
                  <w:r>
                    <w:rPr>
                      <w:spacing w:val="-3"/>
                      <w:w w:val="100"/>
                    </w:rPr>
                    <w:t>问</w:t>
                  </w:r>
                  <w:r>
                    <w:rPr>
                      <w:w w:val="100"/>
                    </w:rPr>
                    <w:t>若</w:t>
                  </w:r>
                  <w:r>
                    <w:rPr>
                      <w:spacing w:val="-3"/>
                      <w:w w:val="100"/>
                    </w:rPr>
                    <w:t>每</w:t>
                  </w:r>
                  <w:r>
                    <w:rPr>
                      <w:w w:val="100"/>
                    </w:rPr>
                    <w:t>日</w:t>
                  </w:r>
                  <w:r>
                    <w:rPr>
                      <w:spacing w:val="-3"/>
                      <w:w w:val="100"/>
                    </w:rPr>
                    <w:t>读</w:t>
                  </w:r>
                  <w:r>
                    <w:rPr>
                      <w:w w:val="100"/>
                    </w:rPr>
                    <w:t>多少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</w:rPr>
                    <w:t>?”</w:t>
                  </w:r>
                  <w:r>
                    <w:rPr>
                      <w:w w:val="100"/>
                    </w:rPr>
                    <w:t>其大</w:t>
                  </w:r>
                </w:p>
                <w:p>
                  <w:pPr>
                    <w:pStyle w:val="BodyText"/>
                    <w:spacing w:before="43" w:line="408" w:lineRule="exact"/>
                    <w:ind w:left="334" w:right="96"/>
                    <w:jc w:val="left"/>
                  </w:pPr>
                  <w:r>
                    <w:rPr>
                      <w:w w:val="100"/>
                    </w:rPr>
                    <w:t>意是</w:t>
                  </w:r>
                  <w:r>
                    <w:rPr>
                      <w:spacing w:val="-3"/>
                      <w:w w:val="100"/>
                    </w:rPr>
                    <w:t>：</w:t>
                  </w:r>
                  <w:r>
                    <w:rPr>
                      <w:w w:val="100"/>
                    </w:rPr>
                    <w:t>有</w:t>
                  </w:r>
                  <w:r>
                    <w:rPr>
                      <w:spacing w:val="-3"/>
                      <w:w w:val="100"/>
                    </w:rPr>
                    <w:t>个</w:t>
                  </w:r>
                  <w:r>
                    <w:rPr>
                      <w:w w:val="100"/>
                    </w:rPr>
                    <w:t>学</w:t>
                  </w:r>
                  <w:r>
                    <w:rPr>
                      <w:spacing w:val="-3"/>
                      <w:w w:val="100"/>
                    </w:rPr>
                    <w:t>生</w:t>
                  </w:r>
                  <w:r>
                    <w:rPr>
                      <w:w w:val="100"/>
                    </w:rPr>
                    <w:t>天</w:t>
                  </w:r>
                  <w:r>
                    <w:rPr>
                      <w:spacing w:val="-3"/>
                      <w:w w:val="100"/>
                    </w:rPr>
                    <w:t>资</w:t>
                  </w:r>
                  <w:r>
                    <w:rPr>
                      <w:w w:val="100"/>
                    </w:rPr>
                    <w:t>聪</w:t>
                  </w:r>
                  <w:r>
                    <w:rPr>
                      <w:spacing w:val="-3"/>
                      <w:w w:val="100"/>
                    </w:rPr>
                    <w:t>慧</w:t>
                  </w:r>
                  <w:r>
                    <w:rPr>
                      <w:w w:val="100"/>
                    </w:rPr>
                    <w:t>，三</w:t>
                  </w:r>
                  <w:r>
                    <w:rPr>
                      <w:spacing w:val="-3"/>
                      <w:w w:val="100"/>
                    </w:rPr>
                    <w:t>天</w:t>
                  </w:r>
                  <w:r>
                    <w:rPr>
                      <w:w w:val="100"/>
                    </w:rPr>
                    <w:t>读</w:t>
                  </w:r>
                  <w:r>
                    <w:rPr>
                      <w:spacing w:val="-3"/>
                      <w:w w:val="100"/>
                    </w:rPr>
                    <w:t>完</w:t>
                  </w:r>
                  <w:r>
                    <w:rPr>
                      <w:w w:val="100"/>
                    </w:rPr>
                    <w:t>一</w:t>
                  </w:r>
                  <w:r>
                    <w:rPr>
                      <w:spacing w:val="-3"/>
                      <w:w w:val="100"/>
                    </w:rPr>
                    <w:t>部</w:t>
                  </w:r>
                  <w:r>
                    <w:rPr>
                      <w:w w:val="100"/>
                    </w:rPr>
                    <w:t>《</w:t>
                  </w:r>
                  <w:r>
                    <w:rPr>
                      <w:spacing w:val="-3"/>
                      <w:w w:val="100"/>
                    </w:rPr>
                    <w:t>孟</w:t>
                  </w:r>
                  <w:r>
                    <w:rPr>
                      <w:w w:val="100"/>
                    </w:rPr>
                    <w:t>子</w:t>
                  </w:r>
                  <w:r>
                    <w:rPr>
                      <w:spacing w:val="-3"/>
                      <w:w w:val="100"/>
                    </w:rPr>
                    <w:t>》</w:t>
                  </w:r>
                  <w:r>
                    <w:rPr>
                      <w:w w:val="100"/>
                    </w:rPr>
                    <w:t>，每</w:t>
                  </w:r>
                  <w:r>
                    <w:rPr>
                      <w:spacing w:val="-3"/>
                      <w:w w:val="100"/>
                    </w:rPr>
                    <w:t>天</w:t>
                  </w:r>
                  <w:r>
                    <w:rPr>
                      <w:w w:val="100"/>
                    </w:rPr>
                    <w:t>阅</w:t>
                  </w:r>
                  <w:r>
                    <w:rPr>
                      <w:spacing w:val="-3"/>
                      <w:w w:val="100"/>
                    </w:rPr>
                    <w:t>读</w:t>
                  </w:r>
                  <w:r>
                    <w:rPr>
                      <w:w w:val="100"/>
                    </w:rPr>
                    <w:t>的</w:t>
                  </w:r>
                  <w:r>
                    <w:rPr>
                      <w:spacing w:val="-3"/>
                      <w:w w:val="100"/>
                    </w:rPr>
                    <w:t>字</w:t>
                  </w:r>
                  <w:r>
                    <w:rPr>
                      <w:w w:val="100"/>
                    </w:rPr>
                    <w:t>数</w:t>
                  </w:r>
                  <w:r>
                    <w:rPr>
                      <w:spacing w:val="-3"/>
                      <w:w w:val="100"/>
                    </w:rPr>
                    <w:t>是</w:t>
                  </w:r>
                  <w:r>
                    <w:rPr>
                      <w:w w:val="100"/>
                    </w:rPr>
                    <w:t>前</w:t>
                  </w:r>
                  <w:r>
                    <w:rPr>
                      <w:spacing w:val="-3"/>
                      <w:w w:val="100"/>
                    </w:rPr>
                    <w:t>一</w:t>
                  </w:r>
                  <w:r>
                    <w:rPr>
                      <w:w w:val="100"/>
                    </w:rPr>
                    <w:t>天的</w:t>
                  </w:r>
                  <w:r>
                    <w:rPr>
                      <w:spacing w:val="-3"/>
                      <w:w w:val="100"/>
                    </w:rPr>
                    <w:t>两</w:t>
                  </w:r>
                  <w:r>
                    <w:rPr>
                      <w:w w:val="100"/>
                    </w:rPr>
                    <w:t>倍</w:t>
                  </w:r>
                  <w:r>
                    <w:rPr>
                      <w:spacing w:val="-3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问</w:t>
                  </w:r>
                  <w:r>
                    <w:rPr>
                      <w:spacing w:val="-3"/>
                      <w:w w:val="100"/>
                    </w:rPr>
                    <w:t>他</w:t>
                  </w:r>
                  <w:r>
                    <w:rPr>
                      <w:w w:val="100"/>
                    </w:rPr>
                    <w:t>每</w:t>
                  </w:r>
                  <w:r>
                    <w:rPr>
                      <w:spacing w:val="-3"/>
                      <w:w w:val="100"/>
                    </w:rPr>
                    <w:t>天</w:t>
                  </w:r>
                  <w:r>
                    <w:rPr>
                      <w:w w:val="100"/>
                    </w:rPr>
                    <w:t>各读 多少</w:t>
                  </w:r>
                  <w:r>
                    <w:rPr>
                      <w:spacing w:val="-3"/>
                      <w:w w:val="100"/>
                    </w:rPr>
                    <w:t>个</w:t>
                  </w:r>
                  <w:r>
                    <w:rPr>
                      <w:spacing w:val="-1"/>
                      <w:w w:val="100"/>
                    </w:rPr>
                    <w:t>字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</w:rPr>
                    <w:t>?</w:t>
                  </w:r>
                  <w:r>
                    <w:rPr>
                      <w:w w:val="100"/>
                    </w:rPr>
                    <w:t>已</w:t>
                  </w:r>
                  <w:r>
                    <w:rPr>
                      <w:spacing w:val="-3"/>
                      <w:w w:val="100"/>
                    </w:rPr>
                    <w:t>知</w:t>
                  </w:r>
                  <w:r>
                    <w:rPr>
                      <w:w w:val="100"/>
                    </w:rPr>
                    <w:t>《</w:t>
                  </w:r>
                  <w:r>
                    <w:rPr>
                      <w:spacing w:val="-3"/>
                      <w:w w:val="100"/>
                    </w:rPr>
                    <w:t>孟</w:t>
                  </w:r>
                  <w:r>
                    <w:rPr>
                      <w:w w:val="100"/>
                    </w:rPr>
                    <w:t>子</w:t>
                  </w:r>
                  <w:r>
                    <w:rPr>
                      <w:spacing w:val="-3"/>
                      <w:w w:val="100"/>
                    </w:rPr>
                    <w:t>》一</w:t>
                  </w:r>
                  <w:r>
                    <w:rPr>
                      <w:w w:val="100"/>
                    </w:rPr>
                    <w:t>书</w:t>
                  </w:r>
                  <w:r>
                    <w:rPr>
                      <w:spacing w:val="-3"/>
                      <w:w w:val="100"/>
                    </w:rPr>
                    <w:t>共</w:t>
                  </w:r>
                  <w:r>
                    <w:rPr>
                      <w:w w:val="100"/>
                    </w:rPr>
                    <w:t>有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34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85</w:t>
                  </w:r>
                  <w:r>
                    <w:rPr>
                      <w:rFonts w:ascii="Times New Roman" w:eastAsia="Times New Roman" w:hAnsi="Times New Roman" w:cs="Times New Roman"/>
                      <w:spacing w:val="-12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个</w:t>
                  </w:r>
                  <w:r>
                    <w:rPr>
                      <w:spacing w:val="-3"/>
                      <w:w w:val="100"/>
                    </w:rPr>
                    <w:t>字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spacing w:val="-3"/>
                      <w:w w:val="100"/>
                    </w:rPr>
                    <w:t>设他</w:t>
                  </w:r>
                  <w:r>
                    <w:rPr>
                      <w:w w:val="100"/>
                    </w:rPr>
                    <w:t>第一</w:t>
                  </w:r>
                  <w:r>
                    <w:rPr>
                      <w:spacing w:val="-3"/>
                      <w:w w:val="100"/>
                    </w:rPr>
                    <w:t>天</w:t>
                  </w:r>
                  <w:r>
                    <w:rPr>
                      <w:w w:val="100"/>
                    </w:rPr>
                    <w:t>读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0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个</w:t>
                  </w:r>
                  <w:r>
                    <w:rPr>
                      <w:w w:val="100"/>
                    </w:rPr>
                    <w:t>字</w:t>
                  </w:r>
                  <w:r>
                    <w:rPr>
                      <w:spacing w:val="-3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则</w:t>
                  </w:r>
                  <w:r>
                    <w:rPr>
                      <w:spacing w:val="-3"/>
                      <w:w w:val="100"/>
                    </w:rPr>
                    <w:t>下面</w:t>
                  </w:r>
                  <w:r>
                    <w:rPr>
                      <w:w w:val="100"/>
                    </w:rPr>
                    <w:t>所列</w:t>
                  </w:r>
                  <w:r>
                    <w:rPr>
                      <w:spacing w:val="-3"/>
                      <w:w w:val="100"/>
                    </w:rPr>
                    <w:t>方</w:t>
                  </w:r>
                  <w:r>
                    <w:rPr>
                      <w:w w:val="100"/>
                    </w:rPr>
                    <w:t>程</w:t>
                  </w:r>
                  <w:r>
                    <w:rPr>
                      <w:spacing w:val="-3"/>
                      <w:w w:val="100"/>
                    </w:rPr>
                    <w:t>正</w:t>
                  </w:r>
                  <w:r>
                    <w:rPr>
                      <w:w w:val="100"/>
                    </w:rPr>
                    <w:t>确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w w:val="100"/>
                    </w:rPr>
                    <w:t>是</w:t>
                  </w:r>
                </w:p>
              </w:txbxContent>
            </v:textbox>
          </v:shape>
        </w:pict>
      </w:r>
      <w:r>
        <w:pict>
          <v:shape id="_x0000_s1080" o:spid="_x0000_s1081" type="#_x0000_t202" style="width:32.45pt;height:14.15pt;margin-top:678.95pt;margin-left:435.05pt;mso-height-relative:page;mso-position-horizontal-relative:page;mso-position-vertical-relative:page;mso-width-relative:page;position:absolute;z-index:-251615232" coordsize="21600,21600" filled="f" stroked="f">
            <v:stroke joinstyle="miter"/>
            <v:textbox inset="0,0,0,0">
              <w:txbxContent>
                <w:p>
                  <w:pPr>
                    <w:tabs>
                      <w:tab w:val="left" w:pos="514"/>
                    </w:tabs>
                    <w:spacing w:before="0" w:line="267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w w:val="126"/>
                      <w:sz w:val="22"/>
                    </w:rPr>
                    <w:t>1</w:t>
                  </w:r>
                  <w:r>
                    <w:rPr>
                      <w:rFonts w:ascii="Times New Roman"/>
                      <w:sz w:val="22"/>
                    </w:rPr>
                    <w:tab/>
                  </w:r>
                  <w:r>
                    <w:rPr>
                      <w:rFonts w:ascii="Times New Roman"/>
                      <w:w w:val="96"/>
                      <w:position w:val="1"/>
                      <w:sz w:val="24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081" o:spid="_x0000_s1082" type="#_x0000_t202" style="width:86.1pt;height:12.6pt;margin-top:687.65pt;margin-left:71.35pt;mso-height-relative:page;mso-position-horizontal-relative:page;mso-position-vertical-relative:page;mso-width-relative:page;position:absolute;z-index:-251614208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5" w:lineRule="exact"/>
                    <w:ind w:right="0"/>
                    <w:jc w:val="lef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A.</w:t>
                  </w:r>
                  <w:r>
                    <w:rPr>
                      <w:rFonts w:ascii="Times New Roman"/>
                    </w:rPr>
                    <w:t xml:space="preserve"> </w:t>
                  </w:r>
                  <w:r>
                    <w:rPr>
                      <w:rFonts w:ascii="Times New Roman"/>
                      <w:i/>
                      <w:spacing w:val="-3"/>
                      <w:w w:val="100"/>
                    </w:rPr>
                    <w:t>x</w:t>
                  </w:r>
                  <w:r>
                    <w:rPr>
                      <w:rFonts w:ascii="Times New Roman"/>
                      <w:w w:val="100"/>
                    </w:rPr>
                    <w:t>+</w:t>
                  </w:r>
                  <w:r>
                    <w:rPr>
                      <w:rFonts w:ascii="Times New Roman"/>
                      <w:spacing w:val="-1"/>
                      <w:w w:val="100"/>
                    </w:rPr>
                    <w:t>2</w:t>
                  </w:r>
                  <w:r>
                    <w:rPr>
                      <w:rFonts w:ascii="Times New Roman"/>
                      <w:i/>
                      <w:spacing w:val="-3"/>
                      <w:w w:val="100"/>
                    </w:rPr>
                    <w:t>x</w:t>
                  </w:r>
                  <w:r>
                    <w:rPr>
                      <w:rFonts w:ascii="Times New Roman"/>
                      <w:w w:val="100"/>
                    </w:rPr>
                    <w:t>+4</w:t>
                  </w:r>
                  <w:r>
                    <w:rPr>
                      <w:rFonts w:ascii="Times New Roman"/>
                      <w:i/>
                      <w:spacing w:val="-3"/>
                      <w:w w:val="100"/>
                    </w:rPr>
                    <w:t>x</w:t>
                  </w:r>
                  <w:r>
                    <w:rPr>
                      <w:rFonts w:ascii="Times New Roman"/>
                      <w:w w:val="100"/>
                    </w:rPr>
                    <w:t>=34</w:t>
                  </w:r>
                  <w:r>
                    <w:rPr>
                      <w:rFonts w:asci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/>
                      <w:w w:val="100"/>
                    </w:rPr>
                    <w:t>685</w:t>
                  </w:r>
                </w:p>
              </w:txbxContent>
            </v:textbox>
          </v:shape>
        </w:pict>
      </w:r>
      <w:r>
        <w:pict>
          <v:shape id="_x0000_s1082" o:spid="_x0000_s1083" type="#_x0000_t202" style="width:85.4pt;height:12.6pt;margin-top:687.65pt;margin-left:180.65pt;mso-height-relative:page;mso-position-horizontal-relative:page;mso-position-vertical-relative:page;mso-width-relative:page;position:absolute;z-index:-251613184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5" w:lineRule="exact"/>
                    <w:ind w:right="0"/>
                    <w:jc w:val="lef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/>
                      <w:spacing w:val="-2"/>
                      <w:w w:val="100"/>
                    </w:rPr>
                    <w:t>B</w:t>
                  </w:r>
                  <w:r>
                    <w:rPr>
                      <w:rFonts w:ascii="Times New Roman"/>
                      <w:w w:val="100"/>
                    </w:rPr>
                    <w:t>.</w:t>
                  </w:r>
                  <w:r>
                    <w:rPr>
                      <w:rFonts w:asci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/>
                      <w:i/>
                      <w:spacing w:val="-1"/>
                      <w:w w:val="100"/>
                    </w:rPr>
                    <w:t>x</w:t>
                  </w:r>
                  <w:r>
                    <w:rPr>
                      <w:rFonts w:ascii="Times New Roman"/>
                      <w:w w:val="100"/>
                    </w:rPr>
                    <w:t>+2</w:t>
                  </w:r>
                  <w:r>
                    <w:rPr>
                      <w:rFonts w:ascii="Times New Roman"/>
                      <w:i/>
                      <w:spacing w:val="-3"/>
                      <w:w w:val="100"/>
                    </w:rPr>
                    <w:t>x</w:t>
                  </w:r>
                  <w:r>
                    <w:rPr>
                      <w:rFonts w:ascii="Times New Roman"/>
                      <w:w w:val="100"/>
                    </w:rPr>
                    <w:t>+3</w:t>
                  </w:r>
                  <w:r>
                    <w:rPr>
                      <w:rFonts w:ascii="Times New Roman"/>
                      <w:i/>
                      <w:spacing w:val="-3"/>
                      <w:w w:val="100"/>
                    </w:rPr>
                    <w:t>x</w:t>
                  </w:r>
                  <w:r>
                    <w:rPr>
                      <w:rFonts w:ascii="Times New Roman"/>
                      <w:w w:val="100"/>
                    </w:rPr>
                    <w:t>=34</w:t>
                  </w:r>
                  <w:r>
                    <w:rPr>
                      <w:rFonts w:asci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/>
                      <w:w w:val="100"/>
                    </w:rPr>
                    <w:t>685</w:t>
                  </w:r>
                </w:p>
              </w:txbxContent>
            </v:textbox>
          </v:shape>
        </w:pict>
      </w:r>
      <w:r>
        <w:pict>
          <v:shape id="_x0000_s1083" o:spid="_x0000_s1084" type="#_x0000_t202" style="width:85.4pt;height:12.6pt;margin-top:687.65pt;margin-left:295.55pt;mso-height-relative:page;mso-position-horizontal-relative:page;mso-position-vertical-relative:page;mso-width-relative:page;position:absolute;z-index:-251612160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5" w:lineRule="exact"/>
                    <w:ind w:right="0"/>
                    <w:jc w:val="lef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/>
                      <w:spacing w:val="-2"/>
                      <w:w w:val="100"/>
                    </w:rPr>
                    <w:t>C</w:t>
                  </w:r>
                  <w:r>
                    <w:rPr>
                      <w:rFonts w:ascii="Times New Roman"/>
                      <w:w w:val="100"/>
                    </w:rPr>
                    <w:t>.</w:t>
                  </w:r>
                  <w:r>
                    <w:rPr>
                      <w:rFonts w:ascii="Times New Roman"/>
                    </w:rPr>
                    <w:t xml:space="preserve"> </w:t>
                  </w:r>
                  <w:r>
                    <w:rPr>
                      <w:rFonts w:ascii="Times New Roman"/>
                      <w:i/>
                      <w:spacing w:val="-3"/>
                      <w:w w:val="100"/>
                    </w:rPr>
                    <w:t>x</w:t>
                  </w:r>
                  <w:r>
                    <w:rPr>
                      <w:rFonts w:ascii="Times New Roman"/>
                      <w:w w:val="100"/>
                    </w:rPr>
                    <w:t>+2</w:t>
                  </w:r>
                  <w:r>
                    <w:rPr>
                      <w:rFonts w:ascii="Times New Roman"/>
                      <w:i/>
                      <w:spacing w:val="-3"/>
                      <w:w w:val="100"/>
                    </w:rPr>
                    <w:t>x</w:t>
                  </w:r>
                  <w:r>
                    <w:rPr>
                      <w:rFonts w:ascii="Times New Roman"/>
                      <w:w w:val="100"/>
                    </w:rPr>
                    <w:t>+2</w:t>
                  </w:r>
                  <w:r>
                    <w:rPr>
                      <w:rFonts w:ascii="Times New Roman"/>
                      <w:i/>
                      <w:spacing w:val="-3"/>
                      <w:w w:val="100"/>
                    </w:rPr>
                    <w:t>x</w:t>
                  </w:r>
                  <w:r>
                    <w:rPr>
                      <w:rFonts w:ascii="Times New Roman"/>
                      <w:w w:val="100"/>
                    </w:rPr>
                    <w:t>=34</w:t>
                  </w:r>
                  <w:r>
                    <w:rPr>
                      <w:rFonts w:asci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/>
                      <w:w w:val="100"/>
                    </w:rPr>
                    <w:t>685</w:t>
                  </w:r>
                </w:p>
              </w:txbxContent>
            </v:textbox>
          </v:shape>
        </w:pict>
      </w:r>
      <w:r>
        <w:pict>
          <v:shape id="_x0000_s1084" o:spid="_x0000_s1085" type="#_x0000_t202" style="width:102.1pt;height:12.6pt;margin-top:687.65pt;margin-left:408.5pt;mso-height-relative:page;mso-position-horizontal-relative:page;mso-position-vertical-relative:page;mso-width-relative:page;position:absolute;z-index:-251611136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tabs>
                      <w:tab w:val="left" w:pos="778"/>
                      <w:tab w:val="left" w:pos="1232"/>
                    </w:tabs>
                    <w:spacing w:line="235" w:lineRule="exact"/>
                    <w:ind w:right="0"/>
                    <w:jc w:val="lef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D.</w:t>
                  </w:r>
                  <w:r>
                    <w:rPr>
                      <w:rFonts w:ascii="Times New Roman"/>
                    </w:rPr>
                    <w:t xml:space="preserve"> </w:t>
                  </w:r>
                  <w:r>
                    <w:rPr>
                      <w:rFonts w:ascii="Times New Roman"/>
                      <w:i/>
                      <w:spacing w:val="-3"/>
                      <w:w w:val="100"/>
                    </w:rPr>
                    <w:t>x</w:t>
                  </w:r>
                  <w:r>
                    <w:rPr>
                      <w:rFonts w:ascii="Times New Roman"/>
                      <w:w w:val="100"/>
                    </w:rPr>
                    <w:t>+</w:t>
                  </w:r>
                  <w:r>
                    <w:rPr>
                      <w:rFonts w:ascii="Times New Roman"/>
                    </w:rPr>
                    <w:tab/>
                  </w:r>
                  <w:r>
                    <w:rPr>
                      <w:rFonts w:ascii="Times New Roman"/>
                      <w:i/>
                      <w:spacing w:val="-1"/>
                      <w:w w:val="100"/>
                    </w:rPr>
                    <w:t>x</w:t>
                  </w:r>
                  <w:r>
                    <w:rPr>
                      <w:rFonts w:ascii="Times New Roman"/>
                      <w:w w:val="100"/>
                    </w:rPr>
                    <w:t>+</w:t>
                  </w:r>
                  <w:r>
                    <w:rPr>
                      <w:rFonts w:ascii="Times New Roman"/>
                    </w:rPr>
                    <w:tab/>
                  </w:r>
                  <w:r>
                    <w:rPr>
                      <w:rFonts w:ascii="Times New Roman"/>
                      <w:i/>
                      <w:spacing w:val="-1"/>
                      <w:w w:val="100"/>
                    </w:rPr>
                    <w:t>x</w:t>
                  </w:r>
                  <w:r>
                    <w:rPr>
                      <w:rFonts w:ascii="Times New Roman"/>
                      <w:w w:val="100"/>
                    </w:rPr>
                    <w:t>=</w:t>
                  </w:r>
                  <w:r>
                    <w:rPr>
                      <w:rFonts w:ascii="Times New Roman"/>
                      <w:spacing w:val="-3"/>
                      <w:w w:val="100"/>
                    </w:rPr>
                    <w:t>3</w:t>
                  </w:r>
                  <w:r>
                    <w:rPr>
                      <w:rFonts w:ascii="Times New Roman"/>
                      <w:w w:val="100"/>
                    </w:rPr>
                    <w:t>4</w:t>
                  </w:r>
                  <w:r>
                    <w:rPr>
                      <w:rFonts w:ascii="Times New Roman"/>
                    </w:rPr>
                    <w:t xml:space="preserve"> </w:t>
                  </w:r>
                  <w:r>
                    <w:rPr>
                      <w:rFonts w:ascii="Times New Roman"/>
                      <w:w w:val="100"/>
                    </w:rPr>
                    <w:t>6</w:t>
                  </w:r>
                  <w:r>
                    <w:rPr>
                      <w:rFonts w:ascii="Times New Roman"/>
                      <w:spacing w:val="-3"/>
                      <w:w w:val="100"/>
                    </w:rPr>
                    <w:t>8</w:t>
                  </w:r>
                  <w:r>
                    <w:rPr>
                      <w:rFonts w:ascii="Times New Roman"/>
                      <w:w w:val="100"/>
                    </w:rPr>
                    <w:t>5</w:t>
                  </w:r>
                </w:p>
              </w:txbxContent>
            </v:textbox>
          </v:shape>
        </w:pict>
      </w:r>
      <w:r>
        <w:pict>
          <v:shape id="_x0000_s1085" o:spid="_x0000_s1086" type="#_x0000_t202" style="width:8.95pt;height:13.1pt;margin-top:695.7pt;margin-left:435.25pt;mso-height-relative:page;mso-position-horizontal-relative:page;mso-position-vertical-relative:page;mso-width-relative:page;position:absolute;z-index:-251610112" coordsize="21600,21600" filled="f" stroked="f">
            <v:stroke joinstyle="miter"/>
            <v:textbox inset="0,0,0,0">
              <w:txbxContent>
                <w:p>
                  <w:pPr>
                    <w:spacing w:before="0" w:line="246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/>
                      <w:w w:val="126"/>
                      <w:sz w:val="22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086" o:spid="_x0000_s1087" type="#_x0000_t202" style="width:7.75pt;height:14pt;margin-top:695.95pt;margin-left:459.95pt;mso-height-relative:page;mso-position-horizontal-relative:page;mso-position-vertical-relative:page;mso-width-relative:page;position:absolute;z-index:-251609088" coordsize="21600,21600" filled="f" stroked="f">
            <v:stroke joinstyle="miter"/>
            <v:textbox inset="0,0,0,0">
              <w:txbxContent>
                <w:p>
                  <w:pPr>
                    <w:spacing w:before="0" w:line="265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w w:val="96"/>
                      <w:sz w:val="24"/>
                    </w:rPr>
                    <w:t>4</w:t>
                  </w:r>
                </w:p>
              </w:txbxContent>
            </v:textbox>
          </v:shape>
        </w:pict>
      </w:r>
      <w:r>
        <w:pict>
          <v:shape id="_x0000_s1087" o:spid="_x0000_s1088" type="#_x0000_t202" style="width:412.1pt;height:15.25pt;margin-top:717.6pt;margin-left:55.6pt;mso-height-relative:page;mso-position-horizontal-relative:page;mso-position-vertical-relative:page;mso-width-relative:page;position:absolute;z-index:-251608064" coordsize="21600,21600" filled="f" stroked="f">
            <v:stroke joinstyle="miter"/>
            <v:textbox inset="0,0,0,0">
              <w:txbxContent>
                <w:p>
                  <w:pPr>
                    <w:spacing w:before="0" w:line="286" w:lineRule="exact"/>
                    <w:ind w:left="20" w:right="0" w:firstLine="0"/>
                    <w:jc w:val="left"/>
                    <w:rPr>
                      <w:rFonts w:ascii="新宋体" w:eastAsia="新宋体" w:hAnsi="新宋体" w:cs="新宋体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7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一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次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函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数</w:t>
                  </w:r>
                  <w:r>
                    <w:rPr>
                      <w:rFonts w:ascii="宋体" w:eastAsia="宋体" w:hAnsi="宋体" w:cs="宋体"/>
                      <w:spacing w:val="-5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3"/>
                      <w:sz w:val="20"/>
                      <w:szCs w:val="20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3"/>
                      <w:sz w:val="20"/>
                      <w:szCs w:val="20"/>
                    </w:rPr>
                    <w:sym w:font="Symbol" w:char="F03D"/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spacing w:val="-1"/>
                      <w:w w:val="103"/>
                      <w:sz w:val="20"/>
                      <w:szCs w:val="20"/>
                    </w:rPr>
                    <w:sym w:font="Symbol" w:char="F02D"/>
                  </w:r>
                  <w:r>
                    <w:rPr>
                      <w:rFonts w:ascii="Times New Roman" w:eastAsia="Times New Roman" w:hAnsi="Times New Roman" w:cs="Times New Roman"/>
                      <w:spacing w:val="5"/>
                      <w:w w:val="103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3"/>
                      <w:sz w:val="20"/>
                      <w:szCs w:val="20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3"/>
                      <w:sz w:val="20"/>
                      <w:szCs w:val="20"/>
                    </w:rPr>
                    <w:sym w:font="Symbol" w:char="F02B"/>
                  </w:r>
                  <w:r>
                    <w:rPr>
                      <w:rFonts w:ascii="Times New Roman" w:eastAsia="Times New Roman" w:hAnsi="Times New Roman" w:cs="Times New Roman"/>
                      <w:spacing w:val="-28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3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2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的图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象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过点</w:t>
                  </w:r>
                  <w:r>
                    <w:rPr>
                      <w:rFonts w:ascii="宋体" w:eastAsia="宋体" w:hAnsi="宋体" w:cs="宋体"/>
                      <w:spacing w:val="-7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  <w:w w:val="97"/>
                      <w:position w:val="1"/>
                      <w:sz w:val="21"/>
                      <w:szCs w:val="21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5"/>
                      <w:w w:val="97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w w:val="98"/>
                      <w:position w:val="-4"/>
                      <w:sz w:val="12"/>
                      <w:szCs w:val="12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20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97"/>
                      <w:position w:val="1"/>
                      <w:sz w:val="21"/>
                      <w:szCs w:val="21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1"/>
                      <w:w w:val="97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w w:val="98"/>
                      <w:position w:val="-4"/>
                      <w:sz w:val="12"/>
                      <w:szCs w:val="12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13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97"/>
                      <w:position w:val="1"/>
                      <w:sz w:val="21"/>
                      <w:szCs w:val="21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pacing w:val="-14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spacing w:val="-7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5"/>
                      <w:w w:val="99"/>
                      <w:position w:val="1"/>
                      <w:sz w:val="21"/>
                      <w:szCs w:val="21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5"/>
                      <w:w w:val="99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-4"/>
                      <w:sz w:val="12"/>
                      <w:szCs w:val="12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12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2"/>
                      <w:w w:val="99"/>
                      <w:position w:val="1"/>
                      <w:sz w:val="21"/>
                      <w:szCs w:val="21"/>
                    </w:rPr>
                    <w:t>+1</w:t>
                  </w:r>
                  <w:r>
                    <w:rPr>
                      <w:rFonts w:ascii="宋体" w:eastAsia="宋体" w:hAnsi="宋体" w:cs="宋体"/>
                      <w:spacing w:val="1"/>
                      <w:w w:val="99"/>
                      <w:position w:val="1"/>
                      <w:sz w:val="21"/>
                      <w:szCs w:val="21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3"/>
                      <w:w w:val="99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-4"/>
                      <w:sz w:val="12"/>
                      <w:szCs w:val="12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position w:val="1"/>
                      <w:sz w:val="21"/>
                      <w:szCs w:val="21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pacing w:val="-15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spacing w:val="-7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  <w:w w:val="99"/>
                      <w:position w:val="1"/>
                      <w:sz w:val="21"/>
                      <w:szCs w:val="21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6"/>
                      <w:w w:val="99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-4"/>
                      <w:sz w:val="12"/>
                      <w:szCs w:val="12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99"/>
                      <w:position w:val="1"/>
                      <w:sz w:val="21"/>
                      <w:szCs w:val="21"/>
                    </w:rPr>
                    <w:sym w:font="Symbol" w:char="F02B"/>
                  </w:r>
                  <w:r>
                    <w:rPr>
                      <w:rFonts w:ascii="Times New Roman" w:eastAsia="Times New Roman" w:hAnsi="Times New Roman" w:cs="Times New Roman"/>
                      <w:spacing w:val="-8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w w:val="99"/>
                      <w:position w:val="1"/>
                      <w:sz w:val="21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/>
                      <w:spacing w:val="-1"/>
                      <w:w w:val="99"/>
                      <w:position w:val="1"/>
                      <w:sz w:val="21"/>
                      <w:szCs w:val="21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99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-4"/>
                      <w:sz w:val="12"/>
                      <w:szCs w:val="12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pacing w:val="-8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position w:val="1"/>
                      <w:sz w:val="21"/>
                      <w:szCs w:val="21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pacing w:val="-8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则</w:t>
                  </w:r>
                  <w:r>
                    <w:rPr>
                      <w:rFonts w:ascii="新宋体" w:eastAsia="新宋体" w:hAnsi="新宋体" w:cs="新宋体"/>
                      <w:color w:val="FF0000"/>
                      <w:w w:val="100"/>
                      <w:sz w:val="21"/>
                      <w:szCs w:val="21"/>
                    </w:rPr>
                    <w:t>下</w:t>
                  </w:r>
                  <w:r>
                    <w:rPr>
                      <w:rFonts w:ascii="新宋体" w:eastAsia="新宋体" w:hAnsi="新宋体" w:cs="新宋体"/>
                      <w:color w:val="FF0000"/>
                      <w:spacing w:val="-3"/>
                      <w:w w:val="100"/>
                      <w:sz w:val="21"/>
                      <w:szCs w:val="21"/>
                    </w:rPr>
                    <w:t>列</w:t>
                  </w:r>
                  <w:r>
                    <w:rPr>
                      <w:rFonts w:ascii="新宋体" w:eastAsia="新宋体" w:hAnsi="新宋体" w:cs="新宋体"/>
                      <w:color w:val="FF0000"/>
                      <w:w w:val="100"/>
                      <w:sz w:val="21"/>
                      <w:szCs w:val="21"/>
                    </w:rPr>
                    <w:t>结</w:t>
                  </w:r>
                  <w:r>
                    <w:rPr>
                      <w:rFonts w:ascii="新宋体" w:eastAsia="新宋体" w:hAnsi="新宋体" w:cs="新宋体"/>
                      <w:color w:val="FF0000"/>
                      <w:spacing w:val="-3"/>
                      <w:w w:val="100"/>
                      <w:sz w:val="21"/>
                      <w:szCs w:val="21"/>
                    </w:rPr>
                    <w:t>论</w:t>
                  </w:r>
                  <w:r>
                    <w:rPr>
                      <w:rFonts w:ascii="新宋体" w:eastAsia="新宋体" w:hAnsi="新宋体" w:cs="新宋体"/>
                      <w:color w:val="FF0000"/>
                      <w:w w:val="100"/>
                      <w:sz w:val="21"/>
                      <w:szCs w:val="21"/>
                    </w:rPr>
                    <w:t>正</w:t>
                  </w:r>
                  <w:r>
                    <w:rPr>
                      <w:rFonts w:ascii="新宋体" w:eastAsia="新宋体" w:hAnsi="新宋体" w:cs="新宋体"/>
                      <w:color w:val="FF0000"/>
                      <w:spacing w:val="-3"/>
                      <w:w w:val="100"/>
                      <w:sz w:val="21"/>
                      <w:szCs w:val="21"/>
                    </w:rPr>
                    <w:t>确</w:t>
                  </w:r>
                  <w:r>
                    <w:rPr>
                      <w:rFonts w:ascii="新宋体" w:eastAsia="新宋体" w:hAnsi="新宋体" w:cs="新宋体"/>
                      <w:color w:val="FF0000"/>
                      <w:w w:val="100"/>
                      <w:sz w:val="21"/>
                      <w:szCs w:val="21"/>
                    </w:rPr>
                    <w:t>的是</w:t>
                  </w:r>
                </w:p>
              </w:txbxContent>
            </v:textbox>
          </v:shape>
        </w:pict>
      </w:r>
      <w:r>
        <w:pict>
          <v:shape id="_x0000_s1088" o:spid="_x0000_s1089" type="#_x0000_t202" style="width:70.7pt;height:14.8pt;margin-top:749.2pt;margin-left:71.35pt;mso-height-relative:page;mso-position-horizontal-relative:page;mso-position-vertical-relative:page;mso-width-relative:page;position:absolute;z-index:-251607040" coordsize="21600,21600" filled="f" stroked="f">
            <v:stroke joinstyle="miter"/>
            <v:textbox inset="0,0,0,0">
              <w:txbxContent>
                <w:p>
                  <w:pPr>
                    <w:spacing w:before="0" w:line="278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eastAsia="宋体" w:hAnsi="宋体" w:cs="宋体"/>
                      <w:spacing w:val="-5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3"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  <w:position w:val="-4"/>
                      <w:sz w:val="12"/>
                      <w:szCs w:val="12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0"/>
                      <w:position w:val="1"/>
                      <w:sz w:val="21"/>
                      <w:szCs w:val="21"/>
                    </w:rPr>
                    <w:sym w:font="Symbol" w:char="F03C"/>
                  </w:r>
                  <w:r>
                    <w:rPr>
                      <w:rFonts w:ascii="Times New Roman" w:eastAsia="Times New Roman" w:hAnsi="Times New Roman" w:cs="Times New Roman"/>
                      <w:spacing w:val="16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  <w:position w:val="-4"/>
                      <w:sz w:val="12"/>
                      <w:szCs w:val="12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1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0"/>
                      <w:position w:val="1"/>
                      <w:sz w:val="21"/>
                      <w:szCs w:val="21"/>
                    </w:rPr>
                    <w:sym w:font="Symbol" w:char="F03C"/>
                  </w:r>
                  <w:r>
                    <w:rPr>
                      <w:rFonts w:ascii="Times New Roman" w:eastAsia="Times New Roman" w:hAnsi="Times New Roman" w:cs="Times New Roman"/>
                      <w:spacing w:val="16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  <w:position w:val="-4"/>
                      <w:sz w:val="12"/>
                      <w:szCs w:val="12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1089" o:spid="_x0000_s1090" type="#_x0000_t202" style="width:70.4pt;height:14.8pt;margin-top:749.2pt;margin-left:178.75pt;mso-height-relative:page;mso-position-horizontal-relative:page;mso-position-vertical-relative:page;mso-width-relative:page;position:absolute;z-index:-251606016" coordsize="21600,21600" filled="f" stroked="f">
            <v:stroke joinstyle="miter"/>
            <v:textbox inset="0,0,0,0">
              <w:txbxContent>
                <w:p>
                  <w:pPr>
                    <w:spacing w:before="0" w:line="278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新宋体" w:eastAsia="新宋体" w:hAnsi="新宋体" w:cs="新宋体"/>
                      <w:spacing w:val="-5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  <w:position w:val="-4"/>
                      <w:sz w:val="12"/>
                      <w:szCs w:val="12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0"/>
                      <w:position w:val="1"/>
                      <w:sz w:val="21"/>
                      <w:szCs w:val="21"/>
                    </w:rPr>
                    <w:sym w:font="Symbol" w:char="F03C"/>
                  </w:r>
                  <w:r>
                    <w:rPr>
                      <w:rFonts w:ascii="Times New Roman" w:eastAsia="Times New Roman" w:hAnsi="Times New Roman" w:cs="Times New Roman"/>
                      <w:spacing w:val="16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  <w:position w:val="-4"/>
                      <w:sz w:val="12"/>
                      <w:szCs w:val="12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0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0"/>
                      <w:position w:val="1"/>
                      <w:sz w:val="21"/>
                      <w:szCs w:val="21"/>
                    </w:rPr>
                    <w:sym w:font="Symbol" w:char="F03C"/>
                  </w:r>
                  <w:r>
                    <w:rPr>
                      <w:rFonts w:ascii="Times New Roman" w:eastAsia="Times New Roman" w:hAnsi="Times New Roman" w:cs="Times New Roman"/>
                      <w:spacing w:val="16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2"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  <w:position w:val="-4"/>
                      <w:sz w:val="12"/>
                      <w:szCs w:val="12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090" o:spid="_x0000_s1091" type="#_x0000_t202" style="width:70.1pt;height:14.8pt;margin-top:749.2pt;margin-left:296.15pt;mso-height-relative:page;mso-position-horizontal-relative:page;mso-position-vertical-relative:page;mso-width-relative:page;position:absolute;z-index:-251604992" coordsize="21600,21600" filled="f" stroked="f">
            <v:stroke joinstyle="miter"/>
            <v:textbox inset="0,0,0,0">
              <w:txbxContent>
                <w:p>
                  <w:pPr>
                    <w:spacing w:before="0" w:line="278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新宋体" w:eastAsia="新宋体" w:hAnsi="新宋体" w:cs="新宋体"/>
                      <w:spacing w:val="-5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  <w:position w:val="-4"/>
                      <w:sz w:val="12"/>
                      <w:szCs w:val="12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0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0"/>
                      <w:position w:val="1"/>
                      <w:sz w:val="21"/>
                      <w:szCs w:val="21"/>
                    </w:rPr>
                    <w:sym w:font="Symbol" w:char="F03C"/>
                  </w:r>
                  <w:r>
                    <w:rPr>
                      <w:rFonts w:ascii="Times New Roman" w:eastAsia="Times New Roman" w:hAnsi="Times New Roman" w:cs="Times New Roman"/>
                      <w:spacing w:val="17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3"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  <w:position w:val="-4"/>
                      <w:sz w:val="12"/>
                      <w:szCs w:val="12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0"/>
                      <w:position w:val="1"/>
                      <w:sz w:val="21"/>
                      <w:szCs w:val="21"/>
                    </w:rPr>
                    <w:sym w:font="Symbol" w:char="F03C"/>
                  </w:r>
                  <w:r>
                    <w:rPr>
                      <w:rFonts w:ascii="Times New Roman" w:eastAsia="Times New Roman" w:hAnsi="Times New Roman" w:cs="Times New Roman"/>
                      <w:spacing w:val="17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  <w:position w:val="-4"/>
                      <w:sz w:val="12"/>
                      <w:szCs w:val="12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1091" o:spid="_x0000_s1092" type="#_x0000_t202" style="width:70.5pt;height:14.8pt;margin-top:749.2pt;margin-left:408.25pt;mso-height-relative:page;mso-position-horizontal-relative:page;mso-position-vertical-relative:page;mso-width-relative:page;position:absolute;z-index:-251603968" coordsize="21600,21600" filled="f" stroked="f">
            <v:stroke joinstyle="miter"/>
            <v:textbox inset="0,0,0,0">
              <w:txbxContent>
                <w:p>
                  <w:pPr>
                    <w:spacing w:before="0" w:line="278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12"/>
                      <w:szCs w:val="12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eastAsia="宋体" w:hAnsi="宋体" w:cs="宋体"/>
                      <w:spacing w:val="-5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  <w:position w:val="-4"/>
                      <w:sz w:val="12"/>
                      <w:szCs w:val="12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0"/>
                      <w:position w:val="1"/>
                      <w:sz w:val="21"/>
                      <w:szCs w:val="21"/>
                    </w:rPr>
                    <w:sym w:font="Symbol" w:char="F03C"/>
                  </w:r>
                  <w:r>
                    <w:rPr>
                      <w:rFonts w:ascii="Times New Roman" w:eastAsia="Times New Roman" w:hAnsi="Times New Roman" w:cs="Times New Roman"/>
                      <w:spacing w:val="16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2"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  <w:position w:val="-4"/>
                      <w:sz w:val="12"/>
                      <w:szCs w:val="12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position w:val="-4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0"/>
                      <w:position w:val="1"/>
                      <w:sz w:val="21"/>
                      <w:szCs w:val="21"/>
                    </w:rPr>
                    <w:sym w:font="Symbol" w:char="F03C"/>
                  </w:r>
                  <w:r>
                    <w:rPr>
                      <w:rFonts w:ascii="Times New Roman" w:eastAsia="Times New Roman" w:hAnsi="Times New Roman" w:cs="Times New Roman"/>
                      <w:spacing w:val="16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  <w:position w:val="-4"/>
                      <w:sz w:val="12"/>
                      <w:szCs w:val="12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092" o:spid="_x0000_s1093" type="#_x0000_t202" style="width:6.35pt;height:12pt;margin-top:281.2pt;margin-left:331.45pt;mso-height-relative:page;mso-position-horizontal-relative:page;mso-position-vertical-relative:page;mso-width-relative:page;position:absolute;z-index:-251602944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093" o:spid="_x0000_s1094" type="#_x0000_t202" style="width:8.8pt;height:12pt;margin-top:683.15pt;margin-left:435.35pt;mso-height-relative:page;mso-position-horizontal-relative:page;mso-position-vertical-relative:page;mso-width-relative:page;position:absolute;z-index:-251601920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094" o:spid="_x0000_s1095" type="#_x0000_t202" style="width:7.4pt;height:12pt;margin-top:683.2pt;margin-left:460.1pt;mso-height-relative:page;mso-position-horizontal-relative:page;mso-position-vertical-relative:page;mso-width-relative:page;position:absolute;z-index:-251600896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1910" w:h="16840"/>
          <w:pgMar w:top="1200" w:right="900" w:bottom="280" w:left="1000" w:header="720" w:footer="720" w:gutter="0"/>
          <w:cols w:num="1" w:space="720"/>
        </w:sectPr>
      </w:pPr>
    </w:p>
    <w:p>
      <w:pPr>
        <w:rPr>
          <w:sz w:val="2"/>
          <w:szCs w:val="2"/>
        </w:rPr>
      </w:pPr>
      <w:r>
        <w:pict>
          <v:group id="_x0000_s1095" o:spid="_x0000_s1096" style="width:65.3pt;height:62.2pt;margin-top:58.9pt;margin-left:467.85pt;mso-height-relative:page;mso-position-horizontal-relative:page;mso-position-vertical-relative:page;mso-width-relative:page;position:absolute;z-index:-251599872" coordorigin="9358,1179" coordsize="1306,1244">
            <v:group id="_x0000_s1096" o:spid="_x0000_s1097" style="width:801;height:2;left:9608;position:absolute;top:2415" coordorigin="9608,2415" coordsize="801,2">
              <v:shape id="_x0000_s1097" o:spid="_x0000_s1098" style="width:801;height:2;left:9608;position:absolute;top:2415" coordorigin="9608,2415" coordsize="801,2" path="m9608,2415l10409,2417e" filled="f" stroked="t" strokecolor="black">
                <v:path arrowok="t"/>
              </v:shape>
            </v:group>
            <v:group id="_x0000_s1098" o:spid="_x0000_s1099" style="width:649;height:470;left:9608;position:absolute;top:1946" coordorigin="9608,1946" coordsize="649,470">
              <v:shape id="_x0000_s1099" o:spid="_x0000_s1100" style="width:649;height:470;left:9608;position:absolute;top:1946" coordorigin="9608,1946" coordsize="649,470" path="m9608,2415l10257,1946e" filled="f" stroked="t" strokecolor="black">
                <v:path arrowok="t"/>
              </v:shape>
            </v:group>
            <v:group id="_x0000_s1100" o:spid="_x0000_s1101" style="width:246;height:762;left:10163;position:absolute;top:1655" coordorigin="10163,1655" coordsize="246,762">
              <v:shape id="_x0000_s1101" o:spid="_x0000_s1102" style="width:246;height:762;left:10163;position:absolute;top:1655" coordorigin="10163,1655" coordsize="246,762" path="m10163,1655l10409,2417e" filled="f" stroked="t" strokecolor="black">
                <v:path arrowok="t"/>
              </v:shape>
            </v:group>
            <v:group id="_x0000_s1102" o:spid="_x0000_s1103" style="width:249;height:761;left:10409;position:absolute;top:1656" coordorigin="10409,1656" coordsize="249,761">
              <v:shape id="_x0000_s1103" o:spid="_x0000_s1104" style="width:249;height:761;left:10409;position:absolute;top:1656" coordorigin="10409,1656" coordsize="249,761" path="m10658,1656l10409,2417e" filled="f" stroked="t" strokecolor="black">
                <v:path arrowok="t"/>
              </v:shape>
            </v:group>
            <v:group id="_x0000_s1104" o:spid="_x0000_s1105" style="width:801;height:472;left:9857;position:absolute;top:1184" coordorigin="9857,1184" coordsize="801,472">
              <v:shape id="_x0000_s1105" o:spid="_x0000_s1106" style="width:801;height:472;left:9857;position:absolute;top:1184" coordorigin="9857,1184" coordsize="801,472" path="m10658,1656l10011,1184,9857,1654e" filled="f" stroked="t" strokecolor="black">
                <v:path arrowok="t"/>
              </v:shape>
            </v:group>
            <v:group id="_x0000_s1106" o:spid="_x0000_s1107" style="width:249;height:761;left:9762;position:absolute;top:1184" coordorigin="9762,1184" coordsize="249,761">
              <v:shape id="_x0000_s1107" o:spid="_x0000_s1108" style="width:249;height:761;left:9762;position:absolute;top:1184" coordorigin="9762,1184" coordsize="249,761" path="m9762,1945l10011,1184e" filled="f" stroked="t" strokecolor="black">
                <v:path arrowok="t"/>
              </v:shape>
            </v:group>
            <v:group id="_x0000_s1108" o:spid="_x0000_s1109" style="width:649;height:470;left:9363;position:absolute;top:1184" coordorigin="9363,1184" coordsize="649,470">
              <v:shape id="_x0000_s1109" o:spid="_x0000_s1110" style="width:649;height:470;left:9363;position:absolute;top:1184" coordorigin="9363,1184" coordsize="649,470" path="m9363,1653l10011,1184e" filled="f" stroked="t" strokecolor="black">
                <v:path arrowok="t"/>
              </v:shape>
            </v:group>
            <v:group id="_x0000_s1110" o:spid="_x0000_s1111" style="width:400;height:292;left:9363;position:absolute;top:1653" coordorigin="9363,1653" coordsize="400,292">
              <v:shape id="_x0000_s1111" o:spid="_x0000_s1112" style="width:400;height:292;left:9363;position:absolute;top:1653" coordorigin="9363,1653" coordsize="400,292" path="m9363,1653l9762,1945e" filled="f" stroked="t" strokecolor="black">
                <v:path arrowok="t"/>
              </v:shape>
            </v:group>
            <v:group id="_x0000_s1112" o:spid="_x0000_s1113" style="width:647;height:472;left:9363;position:absolute;top:1653" coordorigin="9363,1653" coordsize="647,472">
              <v:shape id="_x0000_s1113" o:spid="_x0000_s1114" style="width:647;height:472;left:9363;position:absolute;top:1653" coordorigin="9363,1653" coordsize="647,472" path="m9363,1653l10009,2125e" filled="f" stroked="t" strokecolor="black">
                <v:path arrowok="t"/>
              </v:shape>
            </v:group>
            <v:group id="_x0000_s1114" o:spid="_x0000_s1115" style="width:246;height:762;left:9363;position:absolute;top:1653" coordorigin="9363,1653" coordsize="246,762">
              <v:shape id="_x0000_s1115" o:spid="_x0000_s1116" style="width:246;height:762;left:9363;position:absolute;top:1653" coordorigin="9363,1653" coordsize="246,762" path="m9363,1653l9608,2415e" filled="f" stroked="t" strokecolor="black">
                <v:path arrowok="t"/>
              </v:shape>
            </v:group>
          </v:group>
        </w:pict>
      </w:r>
      <w:r>
        <w:pict>
          <v:group id="_x0000_s1116" o:spid="_x0000_s1117" style="width:14.5pt;height:13pt;margin-top:112.7pt;margin-left:297.9pt;mso-height-relative:page;mso-position-horizontal-relative:page;mso-position-vertical-relative:page;mso-width-relative:page;position:absolute;z-index:-251598848" coordorigin="5959,2255" coordsize="290,260">
            <v:group id="_x0000_s1117" o:spid="_x0000_s1118" style="width:25;height:13;left:5966;position:absolute;top:2420" coordorigin="5966,2420" coordsize="25,13">
              <v:shape id="_x0000_s1118" o:spid="_x0000_s1119" style="width:25;height:13;left:5966;position:absolute;top:2420" coordorigin="5966,2420" coordsize="25,13" path="m5966,2433l5990,2420e" filled="f" stroked="t" strokecolor="black">
                <v:path arrowok="t"/>
              </v:shape>
            </v:group>
            <v:group id="_x0000_s1119" o:spid="_x0000_s1120" style="width:58;height:93;left:5990;position:absolute;top:2420" coordorigin="5990,2420" coordsize="58,93">
              <v:shape id="_x0000_s1120" o:spid="_x0000_s1121" style="width:58;height:93;left:5990;position:absolute;top:2420" coordorigin="5990,2420" coordsize="58,93" path="m5990,2420l6048,2512e" filled="f" stroked="t" strokecolor="black">
                <v:path arrowok="t"/>
              </v:shape>
            </v:group>
            <v:group id="_x0000_s1121" o:spid="_x0000_s1122" style="width:64;height:247;left:6048;position:absolute;top:2266" coordorigin="6048,2266" coordsize="64,247">
              <v:shape id="_x0000_s1122" o:spid="_x0000_s1123" style="width:64;height:247;left:6048;position:absolute;top:2266" coordorigin="6048,2266" coordsize="64,247" path="m6048,2513l6111,2266e" filled="f" stroked="t" strokecolor="black">
                <v:path arrowok="t"/>
              </v:shape>
            </v:group>
            <v:group id="_x0000_s1123" o:spid="_x0000_s1124" style="width:137;height:2;left:6111;position:absolute;top:2265" coordorigin="6111,2265" coordsize="137,2">
              <v:shape id="_x0000_s1124" o:spid="_x0000_s1125" style="width:137;height:2;left:6111;position:absolute;top:2265" coordorigin="6111,2265" coordsize="137,0" path="m6111,2265l6247,2265e" filled="f" stroked="t" strokecolor="black">
                <v:path arrowok="t"/>
              </v:shape>
            </v:group>
            <v:group id="_x0000_s1125" o:spid="_x0000_s1126" style="width:284;height:254;left:5959;position:absolute;top:2255" coordorigin="5959,2255" coordsize="284,254">
              <v:shape id="_x0000_s1126" o:spid="_x0000_s1127" style="width:284;height:254;left:5959;position:absolute;top:2255" coordorigin="5959,2255" coordsize="284,254" path="m6003,2423l5979,2423,6037,2508,6049,2508,6055,2483,6043,2483,6003,2423xe" filled="t" fillcolor="black" stroked="f">
                <v:path arrowok="t"/>
              </v:shape>
              <v:shape id="_x0000_s1127" o:spid="_x0000_s1128" style="width:284;height:254;left:5959;position:absolute;top:2255" coordorigin="5959,2255" coordsize="284,254" path="m6243,2255l6101,2255,6043,2483,6055,2483,6110,2267,6243,2267,6243,2255xe" filled="t" fillcolor="black" stroked="f">
                <v:path arrowok="t"/>
              </v:shape>
              <v:shape id="_x0000_s1128" o:spid="_x0000_s1129" style="width:284;height:254;left:5959;position:absolute;top:2255" coordorigin="5959,2255" coordsize="284,254" path="m5992,2407l5959,2425,5963,2431,5979,2423,6003,2423,5992,2407xe" filled="t" fillcolor="black" stroked="f">
                <v:path arrowok="t"/>
              </v:shape>
            </v:group>
          </v:group>
        </w:pict>
      </w:r>
      <w:r>
        <w:pict>
          <v:group id="_x0000_s1129" o:spid="_x0000_s1130" style="width:7.15pt;height:0.1pt;margin-top:166.4pt;margin-left:108.05pt;mso-height-relative:page;mso-position-horizontal-relative:page;mso-position-vertical-relative:page;mso-width-relative:page;position:absolute;z-index:-251597824" coordorigin="2162,3329" coordsize="143,2">
            <v:shape id="_x0000_s1130" o:spid="_x0000_s1131" style="width:143;height:2;left:2162;position:absolute;top:3329" coordorigin="2162,3329" coordsize="143,0" path="m2162,3329l2304,3329e" filled="f" stroked="t" strokecolor="black">
              <v:path arrowok="t"/>
            </v:shape>
          </v:group>
        </w:pict>
      </w:r>
      <w:r>
        <w:pict>
          <v:group id="_x0000_s1131" o:spid="_x0000_s1132" style="width:9pt;height:0.1pt;margin-top:166.4pt;margin-left:310.55pt;mso-height-relative:page;mso-position-horizontal-relative:page;mso-position-vertical-relative:page;mso-width-relative:page;position:absolute;z-index:-251596800" coordorigin="6212,3329" coordsize="180,2">
            <v:shape id="_x0000_s1132" o:spid="_x0000_s1133" style="width:180;height:2;left:6212;position:absolute;top:3329" coordorigin="6212,3329" coordsize="180,0" path="m6212,3329l6391,3329e" filled="f" stroked="t" strokecolor="black">
              <v:path arrowok="t"/>
            </v:shape>
          </v:group>
        </w:pict>
      </w:r>
      <w:r>
        <w:pict>
          <v:group id="_x0000_s1133" o:spid="_x0000_s1134" style="width:7.3pt;height:0.1pt;margin-top:166.4pt;margin-left:331pt;mso-height-relative:page;mso-position-horizontal-relative:page;mso-position-vertical-relative:page;mso-width-relative:page;position:absolute;z-index:-251595776" coordorigin="6620,3329" coordsize="146,2">
            <v:shape id="_x0000_s1134" o:spid="_x0000_s1135" style="width:146;height:2;left:6620;position:absolute;top:3329" coordorigin="6620,3329" coordsize="146,0" path="m6620,3329l6766,3329e" filled="f" stroked="t" strokecolor="black">
              <v:path arrowok="t"/>
            </v:shape>
          </v:group>
        </w:pict>
      </w:r>
      <w:r>
        <w:pict>
          <v:group id="_x0000_s1135" o:spid="_x0000_s1136" style="width:17.65pt;height:11.75pt;margin-top:387.75pt;margin-left:111.2pt;mso-height-relative:page;mso-position-horizontal-relative:page;mso-position-vertical-relative:page;mso-width-relative:page;position:absolute;z-index:-251594752" coordorigin="2225,7756" coordsize="353,235">
            <v:group id="_x0000_s1136" o:spid="_x0000_s1137" style="width:20;height:13;left:2226;position:absolute;top:7903" coordorigin="2226,7903" coordsize="20,13">
              <v:shape id="_x0000_s1137" o:spid="_x0000_s1138" style="width:20;height:13;left:2226;position:absolute;top:7903" coordorigin="2226,7903" coordsize="20,13" path="m2226,7916l2246,7903e" filled="f" stroked="t" strokecolor="black">
                <v:path arrowok="t"/>
              </v:shape>
            </v:group>
            <v:group id="_x0000_s1138" o:spid="_x0000_s1139" style="width:52;height:87;left:2247;position:absolute;top:7903" coordorigin="2247,7903" coordsize="52,87">
              <v:shape id="_x0000_s1139" o:spid="_x0000_s1140" style="width:52;height:87;left:2247;position:absolute;top:7903" coordorigin="2247,7903" coordsize="52,87" path="m2247,7903l2298,7989e" filled="f" stroked="t" strokecolor="black">
                <v:path arrowok="t"/>
              </v:shape>
            </v:group>
            <v:group id="_x0000_s1140" o:spid="_x0000_s1141" style="width:55;height:229;left:2298;position:absolute;top:7762" coordorigin="2298,7762" coordsize="55,229">
              <v:shape id="_x0000_s1141" o:spid="_x0000_s1142" style="width:55;height:229;left:2298;position:absolute;top:7762" coordorigin="2298,7762" coordsize="55,229" path="m2298,7990l2353,7762e" filled="f" stroked="t" strokecolor="black">
                <v:path arrowok="t"/>
              </v:shape>
            </v:group>
            <v:group id="_x0000_s1142" o:spid="_x0000_s1143" style="width:224;height:2;left:2353;position:absolute;top:7761" coordorigin="2353,7761" coordsize="224,2">
              <v:shape id="_x0000_s1143" o:spid="_x0000_s1144" style="width:224;height:2;left:2353;position:absolute;top:7761" coordorigin="2353,7761" coordsize="224,0" path="m2353,7761l2577,7761e" filled="f" stroked="t" strokecolor="black">
                <v:path arrowok="t"/>
              </v:shape>
            </v:group>
            <v:group id="_x0000_s1144" o:spid="_x0000_s1145" style="width:353;height:234;left:2225;position:absolute;top:7756" coordorigin="2225,7756" coordsize="353,234">
              <v:shape id="_x0000_s1145" o:spid="_x0000_s1146" style="width:353;height:234;left:2225;position:absolute;top:7756" coordorigin="2225,7756" coordsize="353,234" path="m2260,7909l2242,7909,2293,7990,2303,7990,2308,7969,2298,7969,2260,7909xe" filled="t" fillcolor="black" stroked="f">
                <v:path arrowok="t"/>
              </v:shape>
              <v:shape id="_x0000_s1146" o:spid="_x0000_s1147" style="width:353;height:234;left:2225;position:absolute;top:7756" coordorigin="2225,7756" coordsize="353,234" path="m2577,7756l2350,7756,2298,7969,2308,7969,2356,7766,2577,7766,2577,7756xe" filled="t" fillcolor="black" stroked="f">
                <v:path arrowok="t"/>
              </v:shape>
              <v:shape id="_x0000_s1147" o:spid="_x0000_s1148" style="width:353;height:234;left:2225;position:absolute;top:7756" coordorigin="2225,7756" coordsize="353,234" path="m2252,7896l2225,7913,2228,7918,2242,7909,2260,7909,2252,7896xe" filled="t" fillcolor="black" stroked="f">
                <v:path arrowok="t"/>
              </v:shape>
            </v:group>
          </v:group>
        </w:pict>
      </w:r>
      <w:r>
        <w:pict>
          <v:group id="_x0000_s1148" o:spid="_x0000_s1149" style="width:11.95pt;height:11.75pt;margin-top:387.75pt;margin-left:139.25pt;mso-height-relative:page;mso-position-horizontal-relative:page;mso-position-vertical-relative:page;mso-width-relative:page;position:absolute;z-index:-251593728" coordorigin="2785,7756" coordsize="239,235">
            <v:group id="_x0000_s1149" o:spid="_x0000_s1150" style="width:20;height:13;left:2787;position:absolute;top:7903" coordorigin="2787,7903" coordsize="20,13">
              <v:shape id="_x0000_s1150" o:spid="_x0000_s1151" style="width:20;height:13;left:2787;position:absolute;top:7903" coordorigin="2787,7903" coordsize="20,13" path="m2787,7916l2807,7903e" filled="f" stroked="t" strokecolor="black">
                <v:path arrowok="t"/>
              </v:shape>
            </v:group>
            <v:group id="_x0000_s1151" o:spid="_x0000_s1152" style="width:52;height:87;left:2807;position:absolute;top:7903" coordorigin="2807,7903" coordsize="52,87">
              <v:shape id="_x0000_s1152" o:spid="_x0000_s1153" style="width:52;height:87;left:2807;position:absolute;top:7903" coordorigin="2807,7903" coordsize="52,87" path="m2807,7903l2859,7989e" filled="f" stroked="t" strokecolor="black">
                <v:path arrowok="t"/>
              </v:shape>
            </v:group>
            <v:group id="_x0000_s1153" o:spid="_x0000_s1154" style="width:55;height:229;left:2859;position:absolute;top:7762" coordorigin="2859,7762" coordsize="55,229">
              <v:shape id="_x0000_s1154" o:spid="_x0000_s1155" style="width:55;height:229;left:2859;position:absolute;top:7762" coordorigin="2859,7762" coordsize="55,229" path="m2859,7990l2913,7762e" filled="f" stroked="t" strokecolor="black">
                <v:path arrowok="t"/>
              </v:shape>
            </v:group>
            <v:group id="_x0000_s1155" o:spid="_x0000_s1156" style="width:111;height:2;left:2913;position:absolute;top:7761" coordorigin="2913,7761" coordsize="111,2">
              <v:shape id="_x0000_s1156" o:spid="_x0000_s1157" style="width:111;height:2;left:2913;position:absolute;top:7761" coordorigin="2913,7761" coordsize="111,0" path="m2913,7761l3024,7761e" filled="f" stroked="t" strokecolor="black">
                <v:path arrowok="t"/>
              </v:shape>
            </v:group>
            <v:group id="_x0000_s1157" o:spid="_x0000_s1158" style="width:239;height:234;left:2785;position:absolute;top:7756" coordorigin="2785,7756" coordsize="239,234">
              <v:shape id="_x0000_s1158" o:spid="_x0000_s1159" style="width:239;height:234;left:2785;position:absolute;top:7756" coordorigin="2785,7756" coordsize="239,234" path="m2821,7909l2802,7909,2854,7990,2864,7990,2868,7969,2859,7969,2821,7909xe" filled="t" fillcolor="black" stroked="f">
                <v:path arrowok="t"/>
              </v:shape>
              <v:shape id="_x0000_s1159" o:spid="_x0000_s1160" style="width:239;height:234;left:2785;position:absolute;top:7756" coordorigin="2785,7756" coordsize="239,234" path="m3024,7756l2910,7756,2859,7969,2868,7969,2917,7766,3024,7766,3024,7756xe" filled="t" fillcolor="black" stroked="f">
                <v:path arrowok="t"/>
              </v:shape>
              <v:shape id="_x0000_s1160" o:spid="_x0000_s1161" style="width:239;height:234;left:2785;position:absolute;top:7756" coordorigin="2785,7756" coordsize="239,234" path="m2813,7896l2785,7913,2789,7918,2802,7909,2821,7909,2813,7896xe" filled="t" fillcolor="black" stroked="f">
                <v:path arrowok="t"/>
              </v:shape>
            </v:group>
          </v:group>
        </w:pict>
      </w:r>
      <w:r>
        <w:pict>
          <v:group id="_x0000_s1161" o:spid="_x0000_s1162" style="width:20pt;height:0.1pt;margin-top:685.65pt;margin-left:90.25pt;mso-height-relative:page;mso-position-horizontal-relative:page;mso-position-vertical-relative:page;mso-width-relative:page;position:absolute;z-index:-251592704" coordorigin="1806,13714" coordsize="400,2">
            <v:shape id="_x0000_s1162" o:spid="_x0000_s1163" style="width:400;height:2;left:1806;position:absolute;top:13714" coordorigin="1806,13714" coordsize="400,0" path="m1806,13714l2205,13714e" filled="f" stroked="t" strokecolor="black">
              <v:path arrowok="t"/>
            </v:shape>
          </v:group>
        </w:pict>
      </w:r>
      <w:r>
        <w:pict>
          <v:group id="_x0000_s1163" o:spid="_x0000_s1164" style="width:6.5pt;height:0.1pt;margin-top:685.65pt;margin-left:123.2pt;mso-height-relative:page;mso-position-horizontal-relative:page;mso-position-vertical-relative:page;mso-width-relative:page;position:absolute;z-index:-251591680" coordorigin="2464,13714" coordsize="130,2">
            <v:shape id="_x0000_s1164" o:spid="_x0000_s1165" style="width:130;height:2;left:2464;position:absolute;top:13714" coordorigin="2464,13714" coordsize="130,0" path="m2464,13714l2594,13714e" filled="f" stroked="t" strokecolor="black">
              <v:path arrowok="t"/>
            </v:shape>
          </v:group>
        </w:pict>
      </w:r>
      <w:r>
        <w:pict>
          <v:group id="_x0000_s1165" o:spid="_x0000_s1166" style="width:7.05pt;height:0.1pt;margin-top:725.25pt;margin-left:135.8pt;mso-height-relative:page;mso-position-horizontal-relative:page;mso-position-vertical-relative:page;mso-width-relative:page;position:absolute;z-index:-251590656" coordorigin="2716,14506" coordsize="141,2">
            <v:shape id="_x0000_s1166" o:spid="_x0000_s1167" style="width:141;height:2;left:2716;position:absolute;top:14506" coordorigin="2716,14506" coordsize="141,0" path="m2716,14506l2857,14506e" filled="f" stroked="t" strokecolor="black">
              <v:path arrowok="t"/>
            </v:shape>
          </v:group>
        </w:pict>
      </w:r>
      <w:r>
        <w:pict>
          <v:group id="_x0000_s1167" o:spid="_x0000_s1168" style="width:137.1pt;height:43.1pt;margin-top:460.95pt;margin-left:403.25pt;mso-height-relative:page;mso-position-horizontal-relative:page;mso-position-vertical-relative:page;mso-width-relative:page;position:absolute;z-index:-251589632" coordorigin="8065,9220" coordsize="2742,862">
            <v:group id="_x0000_s1168" o:spid="_x0000_s1169" style="width:858;height:2;left:8070;position:absolute;top:9225" coordorigin="8070,9225" coordsize="858,2">
              <v:shape id="_x0000_s1169" o:spid="_x0000_s1170" style="width:858;height:2;left:8070;position:absolute;top:9225" coordorigin="8070,9225" coordsize="858,0" path="m8070,9225l8927,9225e" filled="f" stroked="t" strokecolor="black">
                <v:path arrowok="t"/>
              </v:shape>
            </v:group>
            <v:group id="_x0000_s1170" o:spid="_x0000_s1171" style="width:370;height:2;left:8932;position:absolute;top:9225" coordorigin="8932,9225" coordsize="370,2">
              <v:shape id="_x0000_s1171" o:spid="_x0000_s1172" style="width:370;height:2;left:8932;position:absolute;top:9225" coordorigin="8932,9225" coordsize="370,0" path="m8932,9225l9302,9225e" filled="f" stroked="t" strokecolor="black">
                <v:path arrowok="t"/>
              </v:shape>
            </v:group>
            <v:group id="_x0000_s1172" o:spid="_x0000_s1173" style="width:370;height:2;left:9307;position:absolute;top:9225" coordorigin="9307,9225" coordsize="370,2">
              <v:shape id="_x0000_s1173" o:spid="_x0000_s1174" style="width:370;height:2;left:9307;position:absolute;top:9225" coordorigin="9307,9225" coordsize="370,0" path="m9307,9225l9676,9225e" filled="f" stroked="t" strokecolor="black">
                <v:path arrowok="t"/>
              </v:shape>
            </v:group>
            <v:group id="_x0000_s1174" o:spid="_x0000_s1175" style="width:372;height:2;left:9681;position:absolute;top:9225" coordorigin="9681,9225" coordsize="372,2">
              <v:shape id="_x0000_s1175" o:spid="_x0000_s1176" style="width:372;height:2;left:9681;position:absolute;top:9225" coordorigin="9681,9225" coordsize="372,0" path="m9681,9225l10053,9225e" filled="f" stroked="t" strokecolor="black">
                <v:path arrowok="t"/>
              </v:shape>
            </v:group>
            <v:group id="_x0000_s1176" o:spid="_x0000_s1177" style="width:370;height:2;left:10058;position:absolute;top:9225" coordorigin="10058,9225" coordsize="370,2">
              <v:shape id="_x0000_s1177" o:spid="_x0000_s1178" style="width:370;height:2;left:10058;position:absolute;top:9225" coordorigin="10058,9225" coordsize="370,0" path="m10058,9225l10428,9225e" filled="f" stroked="t" strokecolor="black">
                <v:path arrowok="t"/>
              </v:shape>
            </v:group>
            <v:group id="_x0000_s1178" o:spid="_x0000_s1179" style="width:370;height:2;left:10432;position:absolute;top:9225" coordorigin="10432,9225" coordsize="370,2">
              <v:shape id="_x0000_s1179" o:spid="_x0000_s1180" style="width:370;height:2;left:10432;position:absolute;top:9225" coordorigin="10432,9225" coordsize="370,0" path="m10432,9225l10802,9225e" filled="f" stroked="t" strokecolor="black">
                <v:path arrowok="t"/>
              </v:shape>
            </v:group>
            <v:group id="_x0000_s1180" o:spid="_x0000_s1181" style="width:858;height:2;left:8070;position:absolute;top:9649" coordorigin="8070,9649" coordsize="858,2">
              <v:shape id="_x0000_s1181" o:spid="_x0000_s1182" style="width:858;height:2;left:8070;position:absolute;top:9649" coordorigin="8070,9649" coordsize="858,0" path="m8070,9649l8927,9649e" filled="f" stroked="t" strokecolor="black">
                <v:path arrowok="t"/>
              </v:shape>
            </v:group>
            <v:group id="_x0000_s1182" o:spid="_x0000_s1183" style="width:370;height:2;left:8932;position:absolute;top:9649" coordorigin="8932,9649" coordsize="370,2">
              <v:shape id="_x0000_s1183" o:spid="_x0000_s1184" style="width:370;height:2;left:8932;position:absolute;top:9649" coordorigin="8932,9649" coordsize="370,0" path="m8932,9649l9302,9649e" filled="f" stroked="t" strokecolor="black">
                <v:path arrowok="t"/>
              </v:shape>
            </v:group>
            <v:group id="_x0000_s1184" o:spid="_x0000_s1185" style="width:370;height:2;left:9307;position:absolute;top:9649" coordorigin="9307,9649" coordsize="370,2">
              <v:shape id="_x0000_s1185" o:spid="_x0000_s1186" style="width:370;height:2;left:9307;position:absolute;top:9649" coordorigin="9307,9649" coordsize="370,0" path="m9307,9649l9676,9649e" filled="f" stroked="t" strokecolor="black">
                <v:path arrowok="t"/>
              </v:shape>
            </v:group>
            <v:group id="_x0000_s1186" o:spid="_x0000_s1187" style="width:372;height:2;left:9681;position:absolute;top:9649" coordorigin="9681,9649" coordsize="372,2">
              <v:shape id="_x0000_s1187" o:spid="_x0000_s1188" style="width:372;height:2;left:9681;position:absolute;top:9649" coordorigin="9681,9649" coordsize="372,0" path="m9681,9649l10053,9649e" filled="f" stroked="t" strokecolor="black">
                <v:path arrowok="t"/>
              </v:shape>
            </v:group>
            <v:group id="_x0000_s1188" o:spid="_x0000_s1189" style="width:370;height:2;left:10058;position:absolute;top:9649" coordorigin="10058,9649" coordsize="370,2">
              <v:shape id="_x0000_s1189" o:spid="_x0000_s1190" style="width:370;height:2;left:10058;position:absolute;top:9649" coordorigin="10058,9649" coordsize="370,0" path="m10058,9649l10428,9649e" filled="f" stroked="t" strokecolor="black">
                <v:path arrowok="t"/>
              </v:shape>
            </v:group>
            <v:group id="_x0000_s1190" o:spid="_x0000_s1191" style="width:370;height:2;left:10432;position:absolute;top:9649" coordorigin="10432,9649" coordsize="370,2">
              <v:shape id="_x0000_s1191" o:spid="_x0000_s1192" style="width:370;height:2;left:10432;position:absolute;top:9649" coordorigin="10432,9649" coordsize="370,0" path="m10432,9649l10802,9649e" filled="f" stroked="t" strokecolor="black">
                <v:path arrowok="t"/>
              </v:shape>
            </v:group>
            <v:group id="_x0000_s1192" o:spid="_x0000_s1193" style="width:2;height:857;left:8068;position:absolute;top:9222" coordorigin="8068,9222" coordsize="2,857">
              <v:shape id="_x0000_s1193" o:spid="_x0000_s1194" style="width:2;height:857;left:8068;position:absolute;top:9222" coordorigin="8068,9222" coordsize="0,857" path="m8068,9222l8068,10079e" filled="f" stroked="t" strokecolor="black">
                <v:path arrowok="t"/>
              </v:shape>
            </v:group>
            <v:group id="_x0000_s1194" o:spid="_x0000_s1195" style="width:858;height:2;left:8070;position:absolute;top:10077" coordorigin="8070,10077" coordsize="858,2">
              <v:shape id="_x0000_s1195" o:spid="_x0000_s1196" style="width:858;height:2;left:8070;position:absolute;top:10077" coordorigin="8070,10077" coordsize="858,0" path="m8070,10077l8927,10077e" filled="f" stroked="t" strokecolor="black">
                <v:path arrowok="t"/>
              </v:shape>
            </v:group>
            <v:group id="_x0000_s1196" o:spid="_x0000_s1197" style="width:2;height:857;left:8930;position:absolute;top:9222" coordorigin="8930,9222" coordsize="2,857">
              <v:shape id="_x0000_s1197" o:spid="_x0000_s1198" style="width:2;height:857;left:8930;position:absolute;top:9222" coordorigin="8930,9222" coordsize="0,857" path="m8930,9222l8930,10079e" filled="f" stroked="t" strokecolor="black">
                <v:path arrowok="t"/>
              </v:shape>
            </v:group>
            <v:group id="_x0000_s1198" o:spid="_x0000_s1199" style="width:370;height:2;left:8932;position:absolute;top:10077" coordorigin="8932,10077" coordsize="370,2">
              <v:shape id="_x0000_s1199" o:spid="_x0000_s1200" style="width:370;height:2;left:8932;position:absolute;top:10077" coordorigin="8932,10077" coordsize="370,0" path="m8932,10077l9302,10077e" filled="f" stroked="t" strokecolor="black">
                <v:path arrowok="t"/>
              </v:shape>
            </v:group>
            <v:group id="_x0000_s1200" o:spid="_x0000_s1201" style="width:2;height:857;left:9304;position:absolute;top:9222" coordorigin="9304,9222" coordsize="2,857">
              <v:shape id="_x0000_s1201" o:spid="_x0000_s1202" style="width:2;height:857;left:9304;position:absolute;top:9222" coordorigin="9304,9222" coordsize="0,857" path="m9304,9222l9304,10079e" filled="f" stroked="t" strokecolor="black">
                <v:path arrowok="t"/>
              </v:shape>
            </v:group>
            <v:group id="_x0000_s1202" o:spid="_x0000_s1203" style="width:370;height:2;left:9307;position:absolute;top:10077" coordorigin="9307,10077" coordsize="370,2">
              <v:shape id="_x0000_s1203" o:spid="_x0000_s1204" style="width:370;height:2;left:9307;position:absolute;top:10077" coordorigin="9307,10077" coordsize="370,0" path="m9307,10077l9676,10077e" filled="f" stroked="t" strokecolor="black">
                <v:path arrowok="t"/>
              </v:shape>
            </v:group>
            <v:group id="_x0000_s1204" o:spid="_x0000_s1205" style="width:2;height:857;left:9679;position:absolute;top:9222" coordorigin="9679,9222" coordsize="2,857">
              <v:shape id="_x0000_s1205" o:spid="_x0000_s1206" style="width:2;height:857;left:9679;position:absolute;top:9222" coordorigin="9679,9222" coordsize="0,857" path="m9679,9222l9679,10079e" filled="f" stroked="t" strokecolor="black">
                <v:path arrowok="t"/>
              </v:shape>
            </v:group>
            <v:group id="_x0000_s1206" o:spid="_x0000_s1207" style="width:372;height:2;left:9681;position:absolute;top:10077" coordorigin="9681,10077" coordsize="372,2">
              <v:shape id="_x0000_s1207" o:spid="_x0000_s1208" style="width:372;height:2;left:9681;position:absolute;top:10077" coordorigin="9681,10077" coordsize="372,0" path="m9681,10077l10053,10077e" filled="f" stroked="t" strokecolor="black">
                <v:path arrowok="t"/>
              </v:shape>
            </v:group>
            <v:group id="_x0000_s1208" o:spid="_x0000_s1209" style="width:2;height:857;left:10056;position:absolute;top:9222" coordorigin="10056,9222" coordsize="2,857">
              <v:shape id="_x0000_s1209" o:spid="_x0000_s1210" style="width:2;height:857;left:10056;position:absolute;top:9222" coordorigin="10056,9222" coordsize="0,857" path="m10056,9222l10056,10079e" filled="f" stroked="t" strokecolor="black">
                <v:path arrowok="t"/>
              </v:shape>
            </v:group>
            <v:group id="_x0000_s1210" o:spid="_x0000_s1211" style="width:370;height:2;left:10058;position:absolute;top:10077" coordorigin="10058,10077" coordsize="370,2">
              <v:shape id="_x0000_s1211" o:spid="_x0000_s1212" style="width:370;height:2;left:10058;position:absolute;top:10077" coordorigin="10058,10077" coordsize="370,0" path="m10058,10077l10428,10077e" filled="f" stroked="t" strokecolor="black">
                <v:path arrowok="t"/>
              </v:shape>
            </v:group>
            <v:group id="_x0000_s1212" o:spid="_x0000_s1213" style="width:2;height:857;left:10430;position:absolute;top:9222" coordorigin="10430,9222" coordsize="2,857">
              <v:shape id="_x0000_s1213" o:spid="_x0000_s1214" style="width:2;height:857;left:10430;position:absolute;top:9222" coordorigin="10430,9222" coordsize="0,857" path="m10430,9222l10430,10079e" filled="f" stroked="t" strokecolor="black">
                <v:path arrowok="t"/>
              </v:shape>
            </v:group>
            <v:group id="_x0000_s1214" o:spid="_x0000_s1215" style="width:370;height:2;left:10432;position:absolute;top:10077" coordorigin="10432,10077" coordsize="370,2">
              <v:shape id="_x0000_s1215" o:spid="_x0000_s1216" style="width:370;height:2;left:10432;position:absolute;top:10077" coordorigin="10432,10077" coordsize="370,0" path="m10432,10077l10802,10077e" filled="f" stroked="t" strokecolor="black">
                <v:path arrowok="t"/>
              </v:shape>
            </v:group>
            <v:group id="_x0000_s1216" o:spid="_x0000_s1217" style="width:2;height:857;left:10804;position:absolute;top:9222" coordorigin="10804,9222" coordsize="2,857">
              <v:shape id="_x0000_s1217" o:spid="_x0000_s1218" style="width:2;height:857;left:10804;position:absolute;top:9222" coordorigin="10804,9222" coordsize="0,857" path="m10804,9222l10804,10079e" filled="f" stroked="t" strokecolor="black">
                <v:path arrowok="t"/>
              </v:shape>
            </v:group>
          </v:group>
        </w:pict>
      </w:r>
      <w:r>
        <w:pict>
          <v:shape id="_x0000_s1218" o:spid="_x0000_s1219" type="#_x0000_t75" style="width:107.45pt;height:80.1pt;margin-top:132.35pt;margin-left:442.45pt;mso-height-relative:page;mso-position-horizontal-relative:page;mso-position-vertical-relative:page;mso-width-relative:page;position:absolute;z-index:-251588608" coordsize="21600,21600" o:preferrelative="t" filled="f" stroked="f">
            <v:stroke joinstyle="miter"/>
            <v:imagedata r:id="rId13" o:title=""/>
            <o:lock v:ext="edit" aspectratio="t"/>
          </v:shape>
        </w:pict>
      </w:r>
      <w:r>
        <w:pict>
          <v:shape id="_x0000_s1219" o:spid="_x0000_s1220" type="#_x0000_t75" style="width:106.5pt;height:66.75pt;margin-top:508.35pt;margin-left:431.75pt;mso-height-relative:page;mso-position-horizontal-relative:page;mso-position-vertical-relative:page;mso-width-relative:page;position:absolute;z-index:-251587584" coordsize="21600,21600" o:preferrelative="t" filled="f" stroked="f">
            <v:stroke joinstyle="miter"/>
            <v:imagedata r:id="rId14" o:title=""/>
            <o:lock v:ext="edit" aspectratio="t"/>
          </v:shape>
        </w:pict>
      </w:r>
      <w:r>
        <w:pict>
          <v:shape id="_x0000_s1220" o:spid="_x0000_s1221" type="#_x0000_t75" style="width:125.25pt;height:95.75pt;margin-top:358.95pt;margin-left:411.75pt;mso-height-relative:page;mso-position-horizontal-relative:page;mso-position-vertical-relative:page;mso-width-relative:page;position:absolute;z-index:-251586560" coordsize="21600,21600" o:preferrelative="t" filled="f" stroked="f">
            <v:stroke joinstyle="miter"/>
            <v:imagedata r:id="rId15" o:title=""/>
            <o:lock v:ext="edit" aspectratio="t"/>
          </v:shape>
        </w:pict>
      </w:r>
      <w:r>
        <w:pict>
          <v:shape id="_x0000_s1221" o:spid="_x0000_s1222" type="#_x0000_t75" style="width:115.5pt;height:87.85pt;margin-top:611.35pt;margin-left:417.45pt;mso-height-relative:page;mso-position-horizontal-relative:page;mso-position-vertical-relative:page;mso-width-relative:page;position:absolute;z-index:-251585536" coordsize="21600,21600" o:preferrelative="t" filled="f" stroked="f">
            <v:stroke joinstyle="miter"/>
            <v:imagedata r:id="rId16" o:title=""/>
            <o:lock v:ext="edit" aspectratio="t"/>
          </v:shape>
        </w:pict>
      </w:r>
      <w:r>
        <w:pict>
          <v:shape id="_x0000_s1222" o:spid="_x0000_s1223" type="#_x0000_t202" style="width:376.45pt;height:13.15pt;margin-top:58.2pt;margin-left:55.6pt;mso-height-relative:page;mso-position-horizontal-relative:page;mso-position-vertical-relative:page;mso-width-relative:page;position:absolute;z-index:-251584512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47" w:lineRule="exact"/>
                    <w:ind w:right="0"/>
                    <w:jc w:val="left"/>
                    <w:rPr>
                      <w:rFonts w:ascii="新宋体" w:eastAsia="新宋体" w:hAnsi="新宋体" w:cs="新宋体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8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.</w:t>
                  </w:r>
                  <w:r>
                    <w:rPr>
                      <w:rFonts w:ascii="宋体" w:eastAsia="宋体" w:hAnsi="宋体" w:cs="宋体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如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图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所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示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的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五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边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形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花环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是用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五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个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全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等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的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等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腰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三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角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形拼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成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的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，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则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∠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</w:rPr>
                    <w:t>AC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的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度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数为</w:t>
                  </w:r>
                </w:p>
              </w:txbxContent>
            </v:textbox>
          </v:shape>
        </w:pict>
      </w:r>
      <w:r>
        <w:pict>
          <v:shape id="_x0000_s1223" o:spid="_x0000_s1224" type="#_x0000_t202" style="width:41.2pt;height:28.75pt;margin-top:73.8pt;margin-left:71.35pt;mso-height-relative:page;mso-position-horizontal-relative:page;mso-position-vertical-relative:page;mso-width-relative:page;position:absolute;z-index:-251583488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47" w:lineRule="exact"/>
                    <w:ind w:left="22" w:right="0" w:hanging="3"/>
                    <w:jc w:val="left"/>
                    <w:rPr>
                      <w:rFonts w:ascii="新宋体" w:eastAsia="新宋体" w:hAnsi="新宋体" w:cs="新宋体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</w:rPr>
                    <w:t>A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．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0"/>
                    </w:rPr>
                    <w:t>8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°</w:t>
                  </w:r>
                </w:p>
                <w:p>
                  <w:pPr>
                    <w:pStyle w:val="BodyText"/>
                    <w:spacing w:before="21" w:line="240" w:lineRule="auto"/>
                    <w:ind w:left="22" w:right="0"/>
                    <w:jc w:val="left"/>
                    <w:rPr>
                      <w:rFonts w:ascii="新宋体" w:eastAsia="新宋体" w:hAnsi="新宋体" w:cs="新宋体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C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</w:rPr>
                    <w:t>．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0"/>
                    </w:rPr>
                    <w:t>5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°</w:t>
                  </w:r>
                </w:p>
              </w:txbxContent>
            </v:textbox>
          </v:shape>
        </w:pict>
      </w:r>
      <w:r>
        <w:pict>
          <v:shape id="_x0000_s1224" o:spid="_x0000_s1225" type="#_x0000_t202" style="width:41.25pt;height:28.75pt;margin-top:73.8pt;margin-left:293.75pt;mso-height-relative:page;mso-position-horizontal-relative:page;mso-position-vertical-relative:page;mso-width-relative:page;position:absolute;z-index:-251582464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47" w:lineRule="exact"/>
                    <w:ind w:right="0" w:firstLine="9"/>
                    <w:jc w:val="left"/>
                    <w:rPr>
                      <w:rFonts w:ascii="新宋体" w:eastAsia="新宋体" w:hAnsi="新宋体" w:cs="新宋体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B</w:t>
                  </w:r>
                  <w:r>
                    <w:rPr>
                      <w:rFonts w:ascii="新宋体" w:eastAsia="新宋体" w:hAnsi="新宋体" w:cs="新宋体"/>
                      <w:spacing w:val="-2"/>
                      <w:w w:val="100"/>
                    </w:rPr>
                    <w:t>．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36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°</w:t>
                  </w:r>
                </w:p>
                <w:p>
                  <w:pPr>
                    <w:pStyle w:val="BodyText"/>
                    <w:spacing w:before="21" w:line="240" w:lineRule="auto"/>
                    <w:ind w:right="0"/>
                    <w:jc w:val="left"/>
                    <w:rPr>
                      <w:rFonts w:ascii="新宋体" w:eastAsia="新宋体" w:hAnsi="新宋体" w:cs="新宋体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</w:rPr>
                    <w:t>D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．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72</w:t>
                  </w:r>
                  <w:r>
                    <w:rPr>
                      <w:rFonts w:ascii="新宋体" w:eastAsia="新宋体" w:hAnsi="新宋体" w:cs="新宋体"/>
                      <w:w w:val="100"/>
                    </w:rPr>
                    <w:t>°</w:t>
                  </w:r>
                </w:p>
              </w:txbxContent>
            </v:textbox>
          </v:shape>
        </w:pict>
      </w:r>
      <w:r>
        <w:pict>
          <v:shape id="_x0000_s1225" o:spid="_x0000_s1226" type="#_x0000_t202" style="width:74.6pt;height:10.5pt;margin-top:75.1pt;margin-left:461.45pt;mso-height-relative:page;mso-position-horizontal-relative:page;mso-position-vertical-relative:page;mso-width-relative:page;position:absolute;z-index:-251581440" coordsize="21600,21600" filled="f" stroked="f">
            <v:stroke joinstyle="miter"/>
            <v:textbox inset="0,0,0,0">
              <w:txbxContent>
                <w:p>
                  <w:pPr>
                    <w:tabs>
                      <w:tab w:val="left" w:pos="622"/>
                      <w:tab w:val="left" w:pos="1472"/>
                    </w:tabs>
                    <w:spacing w:before="0" w:line="193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r>
                    <w:rPr>
                      <w:rFonts w:ascii="Times New Roman"/>
                      <w:i/>
                      <w:w w:val="99"/>
                      <w:sz w:val="17"/>
                    </w:rPr>
                    <w:t>A</w:t>
                  </w:r>
                  <w:r>
                    <w:rPr>
                      <w:rFonts w:ascii="Times New Roman"/>
                      <w:i/>
                      <w:sz w:val="17"/>
                    </w:rPr>
                    <w:tab/>
                  </w:r>
                  <w:r>
                    <w:rPr>
                      <w:rFonts w:ascii="Times New Roman"/>
                      <w:i/>
                      <w:w w:val="99"/>
                      <w:sz w:val="17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/>
                      <w:i/>
                      <w:sz w:val="17"/>
                      <w:u w:val="single" w:color="000000"/>
                    </w:rPr>
                    <w:tab/>
                  </w:r>
                </w:p>
              </w:txbxContent>
            </v:textbox>
          </v:shape>
        </w:pict>
      </w:r>
      <w:r>
        <w:pict>
          <v:shape id="_x0000_s1226" o:spid="_x0000_s1227" type="#_x0000_t202" style="width:7.65pt;height:10.5pt;margin-top:105.3pt;margin-left:499pt;mso-height-relative:page;mso-position-horizontal-relative:page;mso-position-vertical-relative:page;mso-width-relative:page;position:absolute;z-index:-251580416" coordsize="21600,21600" filled="f" stroked="f">
            <v:stroke joinstyle="miter"/>
            <v:textbox inset="0,0,0,0">
              <w:txbxContent>
                <w:p>
                  <w:pPr>
                    <w:spacing w:before="0" w:line="193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r>
                    <w:rPr>
                      <w:rFonts w:ascii="Times New Roman"/>
                      <w:i/>
                      <w:w w:val="99"/>
                      <w:sz w:val="17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227" o:spid="_x0000_s1228" type="#_x0000_t202" style="width:355.8pt;height:36.2pt;margin-top:112.8pt;margin-left:55.6pt;mso-height-relative:page;mso-position-horizontal-relative:page;mso-position-vertical-relative:page;mso-width-relative:page;position:absolute;z-index:-251579392" coordsize="21600,21600" filled="f" stroked="f">
            <v:stroke joinstyle="miter"/>
            <v:textbox inset="0,0,0,0">
              <w:txbxContent>
                <w:p>
                  <w:pPr>
                    <w:spacing w:before="0" w:line="301" w:lineRule="exact"/>
                    <w:ind w:left="334" w:right="0" w:hanging="315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  <w:sz w:val="21"/>
                      <w:szCs w:val="21"/>
                    </w:rPr>
                    <w:t>9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如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图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扇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形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中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，已</w:t>
                  </w:r>
                  <w:r>
                    <w:rPr>
                      <w:rFonts w:ascii="宋体" w:eastAsia="宋体" w:hAnsi="宋体" w:cs="宋体"/>
                      <w:spacing w:val="-2"/>
                      <w:w w:val="100"/>
                      <w:sz w:val="21"/>
                      <w:szCs w:val="21"/>
                    </w:rPr>
                    <w:t>知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position w:val="1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  <w:sz w:val="21"/>
                      <w:szCs w:val="21"/>
                    </w:rPr>
                    <w:t>90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sz w:val="21"/>
                      <w:szCs w:val="21"/>
                    </w:rPr>
                    <w:t>°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  <w:sz w:val="21"/>
                      <w:szCs w:val="21"/>
                    </w:rPr>
                    <w:t>=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ascii="Times New Roman" w:eastAsia="Times New Roman" w:hAnsi="Times New Roman" w:cs="Times New Roman"/>
                      <w:spacing w:val="-15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3"/>
                      <w:position w:val="-2"/>
                      <w:sz w:val="23"/>
                      <w:szCs w:val="23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6"/>
                      <w:position w:val="-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，过</w:t>
                  </w:r>
                  <w:r>
                    <w:rPr>
                      <w:rFonts w:ascii="宋体" w:eastAsia="宋体" w:hAnsi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3"/>
                      <w:position w:val="-4"/>
                      <w:sz w:val="23"/>
                      <w:szCs w:val="23"/>
                    </w:rPr>
                    <w:t>AB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position w:val="-4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的中点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作</w:t>
                  </w:r>
                </w:p>
                <w:p>
                  <w:pPr>
                    <w:spacing w:before="123"/>
                    <w:ind w:left="334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⊥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⊥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垂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足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分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别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为</w:t>
                  </w:r>
                  <w:r>
                    <w:rPr>
                      <w:rFonts w:ascii="宋体" w:eastAsia="宋体" w:hAnsi="宋体" w:cs="宋体"/>
                      <w:spacing w:val="-5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  <w:sz w:val="21"/>
                      <w:szCs w:val="21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则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图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中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阴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影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部分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面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积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为</w:t>
                  </w:r>
                </w:p>
              </w:txbxContent>
            </v:textbox>
          </v:shape>
        </w:pict>
      </w:r>
      <w:r>
        <w:pict>
          <v:shape id="_x0000_s1228" o:spid="_x0000_s1229" type="#_x0000_t202" style="width:7.15pt;height:10.5pt;margin-top:120.6pt;margin-left:474.15pt;mso-height-relative:page;mso-position-horizontal-relative:page;mso-position-vertical-relative:page;mso-width-relative:page;position:absolute;z-index:-251578368" coordsize="21600,21600" filled="f" stroked="f">
            <v:stroke joinstyle="miter"/>
            <v:textbox inset="0,0,0,0">
              <w:txbxContent>
                <w:p>
                  <w:pPr>
                    <w:spacing w:before="0" w:line="193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  <w:r>
                    <w:rPr>
                      <w:rFonts w:ascii="Times New Roman"/>
                      <w:i/>
                      <w:w w:val="99"/>
                      <w:sz w:val="17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229" o:spid="_x0000_s1230" type="#_x0000_t202" style="width:8.2pt;height:30.95pt;margin-top:151.2pt;margin-left:107.6pt;mso-height-relative:page;mso-position-horizontal-relative:page;mso-position-vertical-relative:page;mso-width-relative:page;position:absolute;z-index:-251577344" coordsize="21600,21600" filled="f" stroked="f">
            <v:stroke joinstyle="miter"/>
            <v:textbox inset="0,0,0,0">
              <w:txbxContent>
                <w:p>
                  <w:pPr>
                    <w:spacing w:before="0" w:line="265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w w:val="100"/>
                      <w:sz w:val="24"/>
                    </w:rPr>
                    <w:t>1</w:t>
                  </w:r>
                </w:p>
                <w:p>
                  <w:pPr>
                    <w:spacing w:before="63"/>
                    <w:ind w:left="23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w w:val="100"/>
                      <w:sz w:val="24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230" o:spid="_x0000_s1231" type="#_x0000_t202" style="width:8.7pt;height:14.65pt;margin-top:150.45pt;margin-left:309.55pt;mso-height-relative:page;mso-position-horizontal-relative:page;mso-position-vertical-relative:page;mso-width-relative:page;position:absolute;z-index:-251576320" coordsize="21600,21600" filled="f" stroked="f">
            <v:stroke joinstyle="miter"/>
            <v:textbox inset="0,0,0,0">
              <w:txbxContent>
                <w:p>
                  <w:pPr>
                    <w:spacing w:before="0" w:line="283" w:lineRule="exact"/>
                    <w:ind w:left="20" w:right="0" w:firstLine="0"/>
                    <w:jc w:val="left"/>
                    <w:rPr>
                      <w:rFonts w:ascii="Symbol" w:eastAsia="Symbol" w:hAnsi="Symbol" w:cs="Symbol"/>
                      <w:sz w:val="25"/>
                      <w:szCs w:val="25"/>
                    </w:rPr>
                  </w:pPr>
                  <w:r>
                    <w:rPr>
                      <w:rFonts w:ascii="Symbol" w:eastAsia="Symbol" w:hAnsi="Symbol" w:cs="Symbol"/>
                      <w:i/>
                      <w:w w:val="97"/>
                      <w:sz w:val="25"/>
                      <w:szCs w:val="25"/>
                    </w:rPr>
                    <w:sym w:font="Symbol" w:char="F070"/>
                  </w:r>
                </w:p>
              </w:txbxContent>
            </v:textbox>
          </v:shape>
        </w:pict>
      </w:r>
      <w:r>
        <w:pict>
          <v:shape id="_x0000_s1231" o:spid="_x0000_s1232" type="#_x0000_t202" style="width:8.1pt;height:14pt;margin-top:151.2pt;margin-left:330.55pt;mso-height-relative:page;mso-position-horizontal-relative:page;mso-position-vertical-relative:page;mso-width-relative:page;position:absolute;z-index:-251575296" coordsize="21600,21600" filled="f" stroked="f">
            <v:stroke joinstyle="miter"/>
            <v:textbox inset="0,0,0,0">
              <w:txbxContent>
                <w:p>
                  <w:pPr>
                    <w:spacing w:before="0" w:line="265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w w:val="101"/>
                      <w:sz w:val="24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232" o:spid="_x0000_s1233" type="#_x0000_t202" style="width:18.85pt;height:14.65pt;margin-top:158.05pt;margin-left:87.95pt;mso-height-relative:page;mso-position-horizontal-relative:page;mso-position-vertical-relative:page;mso-width-relative:page;position:absolute;z-index:-251574272" coordsize="21600,21600" filled="f" stroked="f">
            <v:stroke joinstyle="miter"/>
            <v:textbox inset="0,0,0,0">
              <w:txbxContent>
                <w:p>
                  <w:pPr>
                    <w:spacing w:before="0" w:line="282" w:lineRule="exact"/>
                    <w:ind w:left="20" w:right="0" w:firstLine="0"/>
                    <w:jc w:val="left"/>
                    <w:rPr>
                      <w:rFonts w:ascii="Symbol" w:eastAsia="Symbol" w:hAnsi="Symbol" w:cs="Symbol"/>
                      <w:sz w:val="24"/>
                      <w:szCs w:val="24"/>
                    </w:rPr>
                  </w:pPr>
                  <w:r>
                    <w:rPr>
                      <w:rFonts w:ascii="Symbol" w:eastAsia="Symbol" w:hAnsi="Symbol" w:cs="Symbol"/>
                      <w:i/>
                      <w:w w:val="96"/>
                      <w:sz w:val="25"/>
                      <w:szCs w:val="25"/>
                    </w:rPr>
                    <w:sym w:font="Symbol" w:char="F070"/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1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0"/>
                      <w:sz w:val="24"/>
                      <w:szCs w:val="24"/>
                    </w:rPr>
                    <w:sym w:font="Symbol" w:char="F02D"/>
                  </w:r>
                </w:p>
              </w:txbxContent>
            </v:textbox>
          </v:shape>
        </w:pict>
      </w:r>
      <w:r>
        <w:pict>
          <v:shape id="_x0000_s1233" o:spid="_x0000_s1234" type="#_x0000_t202" style="width:8.7pt;height:14pt;margin-top:158.6pt;margin-left:321pt;mso-height-relative:page;mso-position-horizontal-relative:page;mso-position-vertical-relative:page;mso-width-relative:page;position:absolute;z-index:-251573248" coordsize="21600,21600" filled="f" stroked="f">
            <v:stroke joinstyle="miter"/>
            <v:textbox inset="0,0,0,0">
              <w:txbxContent>
                <w:p>
                  <w:pPr>
                    <w:spacing w:before="0" w:line="269" w:lineRule="exact"/>
                    <w:ind w:left="20" w:right="0" w:firstLine="0"/>
                    <w:jc w:val="left"/>
                    <w:rPr>
                      <w:rFonts w:ascii="Symbol" w:eastAsia="Symbol" w:hAnsi="Symbol" w:cs="Symbol"/>
                      <w:sz w:val="24"/>
                      <w:szCs w:val="24"/>
                    </w:rPr>
                  </w:pPr>
                  <w:r>
                    <w:rPr>
                      <w:rFonts w:ascii="Symbol" w:eastAsia="Symbol" w:hAnsi="Symbol" w:cs="Symbol"/>
                      <w:w w:val="101"/>
                      <w:sz w:val="24"/>
                      <w:szCs w:val="24"/>
                    </w:rPr>
                    <w:sym w:font="Symbol" w:char="F02D"/>
                  </w:r>
                </w:p>
              </w:txbxContent>
            </v:textbox>
          </v:shape>
        </w:pict>
      </w:r>
      <w:r>
        <w:pict>
          <v:shape id="_x0000_s1234" o:spid="_x0000_s1235" type="#_x0000_t202" style="width:12.3pt;height:12.6pt;margin-top:159.8pt;margin-left:71.35pt;mso-height-relative:page;mso-position-horizontal-relative:page;mso-position-vertical-relative:page;mso-width-relative:page;position:absolute;z-index:-251572224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5" w:lineRule="exact"/>
                    <w:ind w:right="0"/>
                    <w:jc w:val="lef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A.</w:t>
                  </w:r>
                </w:p>
              </w:txbxContent>
            </v:textbox>
          </v:shape>
        </w:pict>
      </w:r>
      <w:r>
        <w:pict>
          <v:shape id="_x0000_s1235" o:spid="_x0000_s1236" type="#_x0000_t202" style="width:11.7pt;height:12.6pt;margin-top:159.8pt;margin-left:292.65pt;mso-height-relative:page;mso-position-horizontal-relative:page;mso-position-vertical-relative:page;mso-width-relative:page;position:absolute;z-index:-251571200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5" w:lineRule="exact"/>
                    <w:ind w:right="0"/>
                    <w:jc w:val="lef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B.</w:t>
                  </w:r>
                </w:p>
              </w:txbxContent>
            </v:textbox>
          </v:shape>
        </w:pict>
      </w:r>
      <w:r>
        <w:pict>
          <v:shape id="_x0000_s1236" o:spid="_x0000_s1237" type="#_x0000_t202" style="width:27.65pt;height:14pt;margin-top:168.15pt;margin-left:311.2pt;mso-height-relative:page;mso-position-horizontal-relative:page;mso-position-vertical-relative:page;mso-width-relative:page;position:absolute;z-index:-251570176" coordsize="21600,21600" filled="f" stroked="f">
            <v:stroke joinstyle="miter"/>
            <v:textbox inset="0,0,0,0">
              <w:txbxContent>
                <w:p>
                  <w:pPr>
                    <w:tabs>
                      <w:tab w:val="left" w:pos="411"/>
                    </w:tabs>
                    <w:spacing w:before="0" w:line="265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w w:val="101"/>
                      <w:sz w:val="24"/>
                    </w:rPr>
                    <w:t>2</w:t>
                  </w:r>
                  <w:r>
                    <w:rPr>
                      <w:rFonts w:ascii="Times New Roman"/>
                      <w:sz w:val="24"/>
                    </w:rPr>
                    <w:tab/>
                  </w:r>
                  <w:r>
                    <w:rPr>
                      <w:rFonts w:ascii="Times New Roman"/>
                      <w:w w:val="101"/>
                      <w:sz w:val="24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237" o:spid="_x0000_s1238" type="#_x0000_t202" style="width:8.6pt;height:14.65pt;margin-top:181.7pt;margin-left:310.15pt;mso-height-relative:page;mso-position-horizontal-relative:page;mso-position-vertical-relative:page;mso-width-relative:page;position:absolute;z-index:-251569152" coordsize="21600,21600" filled="f" stroked="f">
            <v:stroke joinstyle="miter"/>
            <v:textbox inset="0,0,0,0">
              <w:txbxContent>
                <w:p>
                  <w:pPr>
                    <w:spacing w:before="0" w:line="282" w:lineRule="exact"/>
                    <w:ind w:left="20" w:right="0" w:firstLine="0"/>
                    <w:jc w:val="left"/>
                    <w:rPr>
                      <w:rFonts w:ascii="Symbol" w:eastAsia="Symbol" w:hAnsi="Symbol" w:cs="Symbol"/>
                      <w:sz w:val="25"/>
                      <w:szCs w:val="25"/>
                    </w:rPr>
                  </w:pPr>
                  <w:r>
                    <w:rPr>
                      <w:rFonts w:ascii="Symbol" w:eastAsia="Symbol" w:hAnsi="Symbol" w:cs="Symbol"/>
                      <w:i/>
                      <w:w w:val="96"/>
                      <w:sz w:val="25"/>
                      <w:szCs w:val="25"/>
                      <w:u w:val="single" w:color="000000"/>
                    </w:rPr>
                    <w:sym w:font="Symbol" w:char="F070"/>
                  </w:r>
                </w:p>
              </w:txbxContent>
            </v:textbox>
          </v:shape>
        </w:pict>
      </w:r>
      <w:r>
        <w:pict>
          <v:shape id="_x0000_s1238" o:spid="_x0000_s1239" type="#_x0000_t202" style="width:41.9pt;height:15pt;margin-top:189.4pt;margin-left:71.35pt;mso-height-relative:page;mso-position-horizontal-relative:page;mso-position-vertical-relative:page;mso-width-relative:page;position:absolute;z-index:-251568128" coordsize="21600,21600" filled="f" stroked="f">
            <v:stroke joinstyle="miter"/>
            <v:textbox inset="0,0,0,0">
              <w:txbxContent>
                <w:p>
                  <w:pPr>
                    <w:spacing w:before="0" w:line="286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  <w:sz w:val="21"/>
                      <w:szCs w:val="21"/>
                    </w:rPr>
                    <w:t>C.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20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i/>
                      <w:w w:val="96"/>
                      <w:sz w:val="25"/>
                      <w:szCs w:val="25"/>
                    </w:rPr>
                    <w:sym w:font="Symbol" w:char="F070"/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5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spacing w:val="16"/>
                      <w:w w:val="100"/>
                      <w:sz w:val="24"/>
                      <w:szCs w:val="24"/>
                    </w:rPr>
                    <w:sym w:font="Symbol" w:char="F02D"/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239" o:spid="_x0000_s1240" type="#_x0000_t202" style="width:44pt;height:14.2pt;margin-top:189.8pt;margin-left:292.65pt;mso-height-relative:page;mso-position-horizontal-relative:page;mso-position-vertical-relative:page;mso-width-relative:page;position:absolute;z-index:-251567104" coordsize="21600,21600" filled="f" stroked="f">
            <v:stroke joinstyle="miter"/>
            <v:textbox inset="0,0,0,0">
              <w:txbxContent>
                <w:p>
                  <w:pPr>
                    <w:tabs>
                      <w:tab w:val="left" w:pos="594"/>
                    </w:tabs>
                    <w:spacing w:before="0" w:line="269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D.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ab/>
                  </w:r>
                  <w:r>
                    <w:rPr>
                      <w:rFonts w:ascii="Symbol" w:eastAsia="Symbol" w:hAnsi="Symbol" w:cs="Symbol"/>
                      <w:spacing w:val="13"/>
                      <w:w w:val="100"/>
                      <w:sz w:val="24"/>
                      <w:szCs w:val="24"/>
                    </w:rPr>
                    <w:sym w:font="Symbol" w:char="F02D"/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240" o:spid="_x0000_s1241" type="#_x0000_t202" style="width:8pt;height:14pt;margin-top:199.35pt;margin-left:311.75pt;mso-height-relative:page;mso-position-horizontal-relative:page;mso-position-vertical-relative:page;mso-width-relative:page;position:absolute;z-index:-251566080" coordsize="21600,21600" filled="f" stroked="f">
            <v:stroke joinstyle="miter"/>
            <v:textbox inset="0,0,0,0">
              <w:txbxContent>
                <w:p>
                  <w:pPr>
                    <w:spacing w:before="0" w:line="265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w w:val="100"/>
                      <w:sz w:val="24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241" o:spid="_x0000_s1242" type="#_x0000_t202" style="width:465.25pt;height:56.2pt;margin-top:211.9pt;margin-left:74.5pt;mso-height-relative:page;mso-position-horizontal-relative:page;mso-position-vertical-relative:page;mso-width-relative:page;position:absolute;z-index:-251565056" coordsize="21600,21600" filled="f" stroked="f">
            <v:stroke joinstyle="miter"/>
            <v:textbox inset="0,0,0,0">
              <w:txbxContent>
                <w:p>
                  <w:pPr>
                    <w:spacing w:before="0" w:line="294" w:lineRule="exact"/>
                    <w:ind w:left="20" w:right="0" w:firstLine="45"/>
                    <w:jc w:val="left"/>
                    <w:rPr>
                      <w:rFonts w:ascii="新宋体" w:eastAsia="新宋体" w:hAnsi="新宋体" w:cs="新宋体"/>
                      <w:sz w:val="21"/>
                      <w:szCs w:val="21"/>
                    </w:rPr>
                  </w:pP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在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平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面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直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角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坐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标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系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中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，已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知函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数</w:t>
                  </w:r>
                  <w:r>
                    <w:rPr>
                      <w:rFonts w:ascii="新宋体" w:eastAsia="新宋体" w:hAnsi="新宋体" w:cs="新宋体"/>
                      <w:spacing w:val="-45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position w:val="2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16"/>
                      <w:szCs w:val="16"/>
                    </w:rPr>
                    <w:t>1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position w:val="11"/>
                      <w:sz w:val="16"/>
                      <w:szCs w:val="16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2"/>
                      <w:sz w:val="21"/>
                      <w:szCs w:val="21"/>
                    </w:rPr>
                    <w:t>+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2"/>
                      <w:sz w:val="21"/>
                      <w:szCs w:val="21"/>
                    </w:rPr>
                    <w:t>+1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16"/>
                      <w:szCs w:val="16"/>
                    </w:rPr>
                    <w:t>2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position w:val="11"/>
                      <w:sz w:val="16"/>
                      <w:szCs w:val="16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2"/>
                      <w:sz w:val="21"/>
                      <w:szCs w:val="21"/>
                    </w:rPr>
                    <w:t>+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2"/>
                      <w:sz w:val="21"/>
                      <w:szCs w:val="21"/>
                    </w:rPr>
                    <w:t>+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2"/>
                      <w:sz w:val="21"/>
                      <w:szCs w:val="21"/>
                    </w:rPr>
                    <w:t>2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sz w:val="16"/>
                      <w:szCs w:val="16"/>
                    </w:rPr>
                    <w:t>3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position w:val="11"/>
                      <w:sz w:val="16"/>
                      <w:szCs w:val="16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position w:val="2"/>
                      <w:sz w:val="21"/>
                      <w:szCs w:val="21"/>
                    </w:rPr>
                    <w:t>+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cx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position w:val="2"/>
                      <w:sz w:val="21"/>
                      <w:szCs w:val="21"/>
                    </w:rPr>
                    <w:t>+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2"/>
                      <w:sz w:val="21"/>
                      <w:szCs w:val="21"/>
                    </w:rPr>
                    <w:t>4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其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中</w:t>
                  </w:r>
                  <w:r>
                    <w:rPr>
                      <w:rFonts w:ascii="新宋体" w:eastAsia="新宋体" w:hAnsi="新宋体" w:cs="新宋体"/>
                      <w:spacing w:val="-45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position w:val="2"/>
                      <w:sz w:val="21"/>
                      <w:szCs w:val="21"/>
                    </w:rPr>
                    <w:t>a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b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7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是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正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实数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</w:p>
                <w:p>
                  <w:pPr>
                    <w:spacing w:before="44" w:line="380" w:lineRule="atLeast"/>
                    <w:ind w:left="20" w:right="19" w:firstLine="0"/>
                    <w:jc w:val="left"/>
                    <w:rPr>
                      <w:rFonts w:ascii="新宋体" w:eastAsia="新宋体" w:hAnsi="新宋体" w:cs="新宋体"/>
                      <w:sz w:val="21"/>
                      <w:szCs w:val="21"/>
                    </w:rPr>
                  </w:pP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且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满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足</w:t>
                  </w:r>
                  <w:r>
                    <w:rPr>
                      <w:rFonts w:ascii="新宋体" w:eastAsia="新宋体" w:hAnsi="新宋体" w:cs="新宋体"/>
                      <w:spacing w:val="-41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position w:val="2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position w:val="11"/>
                      <w:sz w:val="16"/>
                      <w:szCs w:val="16"/>
                    </w:rPr>
                    <w:t>2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position w:val="2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c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．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设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函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数</w:t>
                  </w:r>
                  <w:r>
                    <w:rPr>
                      <w:rFonts w:ascii="新宋体" w:eastAsia="新宋体" w:hAnsi="新宋体" w:cs="新宋体"/>
                      <w:spacing w:val="-40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position w:val="2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sz w:val="16"/>
                      <w:szCs w:val="16"/>
                    </w:rPr>
                    <w:t>1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sz w:val="16"/>
                      <w:szCs w:val="16"/>
                    </w:rPr>
                    <w:t>2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position w:val="2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16"/>
                      <w:szCs w:val="16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的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图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象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与</w:t>
                  </w:r>
                  <w:r>
                    <w:rPr>
                      <w:rFonts w:ascii="新宋体" w:eastAsia="新宋体" w:hAnsi="新宋体" w:cs="新宋体"/>
                      <w:spacing w:val="-43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2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轴的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交点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个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数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分别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为</w:t>
                  </w:r>
                  <w:r>
                    <w:rPr>
                      <w:rFonts w:ascii="新宋体" w:eastAsia="新宋体" w:hAnsi="新宋体" w:cs="新宋体"/>
                      <w:spacing w:val="-41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4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16"/>
                      <w:szCs w:val="16"/>
                    </w:rPr>
                    <w:t>1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4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sz w:val="16"/>
                      <w:szCs w:val="16"/>
                    </w:rPr>
                    <w:t>2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sz w:val="16"/>
                      <w:szCs w:val="16"/>
                    </w:rPr>
                    <w:t>3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则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下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列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说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法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一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定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 xml:space="preserve">正 </w:t>
                  </w:r>
                  <w:r>
                    <w:rPr>
                      <w:rFonts w:ascii="新宋体" w:eastAsia="新宋体" w:hAnsi="新宋体" w:cs="新宋体"/>
                      <w:w w:val="100"/>
                      <w:sz w:val="21"/>
                      <w:szCs w:val="21"/>
                    </w:rPr>
                    <w:t>确的是</w:t>
                  </w:r>
                </w:p>
              </w:txbxContent>
            </v:textbox>
          </v:shape>
        </w:pict>
      </w:r>
      <w:r>
        <w:pict>
          <v:shape id="_x0000_s1242" o:spid="_x0000_s1243" type="#_x0000_t202" style="width:17.85pt;height:13.15pt;margin-top:213.85pt;margin-left:55.6pt;mso-height-relative:page;mso-position-horizontal-relative:page;mso-position-vertical-relative:page;mso-width-relative:page;position:absolute;z-index:-251564032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47" w:lineRule="exact"/>
                    <w:ind w:right="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Times New Roman"/>
                      <w:w w:val="100"/>
                    </w:rPr>
                    <w:t>10</w:t>
                  </w:r>
                  <w:r>
                    <w:rPr>
                      <w:rFonts w:ascii="宋体"/>
                      <w:w w:val="100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243" o:spid="_x0000_s1244" type="#_x0000_t202" style="width:158pt;height:34.75pt;margin-top:276.65pt;margin-left:69.3pt;mso-height-relative:page;mso-position-horizontal-relative:page;mso-position-vertical-relative:page;mso-width-relative:page;position:absolute;z-index:-251563008" coordsize="21600,21600" filled="f" stroked="f">
            <v:stroke joinstyle="miter"/>
            <v:textbox inset="0,0,0,0">
              <w:txbxContent>
                <w:p>
                  <w:pPr>
                    <w:spacing w:before="0" w:line="255" w:lineRule="exact"/>
                    <w:ind w:left="20" w:right="0" w:firstLine="103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position w:val="2"/>
                      <w:sz w:val="21"/>
                      <w:szCs w:val="21"/>
                    </w:rPr>
                    <w:t>A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．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若</w:t>
                  </w:r>
                  <w:r>
                    <w:rPr>
                      <w:rFonts w:ascii="新宋体" w:eastAsia="新宋体" w:hAnsi="新宋体" w:cs="新宋体"/>
                      <w:spacing w:val="-53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4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16"/>
                      <w:szCs w:val="16"/>
                    </w:rPr>
                    <w:t>1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2"/>
                      <w:sz w:val="21"/>
                      <w:szCs w:val="21"/>
                    </w:rPr>
                    <w:t>2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4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16"/>
                      <w:szCs w:val="16"/>
                    </w:rPr>
                    <w:t>2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2"/>
                      <w:sz w:val="21"/>
                      <w:szCs w:val="21"/>
                    </w:rPr>
                    <w:t>2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则</w:t>
                  </w:r>
                  <w:r>
                    <w:rPr>
                      <w:rFonts w:ascii="新宋体" w:eastAsia="新宋体" w:hAnsi="新宋体" w:cs="新宋体"/>
                      <w:spacing w:val="-54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16"/>
                      <w:szCs w:val="16"/>
                    </w:rPr>
                    <w:t>3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2"/>
                      <w:sz w:val="21"/>
                      <w:szCs w:val="21"/>
                    </w:rPr>
                    <w:t>0</w:t>
                  </w:r>
                </w:p>
                <w:p>
                  <w:pPr>
                    <w:spacing w:before="122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2"/>
                      <w:sz w:val="21"/>
                      <w:szCs w:val="21"/>
                    </w:rPr>
                    <w:t>C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．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若</w:t>
                  </w:r>
                  <w:r>
                    <w:rPr>
                      <w:rFonts w:ascii="新宋体" w:eastAsia="新宋体" w:hAnsi="新宋体" w:cs="新宋体"/>
                      <w:spacing w:val="-53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4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16"/>
                      <w:szCs w:val="16"/>
                    </w:rPr>
                    <w:t>1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2"/>
                      <w:sz w:val="21"/>
                      <w:szCs w:val="21"/>
                    </w:rPr>
                    <w:t>1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4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16"/>
                      <w:szCs w:val="16"/>
                    </w:rPr>
                    <w:t>2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2"/>
                      <w:sz w:val="21"/>
                      <w:szCs w:val="21"/>
                    </w:rPr>
                    <w:t>0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，则</w:t>
                  </w:r>
                  <w:r>
                    <w:rPr>
                      <w:rFonts w:ascii="新宋体" w:eastAsia="新宋体" w:hAnsi="新宋体" w:cs="新宋体"/>
                      <w:spacing w:val="-54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16"/>
                      <w:szCs w:val="16"/>
                    </w:rPr>
                    <w:t>3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2"/>
                      <w:sz w:val="21"/>
                      <w:szCs w:val="21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44" o:spid="_x0000_s1245" type="#_x0000_t202" style="width:152.85pt;height:34.75pt;margin-top:276.65pt;margin-left:291.25pt;mso-height-relative:page;mso-position-horizontal-relative:page;mso-position-vertical-relative:page;mso-width-relative:page;position:absolute;z-index:-251561984" coordsize="21600,21600" filled="f" stroked="f">
            <v:stroke joinstyle="miter"/>
            <v:textbox inset="0,0,0,0">
              <w:txbxContent>
                <w:p>
                  <w:pPr>
                    <w:spacing w:before="0" w:line="255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2"/>
                      <w:sz w:val="21"/>
                      <w:szCs w:val="21"/>
                    </w:rPr>
                    <w:t>B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．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若</w:t>
                  </w:r>
                  <w:r>
                    <w:rPr>
                      <w:rFonts w:ascii="新宋体" w:eastAsia="新宋体" w:hAnsi="新宋体" w:cs="新宋体"/>
                      <w:spacing w:val="-52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4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16"/>
                      <w:szCs w:val="16"/>
                    </w:rPr>
                    <w:t>1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2"/>
                      <w:sz w:val="21"/>
                      <w:szCs w:val="21"/>
                    </w:rPr>
                    <w:t>0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4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16"/>
                      <w:szCs w:val="16"/>
                    </w:rPr>
                    <w:t>2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2"/>
                      <w:sz w:val="21"/>
                      <w:szCs w:val="21"/>
                    </w:rPr>
                    <w:t>2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，则</w:t>
                  </w:r>
                  <w:r>
                    <w:rPr>
                      <w:rFonts w:ascii="新宋体" w:eastAsia="新宋体" w:hAnsi="新宋体" w:cs="新宋体"/>
                      <w:spacing w:val="-55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16"/>
                      <w:szCs w:val="16"/>
                    </w:rPr>
                    <w:t>3</w:t>
                  </w:r>
                  <w:r>
                    <w:rPr>
                      <w:rFonts w:ascii="新宋体" w:eastAsia="新宋体" w:hAnsi="新宋体" w:cs="新宋体"/>
                      <w:spacing w:val="-2"/>
                      <w:w w:val="100"/>
                      <w:position w:val="2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2"/>
                      <w:sz w:val="21"/>
                      <w:szCs w:val="21"/>
                    </w:rPr>
                    <w:t>0</w:t>
                  </w:r>
                </w:p>
                <w:p>
                  <w:pPr>
                    <w:spacing w:before="122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position w:val="2"/>
                      <w:sz w:val="21"/>
                      <w:szCs w:val="21"/>
                    </w:rPr>
                    <w:t>D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．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若</w:t>
                  </w:r>
                  <w:r>
                    <w:rPr>
                      <w:rFonts w:ascii="新宋体" w:eastAsia="新宋体" w:hAnsi="新宋体" w:cs="新宋体"/>
                      <w:spacing w:val="-52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4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16"/>
                      <w:szCs w:val="16"/>
                    </w:rPr>
                    <w:t>1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2"/>
                      <w:sz w:val="21"/>
                      <w:szCs w:val="21"/>
                    </w:rPr>
                    <w:t>0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4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16"/>
                      <w:szCs w:val="16"/>
                    </w:rPr>
                    <w:t>2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2"/>
                      <w:sz w:val="21"/>
                      <w:szCs w:val="21"/>
                    </w:rPr>
                    <w:t>0</w:t>
                  </w:r>
                  <w:r>
                    <w:rPr>
                      <w:rFonts w:ascii="新宋体" w:eastAsia="新宋体" w:hAnsi="新宋体" w:cs="新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eastAsia="新宋体" w:hAnsi="新宋体" w:cs="新宋体"/>
                      <w:w w:val="100"/>
                      <w:position w:val="2"/>
                      <w:sz w:val="21"/>
                      <w:szCs w:val="21"/>
                    </w:rPr>
                    <w:t>则</w:t>
                  </w:r>
                  <w:r>
                    <w:rPr>
                      <w:rFonts w:ascii="新宋体" w:eastAsia="新宋体" w:hAnsi="新宋体" w:cs="新宋体"/>
                      <w:spacing w:val="-55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00"/>
                      <w:sz w:val="16"/>
                      <w:szCs w:val="16"/>
                    </w:rPr>
                    <w:t>3</w:t>
                  </w:r>
                  <w:r>
                    <w:rPr>
                      <w:rFonts w:ascii="新宋体" w:eastAsia="新宋体" w:hAnsi="新宋体" w:cs="新宋体"/>
                      <w:spacing w:val="-2"/>
                      <w:w w:val="100"/>
                      <w:position w:val="2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2"/>
                      <w:sz w:val="21"/>
                      <w:szCs w:val="21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45" o:spid="_x0000_s1246" type="#_x0000_t202" style="width:483.9pt;height:54.1pt;margin-top:318.15pt;margin-left:55.6pt;mso-height-relative:page;mso-position-horizontal-relative:page;mso-position-vertical-relative:page;mso-width-relative:page;position:absolute;z-index:-251560960" coordsize="21600,21600" filled="f" stroked="f">
            <v:stroke joinstyle="miter"/>
            <v:textbox inset="0,0,0,0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二、填空题：本题共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w w:val="100"/>
                      <w:sz w:val="21"/>
                      <w:szCs w:val="21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3"/>
                      <w:w w:val="100"/>
                      <w:sz w:val="21"/>
                      <w:szCs w:val="21"/>
                    </w:rPr>
                    <w:t>小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题，每小题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w w:val="100"/>
                      <w:sz w:val="21"/>
                      <w:szCs w:val="21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分，共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w w:val="100"/>
                      <w:sz w:val="21"/>
                      <w:szCs w:val="21"/>
                    </w:rPr>
                    <w:t>24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分。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99"/>
                      <w:sz w:val="21"/>
                      <w:szCs w:val="21"/>
                    </w:rPr>
                    <w:t xml:space="preserve"> </w:t>
                  </w:r>
                </w:p>
                <w:p>
                  <w:pPr>
                    <w:pStyle w:val="BodyText"/>
                    <w:tabs>
                      <w:tab w:val="left" w:pos="3172"/>
                    </w:tabs>
                    <w:spacing w:before="20" w:line="390" w:lineRule="atLeast"/>
                    <w:ind w:left="440" w:right="19" w:hanging="421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spacing w:val="-8"/>
                      <w:w w:val="100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1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.</w:t>
                  </w:r>
                  <w:r>
                    <w:rPr>
                      <w:rFonts w:ascii="宋体" w:eastAsia="宋体" w:hAnsi="宋体" w:cs="宋体"/>
                      <w:spacing w:val="-2"/>
                    </w:rPr>
                    <w:t xml:space="preserve"> </w:t>
                  </w:r>
                  <w:r>
                    <w:rPr>
                      <w:w w:val="100"/>
                    </w:rPr>
                    <w:t>被</w:t>
                  </w:r>
                  <w:r>
                    <w:rPr>
                      <w:spacing w:val="-3"/>
                      <w:w w:val="100"/>
                    </w:rPr>
                    <w:t>称</w:t>
                  </w:r>
                  <w:r>
                    <w:rPr>
                      <w:w w:val="100"/>
                    </w:rPr>
                    <w:t>为</w:t>
                  </w:r>
                  <w:r>
                    <w:rPr>
                      <w:spacing w:val="-3"/>
                      <w:w w:val="100"/>
                    </w:rPr>
                    <w:t>“</w:t>
                  </w:r>
                  <w:r>
                    <w:rPr>
                      <w:w w:val="100"/>
                    </w:rPr>
                    <w:t>大</w:t>
                  </w:r>
                  <w:r>
                    <w:rPr>
                      <w:spacing w:val="-3"/>
                      <w:w w:val="100"/>
                    </w:rPr>
                    <w:t>魔</w:t>
                  </w:r>
                  <w:r>
                    <w:rPr>
                      <w:w w:val="100"/>
                    </w:rPr>
                    <w:t>王</w:t>
                  </w:r>
                  <w:r>
                    <w:rPr>
                      <w:spacing w:val="-3"/>
                      <w:w w:val="100"/>
                    </w:rPr>
                    <w:t>”的</w:t>
                  </w:r>
                  <w:r>
                    <w:rPr>
                      <w:w w:val="100"/>
                    </w:rPr>
                    <w:t>新冠</w:t>
                  </w:r>
                  <w:r>
                    <w:rPr>
                      <w:spacing w:val="-3"/>
                      <w:w w:val="100"/>
                    </w:rPr>
                    <w:t>病</w:t>
                  </w:r>
                  <w:r>
                    <w:rPr>
                      <w:w w:val="100"/>
                    </w:rPr>
                    <w:t>毒</w:t>
                  </w:r>
                  <w:r>
                    <w:rPr>
                      <w:spacing w:val="-3"/>
                      <w:w w:val="100"/>
                    </w:rPr>
                    <w:t>变</w:t>
                  </w:r>
                  <w:r>
                    <w:rPr>
                      <w:w w:val="100"/>
                    </w:rPr>
                    <w:t>异</w:t>
                  </w:r>
                  <w:r>
                    <w:rPr>
                      <w:spacing w:val="-3"/>
                      <w:w w:val="100"/>
                    </w:rPr>
                    <w:t>株</w:t>
                  </w:r>
                  <w:r>
                    <w:rPr>
                      <w:w w:val="100"/>
                    </w:rPr>
                    <w:t>奥</w:t>
                  </w:r>
                  <w:r>
                    <w:rPr>
                      <w:spacing w:val="-3"/>
                      <w:w w:val="100"/>
                    </w:rPr>
                    <w:t>密</w:t>
                  </w:r>
                  <w:r>
                    <w:rPr>
                      <w:w w:val="100"/>
                    </w:rPr>
                    <w:t>克</w:t>
                  </w:r>
                  <w:r>
                    <w:rPr>
                      <w:spacing w:val="-3"/>
                      <w:w w:val="100"/>
                    </w:rPr>
                    <w:t>戎</w:t>
                  </w:r>
                  <w:r>
                    <w:rPr>
                      <w:w w:val="100"/>
                    </w:rPr>
                    <w:t>直径</w:t>
                  </w:r>
                  <w:r>
                    <w:rPr>
                      <w:spacing w:val="-3"/>
                      <w:w w:val="100"/>
                    </w:rPr>
                    <w:t>约</w:t>
                  </w:r>
                  <w:r>
                    <w:rPr>
                      <w:w w:val="100"/>
                    </w:rPr>
                    <w:t>为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</w:rPr>
                    <w:t>0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.00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</w:rPr>
                    <w:t>0 0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0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</w:rPr>
                    <w:t xml:space="preserve">0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12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米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spacing w:val="-1"/>
                      <w:w w:val="100"/>
                    </w:rPr>
                    <w:t>将</w:t>
                  </w:r>
                  <w:r>
                    <w:rPr>
                      <w:spacing w:val="-3"/>
                      <w:w w:val="100"/>
                    </w:rPr>
                    <w:t>数</w:t>
                  </w:r>
                  <w:r>
                    <w:rPr>
                      <w:w w:val="100"/>
                    </w:rPr>
                    <w:t>据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</w:rPr>
                    <w:t>0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.00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</w:rPr>
                    <w:t>0 0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0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</w:rPr>
                    <w:t xml:space="preserve">0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12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 xml:space="preserve">用科 </w:t>
                  </w:r>
                  <w:r>
                    <w:rPr>
                      <w:w w:val="100"/>
                    </w:rPr>
                    <w:t>学记</w:t>
                  </w:r>
                  <w:r>
                    <w:rPr>
                      <w:spacing w:val="-3"/>
                      <w:w w:val="100"/>
                    </w:rPr>
                    <w:t>数</w:t>
                  </w:r>
                  <w:r>
                    <w:rPr>
                      <w:w w:val="100"/>
                    </w:rPr>
                    <w:t>法</w:t>
                  </w:r>
                  <w:r>
                    <w:rPr>
                      <w:spacing w:val="-3"/>
                      <w:w w:val="100"/>
                    </w:rPr>
                    <w:t>表</w:t>
                  </w:r>
                  <w:r>
                    <w:rPr>
                      <w:w w:val="100"/>
                    </w:rPr>
                    <w:t>示</w:t>
                  </w:r>
                  <w:r>
                    <w:rPr>
                      <w:spacing w:val="-3"/>
                      <w:w w:val="100"/>
                    </w:rPr>
                    <w:t>为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u w:val="single" w:color="000000"/>
                    </w:rPr>
                    <w:tab/>
                  </w:r>
                  <w:r>
                    <w:rPr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246" o:spid="_x0000_s1247" type="#_x0000_t202" style="width:154.45pt;height:13.15pt;margin-top:388.45pt;margin-left:55.6pt;mso-height-relative:page;mso-position-horizontal-relative:page;mso-position-vertical-relative:page;mso-width-relative:page;position:absolute;z-index:-251559936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tabs>
                      <w:tab w:val="left" w:pos="2857"/>
                    </w:tabs>
                    <w:spacing w:line="248" w:lineRule="exact"/>
                    <w:ind w:right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12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.</w:t>
                  </w:r>
                  <w:r>
                    <w:rPr>
                      <w:rFonts w:ascii="宋体" w:eastAsia="宋体" w:hAnsi="宋体" w:cs="宋体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计</w:t>
                  </w:r>
                  <w:r>
                    <w:rPr>
                      <w:w w:val="100"/>
                    </w:rPr>
                    <w:t>算：</w:t>
                  </w:r>
                  <w:r>
                    <w:t xml:space="preserve"> </w:t>
                  </w:r>
                  <w:r>
                    <w:rPr>
                      <w:spacing w:val="-3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99"/>
                    </w:rPr>
                    <w:sym w:font="Symbol" w:char="F02D"/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spacing w:val="1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pacing w:val="7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99"/>
                    </w:rPr>
                    <w:sym w:font="Symbol" w:char="F03D"/>
                  </w:r>
                  <w:r>
                    <w:rPr>
                      <w:rFonts w:ascii="Times New Roman" w:eastAsia="Times New Roman" w:hAnsi="Times New Roman" w:cs="Times New Roman"/>
                      <w:spacing w:val="-1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u w:val="single" w:color="000000"/>
                    </w:rPr>
                    <w:tab/>
                  </w:r>
                  <w:r>
                    <w:rPr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247" o:spid="_x0000_s1248" type="#_x0000_t202" style="width:350.6pt;height:32.45pt;margin-top:408.95pt;margin-left:55.6pt;mso-height-relative:page;mso-position-horizontal-relative:page;mso-position-vertical-relative:page;mso-width-relative:page;position:absolute;z-index:-251558912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47" w:lineRule="exact"/>
                    <w:ind w:left="445" w:right="0" w:hanging="426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13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 xml:space="preserve">. </w:t>
                  </w:r>
                  <w:r>
                    <w:rPr>
                      <w:w w:val="100"/>
                    </w:rPr>
                    <w:t>随机抽取了</w:t>
                  </w:r>
                  <w:r>
                    <w:rPr>
                      <w:spacing w:val="-56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100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>
                    <w:rPr>
                      <w:w w:val="100"/>
                    </w:rPr>
                    <w:t>名学生，对他们最喜欢的套餐种类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进行</w:t>
                  </w:r>
                </w:p>
                <w:p>
                  <w:pPr>
                    <w:pStyle w:val="BodyText"/>
                    <w:spacing w:before="107" w:line="240" w:lineRule="auto"/>
                    <w:ind w:left="445" w:right="0"/>
                    <w:jc w:val="left"/>
                  </w:pPr>
                  <w:r>
                    <w:rPr>
                      <w:rFonts w:ascii="宋体" w:eastAsia="宋体" w:hAnsi="宋体" w:cs="宋体"/>
                      <w:w w:val="100"/>
                    </w:rPr>
                    <w:t>问卷</w:t>
                  </w:r>
                  <w:r>
                    <w:rPr>
                      <w:w w:val="100"/>
                    </w:rPr>
                    <w:t>调査后（每人选一种），绘制了如图的条形统计图，根据图中的信</w:t>
                  </w:r>
                </w:p>
              </w:txbxContent>
            </v:textbox>
          </v:shape>
        </w:pict>
      </w:r>
      <w:r>
        <w:pict>
          <v:shape id="_x0000_s1248" o:spid="_x0000_s1249" type="#_x0000_t202" style="width:185.85pt;height:12.6pt;margin-top:455.55pt;margin-left:76.9pt;mso-height-relative:page;mso-position-horizontal-relative:page;mso-position-vertical-relative:page;mso-width-relative:page;position:absolute;z-index:-251557888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tabs>
                      <w:tab w:val="left" w:pos="3488"/>
                    </w:tabs>
                    <w:spacing w:line="231" w:lineRule="exact"/>
                    <w:ind w:right="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w w:val="100"/>
                    </w:rPr>
                    <w:t>息，</w:t>
                  </w:r>
                  <w:r>
                    <w:rPr>
                      <w:spacing w:val="-3"/>
                      <w:w w:val="100"/>
                    </w:rPr>
                    <w:t>学</w:t>
                  </w:r>
                  <w:r>
                    <w:rPr>
                      <w:w w:val="100"/>
                    </w:rPr>
                    <w:t>生</w:t>
                  </w:r>
                  <w:r>
                    <w:rPr>
                      <w:spacing w:val="-3"/>
                      <w:w w:val="100"/>
                    </w:rPr>
                    <w:t>最</w:t>
                  </w:r>
                  <w:r>
                    <w:rPr>
                      <w:w w:val="100"/>
                    </w:rPr>
                    <w:t>喜</w:t>
                  </w:r>
                  <w:r>
                    <w:rPr>
                      <w:spacing w:val="-3"/>
                      <w:w w:val="100"/>
                    </w:rPr>
                    <w:t>欢</w:t>
                  </w:r>
                  <w:r>
                    <w:rPr>
                      <w:w w:val="100"/>
                    </w:rPr>
                    <w:t>的</w:t>
                  </w:r>
                  <w:r>
                    <w:rPr>
                      <w:spacing w:val="-3"/>
                      <w:w w:val="100"/>
                    </w:rPr>
                    <w:t>套</w:t>
                  </w:r>
                  <w:r>
                    <w:rPr>
                      <w:w w:val="100"/>
                    </w:rPr>
                    <w:t>餐</w:t>
                  </w:r>
                  <w:r>
                    <w:rPr>
                      <w:spacing w:val="-3"/>
                      <w:w w:val="100"/>
                    </w:rPr>
                    <w:t>种</w:t>
                  </w:r>
                  <w:r>
                    <w:rPr>
                      <w:w w:val="100"/>
                    </w:rPr>
                    <w:t>类是</w:t>
                  </w:r>
                  <w:r>
                    <w:rPr>
                      <w:rFonts w:ascii="宋体" w:eastAsia="宋体" w:hAnsi="宋体" w:cs="宋体"/>
                      <w:w w:val="100"/>
                      <w:u w:val="single" w:color="000000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u w:val="single" w:color="000000"/>
                    </w:rPr>
                    <w:tab/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</w:rPr>
                    <w:t>.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249" o:spid="_x0000_s1250" type="#_x0000_t202" style="width:339.75pt;height:35.2pt;margin-top:474.8pt;margin-left:55.6pt;mso-height-relative:page;mso-position-horizontal-relative:page;mso-position-vertical-relative:page;mso-width-relative:page;position:absolute;z-index:-251556864" coordsize="21600,21600" filled="f" stroked="f">
            <v:stroke joinstyle="miter"/>
            <v:textbox inset="0,0,0,0">
              <w:txbxContent>
                <w:p>
                  <w:pPr>
                    <w:spacing w:before="0" w:line="280" w:lineRule="exact"/>
                    <w:ind w:left="0" w:right="0" w:firstLine="0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14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 xml:space="preserve">.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整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式</w:t>
                  </w:r>
                  <w:r>
                    <w:rPr>
                      <w:rFonts w:ascii="宋体" w:eastAsia="宋体" w:hAnsi="宋体" w:cs="宋体"/>
                      <w:spacing w:val="-7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3"/>
                      <w:w w:val="112"/>
                      <w:sz w:val="20"/>
                      <w:szCs w:val="20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12"/>
                      <w:sz w:val="20"/>
                      <w:szCs w:val="20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12"/>
                      <w:sz w:val="20"/>
                      <w:szCs w:val="20"/>
                    </w:rPr>
                    <w:sym w:font="Symbol" w:char="F02B"/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w w:val="112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12"/>
                      <w:sz w:val="20"/>
                      <w:szCs w:val="20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的值随</w:t>
                  </w:r>
                  <w:r>
                    <w:rPr>
                      <w:rFonts w:ascii="宋体" w:eastAsia="宋体" w:hAnsi="宋体" w:cs="宋体"/>
                      <w:spacing w:val="-5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97"/>
                      <w:sz w:val="25"/>
                      <w:szCs w:val="25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1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取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值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不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同而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不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同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右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表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是当</w:t>
                  </w:r>
                  <w:r>
                    <w:rPr>
                      <w:rFonts w:ascii="宋体" w:eastAsia="宋体" w:hAnsi="宋体" w:cs="宋体"/>
                      <w:spacing w:val="-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取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不同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值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时对</w:t>
                  </w:r>
                </w:p>
                <w:p>
                  <w:pPr>
                    <w:tabs>
                      <w:tab w:val="left" w:pos="5862"/>
                    </w:tabs>
                    <w:spacing w:before="108"/>
                    <w:ind w:left="79" w:right="0" w:firstLine="0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应的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整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式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值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则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关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于</w:t>
                  </w:r>
                  <w:r>
                    <w:rPr>
                      <w:rFonts w:ascii="宋体" w:eastAsia="宋体" w:hAnsi="宋体" w:cs="宋体"/>
                      <w:spacing w:val="-5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97"/>
                      <w:sz w:val="25"/>
                      <w:szCs w:val="25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1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的方程</w:t>
                  </w:r>
                  <w:r>
                    <w:rPr>
                      <w:rFonts w:ascii="宋体" w:eastAsia="宋体" w:hAnsi="宋体" w:cs="宋体"/>
                      <w:spacing w:val="-7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15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2"/>
                      <w:w w:val="115"/>
                      <w:sz w:val="20"/>
                      <w:szCs w:val="20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15"/>
                      <w:sz w:val="20"/>
                      <w:szCs w:val="20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15"/>
                      <w:sz w:val="20"/>
                      <w:szCs w:val="20"/>
                    </w:rPr>
                    <w:sym w:font="Symbol" w:char="F02B"/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w w:val="115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15"/>
                      <w:sz w:val="20"/>
                      <w:szCs w:val="20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15"/>
                      <w:sz w:val="20"/>
                      <w:szCs w:val="20"/>
                    </w:rPr>
                    <w:sym w:font="Symbol" w:char="F03D"/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spacing w:val="1"/>
                      <w:w w:val="115"/>
                      <w:sz w:val="20"/>
                      <w:szCs w:val="20"/>
                    </w:rPr>
                    <w:sym w:font="Symbol" w:char="F02D"/>
                  </w:r>
                  <w:r>
                    <w:rPr>
                      <w:rFonts w:ascii="Times New Roman" w:eastAsia="Times New Roman" w:hAnsi="Times New Roman" w:cs="Times New Roman"/>
                      <w:w w:val="115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pacing w:val="-18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的解</w:t>
                  </w:r>
                  <w:r>
                    <w:rPr>
                      <w:rFonts w:ascii="宋体" w:eastAsia="宋体" w:hAnsi="宋体" w:cs="宋体"/>
                      <w:spacing w:val="-2"/>
                      <w:w w:val="100"/>
                      <w:sz w:val="21"/>
                      <w:szCs w:val="21"/>
                    </w:rPr>
                    <w:t>是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  <w:u w:val="single" w:color="000000"/>
                    </w:rPr>
                    <w:tab/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250" o:spid="_x0000_s1251" type="#_x0000_t202" style="width:351pt;height:33.9pt;margin-top:519.65pt;margin-left:55.6pt;mso-height-relative:page;mso-position-horizontal-relative:page;mso-position-vertical-relative:page;mso-width-relative:page;position:absolute;z-index:-251555840" coordsize="21600,21600" filled="f" stroked="f">
            <v:stroke joinstyle="miter"/>
            <v:textbox inset="0,0,0,0">
              <w:txbxContent>
                <w:p>
                  <w:pPr>
                    <w:spacing w:before="0" w:line="249" w:lineRule="exact"/>
                    <w:ind w:left="440" w:right="0" w:hanging="421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  <w:sz w:val="21"/>
                      <w:szCs w:val="21"/>
                    </w:rPr>
                    <w:t>15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如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图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所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示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eastAsia="宋体" w:hAnsi="宋体" w:cs="宋体"/>
                      <w:spacing w:val="-55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0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一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条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直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线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上</w:t>
                  </w:r>
                  <w:r>
                    <w:rPr>
                      <w:rFonts w:ascii="宋体" w:eastAsia="宋体" w:hAnsi="宋体" w:cs="宋体"/>
                      <w:spacing w:val="-1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F</w:t>
                  </w:r>
                  <w:r>
                    <w:rPr>
                      <w:rFonts w:ascii="仿宋" w:eastAsia="仿宋" w:hAnsi="仿宋" w:cs="仿宋"/>
                      <w:w w:val="99"/>
                      <w:sz w:val="22"/>
                      <w:szCs w:val="22"/>
                    </w:rPr>
                    <w:t>∥</w:t>
                  </w:r>
                  <w:r>
                    <w:rPr>
                      <w:rFonts w:ascii="仿宋" w:eastAsia="仿宋" w:hAnsi="仿宋" w:cs="仿宋"/>
                      <w:spacing w:val="-8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BC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则图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中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与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DA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F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9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相等</w:t>
                  </w:r>
                </w:p>
                <w:p>
                  <w:pPr>
                    <w:pStyle w:val="BodyText"/>
                    <w:tabs>
                      <w:tab w:val="left" w:pos="2122"/>
                    </w:tabs>
                    <w:spacing w:before="122" w:line="240" w:lineRule="auto"/>
                    <w:ind w:left="440" w:right="0"/>
                    <w:jc w:val="left"/>
                  </w:pPr>
                  <w:r>
                    <w:rPr>
                      <w:w w:val="100"/>
                    </w:rPr>
                    <w:t>的角</w:t>
                  </w:r>
                  <w:r>
                    <w:rPr>
                      <w:spacing w:val="-3"/>
                      <w:w w:val="100"/>
                    </w:rPr>
                    <w:t>是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u w:val="single" w:color="000000"/>
                    </w:rPr>
                    <w:tab/>
                  </w:r>
                  <w:r>
                    <w:rPr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251" o:spid="_x0000_s1252" type="#_x0000_t202" style="width:368.15pt;height:22.6pt;margin-top:561.15pt;margin-left:55.6pt;mso-height-relative:page;mso-position-horizontal-relative:page;mso-position-vertical-relative:page;mso-width-relative:page;position:absolute;z-index:-251554816" coordsize="21600,21600" filled="f" stroked="f">
            <v:stroke joinstyle="miter"/>
            <v:textbox inset="0,0,0,0">
              <w:txbxContent>
                <w:p>
                  <w:pPr>
                    <w:spacing w:before="0" w:line="444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2"/>
                      <w:sz w:val="21"/>
                      <w:szCs w:val="21"/>
                    </w:rPr>
                    <w:t>16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如图</w:t>
                  </w:r>
                  <w:r>
                    <w:rPr>
                      <w:rFonts w:ascii="宋体" w:eastAsia="宋体" w:hAnsi="宋体" w:cs="宋体"/>
                      <w:spacing w:val="-48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过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坐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标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原点</w:t>
                  </w:r>
                  <w:r>
                    <w:rPr>
                      <w:rFonts w:ascii="宋体" w:eastAsia="宋体" w:hAnsi="宋体" w:cs="宋体"/>
                      <w:spacing w:val="-78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94"/>
                      <w:position w:val="1"/>
                      <w:sz w:val="24"/>
                      <w:szCs w:val="24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4"/>
                      <w:position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直线</w:t>
                  </w:r>
                  <w:r>
                    <w:rPr>
                      <w:rFonts w:ascii="宋体" w:eastAsia="宋体" w:hAnsi="宋体" w:cs="宋体"/>
                      <w:spacing w:val="-5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w w:val="109"/>
                      <w:sz w:val="22"/>
                      <w:szCs w:val="22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9"/>
                      <w:sz w:val="22"/>
                      <w:szCs w:val="22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2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与两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函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数</w:t>
                  </w:r>
                  <w:r>
                    <w:rPr>
                      <w:rFonts w:ascii="宋体" w:eastAsia="宋体" w:hAnsi="宋体" w:cs="宋体"/>
                      <w:spacing w:val="-49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5"/>
                      <w:position w:val="2"/>
                      <w:sz w:val="23"/>
                      <w:szCs w:val="23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3"/>
                      <w:position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5"/>
                      <w:position w:val="2"/>
                      <w:sz w:val="23"/>
                      <w:szCs w:val="23"/>
                    </w:rPr>
                    <w:sym w:font="Symbol" w:char="F03D"/>
                  </w:r>
                  <w:r>
                    <w:rPr>
                      <w:rFonts w:ascii="Times New Roman" w:eastAsia="Times New Roman" w:hAnsi="Times New Roman" w:cs="Times New Roman"/>
                      <w:spacing w:val="-11"/>
                      <w:position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5"/>
                      <w:position w:val="17"/>
                      <w:sz w:val="23"/>
                      <w:szCs w:val="23"/>
                      <w:u w:val="single" w:color="000000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position w:val="17"/>
                      <w:sz w:val="23"/>
                      <w:szCs w:val="23"/>
                      <w:u w:val="single" w:color="000000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spacing w:val="-21"/>
                      <w:position w:val="17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76"/>
                      <w:sz w:val="31"/>
                      <w:szCs w:val="31"/>
                    </w:rPr>
                    <w:sym w:font="Symbol" w:char="F028"/>
                  </w:r>
                  <w:r>
                    <w:rPr>
                      <w:rFonts w:ascii="Times New Roman" w:eastAsia="Times New Roman" w:hAnsi="Times New Roman" w:cs="Times New Roman"/>
                      <w:spacing w:val="-47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5"/>
                      <w:position w:val="2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position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5"/>
                      <w:position w:val="2"/>
                      <w:sz w:val="23"/>
                      <w:szCs w:val="23"/>
                    </w:rPr>
                    <w:sym w:font="Symbol" w:char="F03E"/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position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1"/>
                      <w:w w:val="105"/>
                      <w:position w:val="2"/>
                      <w:sz w:val="23"/>
                      <w:szCs w:val="23"/>
                    </w:rPr>
                    <w:t>0</w:t>
                  </w:r>
                  <w:r>
                    <w:rPr>
                      <w:rFonts w:ascii="Symbol" w:eastAsia="Symbol" w:hAnsi="Symbol" w:cs="Symbol"/>
                      <w:w w:val="76"/>
                      <w:sz w:val="31"/>
                      <w:szCs w:val="31"/>
                    </w:rPr>
                    <w:sym w:font="Symbol" w:char="F029"/>
                  </w:r>
                  <w:r>
                    <w:rPr>
                      <w:rFonts w:ascii="Times New Roman" w:eastAsia="Times New Roman" w:hAnsi="Times New Roman" w:cs="Times New Roman"/>
                      <w:spacing w:val="-36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6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1"/>
                      <w:position w:val="3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2"/>
                      <w:position w:val="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1"/>
                      <w:position w:val="3"/>
                      <w:sz w:val="21"/>
                      <w:szCs w:val="21"/>
                    </w:rPr>
                    <w:sym w:font="Symbol" w:char="F03D"/>
                  </w:r>
                  <w:r>
                    <w:rPr>
                      <w:rFonts w:ascii="Times New Roman" w:eastAsia="Times New Roman" w:hAnsi="Times New Roman" w:cs="Times New Roman"/>
                      <w:spacing w:val="14"/>
                      <w:position w:val="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1"/>
                      <w:position w:val="16"/>
                      <w:sz w:val="21"/>
                      <w:szCs w:val="21"/>
                      <w:u w:val="single" w:color="00000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18"/>
                      <w:position w:val="1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75"/>
                      <w:position w:val="1"/>
                      <w:sz w:val="28"/>
                      <w:szCs w:val="28"/>
                    </w:rPr>
                    <w:sym w:font="Symbol" w:char="F028"/>
                  </w:r>
                  <w:r>
                    <w:rPr>
                      <w:rFonts w:ascii="Times New Roman" w:eastAsia="Times New Roman" w:hAnsi="Times New Roman" w:cs="Times New Roman"/>
                      <w:spacing w:val="-44"/>
                      <w:position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1"/>
                      <w:position w:val="3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5"/>
                      <w:position w:val="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1"/>
                      <w:position w:val="3"/>
                      <w:sz w:val="21"/>
                      <w:szCs w:val="21"/>
                    </w:rPr>
                    <w:sym w:font="Symbol" w:char="F03C"/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position w:val="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9"/>
                      <w:w w:val="101"/>
                      <w:position w:val="3"/>
                      <w:sz w:val="21"/>
                      <w:szCs w:val="21"/>
                    </w:rPr>
                    <w:t>0</w:t>
                  </w:r>
                  <w:r>
                    <w:rPr>
                      <w:rFonts w:ascii="Symbol" w:eastAsia="Symbol" w:hAnsi="Symbol" w:cs="Symbol"/>
                      <w:w w:val="75"/>
                      <w:position w:val="1"/>
                      <w:sz w:val="28"/>
                      <w:szCs w:val="28"/>
                    </w:rPr>
                    <w:sym w:font="Symbol" w:char="F029"/>
                  </w:r>
                  <w:r>
                    <w:rPr>
                      <w:rFonts w:ascii="Times New Roman" w:eastAsia="Times New Roman" w:hAnsi="Times New Roman" w:cs="Times New Roman"/>
                      <w:spacing w:val="-21"/>
                      <w:position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的图</w:t>
                  </w:r>
                </w:p>
              </w:txbxContent>
            </v:textbox>
          </v:shape>
        </w:pict>
      </w:r>
      <w:r>
        <w:pict>
          <v:shape id="_x0000_s1252" o:spid="_x0000_s1253" type="#_x0000_t202" style="width:7.35pt;height:13.8pt;margin-top:577.8pt;margin-left:288.7pt;mso-height-relative:page;mso-position-horizontal-relative:page;mso-position-vertical-relative:page;mso-width-relative:page;position:absolute;z-index:-251553792" coordsize="21600,21600" filled="f" stroked="f">
            <v:stroke joinstyle="miter"/>
            <v:textbox inset="0,0,0,0">
              <w:txbxContent>
                <w:p>
                  <w:pPr>
                    <w:spacing w:before="0" w:line="259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/>
                      <w:i/>
                      <w:w w:val="105"/>
                      <w:sz w:val="23"/>
                    </w:rPr>
                    <w:t>x</w:t>
                  </w:r>
                </w:p>
              </w:txbxContent>
            </v:textbox>
          </v:shape>
        </w:pict>
      </w:r>
      <w:r>
        <w:pict>
          <v:shape id="_x0000_s1253" o:spid="_x0000_s1254" type="#_x0000_t202" style="width:6.7pt;height:12.7pt;margin-top:577.5pt;margin-left:362.15pt;mso-height-relative:page;mso-position-horizontal-relative:page;mso-position-vertical-relative:page;mso-width-relative:page;position:absolute;z-index:-251552768" coordsize="21600,21600" filled="f" stroked="f">
            <v:stroke joinstyle="miter"/>
            <v:textbox inset="0,0,0,0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i/>
                      <w:w w:val="101"/>
                      <w:sz w:val="21"/>
                    </w:rPr>
                    <w:t>x</w:t>
                  </w:r>
                </w:p>
              </w:txbxContent>
            </v:textbox>
          </v:shape>
        </w:pict>
      </w:r>
      <w:r>
        <w:pict>
          <v:shape id="_x0000_s1254" o:spid="_x0000_s1255" type="#_x0000_t202" style="width:402.5pt;height:15.85pt;margin-top:589.15pt;margin-left:76.65pt;mso-height-relative:page;mso-position-horizontal-relative:page;mso-position-vertical-relative:page;mso-width-relative:page;position:absolute;z-index:-251551744" coordsize="21600,21600" filled="f" stroked="f">
            <v:stroke joinstyle="miter"/>
            <v:textbox inset="0,0,0,0">
              <w:txbxContent>
                <w:p>
                  <w:pPr>
                    <w:spacing w:before="0" w:line="301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象分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别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交于</w:t>
                  </w:r>
                  <w:r>
                    <w:rPr>
                      <w:rFonts w:ascii="宋体" w:eastAsia="宋体" w:hAnsi="宋体" w:cs="宋体"/>
                      <w:spacing w:val="-5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2"/>
                      <w:sz w:val="22"/>
                      <w:szCs w:val="22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spacing w:val="-6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6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两点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作</w:t>
                  </w:r>
                  <w:r>
                    <w:rPr>
                      <w:rFonts w:ascii="宋体" w:eastAsia="宋体" w:hAnsi="宋体" w:cs="宋体"/>
                      <w:spacing w:val="-55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H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⊥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i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轴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于</w:t>
                  </w:r>
                  <w:r>
                    <w:rPr>
                      <w:rFonts w:ascii="宋体" w:eastAsia="宋体" w:hAnsi="宋体" w:cs="宋体"/>
                      <w:spacing w:val="-55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H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连接</w:t>
                  </w:r>
                  <w:r>
                    <w:rPr>
                      <w:rFonts w:ascii="宋体" w:eastAsia="宋体" w:hAnsi="宋体" w:cs="宋体"/>
                      <w:spacing w:val="-55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H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交</w:t>
                  </w:r>
                  <w:r>
                    <w:rPr>
                      <w:rFonts w:ascii="宋体" w:eastAsia="宋体" w:hAnsi="宋体" w:cs="宋体"/>
                      <w:spacing w:val="-6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92"/>
                      <w:position w:val="3"/>
                      <w:sz w:val="25"/>
                      <w:szCs w:val="25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2"/>
                      <w:position w:val="3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轴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于点</w:t>
                  </w:r>
                  <w:r>
                    <w:rPr>
                      <w:rFonts w:ascii="宋体" w:eastAsia="宋体" w:hAnsi="宋体" w:cs="宋体"/>
                      <w:spacing w:val="-55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现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给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出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以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下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结论：</w:t>
                  </w:r>
                </w:p>
              </w:txbxContent>
            </v:textbox>
          </v:shape>
        </w:pict>
      </w:r>
      <w:r>
        <w:pict>
          <v:shape id="_x0000_s1255" o:spid="_x0000_s1256" type="#_x0000_t202" style="width:39.55pt;height:16pt;margin-top:605.7pt;margin-left:76.65pt;mso-height-relative:page;mso-position-horizontal-relative:page;mso-position-vertical-relative:page;mso-width-relative:page;position:absolute;z-index:-251550720" coordsize="21600,21600" filled="f" stroked="f">
            <v:stroke joinstyle="miter"/>
            <v:textbox inset="0,0,0,0">
              <w:txbxContent>
                <w:p>
                  <w:pPr>
                    <w:spacing w:before="0" w:line="301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position w:val="4"/>
                      <w:sz w:val="21"/>
                      <w:szCs w:val="21"/>
                    </w:rPr>
                    <w:t>①</w:t>
                  </w:r>
                  <w:r>
                    <w:rPr>
                      <w:rFonts w:ascii="宋体" w:eastAsia="宋体" w:hAnsi="宋体" w:cs="宋体"/>
                      <w:spacing w:val="-64"/>
                      <w:position w:val="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6"/>
                      <w:w w:val="105"/>
                      <w:position w:val="6"/>
                      <w:sz w:val="23"/>
                      <w:szCs w:val="23"/>
                    </w:rPr>
                    <w:t>S</w:t>
                  </w:r>
                  <w:r>
                    <w:rPr>
                      <w:rFonts w:ascii="Symbol" w:eastAsia="Symbol" w:hAnsi="Symbol" w:cs="Symbol"/>
                      <w:spacing w:val="-2"/>
                      <w:w w:val="107"/>
                      <w:sz w:val="13"/>
                      <w:szCs w:val="13"/>
                    </w:rPr>
                    <w:sym w:font="Symbol" w:char="F044"/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7"/>
                      <w:sz w:val="13"/>
                      <w:szCs w:val="13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7"/>
                      <w:sz w:val="13"/>
                      <w:szCs w:val="13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7"/>
                      <w:sz w:val="13"/>
                      <w:szCs w:val="13"/>
                    </w:rPr>
                    <w:t>H</w:t>
                  </w:r>
                </w:p>
              </w:txbxContent>
            </v:textbox>
          </v:shape>
        </w:pict>
      </w:r>
      <w:r>
        <w:pict>
          <v:shape id="_x0000_s1256" o:spid="_x0000_s1257" type="#_x0000_t202" style="width:30.05pt;height:14.2pt;margin-top:605.5pt;margin-left:119.1pt;mso-height-relative:page;mso-position-horizontal-relative:page;mso-position-vertical-relative:page;mso-width-relative:page;position:absolute;z-index:-251549696" coordsize="21600,21600" filled="f" stroked="f">
            <v:stroke joinstyle="miter"/>
            <v:textbox inset="0,0,0,0">
              <w:txbxContent>
                <w:p>
                  <w:pPr>
                    <w:spacing w:before="0" w:line="265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Symbol" w:eastAsia="Symbol" w:hAnsi="Symbol" w:cs="Symbol"/>
                      <w:w w:val="105"/>
                      <w:position w:val="2"/>
                      <w:sz w:val="23"/>
                      <w:szCs w:val="23"/>
                    </w:rPr>
                    <w:sym w:font="Symbol" w:char="F03D"/>
                  </w:r>
                  <w:r>
                    <w:rPr>
                      <w:rFonts w:ascii="Times New Roman" w:eastAsia="Times New Roman" w:hAnsi="Times New Roman" w:cs="Times New Roman"/>
                      <w:spacing w:val="-10"/>
                      <w:position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position w:val="2"/>
                      <w:sz w:val="23"/>
                      <w:szCs w:val="23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spacing w:val="-10"/>
                      <w:position w:val="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；</w:t>
                  </w:r>
                </w:p>
              </w:txbxContent>
            </v:textbox>
          </v:shape>
        </w:pict>
      </w:r>
      <w:r>
        <w:pict>
          <v:shape id="_x0000_s1257" o:spid="_x0000_s1258" type="#_x0000_t202" style="width:62.1pt;height:30.5pt;margin-top:631.35pt;margin-left:76.65pt;mso-height-relative:page;mso-position-horizontal-relative:page;mso-position-vertical-relative:page;mso-width-relative:page;position:absolute;z-index:-251548672" coordsize="21600,21600" filled="f" stroked="f">
            <v:stroke joinstyle="miter"/>
            <v:textbox inset="0,0,0,0">
              <w:txbxContent>
                <w:p>
                  <w:pPr>
                    <w:spacing w:before="0" w:line="190" w:lineRule="exact"/>
                    <w:ind w:left="286" w:right="0" w:firstLine="0"/>
                    <w:jc w:val="left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/>
                      <w:i/>
                      <w:spacing w:val="-1"/>
                      <w:w w:val="104"/>
                      <w:sz w:val="23"/>
                      <w:u w:val="single" w:color="000000"/>
                    </w:rPr>
                    <w:t>OA</w:t>
                  </w:r>
                </w:p>
                <w:p>
                  <w:pPr>
                    <w:tabs>
                      <w:tab w:val="left" w:pos="680"/>
                    </w:tabs>
                    <w:spacing w:before="0" w:line="177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②</w:t>
                  </w:r>
                  <w:r>
                    <w:rPr>
                      <w:rFonts w:ascii="宋体" w:eastAsia="宋体" w:hAnsi="宋体" w:cs="宋体"/>
                      <w:sz w:val="21"/>
                      <w:szCs w:val="21"/>
                    </w:rPr>
                    <w:tab/>
                  </w:r>
                  <w:r>
                    <w:rPr>
                      <w:rFonts w:ascii="Symbol" w:eastAsia="Symbol" w:hAnsi="Symbol" w:cs="Symbol"/>
                      <w:w w:val="104"/>
                      <w:position w:val="1"/>
                      <w:sz w:val="23"/>
                      <w:szCs w:val="23"/>
                    </w:rPr>
                    <w:sym w:font="Symbol" w:char="F03D"/>
                  </w:r>
                  <w:r>
                    <w:rPr>
                      <w:rFonts w:ascii="Times New Roman" w:eastAsia="Times New Roman" w:hAnsi="Times New Roman" w:cs="Times New Roman"/>
                      <w:spacing w:val="-10"/>
                      <w:position w:val="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4"/>
                      <w:position w:val="1"/>
                      <w:sz w:val="23"/>
                      <w:szCs w:val="23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pacing w:val="-29"/>
                      <w:position w:val="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；</w:t>
                  </w:r>
                </w:p>
                <w:p>
                  <w:pPr>
                    <w:spacing w:before="0" w:line="225" w:lineRule="exact"/>
                    <w:ind w:left="280" w:right="0" w:firstLine="0"/>
                    <w:jc w:val="left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/>
                      <w:i/>
                      <w:spacing w:val="-1"/>
                      <w:w w:val="104"/>
                      <w:sz w:val="23"/>
                    </w:rPr>
                    <w:t>OB</w:t>
                  </w:r>
                </w:p>
              </w:txbxContent>
            </v:textbox>
          </v:shape>
        </w:pict>
      </w:r>
      <w:r>
        <w:pict>
          <v:shape id="_x0000_s1258" o:spid="_x0000_s1259" type="#_x0000_t202" style="width:40.05pt;height:14.2pt;margin-top:670.25pt;margin-left:90.4pt;mso-height-relative:page;mso-position-horizontal-relative:page;mso-position-vertical-relative:page;mso-width-relative:page;position:absolute;z-index:-251547648" coordsize="21600,21600" filled="f" stroked="f">
            <v:stroke joinstyle="miter"/>
            <v:textbox inset="0,0,0,0">
              <w:txbxContent>
                <w:p>
                  <w:pPr>
                    <w:tabs>
                      <w:tab w:val="left" w:pos="659"/>
                    </w:tabs>
                    <w:spacing w:before="0" w:line="268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i/>
                      <w:spacing w:val="-1"/>
                      <w:w w:val="101"/>
                      <w:sz w:val="24"/>
                    </w:rPr>
                    <w:t>O</w:t>
                  </w:r>
                  <w:r>
                    <w:rPr>
                      <w:rFonts w:ascii="Times New Roman"/>
                      <w:i/>
                      <w:w w:val="101"/>
                      <w:sz w:val="24"/>
                    </w:rPr>
                    <w:t>C</w:t>
                  </w:r>
                  <w:r>
                    <w:rPr>
                      <w:rFonts w:ascii="Times New Roman"/>
                      <w:i/>
                      <w:sz w:val="24"/>
                    </w:rPr>
                    <w:tab/>
                  </w:r>
                  <w:r>
                    <w:rPr>
                      <w:rFonts w:ascii="Times New Roman"/>
                      <w:w w:val="101"/>
                      <w:sz w:val="24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259" o:spid="_x0000_s1260" type="#_x0000_t202" style="width:30.65pt;height:14.2pt;margin-top:677.7pt;margin-left:112.5pt;mso-height-relative:page;mso-position-horizontal-relative:page;mso-position-vertical-relative:page;mso-width-relative:page;position:absolute;z-index:-251546624" coordsize="21600,21600" filled="f" stroked="f">
            <v:stroke joinstyle="miter"/>
            <v:textbox inset="0,0,0,0">
              <w:txbxContent>
                <w:p>
                  <w:pPr>
                    <w:tabs>
                      <w:tab w:val="left" w:pos="382"/>
                    </w:tabs>
                    <w:spacing w:before="0" w:line="268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Symbol" w:eastAsia="Symbol" w:hAnsi="Symbol" w:cs="Symbol"/>
                      <w:w w:val="101"/>
                      <w:position w:val="1"/>
                      <w:sz w:val="24"/>
                      <w:szCs w:val="24"/>
                    </w:rPr>
                    <w:sym w:font="Symbol" w:char="F03D"/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  <w:sz w:val="24"/>
                      <w:szCs w:val="24"/>
                    </w:rPr>
                    <w:tab/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；</w:t>
                  </w:r>
                </w:p>
              </w:txbxContent>
            </v:textbox>
          </v:shape>
        </w:pict>
      </w:r>
      <w:r>
        <w:pict>
          <v:shape id="_x0000_s1260" o:spid="_x0000_s1261" type="#_x0000_t202" style="width:12.55pt;height:12.6pt;margin-top:678.9pt;margin-left:76.65pt;mso-height-relative:page;mso-position-horizontal-relative:page;mso-position-vertical-relative:page;mso-width-relative:page;position:absolute;z-index:-251545600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1" w:lineRule="exact"/>
                    <w:ind w:right="0"/>
                    <w:jc w:val="left"/>
                  </w:pPr>
                  <w:r>
                    <w:rPr>
                      <w:w w:val="100"/>
                    </w:rPr>
                    <w:t>③</w:t>
                  </w:r>
                </w:p>
              </w:txbxContent>
            </v:textbox>
          </v:shape>
        </w:pict>
      </w:r>
      <w:r>
        <w:pict>
          <v:shape id="_x0000_s1261" o:spid="_x0000_s1262" type="#_x0000_t202" style="width:39.65pt;height:14.2pt;margin-top:687.45pt;margin-left:91pt;mso-height-relative:page;mso-position-horizontal-relative:page;mso-position-vertical-relative:page;mso-width-relative:page;position:absolute;z-index:-251544576" coordsize="21600,21600" filled="f" stroked="f">
            <v:stroke joinstyle="miter"/>
            <v:textbox inset="0,0,0,0">
              <w:txbxContent>
                <w:p>
                  <w:pPr>
                    <w:tabs>
                      <w:tab w:val="left" w:pos="651"/>
                    </w:tabs>
                    <w:spacing w:before="0" w:line="268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i/>
                      <w:w w:val="101"/>
                      <w:sz w:val="24"/>
                    </w:rPr>
                    <w:t>AH</w:t>
                  </w:r>
                  <w:r>
                    <w:rPr>
                      <w:rFonts w:ascii="Times New Roman"/>
                      <w:i/>
                      <w:sz w:val="24"/>
                    </w:rPr>
                    <w:tab/>
                  </w:r>
                  <w:r>
                    <w:rPr>
                      <w:rFonts w:ascii="Times New Roman"/>
                      <w:w w:val="101"/>
                      <w:sz w:val="24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1262" o:spid="_x0000_s1263" type="#_x0000_t202" style="width:8pt;height:31.4pt;margin-top:709.85pt;margin-left:135.55pt;mso-height-relative:page;mso-position-horizontal-relative:page;mso-position-vertical-relative:page;mso-width-relative:page;position:absolute;z-index:-251543552" coordsize="21600,21600" filled="f" stroked="f">
            <v:stroke joinstyle="miter"/>
            <v:textbox inset="0,0,0,0">
              <w:txbxContent>
                <w:p>
                  <w:pPr>
                    <w:spacing w:before="0" w:line="268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w w:val="100"/>
                      <w:sz w:val="24"/>
                    </w:rPr>
                    <w:t>3</w:t>
                  </w:r>
                </w:p>
                <w:p>
                  <w:pPr>
                    <w:spacing w:before="68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w w:val="100"/>
                      <w:sz w:val="24"/>
                    </w:rPr>
                    <w:t>4</w:t>
                  </w:r>
                </w:p>
              </w:txbxContent>
            </v:textbox>
          </v:shape>
        </w:pict>
      </w:r>
      <w:r>
        <w:pict>
          <v:shape id="_x0000_s1263" o:spid="_x0000_s1264" type="#_x0000_t202" style="width:8.55pt;height:14.2pt;margin-top:717.3pt;margin-left:125.35pt;mso-height-relative:page;mso-position-horizontal-relative:page;mso-position-vertical-relative:page;mso-width-relative:page;position:absolute;z-index:-251542528" coordsize="21600,21600" filled="f" stroked="f">
            <v:stroke joinstyle="miter"/>
            <v:textbox inset="0,0,0,0">
              <w:txbxContent>
                <w:p>
                  <w:pPr>
                    <w:spacing w:before="0" w:line="272" w:lineRule="exact"/>
                    <w:ind w:left="20" w:right="0" w:firstLine="0"/>
                    <w:jc w:val="left"/>
                    <w:rPr>
                      <w:rFonts w:ascii="Symbol" w:eastAsia="Symbol" w:hAnsi="Symbol" w:cs="Symbol"/>
                      <w:sz w:val="24"/>
                      <w:szCs w:val="24"/>
                    </w:rPr>
                  </w:pPr>
                  <w:r>
                    <w:rPr>
                      <w:rFonts w:ascii="Symbol" w:eastAsia="Symbol" w:hAnsi="Symbol" w:cs="Symbol"/>
                      <w:w w:val="100"/>
                      <w:sz w:val="24"/>
                      <w:szCs w:val="24"/>
                    </w:rPr>
                    <w:sym w:font="Symbol" w:char="F03D"/>
                  </w:r>
                </w:p>
              </w:txbxContent>
            </v:textbox>
          </v:shape>
        </w:pict>
      </w:r>
      <w:r>
        <w:pict>
          <v:shape id="_x0000_s1264" o:spid="_x0000_s1265" type="#_x0000_t202" style="width:20.4pt;height:14.2pt;margin-top:717.5pt;margin-left:81.9pt;mso-height-relative:page;mso-position-horizontal-relative:page;mso-position-vertical-relative:page;mso-width-relative:page;position:absolute;z-index:-251541504" coordsize="21600,21600" filled="f" stroked="f">
            <v:stroke joinstyle="miter"/>
            <v:textbox inset="0,0,0,0">
              <w:txbxContent>
                <w:p>
                  <w:pPr>
                    <w:spacing w:before="0" w:line="263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④</w:t>
                  </w:r>
                  <w:r>
                    <w:rPr>
                      <w:rFonts w:ascii="宋体" w:eastAsia="宋体" w:hAnsi="宋体" w:cs="宋体"/>
                      <w:spacing w:val="-6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4"/>
                      <w:szCs w:val="24"/>
                    </w:rPr>
                    <w:t>S</w:t>
                  </w:r>
                </w:p>
              </w:txbxContent>
            </v:textbox>
          </v:shape>
        </w:pict>
      </w:r>
      <w:r>
        <w:pict>
          <v:shape id="_x0000_s1265" o:spid="_x0000_s1266" type="#_x0000_t202" style="width:12.55pt;height:12.6pt;margin-top:718.5pt;margin-left:144.8pt;mso-height-relative:page;mso-position-horizontal-relative:page;mso-position-vertical-relative:page;mso-width-relative:page;position:absolute;z-index:-251540480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1" w:lineRule="exact"/>
                    <w:ind w:right="0"/>
                    <w:jc w:val="left"/>
                  </w:pPr>
                  <w:r>
                    <w:rPr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266" o:spid="_x0000_s1267" type="#_x0000_t202" style="width:22.85pt;height:9.15pt;margin-top:724.7pt;margin-left:100.15pt;mso-height-relative:page;mso-position-horizontal-relative:page;mso-position-vertical-relative:page;mso-width-relative:page;position:absolute;z-index:-251539456" coordsize="21600,21600" filled="f" stroked="f">
            <v:stroke joinstyle="miter"/>
            <v:textbox inset="0,0,0,0">
              <w:txbxContent>
                <w:p>
                  <w:pPr>
                    <w:spacing w:before="0" w:line="169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Malgun Gothic" w:eastAsia="Malgun Gothic" w:hAnsi="Malgun Gothic" w:cs="Malgun Gothic"/>
                      <w:spacing w:val="5"/>
                      <w:w w:val="99"/>
                      <w:sz w:val="14"/>
                      <w:szCs w:val="14"/>
                    </w:rPr>
                    <w:t>△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99"/>
                      <w:sz w:val="14"/>
                      <w:szCs w:val="14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99"/>
                      <w:sz w:val="14"/>
                      <w:szCs w:val="14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99"/>
                      <w:sz w:val="14"/>
                      <w:szCs w:val="14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267" o:spid="_x0000_s1268" type="#_x0000_t202" style="width:312pt;height:12.6pt;margin-top:749.25pt;margin-left:76.65pt;mso-height-relative:page;mso-position-horizontal-relative:page;mso-position-vertical-relative:page;mso-width-relative:page;position:absolute;z-index:-251538432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tabs>
                      <w:tab w:val="left" w:pos="3277"/>
                    </w:tabs>
                    <w:spacing w:line="231" w:lineRule="exact"/>
                    <w:ind w:right="0"/>
                    <w:jc w:val="left"/>
                  </w:pPr>
                  <w:r>
                    <w:rPr>
                      <w:w w:val="100"/>
                    </w:rPr>
                    <w:t>其中</w:t>
                  </w:r>
                  <w:r>
                    <w:rPr>
                      <w:spacing w:val="-3"/>
                      <w:w w:val="100"/>
                    </w:rPr>
                    <w:t>正</w:t>
                  </w:r>
                  <w:r>
                    <w:rPr>
                      <w:w w:val="100"/>
                    </w:rPr>
                    <w:t>确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color w:val="FF0000"/>
                      <w:w w:val="100"/>
                    </w:rPr>
                    <w:t>结</w:t>
                  </w:r>
                  <w:r>
                    <w:rPr>
                      <w:color w:val="FF0000"/>
                      <w:spacing w:val="-3"/>
                      <w:w w:val="100"/>
                    </w:rPr>
                    <w:t>论</w:t>
                  </w:r>
                  <w:r>
                    <w:rPr>
                      <w:w w:val="100"/>
                    </w:rPr>
                    <w:t>是</w:t>
                  </w:r>
                  <w:r>
                    <w:rPr>
                      <w:rFonts w:ascii="宋体" w:eastAsia="宋体" w:hAnsi="宋体" w:cs="宋体"/>
                      <w:w w:val="100"/>
                      <w:u w:val="single" w:color="000000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u w:val="single" w:color="000000"/>
                    </w:rPr>
                    <w:tab/>
                  </w:r>
                  <w:r>
                    <w:rPr>
                      <w:rFonts w:ascii="宋体" w:eastAsia="宋体" w:hAnsi="宋体" w:cs="宋体"/>
                      <w:w w:val="100"/>
                      <w:u w:val="single" w:color="000000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</w:rPr>
                    <w:t>.</w:t>
                  </w:r>
                  <w:r>
                    <w:rPr>
                      <w:w w:val="100"/>
                    </w:rPr>
                    <w:t>（</w:t>
                  </w:r>
                  <w:r>
                    <w:rPr>
                      <w:spacing w:val="-3"/>
                      <w:w w:val="100"/>
                    </w:rPr>
                    <w:t>写</w:t>
                  </w:r>
                  <w:r>
                    <w:rPr>
                      <w:w w:val="100"/>
                    </w:rPr>
                    <w:t>出</w:t>
                  </w:r>
                  <w:r>
                    <w:rPr>
                      <w:spacing w:val="-3"/>
                      <w:w w:val="100"/>
                    </w:rPr>
                    <w:t>所</w:t>
                  </w:r>
                  <w:r>
                    <w:rPr>
                      <w:w w:val="100"/>
                    </w:rPr>
                    <w:t>有</w:t>
                  </w:r>
                  <w:r>
                    <w:rPr>
                      <w:spacing w:val="-3"/>
                      <w:w w:val="100"/>
                    </w:rPr>
                    <w:t>正</w:t>
                  </w:r>
                  <w:r>
                    <w:rPr>
                      <w:w w:val="100"/>
                    </w:rPr>
                    <w:t>确结</w:t>
                  </w:r>
                  <w:r>
                    <w:rPr>
                      <w:spacing w:val="-3"/>
                      <w:w w:val="100"/>
                    </w:rPr>
                    <w:t>论</w:t>
                  </w:r>
                  <w:r>
                    <w:rPr>
                      <w:w w:val="100"/>
                    </w:rPr>
                    <w:t>的</w:t>
                  </w:r>
                  <w:r>
                    <w:rPr>
                      <w:spacing w:val="-3"/>
                      <w:w w:val="100"/>
                    </w:rPr>
                    <w:t>序</w:t>
                  </w:r>
                  <w:r>
                    <w:rPr>
                      <w:w w:val="100"/>
                    </w:rPr>
                    <w:t>号）</w:t>
                  </w:r>
                </w:p>
              </w:txbxContent>
            </v:textbox>
          </v:shape>
        </w:pict>
      </w:r>
      <w:r>
        <w:pict>
          <v:shape id="_x0000_s1268" o:spid="_x0000_s1269" type="#_x0000_t202" style="width:43.15pt;height:21.25pt;margin-top:461.2pt;margin-left:403.35pt;mso-height-relative:page;mso-position-horizontal-relative:page;mso-position-vertical-relative:page;mso-width-relative:page;position:absolute;z-index:-251537408" coordsize="21600,21600" filled="f" stroked="f">
            <v:stroke joinstyle="miter"/>
            <v:textbox inset="0,0,0,0">
              <w:txbxContent>
                <w:p>
                  <w:pPr>
                    <w:spacing w:before="0"/>
                    <w:ind w:left="6" w:right="0" w:firstLine="0"/>
                    <w:jc w:val="center"/>
                    <w:rPr>
                      <w:rFonts w:ascii="Times New Roman" w:eastAsia="Times New Roman" w:hAnsi="Times New Roman" w:cs="Times New Roman"/>
                      <w:sz w:val="25"/>
                      <w:szCs w:val="25"/>
                    </w:rPr>
                  </w:pPr>
                  <w:r>
                    <w:rPr>
                      <w:rFonts w:ascii="Times New Roman"/>
                      <w:i/>
                      <w:w w:val="97"/>
                      <w:sz w:val="25"/>
                    </w:rPr>
                    <w:t>x</w:t>
                  </w:r>
                </w:p>
              </w:txbxContent>
            </v:textbox>
          </v:shape>
        </w:pict>
      </w:r>
      <w:r>
        <w:pict>
          <v:shape id="_x0000_s1269" o:spid="_x0000_s1270" type="#_x0000_t202" style="width:18.75pt;height:21.25pt;margin-top:461.2pt;margin-left:446.5pt;mso-height-relative:page;mso-position-horizontal-relative:page;mso-position-vertical-relative:page;mso-width-relative:page;position:absolute;z-index:-251536384" coordsize="21600,21600" filled="f" stroked="f">
            <v:stroke joinstyle="miter"/>
            <v:textbox inset="0,0,0,0">
              <w:txbxContent>
                <w:p>
                  <w:pPr>
                    <w:spacing w:before="31"/>
                    <w:ind w:left="65" w:right="0" w:firstLine="0"/>
                    <w:jc w:val="left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Symbol" w:eastAsia="Symbol" w:hAnsi="Symbol" w:cs="Symbol"/>
                      <w:spacing w:val="1"/>
                      <w:w w:val="99"/>
                      <w:sz w:val="23"/>
                      <w:szCs w:val="23"/>
                    </w:rPr>
                    <w:sym w:font="Symbol" w:char="F02D"/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3"/>
                      <w:szCs w:val="23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270" o:spid="_x0000_s1271" type="#_x0000_t202" style="width:18.75pt;height:21.25pt;margin-top:461.2pt;margin-left:465.2pt;mso-height-relative:page;mso-position-horizontal-relative:page;mso-position-vertical-relative:page;mso-width-relative:page;position:absolute;z-index:-251535360" coordsize="21600,21600" filled="f" stroked="f">
            <v:stroke joinstyle="miter"/>
            <v:textbox inset="0,0,0,0">
              <w:txbxContent>
                <w:p>
                  <w:pPr>
                    <w:spacing w:before="31"/>
                    <w:ind w:left="65" w:right="0" w:firstLine="0"/>
                    <w:jc w:val="left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Symbol" w:eastAsia="Symbol" w:hAnsi="Symbol" w:cs="Symbol"/>
                      <w:spacing w:val="1"/>
                      <w:w w:val="98"/>
                      <w:sz w:val="23"/>
                      <w:szCs w:val="23"/>
                    </w:rPr>
                    <w:sym w:font="Symbol" w:char="F02D"/>
                  </w:r>
                  <w:r>
                    <w:rPr>
                      <w:rFonts w:ascii="Times New Roman" w:eastAsia="Times New Roman" w:hAnsi="Times New Roman" w:cs="Times New Roman"/>
                      <w:w w:val="98"/>
                      <w:sz w:val="23"/>
                      <w:szCs w:val="23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271" o:spid="_x0000_s1272" type="#_x0000_t202" style="width:18.85pt;height:21.25pt;margin-top:461.2pt;margin-left:483.9pt;mso-height-relative:page;mso-position-horizontal-relative:page;mso-position-vertical-relative:page;mso-width-relative:page;position:absolute;z-index:-251534336" coordsize="21600,21600" filled="f" stroked="f">
            <v:stroke joinstyle="miter"/>
            <v:textbox inset="0,0,0,0">
              <w:txbxContent>
                <w:p>
                  <w:pPr>
                    <w:spacing w:before="31"/>
                    <w:ind w:left="0" w:right="4" w:firstLin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w w:val="93"/>
                      <w:sz w:val="24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72" o:spid="_x0000_s1273" type="#_x0000_t202" style="width:18.75pt;height:21.25pt;margin-top:461.2pt;margin-left:502.75pt;mso-height-relative:page;mso-position-horizontal-relative:page;mso-position-vertical-relative:page;mso-width-relative:page;position:absolute;z-index:-251533312" coordsize="21600,21600" filled="f" stroked="f">
            <v:stroke joinstyle="miter"/>
            <v:textbox inset="0,0,0,0">
              <w:txbxContent>
                <w:p>
                  <w:pPr>
                    <w:spacing w:before="47"/>
                    <w:ind w:left="118" w:right="0" w:firstLine="0"/>
                    <w:jc w:val="left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/>
                      <w:w w:val="96"/>
                      <w:sz w:val="23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273" o:spid="_x0000_s1274" type="#_x0000_t202" style="width:18.75pt;height:21.25pt;margin-top:461.2pt;margin-left:521.5pt;mso-height-relative:page;mso-position-horizontal-relative:page;mso-position-vertical-relative:page;mso-width-relative:page;position:absolute;z-index:-251532288" coordsize="21600,21600" filled="f" stroked="f">
            <v:stroke joinstyle="miter"/>
            <v:textbox inset="0,0,0,0">
              <w:txbxContent>
                <w:p>
                  <w:pPr>
                    <w:spacing w:before="48"/>
                    <w:ind w:left="119" w:right="0" w:firstLine="0"/>
                    <w:jc w:val="left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/>
                      <w:w w:val="97"/>
                      <w:sz w:val="23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274" o:spid="_x0000_s1275" type="#_x0000_t202" style="width:43.15pt;height:21.4pt;margin-top:482.45pt;margin-left:403.35pt;mso-height-relative:page;mso-position-horizontal-relative:page;mso-position-vertical-relative:page;mso-width-relative:page;position:absolute;z-index:-251531264" coordsize="21600,21600" filled="f" stroked="f">
            <v:stroke joinstyle="miter"/>
            <v:textbox inset="0,0,0,0">
              <w:txbxContent>
                <w:p>
                  <w:pPr>
                    <w:spacing w:before="38"/>
                    <w:ind w:left="65" w:right="0" w:firstLine="0"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pacing w:val="3"/>
                      <w:w w:val="112"/>
                      <w:sz w:val="20"/>
                      <w:szCs w:val="20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12"/>
                      <w:sz w:val="20"/>
                      <w:szCs w:val="20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12"/>
                      <w:sz w:val="20"/>
                      <w:szCs w:val="20"/>
                    </w:rPr>
                    <w:sym w:font="Symbol" w:char="F02B"/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w w:val="112"/>
                      <w:sz w:val="20"/>
                      <w:szCs w:val="20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12"/>
                      <w:sz w:val="20"/>
                      <w:szCs w:val="20"/>
                    </w:rPr>
                    <w:t>n</w:t>
                  </w:r>
                </w:p>
              </w:txbxContent>
            </v:textbox>
          </v:shape>
        </w:pict>
      </w:r>
      <w:r>
        <w:pict>
          <v:shape id="_x0000_s1275" o:spid="_x0000_s1276" type="#_x0000_t202" style="width:18.75pt;height:21.4pt;margin-top:482.45pt;margin-left:446.5pt;mso-height-relative:page;mso-position-horizontal-relative:page;mso-position-vertical-relative:page;mso-width-relative:page;position:absolute;z-index:-251530240" coordsize="21600,21600" filled="f" stroked="f">
            <v:stroke joinstyle="miter"/>
            <v:textbox inset="0,0,0,0">
              <w:txbxContent>
                <w:p>
                  <w:pPr>
                    <w:spacing w:before="51"/>
                    <w:ind w:left="119" w:right="0" w:firstLine="0"/>
                    <w:jc w:val="left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/>
                      <w:w w:val="97"/>
                      <w:sz w:val="23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276" o:spid="_x0000_s1277" type="#_x0000_t202" style="width:18.75pt;height:21.4pt;margin-top:482.45pt;margin-left:465.2pt;mso-height-relative:page;mso-position-horizontal-relative:page;mso-position-vertical-relative:page;mso-width-relative:page;position:absolute;z-index:-251529216" coordsize="21600,21600" filled="f" stroked="f">
            <v:stroke joinstyle="miter"/>
            <v:textbox inset="0,0,0,0">
              <w:txbxContent>
                <w:p>
                  <w:pPr>
                    <w:spacing w:before="34"/>
                    <w:ind w:left="0" w:right="6" w:firstLine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w w:val="93"/>
                      <w:sz w:val="24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77" o:spid="_x0000_s1278" type="#_x0000_t202" style="width:18.85pt;height:21.4pt;margin-top:482.45pt;margin-left:483.9pt;mso-height-relative:page;mso-position-horizontal-relative:page;mso-position-vertical-relative:page;mso-width-relative:page;position:absolute;z-index:-251528192" coordsize="21600,21600" filled="f" stroked="f">
            <v:stroke joinstyle="miter"/>
            <v:textbox inset="0,0,0,0">
              <w:txbxContent>
                <w:p>
                  <w:pPr>
                    <w:spacing w:before="34"/>
                    <w:ind w:left="67" w:right="0" w:firstLine="0"/>
                    <w:jc w:val="left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Symbol" w:eastAsia="Symbol" w:hAnsi="Symbol" w:cs="Symbol"/>
                      <w:spacing w:val="1"/>
                      <w:w w:val="99"/>
                      <w:sz w:val="23"/>
                      <w:szCs w:val="23"/>
                    </w:rPr>
                    <w:sym w:font="Symbol" w:char="F02D"/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3"/>
                      <w:szCs w:val="23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278" o:spid="_x0000_s1279" type="#_x0000_t202" style="width:18.75pt;height:21.4pt;margin-top:482.45pt;margin-left:502.75pt;mso-height-relative:page;mso-position-horizontal-relative:page;mso-position-vertical-relative:page;mso-width-relative:page;position:absolute;z-index:-251527168" coordsize="21600,21600" filled="f" stroked="f">
            <v:stroke joinstyle="miter"/>
            <v:textbox inset="0,0,0,0">
              <w:txbxContent>
                <w:p>
                  <w:pPr>
                    <w:spacing w:before="34"/>
                    <w:ind w:left="65" w:right="0" w:firstLine="0"/>
                    <w:jc w:val="left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Symbol" w:eastAsia="Symbol" w:hAnsi="Symbol" w:cs="Symbol"/>
                      <w:spacing w:val="1"/>
                      <w:w w:val="98"/>
                      <w:sz w:val="23"/>
                      <w:szCs w:val="23"/>
                    </w:rPr>
                    <w:sym w:font="Symbol" w:char="F02D"/>
                  </w:r>
                  <w:r>
                    <w:rPr>
                      <w:rFonts w:ascii="Times New Roman" w:eastAsia="Times New Roman" w:hAnsi="Times New Roman" w:cs="Times New Roman"/>
                      <w:w w:val="98"/>
                      <w:sz w:val="23"/>
                      <w:szCs w:val="23"/>
                    </w:rPr>
                    <w:t>4</w:t>
                  </w:r>
                </w:p>
              </w:txbxContent>
            </v:textbox>
          </v:shape>
        </w:pict>
      </w:r>
      <w:r>
        <w:pict>
          <v:shape id="_x0000_s1279" o:spid="_x0000_s1280" type="#_x0000_t202" style="width:18.75pt;height:21.4pt;margin-top:482.45pt;margin-left:521.5pt;mso-height-relative:page;mso-position-horizontal-relative:page;mso-position-vertical-relative:page;mso-width-relative:page;position:absolute;z-index:-251526144" coordsize="21600,21600" filled="f" stroked="f">
            <v:stroke joinstyle="miter"/>
            <v:textbox inset="0,0,0,0">
              <w:txbxContent>
                <w:p>
                  <w:pPr>
                    <w:spacing w:before="17"/>
                    <w:ind w:left="65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Symbol" w:eastAsia="Symbol" w:hAnsi="Symbol" w:cs="Symbol"/>
                      <w:w w:val="95"/>
                      <w:sz w:val="24"/>
                      <w:szCs w:val="24"/>
                    </w:rPr>
                    <w:sym w:font="Symbol" w:char="F02D"/>
                  </w:r>
                  <w:r>
                    <w:rPr>
                      <w:rFonts w:ascii="Times New Roman" w:eastAsia="Times New Roman" w:hAnsi="Times New Roman" w:cs="Times New Roman"/>
                      <w:w w:val="95"/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>
        <w:pict>
          <v:shape id="_x0000_s1280" o:spid="_x0000_s1281" type="#_x0000_t202" style="width:42.5pt;height:12pt;margin-top:71.9pt;margin-left:492.6pt;mso-height-relative:page;mso-position-horizontal-relative:page;mso-position-vertical-relative:page;mso-width-relative:page;position:absolute;z-index:-251525120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81" o:spid="_x0000_s1282" type="#_x0000_t202" style="width:6.85pt;height:12pt;margin-top:102.25pt;margin-left:305.5pt;mso-height-relative:page;mso-position-horizontal-relative:page;mso-position-vertical-relative:page;mso-width-relative:page;position:absolute;z-index:-251524096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82" o:spid="_x0000_s1283" type="#_x0000_t202" style="width:40.55pt;height:12pt;margin-top:109.75pt;margin-left:480.15pt;mso-height-relative:page;mso-position-horizontal-relative:page;mso-position-vertical-relative:page;mso-width-relative:page;position:absolute;z-index:-251523072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83" o:spid="_x0000_s1284" type="#_x0000_t202" style="width:7.15pt;height:12pt;margin-top:155.4pt;margin-left:108.05pt;mso-height-relative:page;mso-position-horizontal-relative:page;mso-position-vertical-relative:page;mso-width-relative:page;position:absolute;z-index:-251522048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84" o:spid="_x0000_s1285" type="#_x0000_t202" style="width:9pt;height:12pt;margin-top:155.4pt;margin-left:310.55pt;mso-height-relative:page;mso-position-horizontal-relative:page;mso-position-vertical-relative:page;mso-width-relative:page;position:absolute;z-index:-251521024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85" o:spid="_x0000_s1286" type="#_x0000_t202" style="width:7.3pt;height:12pt;margin-top:155.4pt;margin-left:331pt;mso-height-relative:page;mso-position-horizontal-relative:page;mso-position-vertical-relative:page;mso-width-relative:page;position:absolute;z-index:-251520000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86" o:spid="_x0000_s1287" type="#_x0000_t202" style="width:65.45pt;height:12pt;margin-top:358.15pt;margin-left:151.2pt;mso-height-relative:page;mso-position-horizontal-relative:page;mso-position-vertical-relative:page;mso-width-relative:page;position:absolute;z-index:-251518976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87" o:spid="_x0000_s1288" type="#_x0000_t202" style="width:11.2pt;height:12pt;margin-top:377.05pt;margin-left:117.6pt;mso-height-relative:page;mso-position-horizontal-relative:page;mso-position-vertical-relative:page;mso-width-relative:page;position:absolute;z-index:-251517952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88" o:spid="_x0000_s1289" type="#_x0000_t202" style="width:5.55pt;height:12pt;margin-top:377.05pt;margin-left:145.65pt;mso-height-relative:page;mso-position-horizontal-relative:page;mso-position-vertical-relative:page;mso-width-relative:page;position:absolute;z-index:-251516928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89" o:spid="_x0000_s1290" type="#_x0000_t202" style="width:39.35pt;height:12pt;margin-top:387.45pt;margin-left:161.75pt;mso-height-relative:page;mso-position-horizontal-relative:page;mso-position-vertical-relative:page;mso-width-relative:page;position:absolute;z-index:-251515904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90" o:spid="_x0000_s1291" type="#_x0000_t202" style="width:41.5pt;height:12pt;margin-top:454.65pt;margin-left:214.6pt;mso-height-relative:page;mso-position-horizontal-relative:page;mso-position-vertical-relative:page;mso-width-relative:page;position:absolute;z-index:-251514880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91" o:spid="_x0000_s1292" type="#_x0000_t202" style="width:44.55pt;height:12pt;margin-top:495.45pt;margin-left:324.75pt;mso-height-relative:page;mso-position-horizontal-relative:page;mso-position-vertical-relative:page;mso-width-relative:page;position:absolute;z-index:-251513856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92" o:spid="_x0000_s1293" type="#_x0000_t202" style="width:55pt;height:12pt;margin-top:539.5pt;margin-left:109.2pt;mso-height-relative:page;mso-position-horizontal-relative:page;mso-position-vertical-relative:page;mso-width-relative:page;position:absolute;z-index:-251512832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93" o:spid="_x0000_s1294" type="#_x0000_t202" style="width:20pt;height:12pt;margin-top:674.65pt;margin-left:90.25pt;mso-height-relative:page;mso-position-horizontal-relative:page;mso-position-vertical-relative:page;mso-width-relative:page;position:absolute;z-index:-251511808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94" o:spid="_x0000_s1295" type="#_x0000_t202" style="width:6.5pt;height:12pt;margin-top:674.65pt;margin-left:123.2pt;mso-height-relative:page;mso-position-horizontal-relative:page;mso-position-vertical-relative:page;mso-width-relative:page;position:absolute;z-index:-251510784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95" o:spid="_x0000_s1296" type="#_x0000_t202" style="width:7.05pt;height:12pt;margin-top:714.25pt;margin-left:135.8pt;mso-height-relative:page;mso-position-horizontal-relative:page;mso-position-vertical-relative:page;mso-width-relative:page;position:absolute;z-index:-251509760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96" o:spid="_x0000_s1297" type="#_x0000_t202" style="width:83.55pt;height:12pt;margin-top:748.3pt;margin-left:161.75pt;mso-height-relative:page;mso-position-horizontal-relative:page;mso-position-vertical-relative:page;mso-width-relative:page;position:absolute;z-index:-251508736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060" w:right="800" w:bottom="280" w:left="1000" w:header="720" w:footer="720" w:gutter="0"/>
          <w:cols w:num="1" w:space="720"/>
        </w:sectPr>
      </w:pPr>
    </w:p>
    <w:p>
      <w:pPr>
        <w:rPr>
          <w:sz w:val="2"/>
          <w:szCs w:val="2"/>
        </w:rPr>
      </w:pPr>
      <w:r>
        <w:pict>
          <v:group id="_x0000_s1297" o:spid="_x0000_s1298" style="width:23.25pt;height:0.1pt;margin-top:320.2pt;margin-left:183.8pt;mso-height-relative:page;mso-position-horizontal-relative:page;mso-position-vertical-relative:page;mso-width-relative:page;position:absolute;z-index:-251507712" coordorigin="3677,6405" coordsize="465,2">
            <v:shape id="_x0000_s1298" o:spid="_x0000_s1299" style="width:465;height:2;left:3677;position:absolute;top:6405" coordorigin="3677,6405" coordsize="465,0" path="m3677,6405l4142,6405e" filled="f" stroked="t" strokecolor="black">
              <v:path arrowok="t"/>
            </v:shape>
          </v:group>
        </w:pict>
      </w:r>
      <w:r>
        <w:pict>
          <v:group id="_x0000_s1299" o:spid="_x0000_s1300" style="width:28.55pt;height:0.1pt;margin-top:320.2pt;margin-left:224pt;mso-height-relative:page;mso-position-horizontal-relative:page;mso-position-vertical-relative:page;mso-width-relative:page;position:absolute;z-index:-251506688" coordorigin="4480,6405" coordsize="571,2">
            <v:shape id="_x0000_s1300" o:spid="_x0000_s1301" style="width:571;height:2;left:4480;position:absolute;top:6405" coordorigin="4480,6405" coordsize="571,0" path="m4480,6405l5050,6405e" filled="f" stroked="t" strokecolor="black">
              <v:path arrowok="t"/>
            </v:shape>
          </v:group>
        </w:pict>
      </w:r>
      <w:r>
        <w:pict>
          <v:group id="_x0000_s1301" o:spid="_x0000_s1302" style="width:14.6pt;height:13.3pt;margin-top:313.7pt;margin-left:323.25pt;mso-height-relative:page;mso-position-horizontal-relative:page;mso-position-vertical-relative:page;mso-width-relative:page;position:absolute;z-index:-251505664" coordorigin="6466,6274" coordsize="292,266">
            <v:group id="_x0000_s1302" o:spid="_x0000_s1303" style="width:24;height:14;left:6473;position:absolute;top:6443" coordorigin="6473,6443" coordsize="24,14">
              <v:shape id="_x0000_s1303" o:spid="_x0000_s1304" style="width:24;height:14;left:6473;position:absolute;top:6443" coordorigin="6473,6443" coordsize="24,14" path="m6473,6456l6496,6443e" filled="f" stroked="t" strokecolor="black">
                <v:path arrowok="t"/>
              </v:shape>
            </v:group>
            <v:group id="_x0000_s1304" o:spid="_x0000_s1305" style="width:59;height:96;left:6497;position:absolute;top:6443" coordorigin="6497,6443" coordsize="59,96">
              <v:shape id="_x0000_s1305" o:spid="_x0000_s1306" style="width:59;height:96;left:6497;position:absolute;top:6443" coordorigin="6497,6443" coordsize="59,96" path="m6497,6443l6555,6538e" filled="f" stroked="t" strokecolor="black">
                <v:path arrowok="t"/>
              </v:shape>
            </v:group>
            <v:group id="_x0000_s1306" o:spid="_x0000_s1307" style="width:64;height:253;left:6555;position:absolute;top:6286" coordorigin="6555,6286" coordsize="64,253">
              <v:shape id="_x0000_s1307" o:spid="_x0000_s1308" style="width:64;height:253;left:6555;position:absolute;top:6286" coordorigin="6555,6286" coordsize="64,253" path="m6555,6539l6618,6286e" filled="f" stroked="t" strokecolor="black">
                <v:path arrowok="t"/>
              </v:shape>
            </v:group>
            <v:group id="_x0000_s1308" o:spid="_x0000_s1309" style="width:138;height:2;left:6618;position:absolute;top:6285" coordorigin="6618,6285" coordsize="138,2">
              <v:shape id="_x0000_s1309" o:spid="_x0000_s1310" style="width:138;height:2;left:6618;position:absolute;top:6285" coordorigin="6618,6285" coordsize="138,0" path="m6618,6285l6756,6285e" filled="f" stroked="t" strokecolor="black">
                <v:path arrowok="t"/>
              </v:shape>
            </v:group>
            <v:group id="_x0000_s1310" o:spid="_x0000_s1311" style="width:286;height:260;left:6466;position:absolute;top:6274" coordorigin="6466,6274" coordsize="286,260">
              <v:shape id="_x0000_s1311" o:spid="_x0000_s1312" style="width:286;height:260;left:6466;position:absolute;top:6274" coordorigin="6466,6274" coordsize="286,260" path="m6509,6446l6486,6446,6544,6534,6556,6534,6563,6508,6550,6508,6509,6446xe" filled="t" fillcolor="black" stroked="f">
                <v:path arrowok="t"/>
              </v:shape>
              <v:shape id="_x0000_s1312" o:spid="_x0000_s1313" style="width:286;height:260;left:6466;position:absolute;top:6274" coordorigin="6466,6274" coordsize="286,260" path="m6751,6274l6609,6274,6550,6508,6563,6508,6618,6287,6751,6287,6751,6274xe" filled="t" fillcolor="black" stroked="f">
                <v:path arrowok="t"/>
              </v:shape>
              <v:shape id="_x0000_s1313" o:spid="_x0000_s1314" style="width:286;height:260;left:6466;position:absolute;top:6274" coordorigin="6466,6274" coordsize="286,260" path="m6499,6430l6466,6448,6470,6455,6486,6446,6509,6446,6499,6430xe" filled="t" fillcolor="black" stroked="f">
                <v:path arrowok="t"/>
              </v:shape>
            </v:group>
          </v:group>
        </w:pict>
      </w:r>
      <w:r>
        <w:pict>
          <v:shape id="_x0000_s1314" o:spid="_x0000_s1315" type="#_x0000_t75" style="width:134.05pt;height:106.45pt;margin-top:192.4pt;margin-left:404pt;mso-height-relative:page;mso-position-horizontal-relative:page;mso-position-vertical-relative:page;mso-width-relative:page;position:absolute;z-index:-251504640" coordsize="21600,21600" o:preferrelative="t" filled="f" stroked="f">
            <v:stroke joinstyle="miter"/>
            <v:imagedata r:id="rId17" o:title=""/>
            <o:lock v:ext="edit" aspectratio="t"/>
          </v:shape>
        </w:pict>
      </w:r>
      <w:r>
        <w:pict>
          <v:shape id="_x0000_s1315" o:spid="_x0000_s1316" type="#_x0000_t75" style="width:115.05pt;height:98.25pt;margin-top:468.1pt;margin-left:423pt;mso-height-relative:page;mso-position-horizontal-relative:page;mso-position-vertical-relative:page;mso-width-relative:page;position:absolute;z-index:-251503616" coordsize="21600,21600" o:preferrelative="t" filled="f" stroked="f">
            <v:stroke joinstyle="miter"/>
            <v:imagedata r:id="rId18" o:title=""/>
            <o:lock v:ext="edit" aspectratio="t"/>
          </v:shape>
        </w:pict>
      </w:r>
      <w:r>
        <w:pict>
          <v:shape id="_x0000_s1316" o:spid="_x0000_s1317" type="#_x0000_t202" style="width:397.35pt;height:55.55pt;margin-top:62pt;margin-left:55.6pt;mso-height-relative:page;mso-position-horizontal-relative:page;mso-position-vertical-relative:page;mso-width-relative:page;position:absolute;z-index:-251502592" coordsize="21600,21600" filled="f" stroked="f">
            <v:stroke joinstyle="miter"/>
            <v:textbox inset="0,0,0,0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三、解答题：本题共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w w:val="100"/>
                      <w:sz w:val="21"/>
                      <w:szCs w:val="21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3"/>
                      <w:w w:val="100"/>
                      <w:sz w:val="21"/>
                      <w:szCs w:val="21"/>
                    </w:rPr>
                    <w:t>小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题，共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5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w w:val="100"/>
                      <w:sz w:val="21"/>
                      <w:szCs w:val="21"/>
                    </w:rPr>
                    <w:t>86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分。解答应写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3"/>
                      <w:w w:val="100"/>
                      <w:sz w:val="21"/>
                      <w:szCs w:val="21"/>
                    </w:rPr>
                    <w:t>出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文字说明、证明过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3"/>
                      <w:w w:val="100"/>
                      <w:sz w:val="21"/>
                      <w:szCs w:val="21"/>
                    </w:rPr>
                    <w:t>程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或</w:t>
                  </w:r>
                  <w:r>
                    <w:rPr>
                      <w:rFonts w:ascii="宋体" w:eastAsia="宋体" w:hAnsi="宋体" w:cs="宋体"/>
                      <w:b/>
                      <w:bCs/>
                      <w:spacing w:val="-3"/>
                      <w:w w:val="100"/>
                      <w:sz w:val="21"/>
                      <w:szCs w:val="21"/>
                    </w:rPr>
                    <w:t>演</w:t>
                  </w:r>
                  <w:r>
                    <w:rPr>
                      <w:rFonts w:ascii="宋体" w:eastAsia="宋体" w:hAnsi="宋体" w:cs="宋体"/>
                      <w:b/>
                      <w:bCs/>
                      <w:w w:val="100"/>
                      <w:sz w:val="21"/>
                      <w:szCs w:val="21"/>
                    </w:rPr>
                    <w:t>算步骤。</w:t>
                  </w:r>
                </w:p>
                <w:p>
                  <w:pPr>
                    <w:pStyle w:val="BodyText"/>
                    <w:spacing w:before="101" w:line="240" w:lineRule="auto"/>
                    <w:ind w:right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17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.</w:t>
                  </w:r>
                  <w:r>
                    <w:rPr>
                      <w:spacing w:val="-3"/>
                      <w:w w:val="100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分）</w:t>
                  </w:r>
                </w:p>
                <w:p>
                  <w:pPr>
                    <w:spacing w:before="181"/>
                    <w:ind w:left="44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position w:val="-1"/>
                      <w:sz w:val="21"/>
                      <w:szCs w:val="21"/>
                    </w:rPr>
                    <w:t>解方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-1"/>
                      <w:sz w:val="21"/>
                      <w:szCs w:val="21"/>
                    </w:rPr>
                    <w:t>程</w:t>
                  </w:r>
                  <w:r>
                    <w:rPr>
                      <w:rFonts w:ascii="宋体" w:eastAsia="宋体" w:hAnsi="宋体" w:cs="宋体"/>
                      <w:w w:val="100"/>
                      <w:position w:val="-1"/>
                      <w:sz w:val="21"/>
                      <w:szCs w:val="21"/>
                    </w:rPr>
                    <w:t>：</w:t>
                  </w:r>
                  <w:r>
                    <w:rPr>
                      <w:rFonts w:ascii="宋体" w:eastAsia="宋体" w:hAnsi="宋体" w:cs="宋体"/>
                      <w:spacing w:val="-59"/>
                      <w:position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5"/>
                      <w:w w:val="104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spacing w:val="17"/>
                      <w:w w:val="104"/>
                      <w:sz w:val="23"/>
                      <w:szCs w:val="23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4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5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4"/>
                      <w:sz w:val="23"/>
                      <w:szCs w:val="23"/>
                    </w:rPr>
                    <w:sym w:font="Symbol" w:char="F02D"/>
                  </w:r>
                  <w:r>
                    <w:rPr>
                      <w:rFonts w:ascii="Times New Roman" w:eastAsia="Times New Roman" w:hAnsi="Times New Roman" w:cs="Times New Roman"/>
                      <w:spacing w:val="-2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w w:val="104"/>
                      <w:sz w:val="23"/>
                      <w:szCs w:val="23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w w:val="104"/>
                      <w:sz w:val="23"/>
                      <w:szCs w:val="23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4"/>
                      <w:sz w:val="23"/>
                      <w:szCs w:val="23"/>
                    </w:rPr>
                    <w:sym w:font="Symbol" w:char="F03D"/>
                  </w:r>
                  <w:r>
                    <w:rPr>
                      <w:rFonts w:ascii="Times New Roman" w:eastAsia="Times New Roman" w:hAnsi="Times New Roman" w:cs="Times New Roman"/>
                      <w:spacing w:val="-14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w w:val="104"/>
                      <w:sz w:val="23"/>
                      <w:szCs w:val="23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w w:val="104"/>
                      <w:sz w:val="23"/>
                      <w:szCs w:val="23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w w:val="104"/>
                      <w:sz w:val="23"/>
                      <w:szCs w:val="23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spacing w:val="-16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4"/>
                      <w:sz w:val="23"/>
                      <w:szCs w:val="23"/>
                    </w:rPr>
                    <w:sym w:font="Symbol" w:char="F02D"/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4"/>
                      <w:w w:val="104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w w:val="104"/>
                      <w:sz w:val="23"/>
                      <w:szCs w:val="23"/>
                    </w:rPr>
                    <w:t>)</w:t>
                  </w:r>
                  <w:r>
                    <w:rPr>
                      <w:rFonts w:ascii="Times New Roman" w:eastAsia="Times New Roman" w:hAnsi="Times New Roman" w:cs="Times New Roman"/>
                      <w:spacing w:val="-2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position w:val="-1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317" o:spid="_x0000_s1318" type="#_x0000_t202" style="width:453.4pt;height:56.55pt;margin-top:151.8pt;margin-left:55.6pt;mso-height-relative:page;mso-position-horizontal-relative:page;mso-position-vertical-relative:page;mso-width-relative:page;position:absolute;z-index:-251501568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18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.</w:t>
                  </w:r>
                  <w:r>
                    <w:rPr>
                      <w:spacing w:val="-3"/>
                      <w:w w:val="100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分）</w:t>
                  </w:r>
                </w:p>
                <w:p>
                  <w:pPr>
                    <w:spacing w:before="95"/>
                    <w:ind w:left="440" w:right="0" w:firstLine="0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已知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：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如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图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eastAsia="宋体" w:hAnsi="宋体" w:cs="宋体"/>
                      <w:i/>
                      <w:w w:val="95"/>
                      <w:position w:val="1"/>
                      <w:sz w:val="22"/>
                      <w:szCs w:val="22"/>
                    </w:rPr>
                    <w:t>□</w:t>
                  </w:r>
                  <w:r>
                    <w:rPr>
                      <w:rFonts w:ascii="宋体" w:eastAsia="宋体" w:hAnsi="宋体" w:cs="宋体"/>
                      <w:i/>
                      <w:spacing w:val="-57"/>
                      <w:position w:val="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2"/>
                      <w:w w:val="98"/>
                      <w:sz w:val="24"/>
                      <w:szCs w:val="24"/>
                    </w:rPr>
                    <w:t>AB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3"/>
                      <w:w w:val="98"/>
                      <w:sz w:val="24"/>
                      <w:szCs w:val="24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98"/>
                      <w:sz w:val="24"/>
                      <w:szCs w:val="24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中，点</w:t>
                  </w:r>
                  <w:r>
                    <w:rPr>
                      <w:rFonts w:ascii="宋体" w:eastAsia="宋体" w:hAnsi="宋体" w:cs="宋体"/>
                      <w:spacing w:val="-78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94"/>
                      <w:sz w:val="24"/>
                      <w:szCs w:val="24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是</w:t>
                  </w:r>
                  <w:r>
                    <w:rPr>
                      <w:rFonts w:ascii="宋体" w:eastAsia="宋体" w:hAnsi="宋体" w:cs="宋体"/>
                      <w:spacing w:val="-74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2"/>
                      <w:w w:val="108"/>
                      <w:sz w:val="24"/>
                      <w:szCs w:val="24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8"/>
                      <w:sz w:val="24"/>
                      <w:szCs w:val="24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中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连接</w:t>
                  </w:r>
                  <w:r>
                    <w:rPr>
                      <w:rFonts w:ascii="宋体" w:eastAsia="宋体" w:hAnsi="宋体" w:cs="宋体"/>
                      <w:spacing w:val="-5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98"/>
                      <w:sz w:val="24"/>
                      <w:szCs w:val="24"/>
                    </w:rPr>
                    <w:t>AO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并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延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长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交</w:t>
                  </w:r>
                  <w:r>
                    <w:rPr>
                      <w:rFonts w:ascii="宋体" w:eastAsia="宋体" w:hAnsi="宋体" w:cs="宋体"/>
                      <w:spacing w:val="-6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98"/>
                      <w:sz w:val="24"/>
                      <w:szCs w:val="24"/>
                    </w:rPr>
                    <w:t>BC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延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长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线</w:t>
                  </w:r>
                  <w:r>
                    <w:rPr>
                      <w:rFonts w:ascii="宋体" w:eastAsia="宋体" w:hAnsi="宋体" w:cs="宋体"/>
                      <w:w w:val="100"/>
                      <w:position w:val="1"/>
                      <w:sz w:val="21"/>
                      <w:szCs w:val="21"/>
                    </w:rPr>
                    <w:t>于点</w:t>
                  </w:r>
                  <w:r>
                    <w:rPr>
                      <w:rFonts w:ascii="宋体" w:eastAsia="宋体" w:hAnsi="宋体" w:cs="宋体"/>
                      <w:spacing w:val="-64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2"/>
                      <w:sz w:val="22"/>
                      <w:szCs w:val="22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3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  <w:sz w:val="21"/>
                      <w:szCs w:val="21"/>
                    </w:rPr>
                    <w:t>.</w:t>
                  </w:r>
                </w:p>
                <w:p>
                  <w:pPr>
                    <w:spacing w:before="166"/>
                    <w:ind w:left="44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求证：</w:t>
                  </w:r>
                  <w:r>
                    <w:rPr>
                      <w:rFonts w:ascii="宋体" w:eastAsia="宋体" w:hAnsi="宋体" w:cs="宋体"/>
                      <w:spacing w:val="-5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99"/>
                      <w:sz w:val="24"/>
                      <w:szCs w:val="24"/>
                    </w:rPr>
                    <w:t>AD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99"/>
                      <w:sz w:val="24"/>
                      <w:szCs w:val="24"/>
                    </w:rPr>
                    <w:sym w:font="Symbol" w:char="F03D"/>
                  </w:r>
                  <w:r>
                    <w:rPr>
                      <w:rFonts w:ascii="Times New Roman" w:eastAsia="Times New Roman" w:hAnsi="Times New Roman" w:cs="Times New Roman"/>
                      <w:spacing w:val="-1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w w:val="99"/>
                      <w:sz w:val="24"/>
                      <w:szCs w:val="24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99"/>
                      <w:sz w:val="24"/>
                      <w:szCs w:val="24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318" o:spid="_x0000_s1319" type="#_x0000_t202" style="width:57.1pt;height:12.8pt;margin-top:283.45pt;margin-left:55.6pt;mso-height-relative:page;mso-position-horizontal-relative:page;mso-position-vertical-relative:page;mso-width-relative:page;position:absolute;z-index:-251500544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19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.</w:t>
                  </w:r>
                  <w:r>
                    <w:rPr>
                      <w:spacing w:val="-3"/>
                      <w:w w:val="100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分）</w:t>
                  </w:r>
                </w:p>
              </w:txbxContent>
            </v:textbox>
          </v:shape>
        </w:pict>
      </w:r>
      <w:r>
        <w:pict>
          <v:shape id="_x0000_s1319" o:spid="_x0000_s1320" type="#_x0000_t202" style="width:8.05pt;height:13.85pt;margin-top:305.15pt;margin-left:191.4pt;mso-height-relative:page;mso-position-horizontal-relative:page;mso-position-vertical-relative:page;mso-width-relative:page;position:absolute;z-index:-251499520" coordsize="21600,21600" filled="f" stroked="f">
            <v:stroke joinstyle="miter"/>
            <v:textbox inset="0,0,0,0">
              <w:txbxContent>
                <w:p>
                  <w:pPr>
                    <w:spacing w:before="0" w:line="260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/>
                      <w:w w:val="105"/>
                      <w:sz w:val="23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320" o:spid="_x0000_s1321" type="#_x0000_t202" style="width:24.35pt;height:14.05pt;margin-top:304.95pt;margin-left:226.55pt;mso-height-relative:page;mso-position-horizontal-relative:page;mso-position-vertical-relative:page;mso-width-relative:page;position:absolute;z-index:-251498496" coordsize="21600,21600" filled="f" stroked="f">
            <v:stroke joinstyle="miter"/>
            <v:textbox inset="0,0,0,0">
              <w:txbxContent>
                <w:p>
                  <w:pPr>
                    <w:spacing w:before="0" w:line="265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w w:val="105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6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5"/>
                      <w:sz w:val="23"/>
                      <w:szCs w:val="23"/>
                    </w:rPr>
                    <w:sym w:font="Symbol" w:char="F02B"/>
                  </w:r>
                  <w:r>
                    <w:rPr>
                      <w:rFonts w:ascii="Times New Roman" w:eastAsia="Times New Roman" w:hAnsi="Times New Roman" w:cs="Times New Roman"/>
                      <w:spacing w:val="-15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sz w:val="23"/>
                      <w:szCs w:val="23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321" o:spid="_x0000_s1322" type="#_x0000_t202" style="width:6.65pt;height:13.85pt;margin-top:305.9pt;margin-left:162.15pt;mso-height-relative:page;mso-position-horizontal-relative:page;mso-position-vertical-relative:page;mso-width-relative:page;position:absolute;z-index:-251497472" coordsize="21600,21600" filled="f" stroked="f">
            <v:stroke joinstyle="miter"/>
            <v:textbox inset="0,0,0,0">
              <w:txbxContent>
                <w:p>
                  <w:pPr>
                    <w:spacing w:before="0" w:line="265" w:lineRule="exact"/>
                    <w:ind w:left="20" w:right="0" w:firstLine="0"/>
                    <w:jc w:val="left"/>
                    <w:rPr>
                      <w:rFonts w:ascii="Symbol" w:eastAsia="Symbol" w:hAnsi="Symbol" w:cs="Symbol"/>
                      <w:sz w:val="23"/>
                      <w:szCs w:val="23"/>
                    </w:rPr>
                  </w:pPr>
                  <w:r>
                    <w:rPr>
                      <w:rFonts w:ascii="Symbol" w:eastAsia="Symbol" w:hAnsi="Symbol" w:cs="Symbol"/>
                      <w:w w:val="105"/>
                      <w:sz w:val="23"/>
                      <w:szCs w:val="23"/>
                    </w:rPr>
                    <w:sym w:font="Symbol" w:char="F0E6"/>
                  </w:r>
                </w:p>
              </w:txbxContent>
            </v:textbox>
          </v:shape>
        </w:pict>
      </w:r>
      <w:r>
        <w:pict>
          <v:shape id="_x0000_s1322" o:spid="_x0000_s1323" type="#_x0000_t202" style="width:6.65pt;height:13.85pt;margin-top:305.9pt;margin-left:207.8pt;mso-height-relative:page;mso-position-horizontal-relative:page;mso-position-vertical-relative:page;mso-width-relative:page;position:absolute;z-index:-251496448" coordsize="21600,21600" filled="f" stroked="f">
            <v:stroke joinstyle="miter"/>
            <v:textbox inset="0,0,0,0">
              <w:txbxContent>
                <w:p>
                  <w:pPr>
                    <w:spacing w:before="0" w:line="265" w:lineRule="exact"/>
                    <w:ind w:left="20" w:right="0" w:firstLine="0"/>
                    <w:jc w:val="left"/>
                    <w:rPr>
                      <w:rFonts w:ascii="Symbol" w:eastAsia="Symbol" w:hAnsi="Symbol" w:cs="Symbol"/>
                      <w:sz w:val="23"/>
                      <w:szCs w:val="23"/>
                    </w:rPr>
                  </w:pPr>
                  <w:r>
                    <w:rPr>
                      <w:rFonts w:ascii="Symbol" w:eastAsia="Symbol" w:hAnsi="Symbol" w:cs="Symbol"/>
                      <w:w w:val="105"/>
                      <w:sz w:val="23"/>
                      <w:szCs w:val="23"/>
                    </w:rPr>
                    <w:sym w:font="Symbol" w:char="F0F6"/>
                  </w:r>
                </w:p>
              </w:txbxContent>
            </v:textbox>
          </v:shape>
        </w:pict>
      </w:r>
      <w:r>
        <w:pict>
          <v:shape id="_x0000_s1323" o:spid="_x0000_s1324" type="#_x0000_t202" style="width:15.6pt;height:14.05pt;margin-top:312.45pt;margin-left:167.05pt;mso-height-relative:page;mso-position-horizontal-relative:page;mso-position-vertical-relative:page;mso-width-relative:page;position:absolute;z-index:-251495424" coordsize="21600,21600" filled="f" stroked="f">
            <v:stroke joinstyle="miter"/>
            <v:textbox inset="0,0,0,0">
              <w:txbxContent>
                <w:p>
                  <w:pPr>
                    <w:spacing w:before="0" w:line="265" w:lineRule="exact"/>
                    <w:ind w:left="20" w:right="0" w:firstLine="0"/>
                    <w:jc w:val="left"/>
                    <w:rPr>
                      <w:rFonts w:ascii="Symbol" w:eastAsia="Symbol" w:hAnsi="Symbol" w:cs="Symbol"/>
                      <w:sz w:val="23"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16"/>
                      <w:w w:val="105"/>
                      <w:sz w:val="23"/>
                      <w:szCs w:val="23"/>
                    </w:rPr>
                    <w:t>1</w:t>
                  </w:r>
                  <w:r>
                    <w:rPr>
                      <w:rFonts w:ascii="Symbol" w:eastAsia="Symbol" w:hAnsi="Symbol" w:cs="Symbol"/>
                      <w:w w:val="105"/>
                      <w:sz w:val="23"/>
                      <w:szCs w:val="23"/>
                    </w:rPr>
                    <w:sym w:font="Symbol" w:char="F02D"/>
                  </w:r>
                </w:p>
              </w:txbxContent>
            </v:textbox>
          </v:shape>
        </w:pict>
      </w:r>
      <w:r>
        <w:pict>
          <v:shape id="_x0000_s1324" o:spid="_x0000_s1325" type="#_x0000_t202" style="width:8.65pt;height:13.85pt;margin-top:312.45pt;margin-left:214.35pt;mso-height-relative:page;mso-position-horizontal-relative:page;mso-position-vertical-relative:page;mso-width-relative:page;position:absolute;z-index:-251494400" coordsize="21600,21600" filled="f" stroked="f">
            <v:stroke joinstyle="miter"/>
            <v:textbox inset="0,0,0,0">
              <w:txbxContent>
                <w:p>
                  <w:pPr>
                    <w:spacing w:before="0" w:line="265" w:lineRule="exact"/>
                    <w:ind w:left="20" w:right="0" w:firstLine="0"/>
                    <w:jc w:val="left"/>
                    <w:rPr>
                      <w:rFonts w:ascii="Symbol" w:eastAsia="Symbol" w:hAnsi="Symbol" w:cs="Symbol"/>
                      <w:sz w:val="23"/>
                      <w:szCs w:val="23"/>
                    </w:rPr>
                  </w:pPr>
                  <w:r>
                    <w:rPr>
                      <w:rFonts w:ascii="Symbol" w:eastAsia="Symbol" w:hAnsi="Symbol" w:cs="Symbol"/>
                      <w:w w:val="105"/>
                      <w:sz w:val="23"/>
                      <w:szCs w:val="23"/>
                    </w:rPr>
                    <w:sym w:font="Symbol" w:char="F0B8"/>
                  </w:r>
                </w:p>
              </w:txbxContent>
            </v:textbox>
          </v:shape>
        </w:pict>
      </w:r>
      <w:r>
        <w:pict>
          <v:shape id="_x0000_s1325" o:spid="_x0000_s1326" type="#_x0000_t202" style="width:86.1pt;height:12.6pt;margin-top:313.95pt;margin-left:76.65pt;mso-height-relative:page;mso-position-horizontal-relative:page;mso-position-vertical-relative:page;mso-width-relative:page;position:absolute;z-index:-251493376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1" w:lineRule="exact"/>
                    <w:ind w:right="0"/>
                    <w:jc w:val="left"/>
                  </w:pPr>
                  <w:r>
                    <w:rPr>
                      <w:w w:val="100"/>
                    </w:rPr>
                    <w:t>先化</w:t>
                  </w:r>
                  <w:r>
                    <w:rPr>
                      <w:spacing w:val="-3"/>
                      <w:w w:val="100"/>
                    </w:rPr>
                    <w:t>简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spacing w:val="-3"/>
                      <w:w w:val="100"/>
                    </w:rPr>
                    <w:t>再</w:t>
                  </w:r>
                  <w:r>
                    <w:rPr>
                      <w:w w:val="100"/>
                    </w:rPr>
                    <w:t>求</w:t>
                  </w:r>
                  <w:r>
                    <w:rPr>
                      <w:spacing w:val="-3"/>
                      <w:w w:val="100"/>
                    </w:rPr>
                    <w:t>值</w:t>
                  </w:r>
                  <w:r>
                    <w:rPr>
                      <w:w w:val="100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326" o:spid="_x0000_s1327" type="#_x0000_t202" style="width:33.65pt;height:12.6pt;margin-top:313.95pt;margin-left:253.65pt;mso-height-relative:page;mso-position-horizontal-relative:page;mso-position-vertical-relative:page;mso-width-relative:page;position:absolute;z-index:-251492352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1" w:lineRule="exact"/>
                    <w:ind w:right="0"/>
                    <w:jc w:val="left"/>
                  </w:pPr>
                  <w:r>
                    <w:rPr>
                      <w:w w:val="100"/>
                    </w:rPr>
                    <w:t>，其中</w:t>
                  </w:r>
                </w:p>
              </w:txbxContent>
            </v:textbox>
          </v:shape>
        </w:pict>
      </w:r>
      <w:r>
        <w:pict>
          <v:shape id="_x0000_s1327" o:spid="_x0000_s1328" type="#_x0000_t202" style="width:21.7pt;height:15.15pt;margin-top:313.95pt;margin-left:330.05pt;mso-height-relative:page;mso-position-horizontal-relative:page;mso-position-vertical-relative:page;mso-width-relative:page;position:absolute;z-index:-251491328" coordsize="21600,21600" filled="f" stroked="f">
            <v:stroke joinstyle="miter"/>
            <v:textbox inset="0,0,0,0">
              <w:txbxContent>
                <w:p>
                  <w:pPr>
                    <w:spacing w:before="0" w:line="283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99"/>
                      <w:position w:val="-2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position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328" o:spid="_x0000_s1329" type="#_x0000_t202" style="width:33.95pt;height:14.4pt;margin-top:314.7pt;margin-left:287.65pt;mso-height-relative:page;mso-position-horizontal-relative:page;mso-position-vertical-relative:page;mso-width-relative:page;position:absolute;z-index:-251490304" coordsize="21600,21600" filled="f" stroked="f">
            <v:stroke joinstyle="miter"/>
            <v:textbox inset="0,0,0,0">
              <w:txbxContent>
                <w:p>
                  <w:pPr>
                    <w:spacing w:before="0" w:line="273" w:lineRule="exact"/>
                    <w:ind w:left="20" w:right="0" w:firstLine="0"/>
                    <w:jc w:val="left"/>
                    <w:rPr>
                      <w:rFonts w:ascii="Symbol" w:eastAsia="Symbol" w:hAnsi="Symbol" w:cs="Symbol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w w:val="99"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99"/>
                      <w:sz w:val="24"/>
                      <w:szCs w:val="24"/>
                    </w:rPr>
                    <w:sym w:font="Symbol" w:char="F03D"/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pacing w:val="-29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99"/>
                      <w:sz w:val="24"/>
                      <w:szCs w:val="24"/>
                    </w:rPr>
                    <w:sym w:font="Symbol" w:char="F02B"/>
                  </w:r>
                </w:p>
              </w:txbxContent>
            </v:textbox>
          </v:shape>
        </w:pict>
      </w:r>
      <w:r>
        <w:pict>
          <v:shape id="_x0000_s1329" o:spid="_x0000_s1330" type="#_x0000_t202" style="width:6.65pt;height:13.85pt;margin-top:315.65pt;margin-left:162.15pt;mso-height-relative:page;mso-position-horizontal-relative:page;mso-position-vertical-relative:page;mso-width-relative:page;position:absolute;z-index:-251489280" coordsize="21600,21600" filled="f" stroked="f">
            <v:stroke joinstyle="miter"/>
            <v:textbox inset="0,0,0,0">
              <w:txbxContent>
                <w:p>
                  <w:pPr>
                    <w:spacing w:before="0" w:line="265" w:lineRule="exact"/>
                    <w:ind w:left="20" w:right="0" w:firstLine="0"/>
                    <w:jc w:val="left"/>
                    <w:rPr>
                      <w:rFonts w:ascii="Symbol" w:eastAsia="Symbol" w:hAnsi="Symbol" w:cs="Symbol"/>
                      <w:sz w:val="23"/>
                      <w:szCs w:val="23"/>
                    </w:rPr>
                  </w:pPr>
                  <w:r>
                    <w:rPr>
                      <w:rFonts w:ascii="Symbol" w:eastAsia="Symbol" w:hAnsi="Symbol" w:cs="Symbol"/>
                      <w:w w:val="105"/>
                      <w:sz w:val="23"/>
                      <w:szCs w:val="23"/>
                    </w:rPr>
                    <w:sym w:font="Symbol" w:char="F0E7"/>
                  </w:r>
                </w:p>
              </w:txbxContent>
            </v:textbox>
          </v:shape>
        </w:pict>
      </w:r>
      <w:r>
        <w:pict>
          <v:shape id="_x0000_s1330" o:spid="_x0000_s1331" type="#_x0000_t202" style="width:6.65pt;height:13.85pt;margin-top:315.65pt;margin-left:207.8pt;mso-height-relative:page;mso-position-horizontal-relative:page;mso-position-vertical-relative:page;mso-width-relative:page;position:absolute;z-index:-251488256" coordsize="21600,21600" filled="f" stroked="f">
            <v:stroke joinstyle="miter"/>
            <v:textbox inset="0,0,0,0">
              <w:txbxContent>
                <w:p>
                  <w:pPr>
                    <w:spacing w:before="0" w:line="265" w:lineRule="exact"/>
                    <w:ind w:left="20" w:right="0" w:firstLine="0"/>
                    <w:jc w:val="left"/>
                    <w:rPr>
                      <w:rFonts w:ascii="Symbol" w:eastAsia="Symbol" w:hAnsi="Symbol" w:cs="Symbol"/>
                      <w:sz w:val="23"/>
                      <w:szCs w:val="23"/>
                    </w:rPr>
                  </w:pPr>
                  <w:r>
                    <w:rPr>
                      <w:rFonts w:ascii="Symbol" w:eastAsia="Symbol" w:hAnsi="Symbol" w:cs="Symbol"/>
                      <w:w w:val="105"/>
                      <w:sz w:val="23"/>
                      <w:szCs w:val="23"/>
                    </w:rPr>
                    <w:sym w:font="Symbol" w:char="F0F7"/>
                  </w:r>
                </w:p>
              </w:txbxContent>
            </v:textbox>
          </v:shape>
        </w:pict>
      </w:r>
      <w:r>
        <w:pict>
          <v:shape id="_x0000_s1331" o:spid="_x0000_s1332" type="#_x0000_t202" style="width:5.5pt;height:8.9pt;margin-top:320.6pt;margin-left:230.2pt;mso-height-relative:page;mso-position-horizontal-relative:page;mso-position-vertical-relative:page;mso-width-relative:page;position:absolute;z-index:-251487232" coordsize="21600,21600" filled="f" stroked="f">
            <v:stroke joinstyle="miter"/>
            <v:textbox inset="0,0,0,0">
              <w:txbxContent>
                <w:p>
                  <w:pPr>
                    <w:spacing w:before="9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13"/>
                      <w:szCs w:val="13"/>
                    </w:rPr>
                  </w:pPr>
                  <w:r>
                    <w:rPr>
                      <w:rFonts w:ascii="Times New Roman"/>
                      <w:w w:val="108"/>
                      <w:sz w:val="13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332" o:spid="_x0000_s1333" type="#_x0000_t202" style="width:69.1pt;height:14.05pt;margin-top:321.7pt;margin-left:184.1pt;mso-height-relative:page;mso-position-horizontal-relative:page;mso-position-vertical-relative:page;mso-width-relative:page;position:absolute;z-index:-251486208" coordsize="21600,21600" filled="f" stroked="f">
            <v:stroke joinstyle="miter"/>
            <v:textbox inset="0,0,0,0">
              <w:txbxContent>
                <w:p>
                  <w:pPr>
                    <w:tabs>
                      <w:tab w:val="left" w:pos="823"/>
                    </w:tabs>
                    <w:spacing w:before="0" w:line="265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w w:val="105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6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5"/>
                      <w:sz w:val="23"/>
                      <w:szCs w:val="23"/>
                    </w:rPr>
                    <w:sym w:font="Symbol" w:char="F02B"/>
                  </w:r>
                  <w:r>
                    <w:rPr>
                      <w:rFonts w:ascii="Times New Roman" w:eastAsia="Times New Roman" w:hAnsi="Times New Roman" w:cs="Times New Roman"/>
                      <w:spacing w:val="-23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sz w:val="23"/>
                      <w:szCs w:val="23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3"/>
                      <w:szCs w:val="23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5"/>
                      <w:sz w:val="23"/>
                      <w:szCs w:val="23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3"/>
                      <w:szCs w:val="23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9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Symbol" w:eastAsia="Symbol" w:hAnsi="Symbol" w:cs="Symbol"/>
                      <w:w w:val="105"/>
                      <w:sz w:val="23"/>
                      <w:szCs w:val="23"/>
                    </w:rPr>
                    <w:sym w:font="Symbol" w:char="F02D"/>
                  </w:r>
                  <w:r>
                    <w:rPr>
                      <w:rFonts w:ascii="Times New Roman" w:eastAsia="Times New Roman" w:hAnsi="Times New Roman" w:cs="Times New Roman"/>
                      <w:spacing w:val="-27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5"/>
                      <w:sz w:val="23"/>
                      <w:szCs w:val="23"/>
                    </w:rPr>
                    <w:t>9</w:t>
                  </w:r>
                </w:p>
              </w:txbxContent>
            </v:textbox>
          </v:shape>
        </w:pict>
      </w:r>
      <w:r>
        <w:pict>
          <v:shape id="_x0000_s1333" o:spid="_x0000_s1334" type="#_x0000_t202" style="width:6.65pt;height:13.85pt;margin-top:323.05pt;margin-left:162.15pt;mso-height-relative:page;mso-position-horizontal-relative:page;mso-position-vertical-relative:page;mso-width-relative:page;position:absolute;z-index:-251485184" coordsize="21600,21600" filled="f" stroked="f">
            <v:stroke joinstyle="miter"/>
            <v:textbox inset="0,0,0,0">
              <w:txbxContent>
                <w:p>
                  <w:pPr>
                    <w:spacing w:before="0" w:line="265" w:lineRule="exact"/>
                    <w:ind w:left="20" w:right="0" w:firstLine="0"/>
                    <w:jc w:val="left"/>
                    <w:rPr>
                      <w:rFonts w:ascii="Symbol" w:eastAsia="Symbol" w:hAnsi="Symbol" w:cs="Symbol"/>
                      <w:sz w:val="23"/>
                      <w:szCs w:val="23"/>
                    </w:rPr>
                  </w:pPr>
                  <w:r>
                    <w:rPr>
                      <w:rFonts w:ascii="Symbol" w:eastAsia="Symbol" w:hAnsi="Symbol" w:cs="Symbol"/>
                      <w:w w:val="105"/>
                      <w:sz w:val="23"/>
                      <w:szCs w:val="23"/>
                    </w:rPr>
                    <w:sym w:font="Symbol" w:char="F0E8"/>
                  </w:r>
                </w:p>
              </w:txbxContent>
            </v:textbox>
          </v:shape>
        </w:pict>
      </w:r>
      <w:r>
        <w:pict>
          <v:shape id="_x0000_s1334" o:spid="_x0000_s1335" type="#_x0000_t202" style="width:6.65pt;height:13.85pt;margin-top:323.05pt;margin-left:207.8pt;mso-height-relative:page;mso-position-horizontal-relative:page;mso-position-vertical-relative:page;mso-width-relative:page;position:absolute;z-index:-251484160" coordsize="21600,21600" filled="f" stroked="f">
            <v:stroke joinstyle="miter"/>
            <v:textbox inset="0,0,0,0">
              <w:txbxContent>
                <w:p>
                  <w:pPr>
                    <w:spacing w:before="0" w:line="265" w:lineRule="exact"/>
                    <w:ind w:left="20" w:right="0" w:firstLine="0"/>
                    <w:jc w:val="left"/>
                    <w:rPr>
                      <w:rFonts w:ascii="Symbol" w:eastAsia="Symbol" w:hAnsi="Symbol" w:cs="Symbol"/>
                      <w:sz w:val="23"/>
                      <w:szCs w:val="23"/>
                    </w:rPr>
                  </w:pPr>
                  <w:r>
                    <w:rPr>
                      <w:rFonts w:ascii="Symbol" w:eastAsia="Symbol" w:hAnsi="Symbol" w:cs="Symbol"/>
                      <w:w w:val="105"/>
                      <w:sz w:val="23"/>
                      <w:szCs w:val="23"/>
                    </w:rPr>
                    <w:sym w:font="Symbol" w:char="F0F8"/>
                  </w:r>
                </w:p>
              </w:txbxContent>
            </v:textbox>
          </v:shape>
        </w:pict>
      </w:r>
      <w:r>
        <w:pict>
          <v:shape id="_x0000_s1335" o:spid="_x0000_s1336" type="#_x0000_t202" style="width:243.7pt;height:21.55pt;margin-top:477.25pt;margin-left:76.65pt;mso-height-relative:page;mso-position-horizontal-relative:page;mso-position-vertical-relative:page;mso-width-relative:page;position:absolute;z-index:-251483136" coordsize="21600,21600" filled="f" stroked="f">
            <v:stroke joinstyle="miter"/>
            <v:textbox inset="0,0,0,0">
              <w:txbxContent>
                <w:p>
                  <w:pPr>
                    <w:tabs>
                      <w:tab w:val="left" w:pos="3823"/>
                    </w:tabs>
                    <w:spacing w:before="0" w:line="192" w:lineRule="exact"/>
                    <w:ind w:left="2582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i/>
                      <w:spacing w:val="-25"/>
                      <w:w w:val="100"/>
                      <w:sz w:val="24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/>
                      <w:i/>
                      <w:spacing w:val="-5"/>
                      <w:w w:val="100"/>
                      <w:sz w:val="24"/>
                      <w:u w:val="single" w:color="000000"/>
                    </w:rPr>
                    <w:t>A</w:t>
                  </w:r>
                  <w:r>
                    <w:rPr>
                      <w:rFonts w:ascii="Times New Roman"/>
                      <w:i/>
                      <w:w w:val="100"/>
                      <w:sz w:val="24"/>
                      <w:u w:val="single" w:color="000000"/>
                    </w:rPr>
                    <w:t>D</w:t>
                  </w:r>
                  <w:r>
                    <w:rPr>
                      <w:rFonts w:ascii="Times New Roman"/>
                      <w:i/>
                      <w:sz w:val="24"/>
                    </w:rPr>
                    <w:tab/>
                  </w:r>
                  <w:r>
                    <w:rPr>
                      <w:rFonts w:ascii="Times New Roman"/>
                      <w:i/>
                      <w:spacing w:val="-24"/>
                      <w:w w:val="99"/>
                      <w:sz w:val="24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/>
                      <w:i/>
                      <w:spacing w:val="-5"/>
                      <w:w w:val="99"/>
                      <w:sz w:val="24"/>
                      <w:u w:val="single" w:color="000000"/>
                    </w:rPr>
                    <w:t>AE</w:t>
                  </w:r>
                </w:p>
                <w:p>
                  <w:pPr>
                    <w:pStyle w:val="BodyText"/>
                    <w:tabs>
                      <w:tab w:val="left" w:pos="3019"/>
                      <w:tab w:val="left" w:pos="4222"/>
                    </w:tabs>
                    <w:spacing w:line="225" w:lineRule="exact"/>
                    <w:ind w:right="0"/>
                    <w:jc w:val="left"/>
                  </w:pPr>
                  <w:r>
                    <w:rPr>
                      <w:w w:val="100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2</w:t>
                  </w:r>
                  <w:r>
                    <w:rPr>
                      <w:spacing w:val="-3"/>
                      <w:w w:val="100"/>
                    </w:rPr>
                    <w:t>）</w:t>
                  </w:r>
                  <w:r>
                    <w:rPr>
                      <w:w w:val="100"/>
                    </w:rPr>
                    <w:t>在</w:t>
                  </w:r>
                  <w:r>
                    <w:rPr>
                      <w:spacing w:val="-1"/>
                      <w:w w:val="100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</w:rPr>
                    <w:t>1</w:t>
                  </w:r>
                  <w:r>
                    <w:rPr>
                      <w:w w:val="100"/>
                    </w:rPr>
                    <w:t>）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w w:val="100"/>
                    </w:rPr>
                    <w:t>条</w:t>
                  </w:r>
                  <w:r>
                    <w:rPr>
                      <w:spacing w:val="-3"/>
                      <w:w w:val="100"/>
                    </w:rPr>
                    <w:t>件</w:t>
                  </w:r>
                  <w:r>
                    <w:rPr>
                      <w:w w:val="100"/>
                    </w:rPr>
                    <w:t>下</w:t>
                  </w:r>
                  <w:r>
                    <w:rPr>
                      <w:spacing w:val="-3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若</w:t>
                  </w:r>
                  <w:r>
                    <w:tab/>
                  </w:r>
                  <w:r>
                    <w:rPr>
                      <w:rFonts w:ascii="Symbol" w:eastAsia="Symbol" w:hAnsi="Symbol" w:cs="Symbol"/>
                      <w:w w:val="100"/>
                      <w:sz w:val="24"/>
                      <w:szCs w:val="24"/>
                    </w:rPr>
                    <w:sym w:font="Symbol" w:char="F03D"/>
                  </w:r>
                  <w:r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pacing w:val="-25"/>
                      <w:sz w:val="24"/>
                      <w:szCs w:val="24"/>
                    </w:rPr>
                    <w:t xml:space="preserve"> </w:t>
                  </w:r>
                  <w:r>
                    <w:rPr>
                      <w:w w:val="100"/>
                    </w:rPr>
                    <w:t>，求</w:t>
                  </w:r>
                  <w:r>
                    <w:tab/>
                  </w:r>
                  <w:r>
                    <w:rPr>
                      <w:w w:val="100"/>
                    </w:rPr>
                    <w:t>的</w:t>
                  </w:r>
                  <w:r>
                    <w:rPr>
                      <w:spacing w:val="-3"/>
                      <w:w w:val="100"/>
                    </w:rPr>
                    <w:t>值</w:t>
                  </w:r>
                  <w:r>
                    <w:rPr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336" o:spid="_x0000_s1337" type="#_x0000_t202" style="width:17.9pt;height:14pt;margin-top:494.2pt;margin-left:206.25pt;mso-height-relative:page;mso-position-horizontal-relative:page;mso-position-vertical-relative:page;mso-width-relative:page;position:absolute;z-index:-251482112" coordsize="21600,21600" filled="f" stroked="f">
            <v:stroke joinstyle="miter"/>
            <v:textbox inset="0,0,0,0">
              <w:txbxContent>
                <w:p>
                  <w:pPr>
                    <w:spacing w:before="0" w:line="265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i/>
                      <w:spacing w:val="-2"/>
                      <w:w w:val="100"/>
                      <w:sz w:val="24"/>
                    </w:rPr>
                    <w:t>DB</w:t>
                  </w:r>
                </w:p>
              </w:txbxContent>
            </v:textbox>
          </v:shape>
        </w:pict>
      </w:r>
      <w:r>
        <w:pict>
          <v:shape id="_x0000_s1337" o:spid="_x0000_s1338" type="#_x0000_t202" style="width:17.9pt;height:14pt;margin-top:494.2pt;margin-left:268pt;mso-height-relative:page;mso-position-horizontal-relative:page;mso-position-vertical-relative:page;mso-width-relative:page;position:absolute;z-index:-251481088" coordsize="21600,21600" filled="f" stroked="f">
            <v:stroke joinstyle="miter"/>
            <v:textbox inset="0,0,0,0">
              <w:txbxContent>
                <w:p>
                  <w:pPr>
                    <w:spacing w:before="0" w:line="265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i/>
                      <w:spacing w:val="5"/>
                      <w:w w:val="99"/>
                      <w:sz w:val="24"/>
                    </w:rPr>
                    <w:t>EC</w:t>
                  </w:r>
                </w:p>
              </w:txbxContent>
            </v:textbox>
          </v:shape>
        </w:pict>
      </w:r>
      <w:r>
        <w:pict>
          <v:shape id="_x0000_s1338" o:spid="_x0000_s1339" type="#_x0000_t202" style="width:473.25pt;height:33pt;margin-top:579.8pt;margin-left:55.6pt;mso-height-relative:page;mso-position-horizontal-relative:page;mso-position-vertical-relative:page;mso-width-relative:page;position:absolute;z-index:-251480064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21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.</w:t>
                  </w:r>
                  <w:r>
                    <w:rPr>
                      <w:w w:val="100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分）</w:t>
                  </w:r>
                </w:p>
                <w:p>
                  <w:pPr>
                    <w:pStyle w:val="BodyText"/>
                    <w:spacing w:before="116" w:line="240" w:lineRule="auto"/>
                    <w:ind w:right="0"/>
                    <w:jc w:val="lef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宋体" w:eastAsia="宋体" w:hAnsi="宋体" w:cs="宋体"/>
                      <w:w w:val="100"/>
                    </w:rPr>
                    <w:t xml:space="preserve">  </w:t>
                  </w:r>
                  <w:r>
                    <w:rPr>
                      <w:w w:val="100"/>
                    </w:rPr>
                    <w:t>为了开展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“</w:t>
                  </w:r>
                  <w:r>
                    <w:rPr>
                      <w:w w:val="100"/>
                    </w:rPr>
                    <w:t>阳光体育运动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”</w:t>
                  </w:r>
                  <w:r>
                    <w:rPr>
                      <w:w w:val="100"/>
                    </w:rPr>
                    <w:t>，计划购买篮球、足球共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60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>
                    <w:rPr>
                      <w:w w:val="100"/>
                    </w:rPr>
                    <w:t>个，已知每个篮球的价格为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70</w:t>
                  </w:r>
                </w:p>
              </w:txbxContent>
            </v:textbox>
          </v:shape>
        </w:pict>
      </w:r>
      <w:r>
        <w:pict>
          <v:shape id="_x0000_s1339" o:spid="_x0000_s1340" type="#_x0000_t202" style="width:144.45pt;height:13.15pt;margin-top:622.7pt;margin-left:55.6pt;mso-height-relative:page;mso-position-horizontal-relative:page;mso-position-vertical-relative:page;mso-width-relative:page;position:absolute;z-index:-251479040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47" w:lineRule="exact"/>
                    <w:ind w:right="0"/>
                    <w:jc w:val="left"/>
                  </w:pPr>
                  <w:r>
                    <w:rPr>
                      <w:rFonts w:ascii="宋体" w:eastAsia="宋体" w:hAnsi="宋体" w:cs="宋体"/>
                      <w:w w:val="100"/>
                    </w:rPr>
                    <w:t>元，每个足</w:t>
                  </w:r>
                  <w:r>
                    <w:rPr>
                      <w:w w:val="100"/>
                    </w:rPr>
                    <w:t>球的价格为</w:t>
                  </w:r>
                  <w:r>
                    <w:rPr>
                      <w:rFonts w:ascii="宋体" w:eastAsia="宋体" w:hAnsi="宋体" w:cs="宋体"/>
                      <w:spacing w:val="-53"/>
                      <w:w w:val="10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80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</w:rPr>
                    <w:t xml:space="preserve"> </w:t>
                  </w:r>
                  <w:r>
                    <w:rPr>
                      <w:w w:val="100"/>
                    </w:rPr>
                    <w:t>元．</w:t>
                  </w:r>
                </w:p>
              </w:txbxContent>
            </v:textbox>
          </v:shape>
        </w:pict>
      </w:r>
      <w:r>
        <w:pict>
          <v:shape id="_x0000_s1340" o:spid="_x0000_s1341" type="#_x0000_t202" style="width:338.15pt;height:13.15pt;margin-top:645.55pt;margin-left:76.65pt;mso-height-relative:page;mso-position-horizontal-relative:page;mso-position-vertical-relative:page;mso-width-relative:page;position:absolute;z-index:-251478016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47" w:lineRule="exact"/>
                    <w:ind w:right="0"/>
                    <w:jc w:val="left"/>
                  </w:pPr>
                  <w:r>
                    <w:rPr>
                      <w:w w:val="100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1</w:t>
                  </w:r>
                  <w:r>
                    <w:rPr>
                      <w:spacing w:val="-3"/>
                      <w:w w:val="100"/>
                    </w:rPr>
                    <w:t>）</w:t>
                  </w:r>
                  <w:r>
                    <w:rPr>
                      <w:w w:val="100"/>
                    </w:rPr>
                    <w:t>若</w:t>
                  </w:r>
                  <w:r>
                    <w:rPr>
                      <w:spacing w:val="-3"/>
                      <w:w w:val="100"/>
                    </w:rPr>
                    <w:t>购</w:t>
                  </w:r>
                  <w:r>
                    <w:rPr>
                      <w:w w:val="100"/>
                    </w:rPr>
                    <w:t>买</w:t>
                  </w:r>
                  <w:r>
                    <w:rPr>
                      <w:spacing w:val="-3"/>
                      <w:w w:val="100"/>
                    </w:rPr>
                    <w:t>这</w:t>
                  </w:r>
                  <w:r>
                    <w:rPr>
                      <w:w w:val="100"/>
                    </w:rPr>
                    <w:t>两</w:t>
                  </w:r>
                  <w:r>
                    <w:rPr>
                      <w:spacing w:val="-3"/>
                      <w:w w:val="100"/>
                    </w:rPr>
                    <w:t>类</w:t>
                  </w:r>
                  <w:r>
                    <w:rPr>
                      <w:w w:val="100"/>
                    </w:rPr>
                    <w:t>球</w:t>
                  </w:r>
                  <w:r>
                    <w:rPr>
                      <w:spacing w:val="-3"/>
                      <w:w w:val="100"/>
                    </w:rPr>
                    <w:t>的总</w:t>
                  </w:r>
                  <w:r>
                    <w:rPr>
                      <w:w w:val="100"/>
                    </w:rPr>
                    <w:t>金</w:t>
                  </w:r>
                  <w:r>
                    <w:rPr>
                      <w:spacing w:val="-3"/>
                      <w:w w:val="100"/>
                    </w:rPr>
                    <w:t>额</w:t>
                  </w:r>
                  <w:r>
                    <w:rPr>
                      <w:w w:val="100"/>
                    </w:rPr>
                    <w:t>为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46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元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spacing w:val="-3"/>
                      <w:w w:val="100"/>
                    </w:rPr>
                    <w:t>求</w:t>
                  </w:r>
                  <w:r>
                    <w:rPr>
                      <w:w w:val="100"/>
                    </w:rPr>
                    <w:t>篮</w:t>
                  </w:r>
                  <w:r>
                    <w:rPr>
                      <w:spacing w:val="-3"/>
                      <w:w w:val="100"/>
                    </w:rPr>
                    <w:t>球，</w:t>
                  </w:r>
                  <w:r>
                    <w:rPr>
                      <w:w w:val="100"/>
                    </w:rPr>
                    <w:t>足球</w:t>
                  </w:r>
                  <w:r>
                    <w:rPr>
                      <w:spacing w:val="-3"/>
                      <w:w w:val="100"/>
                    </w:rPr>
                    <w:t>各</w:t>
                  </w:r>
                  <w:r>
                    <w:rPr>
                      <w:w w:val="100"/>
                    </w:rPr>
                    <w:t>买</w:t>
                  </w:r>
                  <w:r>
                    <w:rPr>
                      <w:spacing w:val="-3"/>
                      <w:w w:val="100"/>
                    </w:rPr>
                    <w:t>了</w:t>
                  </w:r>
                  <w:r>
                    <w:rPr>
                      <w:w w:val="100"/>
                    </w:rPr>
                    <w:t>多</w:t>
                  </w:r>
                  <w:r>
                    <w:rPr>
                      <w:spacing w:val="-3"/>
                      <w:w w:val="100"/>
                    </w:rPr>
                    <w:t>少</w:t>
                  </w:r>
                  <w:r>
                    <w:rPr>
                      <w:w w:val="100"/>
                    </w:rPr>
                    <w:t>个？</w:t>
                  </w:r>
                </w:p>
              </w:txbxContent>
            </v:textbox>
          </v:shape>
        </w:pict>
      </w:r>
      <w:r>
        <w:pict>
          <v:shape id="_x0000_s1341" o:spid="_x0000_s1342" type="#_x0000_t202" style="width:375pt;height:13.15pt;margin-top:668.95pt;margin-left:76.65pt;mso-height-relative:page;mso-position-horizontal-relative:page;mso-position-vertical-relative:page;mso-width-relative:page;position:absolute;z-index:-251474944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47" w:lineRule="exact"/>
                    <w:ind w:right="0"/>
                    <w:jc w:val="left"/>
                  </w:pPr>
                  <w:r>
                    <w:rPr>
                      <w:w w:val="100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2</w:t>
                  </w:r>
                  <w:r>
                    <w:rPr>
                      <w:spacing w:val="-3"/>
                      <w:w w:val="100"/>
                    </w:rPr>
                    <w:t>）</w:t>
                  </w:r>
                  <w:r>
                    <w:rPr>
                      <w:w w:val="100"/>
                    </w:rPr>
                    <w:t>若</w:t>
                  </w:r>
                  <w:r>
                    <w:rPr>
                      <w:spacing w:val="-3"/>
                      <w:w w:val="100"/>
                    </w:rPr>
                    <w:t>购</w:t>
                  </w:r>
                  <w:r>
                    <w:rPr>
                      <w:w w:val="100"/>
                    </w:rPr>
                    <w:t>买</w:t>
                  </w:r>
                  <w:r>
                    <w:rPr>
                      <w:spacing w:val="-3"/>
                      <w:w w:val="100"/>
                    </w:rPr>
                    <w:t>篮</w:t>
                  </w:r>
                  <w:r>
                    <w:rPr>
                      <w:w w:val="100"/>
                    </w:rPr>
                    <w:t>球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w w:val="100"/>
                    </w:rPr>
                    <w:t>总</w:t>
                  </w:r>
                  <w:r>
                    <w:rPr>
                      <w:spacing w:val="-3"/>
                      <w:w w:val="100"/>
                    </w:rPr>
                    <w:t>金额</w:t>
                  </w:r>
                  <w:r>
                    <w:rPr>
                      <w:w w:val="100"/>
                    </w:rPr>
                    <w:t>不超</w:t>
                  </w:r>
                  <w:r>
                    <w:rPr>
                      <w:spacing w:val="-3"/>
                      <w:w w:val="100"/>
                    </w:rPr>
                    <w:t>过</w:t>
                  </w:r>
                  <w:r>
                    <w:rPr>
                      <w:w w:val="100"/>
                    </w:rPr>
                    <w:t>购</w:t>
                  </w:r>
                  <w:r>
                    <w:rPr>
                      <w:spacing w:val="-3"/>
                      <w:w w:val="100"/>
                    </w:rPr>
                    <w:t>买</w:t>
                  </w:r>
                  <w:r>
                    <w:rPr>
                      <w:w w:val="100"/>
                    </w:rPr>
                    <w:t>足</w:t>
                  </w:r>
                  <w:r>
                    <w:rPr>
                      <w:spacing w:val="-3"/>
                      <w:w w:val="100"/>
                    </w:rPr>
                    <w:t>球</w:t>
                  </w:r>
                  <w:r>
                    <w:rPr>
                      <w:w w:val="100"/>
                    </w:rPr>
                    <w:t>的</w:t>
                  </w:r>
                  <w:r>
                    <w:rPr>
                      <w:spacing w:val="-3"/>
                      <w:w w:val="100"/>
                    </w:rPr>
                    <w:t>总</w:t>
                  </w:r>
                  <w:r>
                    <w:rPr>
                      <w:w w:val="100"/>
                    </w:rPr>
                    <w:t>金</w:t>
                  </w:r>
                  <w:r>
                    <w:rPr>
                      <w:spacing w:val="-3"/>
                      <w:w w:val="100"/>
                    </w:rPr>
                    <w:t>额</w:t>
                  </w:r>
                  <w:r>
                    <w:rPr>
                      <w:w w:val="100"/>
                    </w:rPr>
                    <w:t>，求</w:t>
                  </w:r>
                  <w:r>
                    <w:rPr>
                      <w:spacing w:val="-3"/>
                      <w:w w:val="100"/>
                    </w:rPr>
                    <w:t>最</w:t>
                  </w:r>
                  <w:r>
                    <w:rPr>
                      <w:w w:val="100"/>
                    </w:rPr>
                    <w:t>多</w:t>
                  </w:r>
                  <w:r>
                    <w:rPr>
                      <w:spacing w:val="-3"/>
                      <w:w w:val="100"/>
                    </w:rPr>
                    <w:t>可</w:t>
                  </w:r>
                  <w:r>
                    <w:rPr>
                      <w:w w:val="100"/>
                    </w:rPr>
                    <w:t>购</w:t>
                  </w:r>
                  <w:r>
                    <w:rPr>
                      <w:spacing w:val="-3"/>
                      <w:w w:val="100"/>
                    </w:rPr>
                    <w:t>买</w:t>
                  </w:r>
                  <w:r>
                    <w:rPr>
                      <w:w w:val="100"/>
                    </w:rPr>
                    <w:t>多</w:t>
                  </w:r>
                  <w:r>
                    <w:rPr>
                      <w:spacing w:val="-3"/>
                      <w:w w:val="100"/>
                    </w:rPr>
                    <w:t>少</w:t>
                  </w:r>
                  <w:r>
                    <w:rPr>
                      <w:w w:val="100"/>
                    </w:rPr>
                    <w:t>个</w:t>
                  </w:r>
                  <w:r>
                    <w:rPr>
                      <w:spacing w:val="-3"/>
                      <w:w w:val="100"/>
                    </w:rPr>
                    <w:t>篮</w:t>
                  </w:r>
                  <w:r>
                    <w:rPr>
                      <w:w w:val="100"/>
                    </w:rPr>
                    <w:t>球？</w:t>
                  </w:r>
                </w:p>
              </w:txbxContent>
            </v:textbox>
          </v:shape>
        </w:pict>
      </w:r>
      <w:r>
        <w:pict>
          <v:shape id="_x0000_s1342" o:spid="_x0000_s1343" type="#_x0000_t202" style="width:6.9pt;height:12pt;margin-top:303.25pt;margin-left:330.9pt;mso-height-relative:page;mso-position-horizontal-relative:page;mso-position-vertical-relative:page;mso-width-relative:page;position:absolute;z-index:-251473920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343" o:spid="_x0000_s1344" type="#_x0000_t202" style="width:23.25pt;height:12pt;margin-top:309.2pt;margin-left:183.8pt;mso-height-relative:page;mso-position-horizontal-relative:page;mso-position-vertical-relative:page;mso-width-relative:page;position:absolute;z-index:-251472896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344" o:spid="_x0000_s1345" type="#_x0000_t202" style="width:28.55pt;height:12pt;margin-top:309.2pt;margin-left:224pt;mso-height-relative:page;mso-position-horizontal-relative:page;mso-position-vertical-relative:page;mso-width-relative:page;position:absolute;z-index:-251471872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345" o:spid="_x0000_s1346" type="#_x0000_t202" style="width:4.55pt;height:12pt;margin-top:476.9pt;margin-left:205.8pt;mso-height-relative:page;mso-position-horizontal-relative:page;mso-position-vertical-relative:page;mso-width-relative:page;position:absolute;z-index:-251470848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346" o:spid="_x0000_s1347" type="#_x0000_t202" style="width:4.6pt;height:12pt;margin-top:476.9pt;margin-left:267.8pt;mso-height-relative:page;mso-position-horizontal-relative:page;mso-position-vertical-relative:page;mso-width-relative:page;position:absolute;z-index:-251469824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140" w:right="1000" w:bottom="280" w:left="1000" w:header="720" w:footer="720" w:gutter="0"/>
          <w:cols w:num="1" w:space="720"/>
        </w:sectPr>
      </w:pPr>
      <w:r>
        <w:pict>
          <v:shape id="_x0000_s1347" o:spid="_x0000_s1348" type="#_x0000_t202" style="width:200.85pt;height:86.8pt;margin-top:353.85pt;margin-left:57.85pt;mso-height-relative:page;mso-position-horizontal-relative:page;mso-position-vertical-relative:page;mso-width-relative:page;position:absolute;z-index:-251476992" coordsize="21600,21600" filled="f" stroked="f">
            <v:stroke joinstyle="miter"/>
            <o:lock v:ext="edit" aspectratio="f"/>
            <v:textbox inset="0,0,0,0">
              <w:txbxContent>
                <w:p>
                  <w:pPr>
                    <w:pStyle w:val="BodyText"/>
                    <w:spacing w:line="86" w:lineRule="exact"/>
                    <w:ind w:left="0" w:right="0" w:firstLine="0" w:leftChars="0" w:firstLineChars="0"/>
                    <w:jc w:val="left"/>
                  </w:pPr>
                </w:p>
                <w:p>
                  <w:pPr>
                    <w:pStyle w:val="BodyText"/>
                    <w:spacing w:line="86" w:lineRule="exact"/>
                    <w:ind w:left="0" w:right="0" w:firstLine="0" w:leftChars="0" w:firstLineChars="0"/>
                    <w:jc w:val="left"/>
                    <w:rPr>
                      <w:rFonts w:eastAsia="宋体" w:hint="eastAsia"/>
                      <w:lang w:eastAsia="zh-CN"/>
                    </w:rPr>
                  </w:pPr>
                </w:p>
                <w:p>
                  <w:pPr>
                    <w:pStyle w:val="BodyText"/>
                    <w:spacing w:line="86" w:lineRule="exact"/>
                    <w:ind w:left="0" w:right="0" w:firstLine="0" w:leftChars="0" w:firstLineChars="0"/>
                    <w:jc w:val="left"/>
                    <w:rPr>
                      <w:rFonts w:eastAsia="宋体" w:hint="eastAsia"/>
                      <w:lang w:eastAsia="zh-CN"/>
                    </w:rPr>
                  </w:pPr>
                </w:p>
                <w:p>
                  <w:pPr>
                    <w:pStyle w:val="BodyText"/>
                    <w:spacing w:line="86" w:lineRule="exact"/>
                    <w:ind w:left="0" w:right="0" w:firstLine="0" w:leftChars="0" w:firstLineChars="0"/>
                    <w:jc w:val="left"/>
                    <w:rPr>
                      <w:rFonts w:eastAsia="宋体" w:hint="eastAsia"/>
                      <w:lang w:eastAsia="zh-CN"/>
                    </w:rPr>
                  </w:pPr>
                </w:p>
                <w:p>
                  <w:pPr>
                    <w:spacing w:before="0" w:line="571" w:lineRule="exact"/>
                    <w:ind w:right="0"/>
                    <w:jc w:val="left"/>
                    <w:rPr>
                      <w:rFonts w:ascii="宋体" w:eastAsia="宋体" w:hAnsi="宋体" w:cs="宋体" w:hint="default"/>
                      <w:w w:val="1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w w:val="100"/>
                      <w:sz w:val="21"/>
                      <w:szCs w:val="21"/>
                      <w:lang w:val="en-US" w:eastAsia="zh-CN"/>
                    </w:rPr>
                    <w:t>20.</w:t>
                  </w:r>
                  <w:r>
                    <w:rPr>
                      <w:rFonts w:ascii="宋体" w:eastAsia="宋体" w:hAnsi="宋体" w:cs="宋体" w:hint="eastAsia"/>
                      <w:w w:val="100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w w:val="100"/>
                      <w:sz w:val="21"/>
                      <w:szCs w:val="21"/>
                      <w:lang w:val="en-US" w:eastAsia="zh-CN"/>
                    </w:rPr>
                    <w:t>8分）</w:t>
                  </w:r>
                </w:p>
                <w:p>
                  <w:pPr>
                    <w:spacing w:before="0" w:line="571" w:lineRule="exact"/>
                    <w:ind w:left="44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如图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，在</w:t>
                  </w:r>
                  <w:r>
                    <w:rPr>
                      <w:rFonts w:ascii="Cambria Math" w:eastAsia="Cambria Math" w:hAnsi="Cambria Math" w:cs="Cambria Math"/>
                      <w:spacing w:val="1"/>
                      <w:w w:val="100"/>
                      <w:sz w:val="21"/>
                      <w:szCs w:val="21"/>
                    </w:rPr>
                    <w:t>△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AB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中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，点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eastAsia="宋体" w:hAnsi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边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上．</w:t>
                  </w:r>
                </w:p>
              </w:txbxContent>
            </v:textbox>
          </v:shape>
        </w:pict>
      </w:r>
      <w:r>
        <w:pict>
          <v:shape id="_x0000_s1348" o:spid="_x0000_s1349" type="#_x0000_t202" style="width:484.1pt;height:54.7pt;margin-top:422.95pt;margin-left:56.35pt;mso-height-relative:page;mso-position-horizontal-relative:page;mso-position-vertical-relative:page;mso-width-relative:page;position:absolute;z-index:-251475968" coordsize="21600,21600" filled="f" stroked="f">
            <v:stroke joinstyle="miter"/>
            <o:lock v:ext="edit" aspectratio="f"/>
            <v:textbox inset="0,0,0,0">
              <w:txbxContent>
                <w:p>
                  <w:pPr>
                    <w:spacing w:before="0" w:line="562" w:lineRule="exact"/>
                    <w:ind w:left="20" w:right="0" w:firstLine="420"/>
                    <w:jc w:val="left"/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1</w:t>
                  </w:r>
                  <w:r>
                    <w:rPr>
                      <w:rFonts w:ascii="宋体" w:eastAsia="宋体" w:hAnsi="宋体" w:cs="宋体"/>
                      <w:spacing w:val="-10"/>
                      <w:w w:val="100"/>
                      <w:sz w:val="21"/>
                      <w:szCs w:val="21"/>
                    </w:rPr>
                    <w:t>）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Cambria Math" w:eastAsia="Cambria Math" w:hAnsi="Cambria Math" w:cs="Cambria Math"/>
                      <w:spacing w:val="1"/>
                      <w:w w:val="100"/>
                      <w:sz w:val="21"/>
                      <w:szCs w:val="21"/>
                    </w:rPr>
                    <w:t>△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内</w:t>
                  </w:r>
                  <w:r>
                    <w:rPr>
                      <w:rFonts w:ascii="宋体" w:eastAsia="宋体" w:hAnsi="宋体" w:cs="宋体"/>
                      <w:spacing w:val="-10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求</w:t>
                  </w:r>
                  <w:r>
                    <w:rPr>
                      <w:rFonts w:ascii="宋体" w:eastAsia="宋体" w:hAnsi="宋体" w:cs="宋体"/>
                      <w:spacing w:val="-2"/>
                      <w:w w:val="100"/>
                      <w:sz w:val="21"/>
                      <w:szCs w:val="21"/>
                    </w:rPr>
                    <w:t>作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E</w:t>
                  </w:r>
                  <w:r>
                    <w:rPr>
                      <w:rFonts w:ascii="宋体" w:eastAsia="宋体" w:hAnsi="宋体" w:cs="宋体"/>
                      <w:spacing w:val="-10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使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E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＝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宋体" w:eastAsia="宋体" w:hAnsi="宋体" w:cs="宋体"/>
                      <w:spacing w:val="-10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交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于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E</w:t>
                  </w:r>
                  <w:r>
                    <w:rPr>
                      <w:rFonts w:ascii="宋体" w:eastAsia="宋体" w:hAnsi="宋体" w:cs="宋体"/>
                      <w:spacing w:val="-17"/>
                      <w:w w:val="100"/>
                      <w:sz w:val="21"/>
                      <w:szCs w:val="21"/>
                    </w:rPr>
                    <w:t>；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要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求</w:t>
                  </w:r>
                  <w:r>
                    <w:rPr>
                      <w:rFonts w:ascii="宋体" w:eastAsia="宋体" w:hAnsi="宋体" w:cs="宋体"/>
                      <w:spacing w:val="-8"/>
                      <w:w w:val="100"/>
                      <w:sz w:val="21"/>
                      <w:szCs w:val="21"/>
                    </w:rPr>
                    <w:t>：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尺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规作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图</w:t>
                  </w:r>
                  <w:r>
                    <w:rPr>
                      <w:rFonts w:ascii="宋体" w:eastAsia="宋体" w:hAnsi="宋体" w:cs="宋体"/>
                      <w:spacing w:val="-8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不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写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作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法</w:t>
                  </w:r>
                  <w:r>
                    <w:rPr>
                      <w:rFonts w:ascii="宋体" w:eastAsia="宋体" w:hAnsi="宋体" w:cs="宋体"/>
                      <w:spacing w:val="-10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保</w:t>
                  </w:r>
                  <w:r>
                    <w:rPr>
                      <w:rFonts w:ascii="宋体" w:eastAsia="宋体" w:hAnsi="宋体" w:cs="宋体" w:hint="eastAsia"/>
                      <w:w w:val="100"/>
                      <w:sz w:val="21"/>
                      <w:szCs w:val="21"/>
                      <w:lang w:val="en-US" w:eastAsia="zh-CN"/>
                    </w:rPr>
                    <w:t>留作图痕迹）</w:t>
                  </w:r>
                </w:p>
              </w:txbxContent>
            </v:textbox>
          </v:shape>
        </w:pict>
      </w:r>
    </w:p>
    <w:p>
      <w:pPr>
        <w:rPr>
          <w:sz w:val="2"/>
          <w:szCs w:val="2"/>
        </w:rPr>
      </w:pPr>
      <w:r>
        <w:pict>
          <v:shape id="_x0000_s1349" o:spid="_x0000_s1350" type="#_x0000_t75" style="width:193.6pt;height:138.55pt;margin-top:478.3pt;margin-left:329.7pt;mso-height-relative:page;mso-position-horizontal-relative:page;mso-position-vertical-relative:page;mso-width-relative:page;position:absolute;z-index:-251468800" coordsize="21600,21600" o:preferrelative="t" filled="f" stroked="f">
            <v:stroke joinstyle="miter"/>
            <v:imagedata r:id="rId19" o:title=""/>
            <o:lock v:ext="edit" aspectratio="t"/>
          </v:shape>
        </w:pict>
      </w:r>
      <w:r>
        <w:pict>
          <v:shape id="_x0000_s1350" o:spid="_x0000_s1351" type="#_x0000_t75" style="width:143.25pt;height:82.5pt;margin-top:130pt;margin-left:389.25pt;mso-height-relative:page;mso-position-horizontal-relative:page;mso-position-vertical-relative:page;mso-width-relative:page;position:absolute;z-index:-251467776" coordsize="21600,21600" o:preferrelative="t" filled="f" stroked="f">
            <v:stroke joinstyle="miter"/>
            <v:imagedata r:id="rId20" o:title=""/>
            <o:lock v:ext="edit" aspectratio="t"/>
          </v:shape>
        </w:pict>
      </w:r>
      <w:r>
        <w:pict>
          <v:shape id="_x0000_s1351" o:spid="_x0000_s1352" type="#_x0000_t202" style="width:62.35pt;height:12.8pt;margin-top:62.15pt;margin-left:55.6pt;mso-height-relative:page;mso-position-horizontal-relative:page;mso-position-vertical-relative:page;mso-width-relative:page;position:absolute;z-index:-251466752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22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.</w:t>
                  </w:r>
                  <w:r>
                    <w:rPr>
                      <w:w w:val="100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分）</w:t>
                  </w:r>
                </w:p>
              </w:txbxContent>
            </v:textbox>
          </v:shape>
        </w:pict>
      </w:r>
      <w:r>
        <w:pict>
          <v:shape id="_x0000_s1352" o:spid="_x0000_s1353" type="#_x0000_t202" style="width:463.2pt;height:13.15pt;margin-top:85.45pt;margin-left:76.65pt;mso-height-relative:page;mso-position-horizontal-relative:page;mso-position-vertical-relative:page;mso-width-relative:page;position:absolute;z-index:-251465728" coordsize="21600,21600" filled="f" stroked="f">
            <v:stroke joinstyle="miter"/>
            <v:textbox inset="0,0,0,0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如图</w:t>
                  </w:r>
                  <w:r>
                    <w:rPr>
                      <w:rFonts w:ascii="宋体" w:eastAsia="宋体" w:hAnsi="宋体" w:cs="宋体"/>
                      <w:spacing w:val="-5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四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边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形</w:t>
                  </w:r>
                  <w:r>
                    <w:rPr>
                      <w:rFonts w:ascii="宋体" w:eastAsia="宋体" w:hAnsi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AB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CD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对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角线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⊥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于点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E</w:t>
                  </w:r>
                  <w:r>
                    <w:rPr>
                      <w:rFonts w:ascii="宋体" w:eastAsia="宋体" w:hAnsi="宋体" w:cs="宋体"/>
                      <w:spacing w:val="-5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宋体" w:eastAsia="宋体" w:hAnsi="宋体" w:cs="宋体"/>
                      <w:spacing w:val="-5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F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为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四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边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形</w:t>
                  </w:r>
                  <w:r>
                    <w:rPr>
                      <w:rFonts w:ascii="宋体" w:eastAsia="宋体" w:hAnsi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外一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eastAsia="宋体" w:hAnsi="宋体" w:cs="宋体"/>
                      <w:spacing w:val="-51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spacing w:val="-2"/>
                      <w:w w:val="100"/>
                      <w:sz w:val="21"/>
                      <w:szCs w:val="21"/>
                    </w:rPr>
                    <w:t>且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F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w w:val="100"/>
                      <w:sz w:val="21"/>
                      <w:szCs w:val="21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w w:val="100"/>
                      <w:sz w:val="21"/>
                      <w:szCs w:val="21"/>
                    </w:rPr>
                    <w:t>°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，</w:t>
                  </w:r>
                </w:p>
              </w:txbxContent>
            </v:textbox>
          </v:shape>
        </w:pict>
      </w:r>
      <w:r>
        <w:pict>
          <v:shape id="_x0000_s1353" o:spid="_x0000_s1354" type="#_x0000_t202" style="width:84.9pt;height:13.15pt;margin-top:108.85pt;margin-left:55.6pt;mso-height-relative:page;mso-position-horizontal-relative:page;mso-position-vertical-relative:page;mso-width-relative:page;position:absolute;z-index:-251464704" coordsize="21600,21600" filled="f" stroked="f">
            <v:stroke joinstyle="miter"/>
            <v:textbox inset="0,0,0,0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F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＝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354" o:spid="_x0000_s1355" type="#_x0000_t202" style="width:197.6pt;height:13.15pt;margin-top:132.25pt;margin-left:76.65pt;mso-height-relative:page;mso-position-horizontal-relative:page;mso-position-vertical-relative:page;mso-width-relative:page;position:absolute;z-index:-251463680" coordsize="21600,21600" filled="f" stroked="f">
            <v:stroke joinstyle="miter"/>
            <v:textbox inset="0,0,0,0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1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）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求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证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：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四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边形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F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是平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行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四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边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形；</w:t>
                  </w:r>
                </w:p>
              </w:txbxContent>
            </v:textbox>
          </v:shape>
        </w:pict>
      </w:r>
      <w:r>
        <w:pict>
          <v:shape id="_x0000_s1355" o:spid="_x0000_s1356" type="#_x0000_t202" style="width:284.05pt;height:13.15pt;margin-top:155.65pt;margin-left:76.65pt;mso-height-relative:page;mso-position-horizontal-relative:page;mso-position-vertical-relative:page;mso-width-relative:page;position:absolute;z-index:-251462656" coordsize="21600,21600" filled="f" stroked="f">
            <v:stroke joinstyle="miter"/>
            <v:textbox inset="0,0,0,0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）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如果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平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分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sz w:val="21"/>
                      <w:szCs w:val="21"/>
                    </w:rPr>
                    <w:t>F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F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sz w:val="21"/>
                      <w:szCs w:val="21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spacing w:val="3"/>
                      <w:w w:val="100"/>
                      <w:sz w:val="21"/>
                      <w:szCs w:val="21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spacing w:val="-5"/>
                      <w:w w:val="100"/>
                      <w:sz w:val="21"/>
                      <w:szCs w:val="21"/>
                    </w:rPr>
                    <w:t>°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sz w:val="21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，求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AC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长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356" o:spid="_x0000_s1357" type="#_x0000_t202" style="width:62.35pt;height:12.8pt;margin-top:366.4pt;margin-left:55.6pt;mso-height-relative:page;mso-position-horizontal-relative:page;mso-position-vertical-relative:page;mso-width-relative:page;position:absolute;z-index:-251461632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23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.</w:t>
                  </w:r>
                  <w:r>
                    <w:rPr>
                      <w:w w:val="100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分）</w:t>
                  </w:r>
                </w:p>
              </w:txbxContent>
            </v:textbox>
          </v:shape>
        </w:pict>
      </w:r>
      <w:r>
        <w:pict>
          <v:shape id="_x0000_s1357" o:spid="_x0000_s1358" type="#_x0000_t202" style="width:431.05pt;height:12.8pt;margin-top:390pt;margin-left:76.45pt;mso-height-relative:page;mso-position-horizontal-relative:page;mso-position-vertical-relative:page;mso-width-relative:page;position:absolute;z-index:-251460608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A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两家酒店规模相当，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>绘制的</w:t>
                  </w:r>
                  <w:r>
                    <w:rPr>
                      <w:w w:val="100"/>
                    </w:rPr>
                    <w:t>去年下半年的月盈利折线统计图如图所示．</w:t>
                  </w:r>
                </w:p>
              </w:txbxContent>
            </v:textbox>
          </v:shape>
        </w:pict>
      </w:r>
      <w:r>
        <w:pict>
          <v:shape id="_x0000_s1358" o:spid="_x0000_s1359" type="#_x0000_t202" style="width:243.35pt;height:12.8pt;margin-top:413.4pt;margin-left:76.45pt;mso-height-relative:page;mso-position-horizontal-relative:page;mso-position-vertical-relative:page;mso-width-relative:page;position:absolute;z-index:-251459584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</w:pPr>
                  <w:r>
                    <w:rPr>
                      <w:w w:val="100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1</w:t>
                  </w:r>
                  <w:r>
                    <w:rPr>
                      <w:w w:val="100"/>
                    </w:rPr>
                    <w:t>）计算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A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两家酒店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7~12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月的月</w:t>
                  </w:r>
                  <w:r>
                    <w:rPr>
                      <w:spacing w:val="-3"/>
                      <w:w w:val="100"/>
                    </w:rPr>
                    <w:t>平均盈利</w:t>
                  </w:r>
                  <w:r>
                    <w:rPr>
                      <w:w w:val="100"/>
                    </w:rPr>
                    <w:t>额；</w:t>
                  </w:r>
                </w:p>
              </w:txbxContent>
            </v:textbox>
          </v:shape>
        </w:pict>
      </w:r>
      <w:r>
        <w:pict>
          <v:shape id="_x0000_s1359" o:spid="_x0000_s1360" type="#_x0000_t202" style="width:463.2pt;height:13.3pt;margin-top:436.1pt;margin-left:76.65pt;mso-height-relative:page;mso-position-horizontal-relative:page;mso-position-vertical-relative:page;mso-width-relative:page;position:absolute;z-index:-251458560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47" w:lineRule="exact"/>
                    <w:ind w:right="0"/>
                    <w:jc w:val="left"/>
                  </w:pPr>
                  <w:r>
                    <w:rPr>
                      <w:w w:val="100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2</w:t>
                  </w:r>
                  <w:r>
                    <w:rPr>
                      <w:spacing w:val="-15"/>
                      <w:w w:val="100"/>
                    </w:rPr>
                    <w:t>）</w:t>
                  </w:r>
                  <w:r>
                    <w:rPr>
                      <w:w w:val="100"/>
                    </w:rPr>
                    <w:t>已知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position w:val="1"/>
                    </w:rPr>
                    <w:t>A</w:t>
                  </w:r>
                  <w:r>
                    <w:rPr>
                      <w:spacing w:val="-12"/>
                      <w:w w:val="100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两</w:t>
                  </w:r>
                  <w:r>
                    <w:rPr>
                      <w:spacing w:val="-3"/>
                      <w:w w:val="100"/>
                    </w:rPr>
                    <w:t>家</w:t>
                  </w:r>
                  <w:r>
                    <w:rPr>
                      <w:w w:val="100"/>
                    </w:rPr>
                    <w:t>酒店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7~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月</w:t>
                  </w:r>
                  <w:r>
                    <w:rPr>
                      <w:w w:val="100"/>
                    </w:rPr>
                    <w:t>的月</w:t>
                  </w:r>
                  <w:r>
                    <w:rPr>
                      <w:spacing w:val="-3"/>
                      <w:w w:val="100"/>
                    </w:rPr>
                    <w:t>盈</w:t>
                  </w:r>
                  <w:r>
                    <w:rPr>
                      <w:w w:val="100"/>
                    </w:rPr>
                    <w:t>利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w w:val="100"/>
                    </w:rPr>
                    <w:t>方</w:t>
                  </w:r>
                  <w:r>
                    <w:rPr>
                      <w:spacing w:val="-3"/>
                      <w:w w:val="100"/>
                    </w:rPr>
                    <w:t>差分</w:t>
                  </w:r>
                  <w:r>
                    <w:rPr>
                      <w:w w:val="100"/>
                    </w:rPr>
                    <w:t>别为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07</w:t>
                  </w:r>
                  <w:r>
                    <w:rPr>
                      <w:rFonts w:ascii="Times New Roman" w:eastAsia="Times New Roman" w:hAnsi="Times New Roman" w:cs="Times New Roman"/>
                      <w:spacing w:val="-15"/>
                      <w:w w:val="100"/>
                      <w:position w:val="1"/>
                    </w:rPr>
                    <w:t>3</w:t>
                  </w:r>
                  <w:r>
                    <w:rPr>
                      <w:w w:val="100"/>
                    </w:rPr>
                    <w:t>（</w:t>
                  </w:r>
                  <w:r>
                    <w:rPr>
                      <w:spacing w:val="-3"/>
                      <w:w w:val="100"/>
                    </w:rPr>
                    <w:t>万</w:t>
                  </w:r>
                  <w:r>
                    <w:rPr>
                      <w:w w:val="100"/>
                    </w:rPr>
                    <w:t>元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position w:val="8"/>
                      <w:sz w:val="14"/>
                      <w:szCs w:val="14"/>
                    </w:rPr>
                    <w:t>2</w:t>
                  </w:r>
                  <w:r>
                    <w:rPr>
                      <w:spacing w:val="-12"/>
                      <w:w w:val="100"/>
                    </w:rPr>
                    <w:t>）</w:t>
                  </w:r>
                  <w:r>
                    <w:rPr>
                      <w:spacing w:val="-15"/>
                      <w:w w:val="100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0.5</w:t>
                  </w:r>
                  <w:r>
                    <w:rPr>
                      <w:rFonts w:ascii="Times New Roman" w:eastAsia="Times New Roman" w:hAnsi="Times New Roman" w:cs="Times New Roman"/>
                      <w:spacing w:val="-14"/>
                      <w:w w:val="100"/>
                      <w:position w:val="1"/>
                    </w:rPr>
                    <w:t>4</w:t>
                  </w:r>
                  <w:r>
                    <w:rPr>
                      <w:w w:val="100"/>
                    </w:rPr>
                    <w:t>（</w:t>
                  </w:r>
                  <w:r>
                    <w:rPr>
                      <w:spacing w:val="-3"/>
                      <w:w w:val="100"/>
                    </w:rPr>
                    <w:t>万</w:t>
                  </w:r>
                  <w:r>
                    <w:rPr>
                      <w:w w:val="100"/>
                    </w:rPr>
                    <w:t>元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position w:val="8"/>
                      <w:sz w:val="14"/>
                      <w:szCs w:val="14"/>
                    </w:rPr>
                    <w:t>2</w:t>
                  </w:r>
                  <w:r>
                    <w:rPr>
                      <w:spacing w:val="-13"/>
                      <w:w w:val="100"/>
                    </w:rPr>
                    <w:t>）</w:t>
                  </w:r>
                  <w:r>
                    <w:rPr>
                      <w:spacing w:val="-15"/>
                      <w:w w:val="100"/>
                    </w:rPr>
                    <w:t>．</w:t>
                  </w:r>
                  <w:r>
                    <w:rPr>
                      <w:w w:val="100"/>
                    </w:rPr>
                    <w:t>根</w:t>
                  </w:r>
                  <w:r>
                    <w:rPr>
                      <w:spacing w:val="-3"/>
                      <w:w w:val="100"/>
                    </w:rPr>
                    <w:t>据</w:t>
                  </w:r>
                  <w:r>
                    <w:rPr>
                      <w:w w:val="100"/>
                    </w:rPr>
                    <w:t>所给</w:t>
                  </w:r>
                </w:p>
              </w:txbxContent>
            </v:textbox>
          </v:shape>
        </w:pict>
      </w:r>
      <w:r>
        <w:pict>
          <v:shape id="_x0000_s1360" o:spid="_x0000_s1361" type="#_x0000_t202" style="width:469.55pt;height:12.8pt;margin-top:460pt;margin-left:55.6pt;mso-height-relative:page;mso-position-horizontal-relative:page;mso-position-vertical-relative:page;mso-width-relative:page;position:absolute;z-index:-251457536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</w:pPr>
                  <w:r>
                    <w:rPr>
                      <w:w w:val="100"/>
                    </w:rPr>
                    <w:t>的方</w:t>
                  </w:r>
                  <w:r>
                    <w:rPr>
                      <w:spacing w:val="-3"/>
                      <w:w w:val="100"/>
                    </w:rPr>
                    <w:t>差</w:t>
                  </w:r>
                  <w:r>
                    <w:rPr>
                      <w:w w:val="100"/>
                    </w:rPr>
                    <w:t>和</w:t>
                  </w:r>
                  <w:r>
                    <w:rPr>
                      <w:spacing w:val="-3"/>
                      <w:w w:val="100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1</w:t>
                  </w:r>
                  <w:r>
                    <w:rPr>
                      <w:spacing w:val="-3"/>
                      <w:w w:val="100"/>
                    </w:rPr>
                    <w:t>）</w:t>
                  </w:r>
                  <w:r>
                    <w:rPr>
                      <w:w w:val="100"/>
                    </w:rPr>
                    <w:t>中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w w:val="100"/>
                    </w:rPr>
                    <w:t>结</w:t>
                  </w:r>
                  <w:r>
                    <w:rPr>
                      <w:spacing w:val="-3"/>
                      <w:w w:val="100"/>
                    </w:rPr>
                    <w:t>论，</w:t>
                  </w:r>
                  <w:r>
                    <w:rPr>
                      <w:w w:val="100"/>
                    </w:rPr>
                    <w:t>结合</w:t>
                  </w:r>
                  <w:r>
                    <w:rPr>
                      <w:spacing w:val="-3"/>
                      <w:w w:val="100"/>
                    </w:rPr>
                    <w:t>折</w:t>
                  </w:r>
                  <w:r>
                    <w:rPr>
                      <w:w w:val="100"/>
                    </w:rPr>
                    <w:t>线</w:t>
                  </w:r>
                  <w:r>
                    <w:rPr>
                      <w:spacing w:val="-3"/>
                      <w:w w:val="100"/>
                    </w:rPr>
                    <w:t>统</w:t>
                  </w:r>
                  <w:r>
                    <w:rPr>
                      <w:w w:val="100"/>
                    </w:rPr>
                    <w:t>计</w:t>
                  </w:r>
                  <w:r>
                    <w:rPr>
                      <w:spacing w:val="-3"/>
                      <w:w w:val="100"/>
                    </w:rPr>
                    <w:t>图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spacing w:val="-3"/>
                      <w:w w:val="100"/>
                    </w:rPr>
                    <w:t>你</w:t>
                  </w:r>
                  <w:r>
                    <w:rPr>
                      <w:w w:val="100"/>
                    </w:rPr>
                    <w:t>认</w:t>
                  </w:r>
                  <w:r>
                    <w:rPr>
                      <w:spacing w:val="-3"/>
                      <w:w w:val="100"/>
                    </w:rPr>
                    <w:t>为</w:t>
                  </w:r>
                  <w:r>
                    <w:rPr>
                      <w:w w:val="100"/>
                    </w:rPr>
                    <w:t>去年</w:t>
                  </w:r>
                  <w:r>
                    <w:rPr>
                      <w:spacing w:val="-3"/>
                      <w:w w:val="100"/>
                    </w:rPr>
                    <w:t>下</w:t>
                  </w:r>
                  <w:r>
                    <w:rPr>
                      <w:w w:val="100"/>
                    </w:rPr>
                    <w:t>半</w:t>
                  </w:r>
                  <w:r>
                    <w:rPr>
                      <w:spacing w:val="-3"/>
                      <w:w w:val="100"/>
                    </w:rPr>
                    <w:t>年</w:t>
                  </w:r>
                  <w:r>
                    <w:rPr>
                      <w:w w:val="100"/>
                    </w:rPr>
                    <w:t>哪</w:t>
                  </w:r>
                  <w:r>
                    <w:rPr>
                      <w:spacing w:val="-3"/>
                      <w:w w:val="100"/>
                    </w:rPr>
                    <w:t>家</w:t>
                  </w:r>
                  <w:r>
                    <w:rPr>
                      <w:w w:val="100"/>
                    </w:rPr>
                    <w:t>酒</w:t>
                  </w:r>
                  <w:r>
                    <w:rPr>
                      <w:spacing w:val="-3"/>
                      <w:w w:val="100"/>
                    </w:rPr>
                    <w:t>店</w:t>
                  </w:r>
                  <w:r>
                    <w:rPr>
                      <w:w w:val="100"/>
                    </w:rPr>
                    <w:t>经</w:t>
                  </w:r>
                  <w:r>
                    <w:rPr>
                      <w:spacing w:val="-3"/>
                      <w:w w:val="100"/>
                    </w:rPr>
                    <w:t>营</w:t>
                  </w:r>
                  <w:r>
                    <w:rPr>
                      <w:w w:val="100"/>
                    </w:rPr>
                    <w:t>状况</w:t>
                  </w:r>
                  <w:r>
                    <w:rPr>
                      <w:spacing w:val="-3"/>
                      <w:w w:val="100"/>
                    </w:rPr>
                    <w:t>较</w:t>
                  </w:r>
                  <w:r>
                    <w:rPr>
                      <w:w w:val="100"/>
                    </w:rPr>
                    <w:t>好</w:t>
                  </w:r>
                  <w:r>
                    <w:rPr>
                      <w:spacing w:val="-3"/>
                      <w:w w:val="100"/>
                    </w:rPr>
                    <w:t>？</w:t>
                  </w:r>
                  <w:r>
                    <w:rPr>
                      <w:w w:val="100"/>
                    </w:rPr>
                    <w:t>请</w:t>
                  </w:r>
                  <w:r>
                    <w:rPr>
                      <w:spacing w:val="-3"/>
                      <w:w w:val="100"/>
                    </w:rPr>
                    <w:t>简</w:t>
                  </w:r>
                  <w:r>
                    <w:rPr>
                      <w:w w:val="100"/>
                    </w:rPr>
                    <w:t>述</w:t>
                  </w:r>
                  <w:r>
                    <w:rPr>
                      <w:spacing w:val="-3"/>
                      <w:w w:val="100"/>
                    </w:rPr>
                    <w:t>理</w:t>
                  </w:r>
                  <w:r>
                    <w:rPr>
                      <w:w w:val="100"/>
                    </w:rPr>
                    <w:t>由．</w:t>
                  </w:r>
                </w:p>
              </w:txbxContent>
            </v:textbox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140" w:right="1000" w:bottom="280" w:left="1000" w:header="720" w:footer="720" w:gutter="0"/>
          <w:cols w:num="1" w:space="720"/>
        </w:sectPr>
      </w:pPr>
    </w:p>
    <w:p>
      <w:pPr>
        <w:rPr>
          <w:sz w:val="2"/>
          <w:szCs w:val="2"/>
        </w:rPr>
        <w:sectPr>
          <w:headerReference w:type="default" r:id="rId21"/>
          <w:footerReference w:type="default" r:id="rId22"/>
          <w:pgSz w:w="11910" w:h="16840"/>
          <w:pgMar w:top="1060" w:right="1000" w:bottom="280" w:left="1000" w:header="720" w:footer="720" w:gutter="0"/>
          <w:cols w:num="1" w:space="720"/>
        </w:sectPr>
      </w:pPr>
      <w:r>
        <w:pict>
          <v:group id="_x0000_s1361" o:spid="_x0000_s1362" style="width:13.75pt;height:13.15pt;margin-top:525.65pt;margin-left:150.2pt;mso-height-relative:page;mso-position-horizontal-relative:page;mso-position-vertical-relative:page;mso-width-relative:page;position:absolute;z-index:-251456512" coordorigin="3005,10514" coordsize="275,263">
            <v:group id="_x0000_s1362" o:spid="_x0000_s1363" style="width:24;height:14;left:3012;position:absolute;top:10680" coordorigin="3012,10680" coordsize="24,14">
              <v:shape id="_x0000_s1363" o:spid="_x0000_s1364" style="width:24;height:14;left:3012;position:absolute;top:10680" coordorigin="3012,10680" coordsize="24,14" path="m3012,10694l3035,10680e" filled="f" stroked="t" strokecolor="black">
                <v:path arrowok="t"/>
              </v:shape>
            </v:group>
            <v:group id="_x0000_s1364" o:spid="_x0000_s1365" style="width:58;height:95;left:3035;position:absolute;top:10680" coordorigin="3035,10680" coordsize="58,95">
              <v:shape id="_x0000_s1365" o:spid="_x0000_s1366" style="width:58;height:95;left:3035;position:absolute;top:10680" coordorigin="3035,10680" coordsize="58,95" path="m3035,10680l3093,10774e" filled="f" stroked="t" strokecolor="black">
                <v:path arrowok="t"/>
              </v:shape>
            </v:group>
            <v:group id="_x0000_s1366" o:spid="_x0000_s1367" style="width:63;height:250;left:3093;position:absolute;top:10525" coordorigin="3093,10525" coordsize="63,250">
              <v:shape id="_x0000_s1367" o:spid="_x0000_s1368" style="width:63;height:250;left:3093;position:absolute;top:10525" coordorigin="3093,10525" coordsize="63,250" path="m3093,10775l3156,10525e" filled="f" stroked="t" strokecolor="black">
                <v:path arrowok="t"/>
              </v:shape>
            </v:group>
            <v:group id="_x0000_s1368" o:spid="_x0000_s1369" style="width:122;height:2;left:3156;position:absolute;top:10524" coordorigin="3156,10524" coordsize="122,2">
              <v:shape id="_x0000_s1369" o:spid="_x0000_s1370" style="width:122;height:2;left:3156;position:absolute;top:10524" coordorigin="3156,10524" coordsize="122,0" path="m3156,10524l3278,10524e" filled="f" stroked="t" strokecolor="black">
                <v:path arrowok="t"/>
              </v:shape>
            </v:group>
            <v:group id="_x0000_s1370" o:spid="_x0000_s1371" style="width:269;height:257;left:3005;position:absolute;top:10514" coordorigin="3005,10514" coordsize="269,257">
              <v:shape id="_x0000_s1371" o:spid="_x0000_s1372" style="width:269;height:257;left:3005;position:absolute;top:10514" coordorigin="3005,10514" coordsize="269,257" path="m3047,10683l3024,10683,3082,10770,3094,10770,3100,10745,3089,10745,3047,10683xe" filled="t" fillcolor="black" stroked="f">
                <v:path arrowok="t"/>
              </v:shape>
              <v:shape id="_x0000_s1372" o:spid="_x0000_s1373" style="width:269;height:257;left:3005;position:absolute;top:10514" coordorigin="3005,10514" coordsize="269,257" path="m3273,10514l3147,10514,3089,10745,3100,10745,3155,10525,3273,10525,3273,10514xe" filled="t" fillcolor="black" stroked="f">
                <v:path arrowok="t"/>
              </v:shape>
              <v:shape id="_x0000_s1373" o:spid="_x0000_s1374" style="width:269;height:257;left:3005;position:absolute;top:10514" coordorigin="3005,10514" coordsize="269,257" path="m3038,10668l3005,10685,3009,10693,3024,10683,3047,10683,3038,10668xe" filled="t" fillcolor="black" stroked="f">
                <v:path arrowok="t"/>
              </v:shape>
            </v:group>
          </v:group>
        </w:pict>
      </w:r>
      <w:r>
        <w:pict>
          <v:shape id="_x0000_s1374" o:spid="_x0000_s1375" type="#_x0000_t75" style="width:260.25pt;height:89.25pt;margin-top:189.95pt;margin-left:277.5pt;mso-height-relative:page;mso-position-horizontal-relative:page;mso-position-vertical-relative:page;mso-width-relative:page;position:absolute;z-index:-251455488" coordsize="21600,21600" o:preferrelative="t" filled="f" stroked="f">
            <v:stroke joinstyle="miter"/>
            <v:imagedata r:id="rId23" o:title=""/>
            <o:lock v:ext="edit" aspectratio="t"/>
          </v:shape>
        </w:pict>
      </w:r>
      <w:r>
        <w:pict>
          <v:shape id="_x0000_s1375" o:spid="_x0000_s1376" type="#_x0000_t202" style="width:484.05pt;height:32.6pt;margin-top:58.2pt;margin-left:55.6pt;mso-height-relative:page;mso-position-horizontal-relative:page;mso-position-vertical-relative:page;mso-width-relative:page;position:absolute;z-index:-251454464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24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w w:val="100"/>
                      <w:position w:val="1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12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position w:val="1"/>
                    </w:rPr>
                    <w:t xml:space="preserve"> </w:t>
                  </w:r>
                  <w:r>
                    <w:rPr>
                      <w:spacing w:val="-1"/>
                      <w:w w:val="100"/>
                    </w:rPr>
                    <w:t>分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)</w:t>
                  </w:r>
                </w:p>
                <w:p>
                  <w:pPr>
                    <w:spacing w:before="108"/>
                    <w:ind w:left="447" w:right="0" w:firstLine="0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矩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形</w:t>
                  </w:r>
                  <w:r>
                    <w:rPr>
                      <w:rFonts w:ascii="宋体" w:eastAsia="宋体" w:hAnsi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中</w:t>
                  </w:r>
                  <w:r>
                    <w:rPr>
                      <w:rFonts w:ascii="宋体" w:eastAsia="宋体" w:hAnsi="宋体" w:cs="宋体"/>
                      <w:spacing w:val="-15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sz w:val="21"/>
                      <w:szCs w:val="21"/>
                    </w:rPr>
                    <w:t>8</w:t>
                  </w:r>
                  <w:r>
                    <w:rPr>
                      <w:rFonts w:ascii="宋体" w:eastAsia="宋体" w:hAnsi="宋体" w:cs="宋体"/>
                      <w:spacing w:val="-12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＝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sz w:val="21"/>
                      <w:szCs w:val="21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0</w:t>
                  </w:r>
                  <w:r>
                    <w:rPr>
                      <w:rFonts w:ascii="宋体" w:eastAsia="宋体" w:hAnsi="宋体" w:cs="宋体"/>
                      <w:spacing w:val="-12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是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边上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一点</w:t>
                  </w:r>
                  <w:r>
                    <w:rPr>
                      <w:rFonts w:ascii="宋体" w:eastAsia="宋体" w:hAnsi="宋体" w:cs="宋体"/>
                      <w:spacing w:val="-15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连接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E</w:t>
                  </w:r>
                  <w:r>
                    <w:rPr>
                      <w:rFonts w:ascii="宋体" w:eastAsia="宋体" w:hAnsi="宋体" w:cs="宋体"/>
                      <w:spacing w:val="-1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将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矩形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沿</w:t>
                  </w:r>
                  <w:r>
                    <w:rPr>
                      <w:rFonts w:ascii="宋体" w:eastAsia="宋体" w:hAnsi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折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叠</w:t>
                  </w:r>
                  <w:r>
                    <w:rPr>
                      <w:rFonts w:ascii="宋体" w:eastAsia="宋体" w:hAnsi="宋体" w:cs="宋体"/>
                      <w:spacing w:val="-15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顶点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D</w:t>
                  </w:r>
                </w:p>
              </w:txbxContent>
            </v:textbox>
          </v:shape>
        </w:pict>
      </w:r>
      <w:r>
        <w:pict>
          <v:shape id="_x0000_s1376" o:spid="_x0000_s1377" type="#_x0000_t202" style="width:279pt;height:13.15pt;margin-top:101.05pt;margin-left:55.6pt;mso-height-relative:page;mso-position-horizontal-relative:page;mso-position-vertical-relative:page;mso-width-relative:page;position:absolute;z-index:-251453440" coordsize="21600,21600" filled="f" stroked="f">
            <v:stroke joinstyle="miter"/>
            <v:textbox inset="0,0,0,0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恰好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落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BC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边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上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F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处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延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长</w:t>
                  </w:r>
                  <w:r>
                    <w:rPr>
                      <w:rFonts w:ascii="宋体" w:eastAsia="宋体" w:hAnsi="宋体" w:cs="宋体"/>
                      <w:spacing w:val="-5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交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延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长线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于点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w w:val="100"/>
                      <w:sz w:val="21"/>
                      <w:szCs w:val="21"/>
                    </w:rPr>
                    <w:t>G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377" o:spid="_x0000_s1378" type="#_x0000_t202" style="width:149.5pt;height:13.15pt;margin-top:124.45pt;margin-left:76.9pt;mso-height-relative:page;mso-position-horizontal-relative:page;mso-position-vertical-relative:page;mso-width-relative:page;position:absolute;z-index:-251452416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47" w:lineRule="exact"/>
                    <w:ind w:right="0"/>
                    <w:jc w:val="left"/>
                  </w:pPr>
                  <w:r>
                    <w:rPr>
                      <w:w w:val="100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</w:rPr>
                    <w:t>1</w:t>
                  </w:r>
                  <w:r>
                    <w:rPr>
                      <w:spacing w:val="-3"/>
                      <w:w w:val="100"/>
                    </w:rPr>
                    <w:t>）</w:t>
                  </w:r>
                  <w:r>
                    <w:rPr>
                      <w:color w:val="FF0000"/>
                      <w:w w:val="100"/>
                    </w:rPr>
                    <w:t>如图</w:t>
                  </w:r>
                  <w:r>
                    <w:rPr>
                      <w:color w:val="FF0000"/>
                      <w:spacing w:val="-5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FF0000"/>
                      <w:w w:val="100"/>
                    </w:rPr>
                    <w:t>1</w:t>
                  </w:r>
                  <w:r>
                    <w:rPr>
                      <w:color w:val="FF0000"/>
                      <w:spacing w:val="-3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求</w:t>
                  </w:r>
                  <w:r>
                    <w:rPr>
                      <w:spacing w:val="-3"/>
                      <w:w w:val="100"/>
                    </w:rPr>
                    <w:t>线</w:t>
                  </w:r>
                  <w:r>
                    <w:rPr>
                      <w:w w:val="100"/>
                    </w:rPr>
                    <w:t>段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</w:rPr>
                    <w:t xml:space="preserve"> </w:t>
                  </w:r>
                  <w:r>
                    <w:rPr>
                      <w:w w:val="100"/>
                    </w:rPr>
                    <w:t>的长；</w:t>
                  </w:r>
                </w:p>
              </w:txbxContent>
            </v:textbox>
          </v:shape>
        </w:pict>
      </w:r>
      <w:r>
        <w:pict>
          <v:shape id="_x0000_s1378" o:spid="_x0000_s1379" type="#_x0000_t202" style="width:462.85pt;height:13.15pt;margin-top:147.85pt;margin-left:76.9pt;mso-height-relative:page;mso-position-horizontal-relative:page;mso-position-vertical-relative:page;mso-width-relative:page;position:absolute;z-index:-251451392" coordsize="21600,21600" filled="f" stroked="f">
            <v:stroke joinstyle="miter"/>
            <v:textbox inset="0,0,0,0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）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如图</w:t>
                  </w:r>
                  <w:r>
                    <w:rPr>
                      <w:rFonts w:ascii="宋体" w:eastAsia="宋体" w:hAnsi="宋体" w:cs="宋体"/>
                      <w:spacing w:val="-4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sz w:val="21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sz w:val="21"/>
                      <w:szCs w:val="21"/>
                    </w:rPr>
                    <w:t>M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分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别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是线段</w:t>
                  </w:r>
                  <w:r>
                    <w:rPr>
                      <w:rFonts w:ascii="宋体" w:eastAsia="宋体" w:hAnsi="宋体" w:cs="宋体"/>
                      <w:spacing w:val="-4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G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G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上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点（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与端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不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重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合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）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且∠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4"/>
                      <w:w w:val="100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w w:val="100"/>
                      <w:sz w:val="21"/>
                      <w:szCs w:val="21"/>
                    </w:rPr>
                    <w:t>N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＝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sz w:val="21"/>
                      <w:szCs w:val="21"/>
                    </w:rPr>
                    <w:t>M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是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否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存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在</w:t>
                  </w:r>
                </w:p>
              </w:txbxContent>
            </v:textbox>
          </v:shape>
        </w:pict>
      </w:r>
      <w:r>
        <w:pict>
          <v:shape id="_x0000_s1379" o:spid="_x0000_s1380" type="#_x0000_t202" style="width:395.9pt;height:13.15pt;margin-top:171.25pt;margin-left:55.6pt;mso-height-relative:page;mso-position-horizontal-relative:page;mso-position-vertical-relative:page;mso-width-relative:page;position:absolute;z-index:-251450368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47" w:lineRule="exact"/>
                    <w:ind w:right="0"/>
                    <w:jc w:val="left"/>
                  </w:pPr>
                  <w:r>
                    <w:rPr>
                      <w:w w:val="100"/>
                    </w:rPr>
                    <w:t>点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</w:rPr>
                    <w:t>M</w:t>
                  </w:r>
                  <w:r>
                    <w:rPr>
                      <w:spacing w:val="-3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使</w:t>
                  </w:r>
                  <w:r>
                    <w:rPr>
                      <w:spacing w:val="-3"/>
                      <w:w w:val="100"/>
                    </w:rPr>
                    <w:t>△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4"/>
                      <w:w w:val="100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是</w:t>
                  </w:r>
                  <w:r>
                    <w:rPr>
                      <w:w w:val="100"/>
                    </w:rPr>
                    <w:t>等</w:t>
                  </w:r>
                  <w:r>
                    <w:rPr>
                      <w:spacing w:val="-3"/>
                      <w:w w:val="100"/>
                    </w:rPr>
                    <w:t>腰三</w:t>
                  </w:r>
                  <w:r>
                    <w:rPr>
                      <w:w w:val="100"/>
                    </w:rPr>
                    <w:t>角形</w:t>
                  </w:r>
                  <w:r>
                    <w:rPr>
                      <w:spacing w:val="-3"/>
                      <w:w w:val="100"/>
                    </w:rPr>
                    <w:t>？</w:t>
                  </w:r>
                  <w:r>
                    <w:rPr>
                      <w:w w:val="100"/>
                    </w:rPr>
                    <w:t>若</w:t>
                  </w:r>
                  <w:r>
                    <w:rPr>
                      <w:spacing w:val="-3"/>
                      <w:w w:val="100"/>
                    </w:rPr>
                    <w:t>存</w:t>
                  </w:r>
                  <w:r>
                    <w:rPr>
                      <w:w w:val="100"/>
                    </w:rPr>
                    <w:t>在</w:t>
                  </w:r>
                  <w:r>
                    <w:rPr>
                      <w:spacing w:val="-3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请</w:t>
                  </w:r>
                  <w:r>
                    <w:rPr>
                      <w:spacing w:val="-3"/>
                      <w:w w:val="100"/>
                    </w:rPr>
                    <w:t>求</w:t>
                  </w:r>
                  <w:r>
                    <w:rPr>
                      <w:w w:val="100"/>
                    </w:rPr>
                    <w:t>出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</w:rPr>
                    <w:t xml:space="preserve"> </w:t>
                  </w:r>
                  <w:r>
                    <w:rPr>
                      <w:w w:val="100"/>
                    </w:rPr>
                    <w:t>的</w:t>
                  </w:r>
                  <w:r>
                    <w:rPr>
                      <w:spacing w:val="-3"/>
                      <w:w w:val="100"/>
                    </w:rPr>
                    <w:t>值</w:t>
                  </w:r>
                  <w:r>
                    <w:rPr>
                      <w:w w:val="100"/>
                    </w:rPr>
                    <w:t>；</w:t>
                  </w:r>
                  <w:r>
                    <w:rPr>
                      <w:spacing w:val="-3"/>
                      <w:w w:val="100"/>
                    </w:rPr>
                    <w:t>若</w:t>
                  </w:r>
                  <w:r>
                    <w:rPr>
                      <w:w w:val="100"/>
                    </w:rPr>
                    <w:t>不</w:t>
                  </w:r>
                  <w:r>
                    <w:rPr>
                      <w:spacing w:val="-3"/>
                      <w:w w:val="100"/>
                    </w:rPr>
                    <w:t>存</w:t>
                  </w:r>
                  <w:r>
                    <w:rPr>
                      <w:w w:val="100"/>
                    </w:rPr>
                    <w:t>在</w:t>
                  </w:r>
                  <w:r>
                    <w:rPr>
                      <w:spacing w:val="-3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请</w:t>
                  </w:r>
                  <w:r>
                    <w:rPr>
                      <w:spacing w:val="-3"/>
                      <w:w w:val="100"/>
                    </w:rPr>
                    <w:t>说</w:t>
                  </w:r>
                  <w:r>
                    <w:rPr>
                      <w:w w:val="100"/>
                    </w:rPr>
                    <w:t>明理</w:t>
                  </w:r>
                  <w:r>
                    <w:rPr>
                      <w:spacing w:val="-3"/>
                      <w:w w:val="100"/>
                    </w:rPr>
                    <w:t>由</w:t>
                  </w:r>
                  <w:r>
                    <w:rPr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380" o:spid="_x0000_s1381" type="#_x0000_t202" style="width:7.25pt;height:12.6pt;margin-top:194.65pt;margin-left:237.35pt;mso-height-relative:page;mso-position-horizontal-relative:page;mso-position-vertical-relative:page;mso-width-relative:page;position:absolute;z-index:-251449344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1" w:lineRule="exact"/>
                    <w:ind w:right="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/>
                      <w:w w:val="10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381" o:spid="_x0000_s1382" type="#_x0000_t202" style="width:59.7pt;height:12.8pt;margin-top:405.4pt;margin-left:55.6pt;mso-height-relative:page;mso-position-horizontal-relative:page;mso-position-vertical-relative:page;mso-width-relative:page;position:absolute;z-index:-251448320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25.</w:t>
                  </w:r>
                  <w:r>
                    <w:rPr>
                      <w:w w:val="100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分）</w:t>
                  </w:r>
                </w:p>
              </w:txbxContent>
            </v:textbox>
          </v:shape>
        </w:pict>
      </w:r>
      <w:r>
        <w:pict>
          <v:shape id="_x0000_s1382" o:spid="_x0000_s1383" type="#_x0000_t202" style="width:172.4pt;height:13.3pt;margin-top:428.3pt;margin-left:76.75pt;mso-height-relative:page;mso-position-horizontal-relative:page;mso-position-vertical-relative:page;mso-width-relative:page;position:absolute;z-index:-251447296" coordsize="21600,21600" filled="f" stroked="f">
            <v:stroke joinstyle="miter"/>
            <v:textbox inset="0,0,0,0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已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知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抛物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线</w:t>
                  </w:r>
                  <w:r>
                    <w:rPr>
                      <w:rFonts w:ascii="宋体" w:eastAsia="宋体" w:hAnsi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w w:val="100"/>
                      <w:position w:val="1"/>
                      <w:sz w:val="21"/>
                      <w:szCs w:val="21"/>
                    </w:rPr>
                    <w:t>=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1"/>
                      <w:w w:val="100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position w:val="8"/>
                      <w:sz w:val="14"/>
                      <w:szCs w:val="14"/>
                    </w:rPr>
                    <w:t>2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  <w:sz w:val="21"/>
                      <w:szCs w:val="21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w w:val="100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+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w w:val="99"/>
                      <w:position w:val="8"/>
                      <w:sz w:val="14"/>
                      <w:szCs w:val="14"/>
                    </w:rPr>
                    <w:t>2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  <w:sz w:val="21"/>
                      <w:szCs w:val="21"/>
                    </w:rPr>
                    <w:t>3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m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≠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  <w:sz w:val="21"/>
                      <w:szCs w:val="21"/>
                    </w:rPr>
                    <w:t>0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）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  <w:sz w:val="21"/>
                      <w:szCs w:val="21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383" o:spid="_x0000_s1384" type="#_x0000_t202" style="width:7.25pt;height:12.6pt;margin-top:428.8pt;margin-left:55.6pt;mso-height-relative:page;mso-position-horizontal-relative:page;mso-position-vertical-relative:page;mso-width-relative:page;position:absolute;z-index:-251446272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1" w:lineRule="exact"/>
                    <w:ind w:right="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/>
                      <w:w w:val="10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384" o:spid="_x0000_s1385" type="#_x0000_t202" style="width:7.25pt;height:12.6pt;margin-top:428.8pt;margin-left:66.15pt;mso-height-relative:page;mso-position-horizontal-relative:page;mso-position-vertical-relative:page;mso-width-relative:page;position:absolute;z-index:-251445248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1" w:lineRule="exact"/>
                    <w:ind w:right="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/>
                      <w:w w:val="10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385" o:spid="_x0000_s1386" type="#_x0000_t202" style="width:7.25pt;height:12.6pt;margin-top:452.2pt;margin-left:55.6pt;mso-height-relative:page;mso-position-horizontal-relative:page;mso-position-vertical-relative:page;mso-width-relative:page;position:absolute;z-index:-251444224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1" w:lineRule="exact"/>
                    <w:ind w:right="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/>
                      <w:w w:val="10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386" o:spid="_x0000_s1387" type="#_x0000_t202" style="width:7.25pt;height:12.6pt;margin-top:452.2pt;margin-left:66.15pt;mso-height-relative:page;mso-position-horizontal-relative:page;mso-position-vertical-relative:page;mso-width-relative:page;position:absolute;z-index:-251443200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1" w:lineRule="exact"/>
                    <w:ind w:right="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/>
                      <w:w w:val="10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387" o:spid="_x0000_s1388" type="#_x0000_t202" style="width:185.25pt;height:12.8pt;margin-top:452.2pt;margin-left:76.75pt;mso-height-relative:page;mso-position-horizontal-relative:page;mso-position-vertical-relative:page;mso-width-relative:page;position:absolute;z-index:-251442176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</w:pPr>
                  <w:r>
                    <w:rPr>
                      <w:spacing w:val="-3"/>
                      <w:w w:val="100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</w:rPr>
                    <w:t>1</w:t>
                  </w:r>
                  <w:r>
                    <w:rPr>
                      <w:spacing w:val="-3"/>
                      <w:w w:val="100"/>
                    </w:rPr>
                    <w:t>）</w:t>
                  </w:r>
                  <w:r>
                    <w:rPr>
                      <w:w w:val="100"/>
                    </w:rPr>
                    <w:t>求</w:t>
                  </w:r>
                  <w:r>
                    <w:rPr>
                      <w:spacing w:val="-3"/>
                      <w:w w:val="100"/>
                    </w:rPr>
                    <w:t>证</w:t>
                  </w:r>
                  <w:r>
                    <w:rPr>
                      <w:w w:val="100"/>
                    </w:rPr>
                    <w:t>：</w:t>
                  </w:r>
                  <w:r>
                    <w:rPr>
                      <w:spacing w:val="-3"/>
                      <w:w w:val="100"/>
                    </w:rPr>
                    <w:t>抛</w:t>
                  </w:r>
                  <w:r>
                    <w:rPr>
                      <w:w w:val="100"/>
                    </w:rPr>
                    <w:t>物</w:t>
                  </w:r>
                  <w:r>
                    <w:rPr>
                      <w:spacing w:val="-3"/>
                      <w:w w:val="100"/>
                    </w:rPr>
                    <w:t>线</w:t>
                  </w:r>
                  <w:r>
                    <w:rPr>
                      <w:w w:val="100"/>
                    </w:rPr>
                    <w:t>与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轴</w:t>
                  </w:r>
                  <w:r>
                    <w:rPr>
                      <w:w w:val="100"/>
                    </w:rPr>
                    <w:t>有</w:t>
                  </w:r>
                  <w:r>
                    <w:rPr>
                      <w:spacing w:val="-3"/>
                      <w:w w:val="100"/>
                    </w:rPr>
                    <w:t>两</w:t>
                  </w:r>
                  <w:r>
                    <w:rPr>
                      <w:w w:val="100"/>
                    </w:rPr>
                    <w:t>个</w:t>
                  </w:r>
                  <w:r>
                    <w:rPr>
                      <w:spacing w:val="-3"/>
                      <w:w w:val="100"/>
                    </w:rPr>
                    <w:t>交</w:t>
                  </w:r>
                  <w:r>
                    <w:rPr>
                      <w:w w:val="100"/>
                    </w:rPr>
                    <w:t>点；</w:t>
                  </w:r>
                </w:p>
              </w:txbxContent>
            </v:textbox>
          </v:shape>
        </w:pict>
      </w:r>
      <w:r>
        <w:pict>
          <v:shape id="_x0000_s1388" o:spid="_x0000_s1389" type="#_x0000_t202" style="width:7.25pt;height:12.6pt;margin-top:475.6pt;margin-left:55.6pt;mso-height-relative:page;mso-position-horizontal-relative:page;mso-position-vertical-relative:page;mso-width-relative:page;position:absolute;z-index:-251441152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1" w:lineRule="exact"/>
                    <w:ind w:right="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/>
                      <w:w w:val="10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389" o:spid="_x0000_s1390" type="#_x0000_t202" style="width:7.25pt;height:12.6pt;margin-top:475.6pt;margin-left:66.15pt;mso-height-relative:page;mso-position-horizontal-relative:page;mso-position-vertical-relative:page;mso-width-relative:page;position:absolute;z-index:-251440128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1" w:lineRule="exact"/>
                    <w:ind w:right="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/>
                      <w:w w:val="10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390" o:spid="_x0000_s1391" type="#_x0000_t202" style="width:420.25pt;height:12.8pt;margin-top:475.6pt;margin-left:76.75pt;mso-height-relative:page;mso-position-horizontal-relative:page;mso-position-vertical-relative:page;mso-width-relative:page;position:absolute;z-index:-251439104" coordsize="21600,21600" filled="f" stroked="f">
            <v:stroke joinstyle="miter"/>
            <v:textbox inset="0,0,0,0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（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  <w:sz w:val="21"/>
                      <w:szCs w:val="21"/>
                    </w:rPr>
                    <w:t>2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）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设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抛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物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线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与</w:t>
                  </w:r>
                  <w:r>
                    <w:rPr>
                      <w:rFonts w:ascii="宋体" w:eastAsia="宋体" w:hAnsi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轴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交于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w w:val="100"/>
                      <w:position w:val="1"/>
                      <w:sz w:val="21"/>
                      <w:szCs w:val="21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两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左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侧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）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，与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eastAsia="Times New Roman" w:hAnsi="Times New Roman" w:cs="Times New Roman"/>
                      <w:i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轴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交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于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eastAsia="宋体" w:hAnsi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顶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坐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标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为</w:t>
                  </w:r>
                  <w:r>
                    <w:rPr>
                      <w:rFonts w:ascii="宋体" w:eastAsia="宋体" w:hAnsi="宋体" w:cs="宋体"/>
                      <w:spacing w:val="-5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w w:val="100"/>
                      <w:position w:val="1"/>
                      <w:sz w:val="21"/>
                      <w:szCs w:val="21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391" o:spid="_x0000_s1392" type="#_x0000_t202" style="width:7.25pt;height:12.6pt;margin-top:499pt;margin-left:55.6pt;mso-height-relative:page;mso-position-horizontal-relative:page;mso-position-vertical-relative:page;mso-width-relative:page;position:absolute;z-index:-251438080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1" w:lineRule="exact"/>
                    <w:ind w:right="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/>
                      <w:w w:val="10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392" o:spid="_x0000_s1393" type="#_x0000_t202" style="width:7.25pt;height:12.6pt;margin-top:499pt;margin-left:66.15pt;mso-height-relative:page;mso-position-horizontal-relative:page;mso-position-vertical-relative:page;mso-width-relative:page;position:absolute;z-index:-251437056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1" w:lineRule="exact"/>
                    <w:ind w:right="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/>
                      <w:w w:val="10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393" o:spid="_x0000_s1394" type="#_x0000_t202" style="width:172.05pt;height:12.8pt;margin-top:499pt;margin-left:76.75pt;mso-height-relative:page;mso-position-horizontal-relative:page;mso-position-vertical-relative:page;mso-width-relative:page;position:absolute;z-index:-251436032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7" w:lineRule="exact"/>
                    <w:ind w:right="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/>
                      <w:w w:val="100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2"/>
                    </w:rPr>
                    <w:t xml:space="preserve"> </w:t>
                  </w:r>
                  <w:r>
                    <w:rPr>
                      <w:w w:val="100"/>
                    </w:rPr>
                    <w:t>①</w:t>
                  </w:r>
                  <w:r>
                    <w:rPr>
                      <w:spacing w:val="-3"/>
                      <w:w w:val="100"/>
                    </w:rPr>
                    <w:t>求</w:t>
                  </w:r>
                  <w:r>
                    <w:rPr>
                      <w:w w:val="100"/>
                    </w:rPr>
                    <w:t>证</w:t>
                  </w:r>
                  <w:r>
                    <w:rPr>
                      <w:spacing w:val="-3"/>
                      <w:w w:val="100"/>
                    </w:rPr>
                    <w:t>：</w:t>
                  </w:r>
                  <w:r>
                    <w:rPr>
                      <w:spacing w:val="-1"/>
                      <w:w w:val="100"/>
                    </w:rPr>
                    <w:t>△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position w:val="1"/>
                    </w:rPr>
                    <w:t>AB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</w:rPr>
                    <w:t>D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是</w:t>
                  </w:r>
                  <w:r>
                    <w:rPr>
                      <w:w w:val="100"/>
                    </w:rPr>
                    <w:t>等边</w:t>
                  </w:r>
                  <w:r>
                    <w:rPr>
                      <w:spacing w:val="-3"/>
                      <w:w w:val="100"/>
                    </w:rPr>
                    <w:t>三</w:t>
                  </w:r>
                  <w:r>
                    <w:rPr>
                      <w:w w:val="100"/>
                    </w:rPr>
                    <w:t>角</w:t>
                  </w:r>
                  <w:r>
                    <w:rPr>
                      <w:spacing w:val="-3"/>
                      <w:w w:val="100"/>
                    </w:rPr>
                    <w:t>形</w:t>
                  </w:r>
                  <w:r>
                    <w:rPr>
                      <w:w w:val="100"/>
                    </w:rPr>
                    <w:t>；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394" o:spid="_x0000_s1395" type="#_x0000_t202" style="width:7.25pt;height:12.6pt;margin-top:526.25pt;margin-left:55.6pt;mso-height-relative:page;mso-position-horizontal-relative:page;mso-position-vertical-relative:page;mso-width-relative:page;position:absolute;z-index:-251435008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1" w:lineRule="exact"/>
                    <w:ind w:right="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/>
                      <w:w w:val="10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395" o:spid="_x0000_s1396" type="#_x0000_t202" style="width:7.25pt;height:12.6pt;margin-top:526.25pt;margin-left:66.15pt;mso-height-relative:page;mso-position-horizontal-relative:page;mso-position-vertical-relative:page;mso-width-relative:page;position:absolute;z-index:-251433984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1" w:lineRule="exact"/>
                    <w:ind w:right="0"/>
                    <w:jc w:val="lef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/>
                      <w:w w:val="10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396" o:spid="_x0000_s1397" type="#_x0000_t202" style="width:228.45pt;height:14.45pt;margin-top:526.25pt;margin-left:76.75pt;mso-height-relative:page;mso-position-horizontal-relative:page;mso-position-vertical-relative:page;mso-width-relative:page;position:absolute;z-index:-251432960" coordsize="21600,21600" filled="f" stroked="f">
            <v:stroke joinstyle="miter"/>
            <v:textbox inset="0,0,0,0">
              <w:txbxContent>
                <w:p>
                  <w:pPr>
                    <w:spacing w:before="0" w:line="271" w:lineRule="exact"/>
                    <w:ind w:left="20" w:right="0" w:firstLine="0"/>
                    <w:jc w:val="left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②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当｜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m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｜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≤</w:t>
                  </w:r>
                  <w:r>
                    <w:rPr>
                      <w:rFonts w:ascii="宋体" w:eastAsia="宋体" w:hAnsi="宋体" w:cs="宋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2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w w:val="103"/>
                      <w:position w:val="-1"/>
                      <w:sz w:val="23"/>
                      <w:szCs w:val="23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pacing w:val="-7"/>
                      <w:position w:val="-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时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求</w:t>
                  </w:r>
                  <w:r>
                    <w:rPr>
                      <w:rFonts w:ascii="宋体" w:eastAsia="宋体" w:hAnsi="宋体" w:cs="宋体"/>
                      <w:spacing w:val="-2"/>
                      <w:w w:val="100"/>
                      <w:sz w:val="21"/>
                      <w:szCs w:val="21"/>
                    </w:rPr>
                    <w:t>△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eastAsia="Times New Roman" w:hAnsi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eastAsia="Times New Roman" w:hAnsi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面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积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>最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大</w:t>
                  </w:r>
                  <w:r>
                    <w:rPr>
                      <w:rFonts w:ascii="宋体" w:eastAsia="宋体" w:hAnsi="宋体" w:cs="宋体"/>
                      <w:spacing w:val="-1"/>
                      <w:w w:val="100"/>
                      <w:sz w:val="21"/>
                      <w:szCs w:val="21"/>
                    </w:rPr>
                    <w:t>值</w:t>
                  </w:r>
                  <w:r>
                    <w:rPr>
                      <w:rFonts w:ascii="宋体" w:eastAsia="宋体" w:hAnsi="宋体" w:cs="宋体"/>
                      <w:spacing w:val="-3"/>
                      <w:w w:val="100"/>
                      <w:sz w:val="21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/>
                      <w:w w:val="100"/>
                      <w:sz w:val="21"/>
                      <w:szCs w:val="21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397" o:spid="_x0000_s1398" type="#_x0000_t202" style="width:6.1pt;height:12pt;margin-top:515.2pt;margin-left:157.75pt;mso-height-relative:page;mso-position-horizontal-relative:page;mso-position-vertical-relative:page;mso-width-relative:page;position:absolute;z-index:-251431936" coordsize="21600,21600" filled="f" stroked="f">
            <v:stroke joinstyle="miter"/>
            <v:textbox inset="0,0,0,0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eastAsia="Times New Roman" w:hAnsi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</w:p>
    <w:p>
      <w:r>
        <w:rPr>
          <w:rFonts w:ascii="Times New Roman" w:eastAsia="Times New Roman" w:hAnsi="Times New Roman" w:cs="Times New Roman"/>
          <w:sz w:val="17"/>
          <w:szCs w:val="17"/>
        </w:rPr>
        <w:pict>
          <v:shape id="_x0000_i1399" type="#_x0000_t75" alt="promotion-pages" style="width:6.1pt;height:7.3pt">
            <v:imagedata r:id="rId24" o:title=""/>
            <o:lock v:ext="edit" aspectratio="t"/>
          </v:shape>
        </w:pict>
      </w:r>
    </w:p>
    <w:sectPr>
      <w:pgSz w:w="1191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variable"/>
    <w:sig w:usb0="E4002EFF" w:usb1="C000247B" w:usb2="00000009" w:usb3="00000000" w:csb0="2004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  <w:snapToGrid w:val="0"/>
      <w:rPr>
        <w:rFonts w:ascii="Times New Roman" w:eastAsia="宋体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height-relative:page;mso-position-horizontal-relative:margin;mso-position-vertical-relative:margin;mso-width-relative:page;position:absolute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mso-height-relative:page;mso-width-relative:page;position:absolute;z-index:251660288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1" w:color="auto"/>
      </w:pBdr>
      <w:snapToGrid w:val="0"/>
      <w:jc w:val="both"/>
      <w:rPr>
        <w:rFonts w:ascii="Times New Roman" w:eastAsia="宋体" w:hAnsi="Times New Roman" w:cs="Times New Roman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mso-height-relative:page;mso-width-relative:page;position:absolute;z-index:251659264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004151FC"/>
    <w:rsid w:val="00C02FC6"/>
    <w:rsid w:val="02B428F8"/>
    <w:rsid w:val="221C1365"/>
  </w:rsids>
  <w:docVars>
    <w:docVar w:name="commondata" w:val="eyJoZGlkIjoiZWRiNTYyY2ExNDc4MzRmYTYzMTU1ZTViNWFjZjBmZmE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 w:semiHidden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20"/>
    </w:pPr>
    <w:rPr>
      <w:rFonts w:ascii="宋体" w:eastAsia="宋体" w:hAnsi="宋体"/>
      <w:sz w:val="21"/>
      <w:szCs w:val="21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  <w:lang w:eastAsia="zh-CN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har">
    <w:name w:val="页眉 Char"/>
    <w:link w:val="Header"/>
    <w:uiPriority w:val="99"/>
    <w:semiHidden/>
    <w:qFormat/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jpeg" /><Relationship Id="rId12" Type="http://schemas.openxmlformats.org/officeDocument/2006/relationships/image" Target="media/image8.pn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jpe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header" Target="header1.xml" /><Relationship Id="rId22" Type="http://schemas.openxmlformats.org/officeDocument/2006/relationships/footer" Target="footer1.xml" /><Relationship Id="rId23" Type="http://schemas.openxmlformats.org/officeDocument/2006/relationships/image" Target="media/image18.png" /><Relationship Id="rId24" Type="http://schemas.openxmlformats.org/officeDocument/2006/relationships/image" Target="media/image19.jpeg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8"/>
    <customShpInfo spid="_x0000_s1027"/>
    <customShpInfo spid="_x0000_s1030"/>
    <customShpInfo spid="_x0000_s1029"/>
    <customShpInfo spid="_x0000_s1032"/>
    <customShpInfo spid="_x0000_s1031"/>
    <customShpInfo spid="_x0000_s1034"/>
    <customShpInfo spid="_x0000_s1033"/>
    <customShpInfo spid="_x0000_s1036"/>
    <customShpInfo spid="_x0000_s1037"/>
    <customShpInfo spid="_x0000_s1038"/>
    <customShpInfo spid="_x0000_s1035"/>
    <customShpInfo spid="_x0000_s1026"/>
    <customShpInfo spid="_x0000_s1040"/>
    <customShpInfo spid="_x0000_s1039"/>
    <customShpInfo spid="_x0000_s1042"/>
    <customShpInfo spid="_x0000_s1041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7"/>
    <customShpInfo spid="_x0000_s1096"/>
    <customShpInfo spid="_x0000_s1099"/>
    <customShpInfo spid="_x0000_s1098"/>
    <customShpInfo spid="_x0000_s1101"/>
    <customShpInfo spid="_x0000_s1100"/>
    <customShpInfo spid="_x0000_s1103"/>
    <customShpInfo spid="_x0000_s1102"/>
    <customShpInfo spid="_x0000_s1105"/>
    <customShpInfo spid="_x0000_s1104"/>
    <customShpInfo spid="_x0000_s1107"/>
    <customShpInfo spid="_x0000_s1106"/>
    <customShpInfo spid="_x0000_s1109"/>
    <customShpInfo spid="_x0000_s1108"/>
    <customShpInfo spid="_x0000_s1111"/>
    <customShpInfo spid="_x0000_s1110"/>
    <customShpInfo spid="_x0000_s1113"/>
    <customShpInfo spid="_x0000_s1112"/>
    <customShpInfo spid="_x0000_s1115"/>
    <customShpInfo spid="_x0000_s1114"/>
    <customShpInfo spid="_x0000_s1095"/>
    <customShpInfo spid="_x0000_s1118"/>
    <customShpInfo spid="_x0000_s1117"/>
    <customShpInfo spid="_x0000_s1120"/>
    <customShpInfo spid="_x0000_s1119"/>
    <customShpInfo spid="_x0000_s1122"/>
    <customShpInfo spid="_x0000_s1121"/>
    <customShpInfo spid="_x0000_s1124"/>
    <customShpInfo spid="_x0000_s1123"/>
    <customShpInfo spid="_x0000_s1126"/>
    <customShpInfo spid="_x0000_s1127"/>
    <customShpInfo spid="_x0000_s1128"/>
    <customShpInfo spid="_x0000_s1125"/>
    <customShpInfo spid="_x0000_s1116"/>
    <customShpInfo spid="_x0000_s1130"/>
    <customShpInfo spid="_x0000_s1129"/>
    <customShpInfo spid="_x0000_s1132"/>
    <customShpInfo spid="_x0000_s1131"/>
    <customShpInfo spid="_x0000_s1134"/>
    <customShpInfo spid="_x0000_s1133"/>
    <customShpInfo spid="_x0000_s1137"/>
    <customShpInfo spid="_x0000_s1136"/>
    <customShpInfo spid="_x0000_s1139"/>
    <customShpInfo spid="_x0000_s1138"/>
    <customShpInfo spid="_x0000_s1141"/>
    <customShpInfo spid="_x0000_s1140"/>
    <customShpInfo spid="_x0000_s1143"/>
    <customShpInfo spid="_x0000_s1142"/>
    <customShpInfo spid="_x0000_s1145"/>
    <customShpInfo spid="_x0000_s1146"/>
    <customShpInfo spid="_x0000_s1147"/>
    <customShpInfo spid="_x0000_s1144"/>
    <customShpInfo spid="_x0000_s1135"/>
    <customShpInfo spid="_x0000_s1150"/>
    <customShpInfo spid="_x0000_s1149"/>
    <customShpInfo spid="_x0000_s1152"/>
    <customShpInfo spid="_x0000_s1151"/>
    <customShpInfo spid="_x0000_s1154"/>
    <customShpInfo spid="_x0000_s1153"/>
    <customShpInfo spid="_x0000_s1156"/>
    <customShpInfo spid="_x0000_s1155"/>
    <customShpInfo spid="_x0000_s1158"/>
    <customShpInfo spid="_x0000_s1159"/>
    <customShpInfo spid="_x0000_s1160"/>
    <customShpInfo spid="_x0000_s1157"/>
    <customShpInfo spid="_x0000_s1148"/>
    <customShpInfo spid="_x0000_s1162"/>
    <customShpInfo spid="_x0000_s1161"/>
    <customShpInfo spid="_x0000_s1164"/>
    <customShpInfo spid="_x0000_s1163"/>
    <customShpInfo spid="_x0000_s1166"/>
    <customShpInfo spid="_x0000_s1165"/>
    <customShpInfo spid="_x0000_s1169"/>
    <customShpInfo spid="_x0000_s1168"/>
    <customShpInfo spid="_x0000_s1171"/>
    <customShpInfo spid="_x0000_s1170"/>
    <customShpInfo spid="_x0000_s1173"/>
    <customShpInfo spid="_x0000_s1172"/>
    <customShpInfo spid="_x0000_s1175"/>
    <customShpInfo spid="_x0000_s1174"/>
    <customShpInfo spid="_x0000_s1177"/>
    <customShpInfo spid="_x0000_s1176"/>
    <customShpInfo spid="_x0000_s1179"/>
    <customShpInfo spid="_x0000_s1178"/>
    <customShpInfo spid="_x0000_s1181"/>
    <customShpInfo spid="_x0000_s1180"/>
    <customShpInfo spid="_x0000_s1183"/>
    <customShpInfo spid="_x0000_s1182"/>
    <customShpInfo spid="_x0000_s1185"/>
    <customShpInfo spid="_x0000_s1184"/>
    <customShpInfo spid="_x0000_s1187"/>
    <customShpInfo spid="_x0000_s1186"/>
    <customShpInfo spid="_x0000_s1189"/>
    <customShpInfo spid="_x0000_s1188"/>
    <customShpInfo spid="_x0000_s1191"/>
    <customShpInfo spid="_x0000_s1190"/>
    <customShpInfo spid="_x0000_s1193"/>
    <customShpInfo spid="_x0000_s1192"/>
    <customShpInfo spid="_x0000_s1195"/>
    <customShpInfo spid="_x0000_s1194"/>
    <customShpInfo spid="_x0000_s1197"/>
    <customShpInfo spid="_x0000_s1196"/>
    <customShpInfo spid="_x0000_s1199"/>
    <customShpInfo spid="_x0000_s1198"/>
    <customShpInfo spid="_x0000_s1201"/>
    <customShpInfo spid="_x0000_s1200"/>
    <customShpInfo spid="_x0000_s1203"/>
    <customShpInfo spid="_x0000_s1202"/>
    <customShpInfo spid="_x0000_s1205"/>
    <customShpInfo spid="_x0000_s1204"/>
    <customShpInfo spid="_x0000_s1207"/>
    <customShpInfo spid="_x0000_s1206"/>
    <customShpInfo spid="_x0000_s1209"/>
    <customShpInfo spid="_x0000_s1208"/>
    <customShpInfo spid="_x0000_s1211"/>
    <customShpInfo spid="_x0000_s1210"/>
    <customShpInfo spid="_x0000_s1213"/>
    <customShpInfo spid="_x0000_s1212"/>
    <customShpInfo spid="_x0000_s1215"/>
    <customShpInfo spid="_x0000_s1214"/>
    <customShpInfo spid="_x0000_s1217"/>
    <customShpInfo spid="_x0000_s1216"/>
    <customShpInfo spid="_x0000_s116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4"/>
    <customShpInfo spid="_x0000_s1265"/>
    <customShpInfo spid="_x0000_s1266"/>
    <customShpInfo spid="_x0000_s1267"/>
    <customShpInfo spid="_x0000_s126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98"/>
    <customShpInfo spid="_x0000_s1297"/>
    <customShpInfo spid="_x0000_s1300"/>
    <customShpInfo spid="_x0000_s1299"/>
    <customShpInfo spid="_x0000_s1303"/>
    <customShpInfo spid="_x0000_s1302"/>
    <customShpInfo spid="_x0000_s1305"/>
    <customShpInfo spid="_x0000_s1304"/>
    <customShpInfo spid="_x0000_s1307"/>
    <customShpInfo spid="_x0000_s1306"/>
    <customShpInfo spid="_x0000_s1309"/>
    <customShpInfo spid="_x0000_s1308"/>
    <customShpInfo spid="_x0000_s1311"/>
    <customShpInfo spid="_x0000_s1312"/>
    <customShpInfo spid="_x0000_s1313"/>
    <customShpInfo spid="_x0000_s1310"/>
    <customShpInfo spid="_x0000_s1301"/>
    <customShpInfo spid="_x0000_s1314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21"/>
    <customShpInfo spid="_x0000_s1322"/>
    <customShpInfo spid="_x0000_s1323"/>
    <customShpInfo spid="_x0000_s1324"/>
    <customShpInfo spid="_x0000_s1325"/>
    <customShpInfo spid="_x0000_s1326"/>
    <customShpInfo spid="_x0000_s1327"/>
    <customShpInfo spid="_x0000_s1328"/>
    <customShpInfo spid="_x0000_s1329"/>
    <customShpInfo spid="_x0000_s1330"/>
    <customShpInfo spid="_x0000_s1331"/>
    <customShpInfo spid="_x0000_s1332"/>
    <customShpInfo spid="_x0000_s1333"/>
    <customShpInfo spid="_x0000_s1334"/>
    <customShpInfo spid="_x0000_s1335"/>
    <customShpInfo spid="_x0000_s1336"/>
    <customShpInfo spid="_x0000_s1337"/>
    <customShpInfo spid="_x0000_s1338"/>
    <customShpInfo spid="_x0000_s1339"/>
    <customShpInfo spid="_x0000_s1340"/>
    <customShpInfo spid="_x0000_s1341"/>
    <customShpInfo spid="_x0000_s1342"/>
    <customShpInfo spid="_x0000_s1343"/>
    <customShpInfo spid="_x0000_s1344"/>
    <customShpInfo spid="_x0000_s1345"/>
    <customShpInfo spid="_x0000_s1346"/>
    <customShpInfo spid="_x0000_s1347"/>
    <customShpInfo spid="_x0000_s1348"/>
    <customShpInfo spid="_x0000_s1349"/>
    <customShpInfo spid="_x0000_s1350"/>
    <customShpInfo spid="_x0000_s1351"/>
    <customShpInfo spid="_x0000_s1352"/>
    <customShpInfo spid="_x0000_s1353"/>
    <customShpInfo spid="_x0000_s1354"/>
    <customShpInfo spid="_x0000_s1355"/>
    <customShpInfo spid="_x0000_s1356"/>
    <customShpInfo spid="_x0000_s1357"/>
    <customShpInfo spid="_x0000_s1358"/>
    <customShpInfo spid="_x0000_s1359"/>
    <customShpInfo spid="_x0000_s1360"/>
    <customShpInfo spid="_x0000_s1363"/>
    <customShpInfo spid="_x0000_s1362"/>
    <customShpInfo spid="_x0000_s1365"/>
    <customShpInfo spid="_x0000_s1364"/>
    <customShpInfo spid="_x0000_s1367"/>
    <customShpInfo spid="_x0000_s1366"/>
    <customShpInfo spid="_x0000_s1369"/>
    <customShpInfo spid="_x0000_s1368"/>
    <customShpInfo spid="_x0000_s1371"/>
    <customShpInfo spid="_x0000_s1372"/>
    <customShpInfo spid="_x0000_s1373"/>
    <customShpInfo spid="_x0000_s1370"/>
    <customShpInfo spid="_x0000_s1361"/>
    <customShpInfo spid="_x0000_s1374"/>
    <customShpInfo spid="_x0000_s1375"/>
    <customShpInfo spid="_x0000_s1376"/>
    <customShpInfo spid="_x0000_s1377"/>
    <customShpInfo spid="_x0000_s1378"/>
    <customShpInfo spid="_x0000_s1379"/>
    <customShpInfo spid="_x0000_s1380"/>
    <customShpInfo spid="_x0000_s1381"/>
    <customShpInfo spid="_x0000_s1382"/>
    <customShpInfo spid="_x0000_s1383"/>
    <customShpInfo spid="_x0000_s1384"/>
    <customShpInfo spid="_x0000_s1385"/>
    <customShpInfo spid="_x0000_s1386"/>
    <customShpInfo spid="_x0000_s1387"/>
    <customShpInfo spid="_x0000_s1388"/>
    <customShpInfo spid="_x0000_s1389"/>
    <customShpInfo spid="_x0000_s1390"/>
    <customShpInfo spid="_x0000_s1391"/>
    <customShpInfo spid="_x0000_s1392"/>
    <customShpInfo spid="_x0000_s1393"/>
    <customShpInfo spid="_x0000_s1394"/>
    <customShpInfo spid="_x0000_s1395"/>
    <customShpInfo spid="_x0000_s1396"/>
    <customShpInfo spid="_x0000_s13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伊唯姿</cp:lastModifiedBy>
  <cp:revision>0</cp:revision>
  <dcterms:created xsi:type="dcterms:W3CDTF">2022-06-19T23:26:00Z</dcterms:created>
  <dcterms:modified xsi:type="dcterms:W3CDTF">2022-07-08T01:27:34Z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