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  <w:r>
        <w:rPr>
          <w:sz w:val="2"/>
          <w:szCs w:val="2"/>
        </w:rPr>
        <w:pict>
          <v:shape id="_x0000_s1025" o:spid="_x0000_s1025" o:spt="75" type="#_x0000_t75" style="position:absolute;left:0pt;margin-left:850pt;margin-top:834pt;height:2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2"/>
          <w:szCs w:val="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10363200</wp:posOffset>
            </wp:positionV>
            <wp:extent cx="457200" cy="355600"/>
            <wp:effectExtent l="0" t="0" r="0" b="6350"/>
            <wp:wrapNone/>
            <wp:docPr id="100525" name="图片 100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图片 1005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75" type="#_x0000_t75" style="position:absolute;left:0pt;margin-left:113.05pt;margin-top:398.3pt;height:39.35pt;width:39.95pt;mso-position-horizontal-relative:page;mso-position-vertic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_x0000_s1027" o:spid="_x0000_s1027" o:spt="75" type="#_x0000_t75" style="position:absolute;left:0pt;margin-left:213.85pt;margin-top:394.55pt;height:43.1pt;width:30.8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pict>
          <v:shape id="_x0000_s1028" o:spid="_x0000_s1028" o:spt="75" type="#_x0000_t75" style="position:absolute;left:0pt;margin-left:324.1pt;margin-top:400.45pt;height:37.2pt;width:30.85pt;mso-position-horizontal-relative:page;mso-position-vertic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pict>
          <v:shape id="_x0000_s1029" o:spid="_x0000_s1029" o:spt="75" type="#_x0000_t75" style="position:absolute;left:0pt;margin-left:430.1pt;margin-top:402.5pt;height:35.15pt;width:35.15pt;mso-position-horizontal-relative:page;mso-position-vertic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pict>
          <v:shape id="_x0000_s1030" o:spid="_x0000_s1030" o:spt="75" type="#_x0000_t75" style="position:absolute;left:0pt;margin-left:102.7pt;margin-top:526.55pt;height:45pt;width:45.6pt;mso-position-horizontal-relative:page;mso-position-vertic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s1031" o:spid="_x0000_s1031" o:spt="75" type="#_x0000_t75" style="position:absolute;left:0pt;margin-left:213.85pt;margin-top:527.05pt;height:44.5pt;width:44.5pt;mso-position-horizontal-relative:page;mso-position-vertic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032" o:spid="_x0000_s1032" o:spt="75" type="#_x0000_t75" style="position:absolute;left:0pt;margin-left:324.1pt;margin-top:525.85pt;height:45.7pt;width:43.35pt;mso-position-horizontal-relative:page;mso-position-vertic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pict>
          <v:shape id="_x0000_s1033" o:spid="_x0000_s1033" o:spt="75" type="#_x0000_t75" style="position:absolute;left:0pt;margin-left:435.25pt;margin-top:527.05pt;height:44.5pt;width:42.45pt;mso-position-horizontal-relative:page;mso-position-vertic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pict>
          <v:shape id="_x0000_s1034" o:spid="_x0000_s1034" o:spt="202" type="#_x0000_t202" style="position:absolute;left:0pt;margin-left:176.25pt;margin-top:64.45pt;height:66.3pt;width:246.1pt;mso-position-horizontal-relative:page;mso-position-vertical-relative:page;z-index:-251648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343" w:lineRule="exact"/>
                    <w:ind w:left="0" w:right="0" w:firstLine="0"/>
                    <w:jc w:val="center"/>
                    <w:rPr>
                      <w:rFonts w:ascii="宋体" w:hAnsi="宋体" w:eastAsia="宋体" w:cs="宋体"/>
                      <w:sz w:val="30"/>
                      <w:szCs w:val="30"/>
                    </w:rPr>
                  </w:pPr>
                  <w:r>
                    <w:rPr>
                      <w:rFonts w:ascii="宋体" w:hAnsi="宋体" w:eastAsia="宋体" w:cs="宋体"/>
                      <w:spacing w:val="1"/>
                      <w:sz w:val="30"/>
                      <w:szCs w:val="30"/>
                    </w:rPr>
                    <w:t>漳州市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30"/>
                      <w:szCs w:val="30"/>
                    </w:rPr>
                    <w:t>202</w:t>
                  </w:r>
                  <w:r>
                    <w:rPr>
                      <w:rFonts w:ascii="Times New Roman" w:hAnsi="Times New Roman" w:eastAsia="Times New Roman" w:cs="Times New Roman"/>
                      <w:sz w:val="30"/>
                      <w:szCs w:val="30"/>
                    </w:rPr>
                    <w:t xml:space="preserve">2 </w:t>
                  </w:r>
                  <w:r>
                    <w:rPr>
                      <w:rFonts w:ascii="宋体" w:hAnsi="宋体" w:eastAsia="宋体" w:cs="宋体"/>
                      <w:sz w:val="30"/>
                      <w:szCs w:val="30"/>
                    </w:rPr>
                    <w:t>年初中毕业班模拟训练二</w:t>
                  </w:r>
                </w:p>
                <w:p>
                  <w:pPr>
                    <w:spacing w:before="69"/>
                    <w:ind w:left="0" w:right="116" w:firstLine="0"/>
                    <w:jc w:val="center"/>
                    <w:rPr>
                      <w:rFonts w:ascii="宋体" w:hAnsi="宋体" w:eastAsia="宋体" w:cs="宋体"/>
                      <w:sz w:val="44"/>
                      <w:szCs w:val="4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44"/>
                      <w:szCs w:val="44"/>
                    </w:rPr>
                    <w:t>数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2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44"/>
                      <w:szCs w:val="44"/>
                    </w:rPr>
                    <w:t>学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2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44"/>
                      <w:szCs w:val="44"/>
                    </w:rPr>
                    <w:t>试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1"/>
                      <w:sz w:val="44"/>
                      <w:szCs w:val="4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44"/>
                      <w:szCs w:val="44"/>
                    </w:rPr>
                    <w:t>题</w:t>
                  </w:r>
                </w:p>
                <w:p>
                  <w:pPr>
                    <w:pStyle w:val="2"/>
                    <w:spacing w:before="31" w:line="240" w:lineRule="auto"/>
                    <w:ind w:left="0" w:right="61"/>
                    <w:jc w:val="center"/>
                  </w:pPr>
                  <w:r>
                    <w:rPr>
                      <w:w w:val="100"/>
                    </w:rPr>
                    <w:t>（考</w:t>
                  </w:r>
                  <w:r>
                    <w:rPr>
                      <w:spacing w:val="-3"/>
                      <w:w w:val="100"/>
                    </w:rPr>
                    <w:t>试</w:t>
                  </w:r>
                  <w:r>
                    <w:rPr>
                      <w:w w:val="100"/>
                    </w:rPr>
                    <w:t>时</w:t>
                  </w:r>
                  <w:r>
                    <w:rPr>
                      <w:spacing w:val="-3"/>
                      <w:w w:val="100"/>
                    </w:rPr>
                    <w:t>间</w:t>
                  </w:r>
                  <w:r>
                    <w:rPr>
                      <w:spacing w:val="-1"/>
                      <w:w w:val="100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分</w:t>
                  </w:r>
                  <w:r>
                    <w:rPr>
                      <w:w w:val="100"/>
                    </w:rPr>
                    <w:t>钟</w:t>
                  </w:r>
                  <w:r>
                    <w:rPr>
                      <w:spacing w:val="-3"/>
                      <w:w w:val="100"/>
                    </w:rPr>
                    <w:t>；</w:t>
                  </w:r>
                  <w:r>
                    <w:rPr>
                      <w:w w:val="100"/>
                    </w:rPr>
                    <w:t>满分</w:t>
                  </w:r>
                  <w:r>
                    <w:rPr>
                      <w:spacing w:val="-3"/>
                      <w:w w:val="100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150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分）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70.1pt;margin-top:141.7pt;height:33.15pt;width:447.9pt;mso-position-horizontal-relative:page;mso-position-vertical-relative:page;z-index:-251646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78" w:lineRule="exact"/>
                    <w:ind w:left="0" w:right="0" w:firstLine="0"/>
                    <w:jc w:val="center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友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情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提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示：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请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把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所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有答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案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填写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5"/>
                      <w:sz w:val="24"/>
                      <w:szCs w:val="24"/>
                    </w:rPr>
                    <w:t>(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9"/>
                      <w:sz w:val="24"/>
                      <w:szCs w:val="24"/>
                    </w:rPr>
                    <w:t>涂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5"/>
                      <w:sz w:val="24"/>
                      <w:szCs w:val="24"/>
                    </w:rPr>
                    <w:t>)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到答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题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卡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"/>
                      <w:w w:val="99"/>
                      <w:sz w:val="24"/>
                      <w:szCs w:val="24"/>
                    </w:rPr>
                    <w:t>上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7"/>
                      <w:sz w:val="24"/>
                      <w:szCs w:val="24"/>
                    </w:rPr>
                    <w:t>!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请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不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要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错位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、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越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"/>
                      <w:w w:val="99"/>
                      <w:sz w:val="24"/>
                      <w:szCs w:val="24"/>
                    </w:rPr>
                    <w:t>界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9"/>
                      <w:sz w:val="24"/>
                      <w:szCs w:val="24"/>
                    </w:rPr>
                    <w:t>答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9"/>
                      <w:sz w:val="24"/>
                      <w:szCs w:val="24"/>
                    </w:rPr>
                    <w:t>题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1"/>
                      <w:sz w:val="24"/>
                      <w:szCs w:val="24"/>
                    </w:rPr>
                    <w:t>!!</w:t>
                  </w:r>
                </w:p>
                <w:p>
                  <w:pPr>
                    <w:spacing w:before="7"/>
                    <w:ind w:left="0" w:right="0" w:firstLine="0"/>
                    <w:jc w:val="center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注意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7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解答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题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凡是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涉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及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到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画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可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先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用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铅笔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画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答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题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卡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然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后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必须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5"/>
                      <w:sz w:val="21"/>
                      <w:szCs w:val="21"/>
                    </w:rPr>
                    <w:t>用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39"/>
                      <w:w w:val="95"/>
                      <w:sz w:val="21"/>
                      <w:szCs w:val="21"/>
                    </w:rPr>
                    <w:t>黑</w:t>
                  </w:r>
                  <w:r>
                    <w:rPr>
                      <w:rFonts w:ascii="宋体" w:hAnsi="宋体" w:eastAsia="宋体" w:cs="宋体"/>
                      <w:spacing w:val="-64"/>
                      <w:w w:val="98"/>
                      <w:position w:val="-7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36"/>
                      <w:w w:val="95"/>
                      <w:sz w:val="21"/>
                      <w:szCs w:val="21"/>
                    </w:rPr>
                    <w:t>色</w:t>
                  </w:r>
                  <w:r>
                    <w:rPr>
                      <w:rFonts w:ascii="宋体" w:hAnsi="宋体" w:eastAsia="宋体" w:cs="宋体"/>
                      <w:spacing w:val="-64"/>
                      <w:w w:val="98"/>
                      <w:position w:val="-7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38"/>
                      <w:w w:val="95"/>
                      <w:sz w:val="21"/>
                      <w:szCs w:val="21"/>
                    </w:rPr>
                    <w:t>签</w:t>
                  </w:r>
                  <w:r>
                    <w:rPr>
                      <w:rFonts w:ascii="宋体" w:hAnsi="宋体" w:eastAsia="宋体" w:cs="宋体"/>
                      <w:spacing w:val="-65"/>
                      <w:w w:val="98"/>
                      <w:position w:val="-7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36"/>
                      <w:w w:val="95"/>
                      <w:sz w:val="21"/>
                      <w:szCs w:val="21"/>
                    </w:rPr>
                    <w:t>字</w:t>
                  </w:r>
                  <w:r>
                    <w:rPr>
                      <w:rFonts w:ascii="宋体" w:hAnsi="宋体" w:eastAsia="宋体" w:cs="宋体"/>
                      <w:spacing w:val="-65"/>
                      <w:w w:val="98"/>
                      <w:position w:val="-7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38"/>
                      <w:w w:val="95"/>
                      <w:sz w:val="21"/>
                      <w:szCs w:val="21"/>
                    </w:rPr>
                    <w:t>笔</w:t>
                  </w:r>
                  <w:r>
                    <w:rPr>
                      <w:rFonts w:ascii="宋体" w:hAnsi="宋体" w:eastAsia="宋体" w:cs="宋体"/>
                      <w:spacing w:val="-63"/>
                      <w:w w:val="98"/>
                      <w:position w:val="-7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重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描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确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认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，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00.75pt;margin-top:188.65pt;height:12.6pt;width:52.35pt;mso-position-horizontal-relative:page;mso-position-vertical-relative:page;z-index:-251645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1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否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则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无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效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5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37" o:spid="_x0000_s1037" o:spt="202" type="#_x0000_t202" style="position:absolute;left:0pt;margin-left:70.1pt;margin-top:212.05pt;height:13.15pt;width:452.75pt;mso-position-horizontal-relative:page;mso-position-vertical-relative:page;z-index:-251644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4"/>
                      <w:w w:val="100"/>
                      <w:sz w:val="21"/>
                      <w:szCs w:val="21"/>
                    </w:rPr>
                    <w:t>、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1"/>
                      <w:sz w:val="21"/>
                      <w:szCs w:val="21"/>
                    </w:rPr>
                    <w:t>选择题：本题共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31"/>
                      <w:w w:val="9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2"/>
                      <w:w w:val="95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95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"/>
                      <w:w w:val="91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1"/>
                      <w:sz w:val="21"/>
                      <w:szCs w:val="21"/>
                    </w:rPr>
                    <w:t>题，每小题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29"/>
                      <w:w w:val="9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95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1"/>
                      <w:sz w:val="21"/>
                      <w:szCs w:val="21"/>
                    </w:rPr>
                    <w:t>分，共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31"/>
                      <w:w w:val="9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95"/>
                      <w:sz w:val="21"/>
                      <w:szCs w:val="21"/>
                    </w:rPr>
                    <w:t>40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1"/>
                      <w:sz w:val="21"/>
                      <w:szCs w:val="21"/>
                    </w:rPr>
                    <w:t>分。在每小题给出的四个选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2"/>
                      <w:w w:val="91"/>
                      <w:sz w:val="21"/>
                      <w:szCs w:val="21"/>
                    </w:rPr>
                    <w:t>项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1"/>
                      <w:sz w:val="21"/>
                      <w:szCs w:val="21"/>
                    </w:rPr>
                    <w:t>中，只有一项是符合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1"/>
                      <w:sz w:val="21"/>
                      <w:szCs w:val="21"/>
                    </w:rPr>
                    <w:t>要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89.7pt;margin-top:235.8pt;height:12.6pt;width:31.5pt;mso-position-horizontal-relative:page;mso-position-vertical-relative:page;z-index:-251643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1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spacing w:val="6"/>
                      <w:w w:val="91"/>
                      <w:sz w:val="21"/>
                      <w:szCs w:val="21"/>
                    </w:rPr>
                    <w:t>求的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91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69.9pt;margin-top:259.25pt;height:13.15pt;width:291.75pt;mso-position-horizontal-relative:page;mso-position-vertical-relative:page;z-index:-251642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数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轴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上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表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示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数</w:t>
                  </w:r>
                  <w:r>
                    <w:rPr>
                      <w:rFonts w:ascii="新宋体" w:hAnsi="新宋体" w:eastAsia="新宋体" w:cs="新宋体"/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和</w:t>
                  </w:r>
                  <w:r>
                    <w:rPr>
                      <w:rFonts w:ascii="新宋体" w:hAnsi="新宋体" w:eastAsia="新宋体" w:cs="新宋体"/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+2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的点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到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原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距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离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相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等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则</w:t>
                  </w:r>
                  <w:r>
                    <w:rPr>
                      <w:rFonts w:ascii="新宋体" w:hAnsi="新宋体" w:eastAsia="新宋体" w:cs="新宋体"/>
                      <w:spacing w:val="-53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值是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83.6pt;margin-top:283.05pt;height:13.15pt;width:30.65pt;mso-position-horizontal-relative:page;mso-position-vertical-relative:page;z-index:-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195.85pt;margin-top:283.05pt;height:13.15pt;width:24.9pt;mso-position-horizontal-relative:page;mso-position-vertical-relative:page;z-index:-251640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306.25pt;margin-top:283.05pt;height:13.15pt;width:30.1pt;mso-position-horizontal-relative:page;mso-position-vertical-relative:page;z-index:-2516398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43" o:spid="_x0000_s1043" o:spt="202" type="#_x0000_t202" style="position:absolute;left:0pt;margin-left:405.85pt;margin-top:283.05pt;height:13.15pt;width:25.4pt;mso-position-horizontal-relative:page;mso-position-vertical-relative:page;z-index:-251638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69.9pt;margin-top:306.55pt;height:12.8pt;width:350.75pt;mso-position-horizontal-relative:page;mso-position-vertical-relative:page;z-index:-251637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2</w:t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20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7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年</w:t>
                  </w:r>
                  <w:r>
                    <w:rPr>
                      <w:rFonts w:ascii="宋体" w:hAnsi="宋体" w:eastAsia="宋体" w:cs="宋体"/>
                      <w:spacing w:val="-20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7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月</w:t>
                  </w:r>
                  <w:r>
                    <w:rPr>
                      <w:w w:val="100"/>
                    </w:rPr>
                    <w:t>国家</w:t>
                  </w:r>
                  <w:r>
                    <w:rPr>
                      <w:spacing w:val="-3"/>
                      <w:w w:val="100"/>
                    </w:rPr>
                    <w:t>统计</w:t>
                  </w:r>
                  <w:r>
                    <w:rPr>
                      <w:w w:val="100"/>
                    </w:rPr>
                    <w:t>局公</w:t>
                  </w:r>
                  <w:r>
                    <w:rPr>
                      <w:spacing w:val="-3"/>
                      <w:w w:val="100"/>
                    </w:rPr>
                    <w:t>布</w:t>
                  </w:r>
                  <w:r>
                    <w:rPr>
                      <w:w w:val="100"/>
                    </w:rPr>
                    <w:t>了</w:t>
                  </w:r>
                  <w:r>
                    <w:rPr>
                      <w:spacing w:val="-3"/>
                      <w:w w:val="100"/>
                    </w:rPr>
                    <w:t>第</w:t>
                  </w:r>
                  <w:r>
                    <w:rPr>
                      <w:w w:val="100"/>
                    </w:rPr>
                    <w:t>七</w:t>
                  </w:r>
                  <w:r>
                    <w:rPr>
                      <w:spacing w:val="-3"/>
                      <w:w w:val="100"/>
                    </w:rPr>
                    <w:t>次</w:t>
                  </w:r>
                  <w:r>
                    <w:rPr>
                      <w:w w:val="100"/>
                    </w:rPr>
                    <w:t>人</w:t>
                  </w:r>
                  <w:r>
                    <w:rPr>
                      <w:spacing w:val="-3"/>
                      <w:w w:val="100"/>
                    </w:rPr>
                    <w:t>口</w:t>
                  </w:r>
                  <w:r>
                    <w:rPr>
                      <w:w w:val="100"/>
                    </w:rPr>
                    <w:t>普</w:t>
                  </w:r>
                  <w:r>
                    <w:rPr>
                      <w:spacing w:val="-3"/>
                      <w:w w:val="100"/>
                    </w:rPr>
                    <w:t>查</w:t>
                  </w:r>
                  <w:r>
                    <w:rPr>
                      <w:w w:val="100"/>
                    </w:rPr>
                    <w:t>结果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我</w:t>
                  </w:r>
                  <w:r>
                    <w:rPr>
                      <w:spacing w:val="-3"/>
                      <w:w w:val="100"/>
                    </w:rPr>
                    <w:t>国</w:t>
                  </w:r>
                  <w:r>
                    <w:rPr>
                      <w:w w:val="100"/>
                    </w:rPr>
                    <w:t>人</w:t>
                  </w:r>
                  <w:r>
                    <w:rPr>
                      <w:spacing w:val="-3"/>
                      <w:w w:val="100"/>
                    </w:rPr>
                    <w:t>口</w:t>
                  </w:r>
                  <w:r>
                    <w:rPr>
                      <w:w w:val="100"/>
                    </w:rPr>
                    <w:t>数</w:t>
                  </w:r>
                  <w:r>
                    <w:rPr>
                      <w:spacing w:val="-3"/>
                      <w:w w:val="100"/>
                    </w:rPr>
                    <w:t>约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rFonts w:ascii="宋体" w:hAnsi="宋体" w:eastAsia="宋体" w:cs="宋体"/>
                      <w:spacing w:val="-18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423.85pt;margin-top:306.8pt;height:12.6pt;width:38.85pt;mso-position-horizontal-relative:page;mso-position-vertical-relative:page;z-index:-251636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412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0</w:t>
                  </w:r>
                  <w:r>
                    <w:rPr>
                      <w:rFonts w:ascii="Times New Roman"/>
                      <w:spacing w:val="-3"/>
                      <w:w w:val="100"/>
                    </w:rPr>
                    <w:t>0</w:t>
                  </w:r>
                  <w:r>
                    <w:rPr>
                      <w:rFonts w:ascii="Times New Roman"/>
                      <w:w w:val="10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046" o:spid="_x0000_s1046" o:spt="202" type="#_x0000_t202" style="position:absolute;left:0pt;margin-left:466pt;margin-top:306.55pt;height:12.8pt;width:59.7pt;mso-position-horizontal-relative:page;mso-position-vertical-relative:page;z-index:-251635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则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据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80.5pt;margin-top:330.35pt;height:12.8pt;width:159.65pt;mso-position-horizontal-relative:page;mso-position-vertical-relative:page;z-index:-2516346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412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00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00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用</w:t>
                  </w:r>
                  <w:r>
                    <w:rPr>
                      <w:w w:val="100"/>
                    </w:rPr>
                    <w:t>科</w:t>
                  </w:r>
                  <w:r>
                    <w:rPr>
                      <w:spacing w:val="-3"/>
                      <w:w w:val="100"/>
                    </w:rPr>
                    <w:t>学</w:t>
                  </w:r>
                  <w:r>
                    <w:rPr>
                      <w:w w:val="100"/>
                    </w:rPr>
                    <w:t>记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法表</w:t>
                  </w:r>
                  <w:r>
                    <w:rPr>
                      <w:spacing w:val="-3"/>
                      <w:w w:val="100"/>
                    </w:rPr>
                    <w:t>示</w:t>
                  </w:r>
                  <w:r>
                    <w:rPr>
                      <w:w w:val="100"/>
                    </w:rPr>
                    <w:t>为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80.5pt;margin-top:353.4pt;height:13.3pt;width:63.65pt;mso-position-horizontal-relative:page;mso-position-vertical-relative:page;z-index:-251633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1"/>
                    </w:rPr>
                    <w:t>A</w:t>
                  </w:r>
                  <w:r>
                    <w:rPr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1.41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×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pict>
          <v:shape id="_x0000_s1049" o:spid="_x0000_s1049" o:spt="202" type="#_x0000_t202" style="position:absolute;left:0pt;margin-left:194.75pt;margin-top:353.4pt;height:13.3pt;width:62.95pt;mso-position-horizontal-relative:page;mso-position-vertical-relative:page;z-index:-251632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B</w:t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14.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×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pict>
          <v:shape id="_x0000_s1050" o:spid="_x0000_s1050" o:spt="202" type="#_x0000_t202" style="position:absolute;left:0pt;margin-left:308.15pt;margin-top:353.4pt;height:13.3pt;width:62.95pt;mso-position-horizontal-relative:page;mso-position-vertical-relative:page;z-index:-251631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C</w:t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1.4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×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9</w:t>
                  </w:r>
                </w:p>
              </w:txbxContent>
            </v:textbox>
          </v:shape>
        </w:pict>
      </w:r>
      <w:r>
        <w:pict>
          <v:shape id="_x0000_s1051" o:spid="_x0000_s1051" o:spt="202" type="#_x0000_t202" style="position:absolute;left:0pt;margin-left:408pt;margin-top:353.4pt;height:13.3pt;width:72.35pt;mso-position-horizontal-relative:page;mso-position-vertical-relative:page;z-index:-251630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1"/>
                    </w:rPr>
                    <w:t>D</w:t>
                  </w:r>
                  <w:r>
                    <w:rPr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0.14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w w:val="100"/>
                      <w:position w:val="1"/>
                    </w:rPr>
                    <w:t>×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10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69.9pt;margin-top:377.05pt;height:13.15pt;width:185.85pt;mso-position-horizontal-relative:page;mso-position-vertical-relative:page;z-index:-251629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3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下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列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几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何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体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中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主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视图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为长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方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形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是</w:t>
                  </w:r>
                </w:p>
              </w:txbxContent>
            </v:textbox>
          </v:shape>
        </w:pict>
      </w:r>
      <w:r>
        <w:pict>
          <v:shape id="_x0000_s1053" o:spid="_x0000_s1053" o:spt="202" type="#_x0000_t202" style="position:absolute;left:0pt;margin-left:69.9pt;margin-top:427.6pt;height:63pt;width:117.3pt;mso-position-horizontal-relative:page;mso-position-vertical-relative:page;z-index:-2516285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left="0" w:right="979"/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  <w:p>
                  <w:pPr>
                    <w:spacing w:before="171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4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计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算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w w:val="99"/>
                      <w:position w:val="9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6"/>
                      <w:w w:val="100"/>
                      <w:sz w:val="28"/>
                      <w:szCs w:val="28"/>
                    </w:rPr>
                    <w:t>·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9"/>
                      <w:sz w:val="14"/>
                      <w:szCs w:val="14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结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果是</w:t>
                  </w:r>
                </w:p>
                <w:p>
                  <w:pPr>
                    <w:spacing w:before="219"/>
                    <w:ind w:left="0" w:right="1147" w:firstLine="0"/>
                    <w:jc w:val="center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pict>
          <v:shape id="_x0000_s1054" o:spid="_x0000_s1054" o:spt="202" type="#_x0000_t202" style="position:absolute;left:0pt;margin-left:195.45pt;margin-top:427.6pt;height:13.15pt;width:19.5pt;mso-position-horizontal-relative:page;mso-position-vertical-relative:page;z-index:-2516275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55" o:spid="_x0000_s1055" o:spt="202" type="#_x0000_t202" style="position:absolute;left:0pt;margin-left:305.75pt;margin-top:427.6pt;height:13.15pt;width:19.5pt;mso-position-horizontal-relative:page;mso-position-vertical-relative:page;z-index:-251626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56" o:spid="_x0000_s1056" o:spt="202" type="#_x0000_t202" style="position:absolute;left:0pt;margin-left:411pt;margin-top:427.6pt;height:13.15pt;width:20.2pt;mso-position-horizontal-relative:page;mso-position-vertical-relative:page;z-index:-251625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195.25pt;margin-top:477.3pt;height:13.3pt;width:32.95pt;mso-position-horizontal-relative:page;mso-position-vertical-relative:page;z-index:-2516244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304.45pt;margin-top:477.3pt;height:13.3pt;width:27.8pt;mso-position-horizontal-relative:page;mso-position-vertical-relative:page;z-index:-251623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414.15pt;margin-top:477.3pt;height:13.3pt;width:33.55pt;mso-position-horizontal-relative:page;mso-position-vertical-relative:page;z-index:-2516224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69.9pt;margin-top:501.05pt;height:13.15pt;width:259.4pt;mso-position-horizontal-relative:page;mso-position-vertical-relative:page;z-index:-2516213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5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下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列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图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形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中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是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中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心对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称图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形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但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不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是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轴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对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称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图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形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的为</w:t>
                  </w:r>
                </w:p>
              </w:txbxContent>
            </v:textbox>
          </v:shape>
        </w:pict>
      </w:r>
      <w:r>
        <w:pict>
          <v:shape id="_x0000_s1061" o:spid="_x0000_s1061" o:spt="202" type="#_x0000_t202" style="position:absolute;left:0pt;margin-left:83.6pt;margin-top:561.55pt;height:13.15pt;width:20.2pt;mso-position-horizontal-relative:page;mso-position-vertical-relative:page;z-index:-251620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62" o:spid="_x0000_s1062" o:spt="202" type="#_x0000_t202" style="position:absolute;left:0pt;margin-left:195.45pt;margin-top:561.55pt;height:13.15pt;width:19.5pt;mso-position-horizontal-relative:page;mso-position-vertical-relative:page;z-index:-2516193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63" o:spid="_x0000_s1063" o:spt="202" type="#_x0000_t202" style="position:absolute;left:0pt;margin-left:305.75pt;margin-top:561.55pt;height:13.15pt;width:19.5pt;mso-position-horizontal-relative:page;mso-position-vertical-relative:page;z-index:-2516183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416.3pt;margin-top:561.55pt;height:13.15pt;width:20.1pt;mso-position-horizontal-relative:page;mso-position-vertical-relative:page;z-index:-251617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065" o:spid="_x0000_s1065" o:spt="202" type="#_x0000_t202" style="position:absolute;left:0pt;margin-left:69.9pt;margin-top:586.85pt;height:13.15pt;width:420.95pt;mso-position-horizontal-relative:page;mso-position-vertical-relative:page;z-index:-2516162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6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已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知点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新宋体" w:hAnsi="新宋体" w:eastAsia="新宋体" w:cs="新宋体"/>
                      <w:spacing w:val="-2"/>
                      <w:w w:val="100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连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若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=6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  <w:sz w:val="21"/>
                      <w:szCs w:val="21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w w:val="100"/>
                      <w:sz w:val="21"/>
                      <w:szCs w:val="21"/>
                    </w:rPr>
                    <w:t>°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hAnsi="新宋体" w:eastAsia="新宋体" w:cs="新宋体"/>
                      <w:spacing w:val="-2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等于</w:t>
                  </w:r>
                </w:p>
              </w:txbxContent>
            </v:textbox>
          </v:shape>
        </w:pict>
      </w:r>
      <w:r>
        <w:pict>
          <v:shape id="_x0000_s1066" o:spid="_x0000_s1066" o:spt="202" type="#_x0000_t202" style="position:absolute;left:0pt;margin-left:88.75pt;margin-top:610.3pt;height:13.15pt;width:35.05pt;mso-position-horizontal-relative:page;mso-position-vertical-relative:page;z-index:-2516152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067" o:spid="_x0000_s1067" o:spt="202" type="#_x0000_t202" style="position:absolute;left:0pt;margin-left:195.85pt;margin-top:610.3pt;height:13.15pt;width:34.45pt;mso-position-horizontal-relative:page;mso-position-vertical-relative:page;z-index:-2516142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</w:rPr>
                    <w:t>6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068" o:spid="_x0000_s1068" o:spt="202" type="#_x0000_t202" style="position:absolute;left:0pt;margin-left:305.75pt;margin-top:610.3pt;height:13.15pt;width:34.5pt;mso-position-horizontal-relative:page;mso-position-vertical-relative:page;z-index:-2516131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9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</w:rPr>
                    <w:t>6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069" o:spid="_x0000_s1069" o:spt="202" type="#_x0000_t202" style="position:absolute;left:0pt;margin-left:416.3pt;margin-top:610.3pt;height:13.15pt;width:40.35pt;mso-position-horizontal-relative:page;mso-position-vertical-relative:page;z-index:-251612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11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°</w:t>
                  </w:r>
                </w:p>
              </w:txbxContent>
            </v:textbox>
          </v:shape>
        </w:pict>
      </w:r>
      <w:r>
        <w:pict>
          <v:shape id="_x0000_s1070" o:spid="_x0000_s1070" o:spt="202" type="#_x0000_t202" style="position:absolute;left:0pt;margin-left:69.9pt;margin-top:633.8pt;height:12.8pt;width:455.75pt;mso-position-horizontal-relative:page;mso-position-vertical-relative:page;z-index:-251611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7</w:t>
                  </w:r>
                  <w:r>
                    <w:rPr>
                      <w:spacing w:val="-13"/>
                      <w:w w:val="100"/>
                    </w:rPr>
                    <w:t>．</w:t>
                  </w:r>
                  <w:r>
                    <w:rPr>
                      <w:w w:val="100"/>
                    </w:rPr>
                    <w:t>我</w:t>
                  </w:r>
                  <w:r>
                    <w:rPr>
                      <w:spacing w:val="-3"/>
                      <w:w w:val="100"/>
                    </w:rPr>
                    <w:t>国</w:t>
                  </w:r>
                  <w:r>
                    <w:rPr>
                      <w:w w:val="100"/>
                    </w:rPr>
                    <w:t>古</w:t>
                  </w:r>
                  <w:r>
                    <w:rPr>
                      <w:spacing w:val="-3"/>
                      <w:w w:val="100"/>
                    </w:rPr>
                    <w:t>代</w:t>
                  </w:r>
                  <w:r>
                    <w:rPr>
                      <w:w w:val="100"/>
                    </w:rPr>
                    <w:t>数</w:t>
                  </w:r>
                  <w:r>
                    <w:rPr>
                      <w:spacing w:val="-3"/>
                      <w:w w:val="100"/>
                    </w:rPr>
                    <w:t>学</w:t>
                  </w:r>
                  <w:r>
                    <w:rPr>
                      <w:w w:val="100"/>
                    </w:rPr>
                    <w:t>名</w:t>
                  </w:r>
                  <w:r>
                    <w:rPr>
                      <w:spacing w:val="-13"/>
                      <w:w w:val="100"/>
                    </w:rPr>
                    <w:t>著</w:t>
                  </w:r>
                  <w:r>
                    <w:rPr>
                      <w:spacing w:val="-3"/>
                      <w:w w:val="100"/>
                    </w:rPr>
                    <w:t>《张</w:t>
                  </w:r>
                  <w:r>
                    <w:rPr>
                      <w:w w:val="100"/>
                    </w:rPr>
                    <w:t>邱建</w:t>
                  </w:r>
                  <w:r>
                    <w:rPr>
                      <w:spacing w:val="-3"/>
                      <w:w w:val="100"/>
                    </w:rPr>
                    <w:t>算</w:t>
                  </w:r>
                  <w:r>
                    <w:rPr>
                      <w:w w:val="100"/>
                    </w:rPr>
                    <w:t>经</w:t>
                  </w:r>
                  <w:r>
                    <w:rPr>
                      <w:spacing w:val="-13"/>
                      <w:w w:val="100"/>
                    </w:rPr>
                    <w:t>》</w:t>
                  </w:r>
                  <w:r>
                    <w:rPr>
                      <w:spacing w:val="-3"/>
                      <w:w w:val="100"/>
                    </w:rPr>
                    <w:t>中</w:t>
                  </w:r>
                  <w:r>
                    <w:rPr>
                      <w:w w:val="100"/>
                    </w:rPr>
                    <w:t>记载</w:t>
                  </w:r>
                  <w:r>
                    <w:rPr>
                      <w:spacing w:val="-15"/>
                      <w:w w:val="100"/>
                    </w:rPr>
                    <w:t>：</w:t>
                  </w:r>
                  <w:r>
                    <w:rPr>
                      <w:w w:val="100"/>
                    </w:rPr>
                    <w:t>“</w:t>
                  </w:r>
                  <w:r>
                    <w:rPr>
                      <w:spacing w:val="-3"/>
                      <w:w w:val="100"/>
                    </w:rPr>
                    <w:t>今</w:t>
                  </w:r>
                  <w:r>
                    <w:rPr>
                      <w:w w:val="100"/>
                    </w:rPr>
                    <w:t>有清</w:t>
                  </w:r>
                  <w:r>
                    <w:rPr>
                      <w:spacing w:val="-3"/>
                      <w:w w:val="100"/>
                    </w:rPr>
                    <w:t>酒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直</w:t>
                  </w:r>
                  <w:r>
                    <w:rPr>
                      <w:spacing w:val="-3"/>
                      <w:w w:val="100"/>
                    </w:rPr>
                    <w:t>粟</w:t>
                  </w:r>
                  <w:r>
                    <w:rPr>
                      <w:w w:val="100"/>
                    </w:rPr>
                    <w:t>十斗</w:t>
                  </w:r>
                  <w:r>
                    <w:rPr>
                      <w:spacing w:val="-15"/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醑</w:t>
                  </w:r>
                  <w:r>
                    <w:rPr>
                      <w:w w:val="100"/>
                    </w:rPr>
                    <w:t>酒一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直</w:t>
                  </w:r>
                  <w:r>
                    <w:rPr>
                      <w:spacing w:val="-3"/>
                      <w:w w:val="100"/>
                    </w:rPr>
                    <w:t>粟</w:t>
                  </w:r>
                  <w:r>
                    <w:rPr>
                      <w:w w:val="100"/>
                    </w:rPr>
                    <w:t>三斗</w:t>
                  </w:r>
                  <w:r>
                    <w:rPr>
                      <w:spacing w:val="-15"/>
                      <w:w w:val="100"/>
                    </w:rPr>
                    <w:t>．</w:t>
                  </w:r>
                  <w:r>
                    <w:rPr>
                      <w:w w:val="100"/>
                    </w:rPr>
                    <w:t>今持</w:t>
                  </w:r>
                </w:p>
              </w:txbxContent>
            </v:textbox>
          </v:shape>
        </w:pict>
      </w:r>
      <w:r>
        <w:pict>
          <v:shape id="_x0000_s1071" o:spid="_x0000_s1071" o:spt="202" type="#_x0000_t202" style="position:absolute;left:0pt;margin-left:85.75pt;margin-top:657.2pt;height:12.8pt;width:437.8pt;mso-position-horizontal-relative:page;mso-position-vertical-relative:page;z-index:-251610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spacing w:val="-3"/>
                      <w:w w:val="100"/>
                    </w:rPr>
                    <w:t>粟</w:t>
                  </w:r>
                  <w:r>
                    <w:rPr>
                      <w:w w:val="100"/>
                    </w:rPr>
                    <w:t>三</w:t>
                  </w:r>
                  <w:r>
                    <w:rPr>
                      <w:spacing w:val="-3"/>
                      <w:w w:val="100"/>
                    </w:rPr>
                    <w:t>斛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得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3"/>
                      <w:w w:val="100"/>
                    </w:rPr>
                    <w:t>五</w:t>
                  </w:r>
                  <w:r>
                    <w:rPr>
                      <w:w w:val="100"/>
                    </w:rPr>
                    <w:t>斗</w:t>
                  </w:r>
                  <w:r>
                    <w:rPr>
                      <w:spacing w:val="-3"/>
                      <w:w w:val="100"/>
                    </w:rPr>
                    <w:t>，问</w:t>
                  </w:r>
                  <w:r>
                    <w:rPr>
                      <w:w w:val="100"/>
                    </w:rPr>
                    <w:t>清、</w:t>
                  </w:r>
                  <w:r>
                    <w:rPr>
                      <w:spacing w:val="-3"/>
                      <w:w w:val="100"/>
                    </w:rPr>
                    <w:t>醑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3"/>
                      <w:w w:val="100"/>
                    </w:rPr>
                    <w:t>各</w:t>
                  </w:r>
                  <w:r>
                    <w:rPr>
                      <w:w w:val="100"/>
                    </w:rPr>
                    <w:t>几</w:t>
                  </w:r>
                  <w:r>
                    <w:rPr>
                      <w:spacing w:val="-3"/>
                      <w:w w:val="100"/>
                    </w:rPr>
                    <w:t>何</w:t>
                  </w:r>
                  <w:r>
                    <w:rPr>
                      <w:spacing w:val="-1"/>
                      <w:w w:val="100"/>
                    </w:rPr>
                    <w:t>？</w:t>
                  </w:r>
                  <w:r>
                    <w:rPr>
                      <w:spacing w:val="-3"/>
                      <w:w w:val="100"/>
                    </w:rPr>
                    <w:t>”</w:t>
                  </w:r>
                  <w:r>
                    <w:rPr>
                      <w:w w:val="100"/>
                    </w:rPr>
                    <w:t>其</w:t>
                  </w:r>
                  <w:r>
                    <w:rPr>
                      <w:spacing w:val="-3"/>
                      <w:w w:val="100"/>
                    </w:rPr>
                    <w:t>大</w:t>
                  </w:r>
                  <w:r>
                    <w:rPr>
                      <w:w w:val="100"/>
                    </w:rPr>
                    <w:t>意是</w:t>
                  </w:r>
                  <w:r>
                    <w:rPr>
                      <w:spacing w:val="-3"/>
                      <w:w w:val="100"/>
                    </w:rPr>
                    <w:t>：</w:t>
                  </w:r>
                  <w:r>
                    <w:rPr>
                      <w:w w:val="100"/>
                    </w:rPr>
                    <w:t>现</w:t>
                  </w:r>
                  <w:r>
                    <w:rPr>
                      <w:spacing w:val="-3"/>
                      <w:w w:val="100"/>
                    </w:rPr>
                    <w:t>在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清</w:t>
                  </w:r>
                  <w:r>
                    <w:rPr>
                      <w:spacing w:val="-3"/>
                      <w:w w:val="100"/>
                    </w:rPr>
                    <w:t>酒价</w:t>
                  </w:r>
                  <w:r>
                    <w:rPr>
                      <w:w w:val="100"/>
                    </w:rPr>
                    <w:t>值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谷</w:t>
                  </w:r>
                  <w:r>
                    <w:rPr>
                      <w:spacing w:val="-3"/>
                      <w:w w:val="100"/>
                    </w:rPr>
                    <w:t>子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一</w:t>
                  </w:r>
                  <w:r>
                    <w:rPr>
                      <w:w w:val="100"/>
                    </w:rPr>
                    <w:t>斗</w:t>
                  </w:r>
                  <w:r>
                    <w:rPr>
                      <w:spacing w:val="-3"/>
                      <w:w w:val="100"/>
                    </w:rPr>
                    <w:t>醑</w:t>
                  </w:r>
                  <w:r>
                    <w:rPr>
                      <w:w w:val="100"/>
                    </w:rPr>
                    <w:t>酒</w:t>
                  </w:r>
                </w:p>
              </w:txbxContent>
            </v:textbox>
          </v:shape>
        </w:pict>
      </w:r>
      <w:r>
        <w:pict>
          <v:shape id="_x0000_s1072" o:spid="_x0000_s1072" o:spt="202" type="#_x0000_t202" style="position:absolute;left:0pt;margin-left:85.65pt;margin-top:680.6pt;height:12.8pt;width:437.4pt;mso-position-horizontal-relative:page;mso-position-vertical-relative:page;z-index:-251609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价值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斗</w:t>
                  </w:r>
                  <w:r>
                    <w:rPr>
                      <w:spacing w:val="-3"/>
                      <w:w w:val="100"/>
                    </w:rPr>
                    <w:t>谷</w:t>
                  </w:r>
                  <w:r>
                    <w:rPr>
                      <w:w w:val="100"/>
                    </w:rPr>
                    <w:t>子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现</w:t>
                  </w:r>
                  <w:r>
                    <w:rPr>
                      <w:spacing w:val="-3"/>
                      <w:w w:val="100"/>
                    </w:rPr>
                    <w:t>在</w:t>
                  </w:r>
                  <w:r>
                    <w:rPr>
                      <w:w w:val="100"/>
                    </w:rPr>
                    <w:t>拿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斗谷</w:t>
                  </w:r>
                  <w:r>
                    <w:rPr>
                      <w:spacing w:val="-3"/>
                      <w:w w:val="100"/>
                    </w:rPr>
                    <w:t>子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共换</w:t>
                  </w:r>
                  <w:r>
                    <w:rPr>
                      <w:w w:val="100"/>
                    </w:rPr>
                    <w:t>了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问清</w:t>
                  </w:r>
                  <w:r>
                    <w:rPr>
                      <w:spacing w:val="-3"/>
                      <w:w w:val="100"/>
                    </w:rPr>
                    <w:t>酒</w:t>
                  </w:r>
                  <w:r>
                    <w:rPr>
                      <w:w w:val="100"/>
                    </w:rPr>
                    <w:t>、</w:t>
                  </w:r>
                  <w:r>
                    <w:rPr>
                      <w:spacing w:val="-3"/>
                      <w:w w:val="100"/>
                    </w:rPr>
                    <w:t>醑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3"/>
                      <w:w w:val="100"/>
                    </w:rPr>
                    <w:t>各</w:t>
                  </w:r>
                  <w:r>
                    <w:rPr>
                      <w:w w:val="100"/>
                    </w:rPr>
                    <w:t>几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？</w:t>
                  </w:r>
                  <w:r>
                    <w:rPr>
                      <w:spacing w:val="-3"/>
                      <w:w w:val="100"/>
                    </w:rPr>
                    <w:t>如</w:t>
                  </w:r>
                  <w:r>
                    <w:rPr>
                      <w:w w:val="100"/>
                    </w:rPr>
                    <w:t>果设</w:t>
                  </w:r>
                  <w:r>
                    <w:rPr>
                      <w:spacing w:val="-3"/>
                      <w:w w:val="100"/>
                    </w:rPr>
                    <w:t>清</w:t>
                  </w:r>
                  <w:r>
                    <w:rPr>
                      <w:w w:val="100"/>
                    </w:rPr>
                    <w:t>酒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斗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醑</w:t>
                  </w:r>
                </w:p>
              </w:txbxContent>
            </v:textbox>
          </v:shape>
        </w:pict>
      </w:r>
      <w:r>
        <w:pict>
          <v:shape id="_x0000_s1073" o:spid="_x0000_s1073" o:spt="202" type="#_x0000_t202" style="position:absolute;left:0pt;margin-left:85.65pt;margin-top:704pt;height:12.8pt;width:148.65pt;mso-position-horizontal-relative:page;mso-position-vertical-relative:page;z-index:-251608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酒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斗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则</w:t>
                  </w:r>
                  <w:r>
                    <w:rPr>
                      <w:w w:val="100"/>
                    </w:rPr>
                    <w:t>符</w:t>
                  </w:r>
                  <w:r>
                    <w:rPr>
                      <w:spacing w:val="-3"/>
                      <w:w w:val="100"/>
                    </w:rPr>
                    <w:t>合</w:t>
                  </w:r>
                  <w:r>
                    <w:rPr>
                      <w:w w:val="100"/>
                    </w:rPr>
                    <w:t>题</w:t>
                  </w:r>
                  <w:r>
                    <w:rPr>
                      <w:spacing w:val="-3"/>
                      <w:w w:val="100"/>
                    </w:rPr>
                    <w:t>意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方</w:t>
                  </w:r>
                  <w:r>
                    <w:rPr>
                      <w:w w:val="100"/>
                    </w:rPr>
                    <w:t>程组是</w:t>
                  </w:r>
                </w:p>
              </w:txbxContent>
            </v:textbox>
          </v:shape>
        </w:pict>
      </w:r>
      <w:r>
        <w:pict>
          <v:shape id="_x0000_s1074" o:spid="_x0000_s1074" o:spt="202" type="#_x0000_t202" style="position:absolute;left:0pt;margin-left:326.25pt;margin-top:725.2pt;height:13.15pt;width:49.8pt;mso-position-horizontal-relative:page;mso-position-vertical-relative:page;z-index:-2516070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51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w w:val="99"/>
                      <w:sz w:val="21"/>
                      <w:szCs w:val="21"/>
                    </w:rPr>
                    <w:sym w:font="Symbol" w:char="F0EC"/>
                  </w:r>
                  <w:r>
                    <w:rPr>
                      <w:rFonts w:ascii="Times New Roman" w:hAnsi="Times New Roman" w:eastAsia="Times New Roman" w:cs="Times New Roman"/>
                      <w:spacing w:val="-3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1"/>
                      <w:sz w:val="21"/>
                      <w:szCs w:val="21"/>
                    </w:rPr>
                    <w:t>30</w:t>
                  </w:r>
                </w:p>
              </w:txbxContent>
            </v:textbox>
          </v:shape>
        </w:pict>
      </w:r>
      <w:r>
        <w:pict>
          <v:shape id="_x0000_s1075" o:spid="_x0000_s1075" o:spt="202" type="#_x0000_t202" style="position:absolute;left:0pt;margin-left:435.1pt;margin-top:725.2pt;height:13.15pt;width:49.8pt;mso-position-horizontal-relative:page;mso-position-vertical-relative:page;z-index:-2516060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51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w w:val="99"/>
                      <w:sz w:val="21"/>
                      <w:szCs w:val="21"/>
                    </w:rPr>
                    <w:sym w:font="Symbol" w:char="F0EC"/>
                  </w:r>
                  <w:r>
                    <w:rPr>
                      <w:rFonts w:ascii="Times New Roman" w:hAnsi="Times New Roman" w:eastAsia="Times New Roman" w:cs="Times New Roman"/>
                      <w:spacing w:val="-3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6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1"/>
                      <w:sz w:val="21"/>
                      <w:szCs w:val="21"/>
                    </w:rPr>
                    <w:t>30</w:t>
                  </w:r>
                </w:p>
              </w:txbxContent>
            </v:textbox>
          </v:shape>
        </w:pict>
      </w:r>
      <w:r>
        <w:pict>
          <v:shape id="_x0000_s1076" o:spid="_x0000_s1076" o:spt="202" type="#_x0000_t202" style="position:absolute;left:0pt;margin-left:85.65pt;margin-top:729.95pt;height:22.6pt;width:74.45pt;mso-position-horizontal-relative:page;mso-position-vertical-relative:page;z-index:-2516049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0" w:lineRule="exact"/>
                    <w:ind w:left="423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spacing w:val="18"/>
                      <w:w w:val="101"/>
                      <w:sz w:val="21"/>
                      <w:szCs w:val="21"/>
                    </w:rPr>
                    <w:sym w:font="Symbol" w:char="F0EC"/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position w:val="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position w:val="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7"/>
                      <w:w w:val="101"/>
                      <w:position w:val="1"/>
                      <w:sz w:val="21"/>
                      <w:szCs w:val="21"/>
                    </w:rPr>
                    <w:t>5</w:t>
                  </w:r>
                  <w:r>
                    <w:rPr>
                      <w:rFonts w:ascii="宋体" w:hAnsi="宋体" w:eastAsia="宋体" w:cs="宋体"/>
                      <w:w w:val="101"/>
                      <w:position w:val="1"/>
                      <w:sz w:val="21"/>
                      <w:szCs w:val="21"/>
                    </w:rPr>
                    <w:t>，</w:t>
                  </w:r>
                </w:p>
                <w:p>
                  <w:pPr>
                    <w:pStyle w:val="2"/>
                    <w:spacing w:line="241" w:lineRule="exact"/>
                    <w:ind w:right="0"/>
                    <w:jc w:val="left"/>
                    <w:rPr>
                      <w:rFonts w:ascii="Symbol" w:hAnsi="Symbol" w:eastAsia="Symbol" w:cs="Symbol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2"/>
                    </w:rPr>
                    <w:t>A</w:t>
                  </w:r>
                  <w:r>
                    <w:rPr>
                      <w:w w:val="100"/>
                      <w:position w:val="1"/>
                    </w:rPr>
                    <w:t>．</w:t>
                  </w:r>
                  <w:r>
                    <w:rPr>
                      <w:spacing w:val="-67"/>
                      <w:position w:val="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</w:rPr>
                    <w:sym w:font="Symbol" w:char="F0ED"/>
                  </w:r>
                </w:p>
              </w:txbxContent>
            </v:textbox>
          </v:shape>
        </w:pict>
      </w:r>
      <w:r>
        <w:pict>
          <v:shape id="_x0000_s1077" o:spid="_x0000_s1077" o:spt="202" type="#_x0000_t202" style="position:absolute;left:0pt;margin-left:196.55pt;margin-top:729.95pt;height:22.6pt;width:73.8pt;mso-position-horizontal-relative:page;mso-position-vertical-relative:page;z-index:-2516039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0" w:lineRule="exact"/>
                    <w:ind w:left="41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spacing w:val="18"/>
                      <w:w w:val="101"/>
                      <w:sz w:val="21"/>
                      <w:szCs w:val="21"/>
                    </w:rPr>
                    <w:sym w:font="Symbol" w:char="F0EC"/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position w:val="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position w:val="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4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7"/>
                      <w:w w:val="101"/>
                      <w:position w:val="1"/>
                      <w:sz w:val="21"/>
                      <w:szCs w:val="21"/>
                    </w:rPr>
                    <w:t>5</w:t>
                  </w:r>
                  <w:r>
                    <w:rPr>
                      <w:rFonts w:ascii="宋体" w:hAnsi="宋体" w:eastAsia="宋体" w:cs="宋体"/>
                      <w:w w:val="101"/>
                      <w:position w:val="1"/>
                      <w:sz w:val="21"/>
                      <w:szCs w:val="21"/>
                    </w:rPr>
                    <w:t>，</w:t>
                  </w:r>
                </w:p>
                <w:p>
                  <w:pPr>
                    <w:pStyle w:val="2"/>
                    <w:spacing w:line="241" w:lineRule="exact"/>
                    <w:ind w:right="0"/>
                    <w:jc w:val="left"/>
                    <w:rPr>
                      <w:rFonts w:ascii="Symbol" w:hAnsi="Symbol" w:eastAsia="Symbol" w:cs="Symbol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</w:rPr>
                    <w:t>B</w:t>
                  </w:r>
                  <w:r>
                    <w:rPr>
                      <w:w w:val="100"/>
                      <w:position w:val="1"/>
                    </w:rPr>
                    <w:t>．</w:t>
                  </w:r>
                  <w:r>
                    <w:rPr>
                      <w:spacing w:val="-67"/>
                      <w:position w:val="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</w:rPr>
                    <w:sym w:font="Symbol" w:char="F0ED"/>
                  </w:r>
                </w:p>
              </w:txbxContent>
            </v:textbox>
          </v:shape>
        </w:pict>
      </w:r>
      <w:r>
        <w:pict>
          <v:shape id="_x0000_s1078" o:spid="_x0000_s1078" o:spt="202" type="#_x0000_t202" style="position:absolute;left:0pt;margin-left:326.25pt;margin-top:732.05pt;height:12.45pt;width:7.15pt;mso-position-horizontal-relative:page;mso-position-vertical-relative:page;z-index:-2516029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  <w:rPr>
                      <w:rFonts w:ascii="Symbol" w:hAnsi="Symbol" w:eastAsia="Symbol" w:cs="Symbol"/>
                    </w:rPr>
                  </w:pPr>
                  <w:r>
                    <w:rPr>
                      <w:rFonts w:ascii="Symbol" w:hAnsi="Symbol" w:eastAsia="Symbol" w:cs="Symbol"/>
                      <w:w w:val="99"/>
                    </w:rPr>
                    <w:sym w:font="Symbol" w:char="F0EF"/>
                  </w:r>
                </w:p>
              </w:txbxContent>
            </v:textbox>
          </v:shape>
        </w:pict>
      </w:r>
      <w:r>
        <w:pict>
          <v:shape id="_x0000_s1079" o:spid="_x0000_s1079" o:spt="202" type="#_x0000_t202" style="position:absolute;left:0pt;margin-left:435.1pt;margin-top:732.05pt;height:12.45pt;width:7.15pt;mso-position-horizontal-relative:page;mso-position-vertical-relative:page;z-index:-2516019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  <w:rPr>
                      <w:rFonts w:ascii="Symbol" w:hAnsi="Symbol" w:eastAsia="Symbol" w:cs="Symbol"/>
                    </w:rPr>
                  </w:pPr>
                  <w:r>
                    <w:rPr>
                      <w:rFonts w:ascii="Symbol" w:hAnsi="Symbol" w:eastAsia="Symbol" w:cs="Symbol"/>
                      <w:w w:val="99"/>
                    </w:rPr>
                    <w:sym w:font="Symbol" w:char="F0EF"/>
                  </w:r>
                </w:p>
              </w:txbxContent>
            </v:textbox>
          </v:shape>
        </w:pict>
      </w:r>
      <w:r>
        <w:pict>
          <v:shape id="_x0000_s1080" o:spid="_x0000_s1080" o:spt="202" type="#_x0000_t202" style="position:absolute;left:0pt;margin-left:306.85pt;margin-top:739.05pt;height:16.05pt;width:40.25pt;mso-position-horizontal-relative:page;mso-position-vertical-relative:page;z-index:-2516008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784"/>
                    </w:tabs>
                    <w:spacing w:before="0" w:line="305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7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w w:val="100"/>
                      <w:position w:val="6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68"/>
                      <w:position w:val="6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spacing w:val="11"/>
                      <w:w w:val="99"/>
                      <w:position w:val="5"/>
                      <w:sz w:val="21"/>
                      <w:szCs w:val="21"/>
                    </w:rPr>
                    <w:sym w:font="Symbol" w:char="F0ED"/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3"/>
                      <w:w w:val="99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sz w:val="21"/>
                      <w:szCs w:val="21"/>
                      <w:u w:val="single" w:color="000000"/>
                    </w:rPr>
                    <w:t xml:space="preserve">x </w:t>
                  </w:r>
                  <w:r>
                    <w:rPr>
                      <w:rFonts w:ascii="Times New Roman" w:hAnsi="Times New Roman" w:eastAsia="Times New Roman" w:cs="Times New Roman"/>
                      <w:i/>
                      <w:sz w:val="21"/>
                      <w:szCs w:val="21"/>
                      <w:u w:val="single" w:color="000000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81" o:spid="_x0000_s1081" o:spt="202" type="#_x0000_t202" style="position:absolute;left:0pt;margin-left:414.95pt;margin-top:739.05pt;height:16.05pt;width:33.85pt;mso-position-horizontal-relative:page;mso-position-vertical-relative:page;z-index:-2515998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305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2"/>
                      <w:sz w:val="21"/>
                      <w:szCs w:val="21"/>
                    </w:rPr>
                    <w:t>D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68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spacing w:val="11"/>
                      <w:w w:val="99"/>
                      <w:sz w:val="21"/>
                      <w:szCs w:val="21"/>
                    </w:rPr>
                    <w:sym w:font="Symbol" w:char="F0ED"/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5"/>
                      <w:w w:val="99"/>
                      <w:position w:val="-4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99"/>
                      <w:position w:val="-4"/>
                      <w:sz w:val="21"/>
                      <w:szCs w:val="21"/>
                      <w:u w:val="single" w:color="000000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082" o:spid="_x0000_s1082" o:spt="202" type="#_x0000_t202" style="position:absolute;left:0pt;margin-left:353.2pt;margin-top:741.05pt;height:12.45pt;width:8.5pt;mso-position-horizontal-relative:page;mso-position-vertical-relative:page;z-index:-2515988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i/>
                      <w:spacing w:val="-15"/>
                      <w:w w:val="99"/>
                      <w:sz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/>
                      <w:i/>
                      <w:w w:val="99"/>
                      <w:sz w:val="21"/>
                      <w:u w:val="single" w:color="000000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083" o:spid="_x0000_s1083" o:spt="202" type="#_x0000_t202" style="position:absolute;left:0pt;margin-left:458.25pt;margin-top:741.05pt;height:12.45pt;width:15.1pt;mso-position-horizontal-relative:page;mso-position-vertical-relative:page;z-index:-2515978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281"/>
                    </w:tabs>
                    <w:spacing w:before="0" w:line="23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i/>
                      <w:spacing w:val="17"/>
                      <w:w w:val="99"/>
                      <w:sz w:val="21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/>
                      <w:i/>
                      <w:w w:val="99"/>
                      <w:sz w:val="21"/>
                      <w:u w:val="single" w:color="000000"/>
                    </w:rPr>
                    <w:t xml:space="preserve">y </w:t>
                  </w:r>
                  <w:r>
                    <w:rPr>
                      <w:rFonts w:ascii="Times New Roman"/>
                      <w:i/>
                      <w:sz w:val="21"/>
                      <w:u w:val="single" w:color="000000"/>
                    </w:rPr>
                    <w:tab/>
                  </w:r>
                </w:p>
              </w:txbxContent>
            </v:textbox>
          </v:shape>
        </w:pict>
      </w:r>
      <w:r>
        <w:pict>
          <v:shape id="_x0000_s1084" o:spid="_x0000_s1084" o:spt="202" type="#_x0000_t202" style="position:absolute;left:0pt;margin-left:105.8pt;margin-top:746.15pt;height:15.1pt;width:64.85pt;mso-position-horizontal-relative:page;mso-position-vertical-relative:page;z-index:-2515968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8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spacing w:val="-14"/>
                      <w:w w:val="101"/>
                      <w:position w:val="-4"/>
                      <w:sz w:val="21"/>
                      <w:szCs w:val="21"/>
                    </w:rPr>
                    <w:sym w:font="Symbol" w:char="F0EE"/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w w:val="101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-1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w w:val="101"/>
                      <w:sz w:val="21"/>
                      <w:szCs w:val="2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  <w:sz w:val="21"/>
                      <w:szCs w:val="2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21"/>
                      <w:szCs w:val="21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085" o:spid="_x0000_s1085" o:spt="202" type="#_x0000_t202" style="position:absolute;left:0pt;margin-left:216.1pt;margin-top:746.15pt;height:15.1pt;width:64.75pt;mso-position-horizontal-relative:page;mso-position-vertical-relative:page;z-index:-2515957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8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spacing w:val="3"/>
                      <w:w w:val="101"/>
                      <w:position w:val="-4"/>
                      <w:sz w:val="21"/>
                      <w:szCs w:val="21"/>
                    </w:rPr>
                    <w:sym w:font="Symbol" w:char="F0EE"/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1"/>
                      <w:sz w:val="21"/>
                      <w:szCs w:val="2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-3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3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  <w:sz w:val="21"/>
                      <w:szCs w:val="2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21"/>
                      <w:szCs w:val="21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086" o:spid="_x0000_s1086" o:spt="202" type="#_x0000_t202" style="position:absolute;left:0pt;margin-left:326.25pt;margin-top:746.95pt;height:19.25pt;width:52.2pt;mso-position-horizontal-relative:page;mso-position-vertical-relative:page;z-index:-2515947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374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Symbol" w:hAnsi="Symbol" w:eastAsia="Symbol" w:cs="Symbol"/>
                      <w:spacing w:val="-104"/>
                      <w:w w:val="99"/>
                      <w:position w:val="7"/>
                    </w:rPr>
                    <w:sym w:font="Symbol" w:char="F0EF"/>
                  </w:r>
                  <w:r>
                    <w:rPr>
                      <w:rFonts w:ascii="Symbol" w:hAnsi="Symbol" w:eastAsia="Symbol" w:cs="Symbol"/>
                      <w:spacing w:val="8"/>
                      <w:w w:val="99"/>
                    </w:rPr>
                    <w:sym w:font="Symbol" w:char="F0EE"/>
                  </w:r>
                  <w:r>
                    <w:rPr>
                      <w:rFonts w:ascii="Times New Roman" w:hAnsi="Times New Roman" w:eastAsia="Times New Roman" w:cs="Times New Roman"/>
                      <w:w w:val="99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4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24"/>
                      <w:position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19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4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2"/>
                      <w:position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1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87" o:spid="_x0000_s1087" o:spt="202" type="#_x0000_t202" style="position:absolute;left:0pt;margin-left:435.1pt;margin-top:746.95pt;height:19.25pt;width:51.55pt;mso-position-horizontal-relative:page;mso-position-vertical-relative:page;z-index:-2515937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374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Symbol" w:hAnsi="Symbol" w:eastAsia="Symbol" w:cs="Symbol"/>
                      <w:spacing w:val="-104"/>
                      <w:w w:val="99"/>
                      <w:position w:val="7"/>
                    </w:rPr>
                    <w:sym w:font="Symbol" w:char="F0EF"/>
                  </w:r>
                  <w:r>
                    <w:rPr>
                      <w:rFonts w:ascii="Symbol" w:hAnsi="Symbol" w:eastAsia="Symbol" w:cs="Symbol"/>
                      <w:w w:val="99"/>
                    </w:rPr>
                    <w:sym w:font="Symbol" w:char="F0EE"/>
                  </w:r>
                  <w:r>
                    <w:rPr>
                      <w:rFonts w:ascii="Times New Roman" w:hAnsi="Times New Roman" w:eastAsia="Times New Roman" w:cs="Times New Roman"/>
                      <w:spacing w:val="-19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4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-10"/>
                      <w:position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spacing w:val="1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99"/>
                      <w:position w:val="14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12"/>
                      <w:position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1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088" o:spid="_x0000_s1088" o:spt="202" type="#_x0000_t202" style="position:absolute;left:0pt;margin-left:250.9pt;margin-top:783.6pt;height:11.5pt;width:114.7pt;mso-position-horizontal-relative:page;mso-position-vertical-relative:page;z-index:-251592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1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 xml:space="preserve">数学试卷 </w:t>
                  </w:r>
                  <w:r>
                    <w:rPr>
                      <w:rFonts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第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>1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</w:t>
                  </w:r>
                  <w:r>
                    <w:rPr>
                      <w:rFonts w:ascii="宋体" w:hAnsi="宋体" w:eastAsia="宋体" w:cs="宋体"/>
                      <w:spacing w:val="-3"/>
                      <w:sz w:val="18"/>
                      <w:szCs w:val="18"/>
                    </w:rPr>
                    <w:t>（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共</w:t>
                  </w:r>
                  <w:r>
                    <w:rPr>
                      <w:rFonts w:ascii="宋体" w:hAnsi="宋体" w:eastAsia="宋体" w:cs="宋体"/>
                      <w:spacing w:val="-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_x0000_s1089" o:spid="_x0000_s1089" o:spt="202" type="#_x0000_t202" style="position:absolute;left:0pt;margin-left:354.2pt;margin-top:739.45pt;height:12pt;width:4.3pt;mso-position-horizontal-relative:page;mso-position-vertical-relative:page;z-index:-2515916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090" o:spid="_x0000_s1090" o:spt="202" type="#_x0000_t202" style="position:absolute;left:0pt;margin-left:459.25pt;margin-top:739.45pt;height:12pt;width:13.15pt;mso-position-horizontal-relative:page;mso-position-vertical-relative:page;z-index:-2515906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091" o:spid="_x0000_s1091" o:spt="202" type="#_x0000_t202" style="position:absolute;left:0pt;margin-left:333pt;margin-top:741.05pt;height:12pt;width:13.15pt;mso-position-horizontal-relative:page;mso-position-vertical-relative:page;z-index:-2515896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1200" w:right="1280" w:bottom="280" w:left="1280" w:header="708" w:footer="708" w:gutter="0"/>
          <w:cols w:space="708" w:num="1"/>
        </w:sectPr>
      </w:pPr>
    </w:p>
    <w:p>
      <w:pPr>
        <w:rPr>
          <w:sz w:val="2"/>
          <w:szCs w:val="2"/>
        </w:rPr>
      </w:pPr>
      <w:r>
        <w:pict>
          <v:group id="_x0000_s1092" o:spid="_x0000_s1092" o:spt="203" style="position:absolute;left:0pt;margin-left:189.7pt;margin-top:722.1pt;height:11.4pt;width:12.05pt;mso-position-horizontal-relative:page;mso-position-vertical-relative:page;z-index:-251588608;mso-width-relative:page;mso-height-relative:page;" coordorigin="3794,14443" coordsize="241,228">
            <o:lock v:ext="edit"/>
            <v:group id="_x0000_s1093" o:spid="_x0000_s1093" o:spt="203" style="position:absolute;left:3800;top:14587;height:12;width:21;" coordorigin="3800,14587" coordsize="21,12">
              <o:lock v:ext="edit"/>
              <v:shape id="_x0000_s1094" o:spid="_x0000_s1094" style="position:absolute;left:3800;top:14587;height:12;width:21;" filled="f" stroked="t" coordorigin="3800,14587" coordsize="21,12" path="m3800,14599l3821,14587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95" o:spid="_x0000_s1095" o:spt="203" style="position:absolute;left:3821;top:14587;height:82;width:51;" coordorigin="3821,14587" coordsize="51,82">
              <o:lock v:ext="edit"/>
              <v:shape id="_x0000_s1096" o:spid="_x0000_s1096" style="position:absolute;left:3821;top:14587;height:82;width:51;" filled="f" stroked="t" coordorigin="3821,14587" coordsize="51,82" path="m3821,14587l3872,1466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97" o:spid="_x0000_s1097" o:spt="203" style="position:absolute;left:3872;top:14454;height:216;width:55;" coordorigin="3872,14454" coordsize="55,216">
              <o:lock v:ext="edit"/>
              <v:shape id="_x0000_s1098" o:spid="_x0000_s1098" style="position:absolute;left:3872;top:14454;height:216;width:55;" filled="f" stroked="t" coordorigin="3872,14454" coordsize="55,216" path="m3872,14669l3927,1445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099" o:spid="_x0000_s1099" o:spt="203" style="position:absolute;left:3927;top:14453;height:2;width:107;" coordorigin="3927,14453" coordsize="107,2">
              <o:lock v:ext="edit"/>
              <v:shape id="_x0000_s1100" o:spid="_x0000_s1100" style="position:absolute;left:3927;top:14453;height:2;width:107;" filled="f" stroked="t" coordorigin="3927,14453" coordsize="107,0" path="m3927,14453l4033,14453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101" o:spid="_x0000_s1101" o:spt="203" style="position:absolute;left:3794;top:14443;height:222;width:236;" coordorigin="3794,14443" coordsize="236,222">
              <o:lock v:ext="edit"/>
              <v:shape id="_x0000_s1102" o:spid="_x0000_s1102" style="position:absolute;left:3794;top:14443;height:222;width:236;" fillcolor="#000000" filled="t" stroked="f" coordorigin="3794,14443" coordsize="236,222" path="m3830,14589l3812,14589,3862,14664,3872,14664,3877,14644,3867,14644,3830,14589xe">
                <v:path arrowok="t"/>
                <v:fill on="t" focussize="0,0"/>
                <v:stroke on="f"/>
                <v:imagedata o:title=""/>
                <o:lock v:ext="edit"/>
              </v:shape>
              <v:shape id="_x0000_s1103" o:spid="_x0000_s1103" style="position:absolute;left:3794;top:14443;height:222;width:236;" fillcolor="#000000" filled="t" stroked="f" coordorigin="3794,14443" coordsize="236,222" path="m4029,14443l3919,14443,3867,14644,3877,14644,3926,14453,4029,14453,4029,14443xe">
                <v:path arrowok="t"/>
                <v:fill on="t" focussize="0,0"/>
                <v:stroke on="f"/>
                <v:imagedata o:title=""/>
                <o:lock v:ext="edit"/>
              </v:shape>
              <v:shape id="_x0000_s1104" o:spid="_x0000_s1104" style="position:absolute;left:3794;top:14443;height:222;width:236;" fillcolor="#000000" filled="t" stroked="f" coordorigin="3794,14443" coordsize="236,222" path="m3822,14576l3794,14591,3797,14597,3812,14589,3830,14589,3822,14576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105" o:spid="_x0000_s1105" o:spt="203" style="position:absolute;left:0pt;margin-left:473.75pt;margin-top:499.8pt;height:47.05pt;width:47pt;mso-position-horizontal-relative:page;mso-position-vertical-relative:page;z-index:-251587584;mso-width-relative:page;mso-height-relative:page;" coordorigin="9476,9996" coordsize="940,941">
            <o:lock v:ext="edit"/>
            <v:group id="_x0000_s1106" o:spid="_x0000_s1106" o:spt="203" style="position:absolute;left:9479;top:10000;height:934;width:933;" coordorigin="9479,10000" coordsize="933,934">
              <o:lock v:ext="edit"/>
              <v:shape id="_x0000_s1107" o:spid="_x0000_s1107" style="position:absolute;left:9479;top:10000;height:934;width:933;" filled="f" stroked="t" coordorigin="9479,10000" coordsize="933,934" path="m10411,10467l10405,10543,10388,10614,10359,10681,10321,10742,10275,10797,10221,10843,10160,10881,10093,10910,10021,10927,9945,10934,9907,10932,9833,10920,9764,10897,9700,10864,9642,10821,9591,10771,9549,10713,9516,10648,9493,10579,9481,10505,9479,10467,9481,10429,9493,10355,9516,10285,9549,10221,9591,10163,9642,10112,9700,10070,9764,10037,9833,10014,9907,10002,9945,10000,9984,10002,10057,10014,10127,10037,10191,10070,10249,10112,10299,10163,10342,10221,10375,10285,10398,10355,10410,10429,10411,10467x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108" o:spid="_x0000_s1108" o:spt="203" style="position:absolute;left:9542;top:10701;height:233;width:405;" coordorigin="9542,10701" coordsize="405,233">
              <o:lock v:ext="edit"/>
              <v:shape id="_x0000_s1109" o:spid="_x0000_s1109" style="position:absolute;left:9542;top:10701;height:233;width:405;" filled="f" stroked="t" coordorigin="9542,10701" coordsize="405,233" path="m9947,10934l9542,1070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10" o:spid="_x0000_s1110" o:spt="203" style="position:absolute;left:9947;top:10699;height:235;width:403;" coordorigin="9947,10699" coordsize="403,235">
              <o:lock v:ext="edit"/>
              <v:shape id="_x0000_s1111" o:spid="_x0000_s1111" style="position:absolute;left:9947;top:10699;height:235;width:403;" filled="f" stroked="t" coordorigin="9947,10699" coordsize="403,235" path="m9947,10934l10350,10699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12" o:spid="_x0000_s1112" o:spt="203" style="position:absolute;left:9542;top:10467;height:235;width:403;" coordorigin="9542,10467" coordsize="403,235">
              <o:lock v:ext="edit"/>
              <v:shape id="_x0000_s1113" o:spid="_x0000_s1113" style="position:absolute;left:9542;top:10467;height:235;width:403;" filled="f" stroked="t" coordorigin="9542,10467" coordsize="403,235" path="m9945,10467l9542,1070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14" o:spid="_x0000_s1114" o:spt="203" style="position:absolute;left:9945;top:10467;height:233;width:405;" coordorigin="9945,10467" coordsize="405,233">
              <o:lock v:ext="edit"/>
              <v:shape id="_x0000_s1115" o:spid="_x0000_s1115" style="position:absolute;left:9945;top:10467;height:233;width:405;" filled="f" stroked="t" coordorigin="9945,10467" coordsize="405,233" path="m10350,10699l9945,10467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16" o:spid="_x0000_s1116" o:spt="203" style="position:absolute;left:9542;top:10036;height:666;width:225;" coordorigin="9542,10036" coordsize="225,666">
              <o:lock v:ext="edit"/>
              <v:shape id="_x0000_s1117" o:spid="_x0000_s1117" style="position:absolute;left:9542;top:10036;height:666;width:225;" filled="f" stroked="t" coordorigin="9542,10036" coordsize="225,666" path="m9767,10036l9542,1070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18" o:spid="_x0000_s1118" o:spt="203" style="position:absolute;left:9767;top:10036;height:664;width:584;" coordorigin="9767,10036" coordsize="584,664">
              <o:lock v:ext="edit"/>
              <v:shape id="_x0000_s1119" o:spid="_x0000_s1119" style="position:absolute;left:9767;top:10036;height:664;width:584;" filled="f" stroked="t" coordorigin="9767,10036" coordsize="584,664" path="m10350,10699l9767,10036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20" o:spid="_x0000_s1120" o:spt="203" style="position:absolute;left:10338;top:10688;height:23;width:23;" coordorigin="10338,10688" coordsize="23,23">
              <o:lock v:ext="edit"/>
              <v:shape id="_x0000_s1121" o:spid="_x0000_s1121" style="position:absolute;left:10338;top:10688;height:23;width:23;" fillcolor="#000000" filled="t" stroked="f" coordorigin="10338,10688" coordsize="23,23" path="m10356,10688l10343,10688,10338,10693,10338,10705,10343,10710,10356,10710,10361,10705,10361,10693,10356,1068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2" o:spid="_x0000_s1122" o:spt="203" style="position:absolute;left:9531;top:10690;height:23;width:23;" coordorigin="9531,10690" coordsize="23,23">
              <o:lock v:ext="edit"/>
              <v:shape id="_x0000_s1123" o:spid="_x0000_s1123" style="position:absolute;left:9531;top:10690;height:23;width:23;" fillcolor="#000000" filled="t" stroked="f" coordorigin="9531,10690" coordsize="23,23" path="m9549,10690l9536,10690,9531,10695,9531,10708,9536,10713,9549,10713,9554,10708,9554,10695,9549,1069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4" o:spid="_x0000_s1124" o:spt="203" style="position:absolute;left:9930;top:10452;height:31;width:31;" coordorigin="9930,10452" coordsize="31,31">
              <o:lock v:ext="edit"/>
              <v:shape id="_x0000_s1125" o:spid="_x0000_s1125" style="position:absolute;left:9930;top:10452;height:31;width:31;" fillcolor="#000000" filled="t" stroked="f" coordorigin="9930,10452" coordsize="31,31" path="m9954,10452l9937,10452,9930,10459,9930,10475,9937,10482,9954,10482,9960,10475,9960,10459,9954,1045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26" o:spid="_x0000_s1126" o:spt="203" style="position:absolute;left:9930;top:10452;height:31;width:31;" coordorigin="9930,10452" coordsize="31,31">
              <o:lock v:ext="edit"/>
              <v:shape id="_x0000_s1127" o:spid="_x0000_s1127" style="position:absolute;left:9930;top:10452;height:31;width:31;" filled="f" stroked="t" coordorigin="9930,10452" coordsize="31,31" path="m9960,10467l9960,10475,9954,10482,9945,10482,9937,10482,9930,10475,9930,10467,9930,10459,9937,10452,9945,10452,9954,10452,9960,10459,9960,10467xe">
                <v:path arrowok="t"/>
                <v:fill on="f" focussize="0,0"/>
                <v:stroke color="#000000"/>
                <v:imagedata o:title=""/>
                <o:lock v:ext="edit"/>
              </v:shape>
            </v:group>
          </v:group>
        </w:pict>
      </w:r>
      <w:r>
        <w:pict>
          <v:group id="_x0000_s1128" o:spid="_x0000_s1128" o:spt="203" style="position:absolute;left:0pt;margin-left:451.05pt;margin-top:608.65pt;height:42.15pt;width:71.75pt;mso-position-horizontal-relative:page;mso-position-vertical-relative:page;z-index:-251586560;mso-width-relative:page;mso-height-relative:page;" coordorigin="9022,12173" coordsize="1435,843">
            <o:lock v:ext="edit"/>
            <v:group id="_x0000_s1129" o:spid="_x0000_s1129" o:spt="203" style="position:absolute;left:9034;top:12995;height:9;width:1405;" coordorigin="9034,12995" coordsize="1405,9">
              <o:lock v:ext="edit"/>
              <v:shape id="_x0000_s1130" o:spid="_x0000_s1130" style="position:absolute;left:9034;top:12995;height:9;width:1405;" filled="f" stroked="t" coordorigin="9034,12995" coordsize="1405,9" path="m9034,12995l10439,13003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31" o:spid="_x0000_s1131" o:spt="203" style="position:absolute;left:9034;top:12186;height:817;width:1410;" coordorigin="9034,12186" coordsize="1410,817">
              <o:lock v:ext="edit"/>
              <v:shape id="_x0000_s1132" o:spid="_x0000_s1132" style="position:absolute;left:9034;top:12186;height:817;width:1410;" filled="f" stroked="t" coordorigin="9034,12186" coordsize="1410,817" path="m10444,12195l9034,12995,9039,12186,10439,13003,10444,1219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33" o:spid="_x0000_s1133" o:spt="203" style="position:absolute;left:9039;top:12186;height:9;width:1405;" coordorigin="9039,12186" coordsize="1405,9">
              <o:lock v:ext="edit"/>
              <v:shape id="_x0000_s1134" o:spid="_x0000_s1134" style="position:absolute;left:9039;top:12186;height:9;width:1405;" filled="f" stroked="t" coordorigin="9039,12186" coordsize="1405,9" path="m9039,12186l10444,1219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35" o:spid="_x0000_s1135" o:spt="203" style="position:absolute;left:9039;top:12186;height:663;width:252;" coordorigin="9039,12186" coordsize="252,663">
              <o:lock v:ext="edit"/>
              <v:shape id="_x0000_s1136" o:spid="_x0000_s1136" style="position:absolute;left:9039;top:12186;height:663;width:252;" filled="f" stroked="t" coordorigin="9039,12186" coordsize="252,663" path="m9291,12849l9039,12186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37" o:spid="_x0000_s1137" o:spt="203" style="position:absolute;left:9291;top:12301;height:549;width:450;" coordorigin="9291,12301" coordsize="450,549">
              <o:lock v:ext="edit"/>
              <v:shape id="_x0000_s1138" o:spid="_x0000_s1138" style="position:absolute;left:9291;top:12301;height:549;width:450;" filled="f" stroked="t" coordorigin="9291,12301" coordsize="450,549" path="m9291,12849l9741,1230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39" o:spid="_x0000_s1139" o:spt="203" style="position:absolute;left:9039;top:12186;height:124;width:694;" coordorigin="9039,12186" coordsize="694,124">
              <o:lock v:ext="edit"/>
              <v:shape id="_x0000_s1140" o:spid="_x0000_s1140" style="position:absolute;left:9039;top:12186;height:124;width:694;" filled="f" stroked="t" coordorigin="9039,12186" coordsize="694,124" path="m9733,12310l9039,12186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41" o:spid="_x0000_s1141" o:spt="203" style="position:absolute;left:9733;top:12195;height:400;width:711;" coordorigin="9733,12195" coordsize="711,400">
              <o:lock v:ext="edit"/>
              <v:shape id="_x0000_s1142" o:spid="_x0000_s1142" style="position:absolute;left:9733;top:12195;height:400;width:711;" filled="f" stroked="t" coordorigin="9733,12195" coordsize="711,400" path="m10444,12195l9733,12310,9739,1259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143" o:spid="_x0000_s1143" o:spt="203" style="position:absolute;left:9726;top:12582;height:26;width:26;" coordorigin="9726,12582" coordsize="26,26">
              <o:lock v:ext="edit"/>
              <v:shape id="_x0000_s1144" o:spid="_x0000_s1144" style="position:absolute;left:9726;top:12582;height:26;width:26;" fillcolor="#000000" filled="t" stroked="f" coordorigin="9726,12582" coordsize="26,26" path="m9746,12582l9732,12582,9726,12588,9726,12602,9732,12608,9746,12608,9752,12602,9752,12588,9746,1258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5" o:spid="_x0000_s1145" o:spt="203" style="position:absolute;left:10431;top:12182;height:26;width:26;" coordorigin="10431,12182" coordsize="26,26">
              <o:lock v:ext="edit"/>
              <v:shape id="_x0000_s1146" o:spid="_x0000_s1146" style="position:absolute;left:10431;top:12182;height:26;width:26;" fillcolor="#000000" filled="t" stroked="f" coordorigin="10431,12182" coordsize="26,26" path="m10451,12182l10436,12182,10431,12188,10431,12202,10436,12208,10451,12208,10456,12202,10456,12188,10451,1218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7" o:spid="_x0000_s1147" o:spt="203" style="position:absolute;left:9027;top:12173;height:26;width:26;" coordorigin="9027,12173" coordsize="26,26">
              <o:lock v:ext="edit"/>
              <v:shape id="_x0000_s1148" o:spid="_x0000_s1148" style="position:absolute;left:9027;top:12173;height:26;width:26;" fillcolor="#000000" filled="t" stroked="f" coordorigin="9027,12173" coordsize="26,26" path="m9046,12173l9032,12173,9027,12179,9027,12193,9032,12199,9046,12199,9052,12193,9052,12179,9046,1217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49" o:spid="_x0000_s1149" o:spt="203" style="position:absolute;left:9022;top:12982;height:26;width:26;" coordorigin="9022,12982" coordsize="26,26">
              <o:lock v:ext="edit"/>
              <v:shape id="_x0000_s1150" o:spid="_x0000_s1150" style="position:absolute;left:9022;top:12982;height:26;width:26;" fillcolor="#000000" filled="t" stroked="f" coordorigin="9022,12982" coordsize="26,26" path="m9042,12982l9027,12982,9022,12988,9022,13002,9027,13008,9042,13008,9047,13002,9047,12988,9042,1298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1" o:spid="_x0000_s1151" o:spt="203" style="position:absolute;left:10426;top:12990;height:26;width:26;" coordorigin="10426,12990" coordsize="26,26">
              <o:lock v:ext="edit"/>
              <v:shape id="_x0000_s1152" o:spid="_x0000_s1152" style="position:absolute;left:10426;top:12990;height:26;width:26;" fillcolor="#000000" filled="t" stroked="f" coordorigin="10426,12990" coordsize="26,26" path="m10446,12990l10432,12990,10426,12996,10426,13010,10432,13016,10446,13016,10452,13010,10452,12996,10446,1299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3" o:spid="_x0000_s1153" o:spt="203" style="position:absolute;left:9278;top:12836;height:26;width:26;" coordorigin="9278,12836" coordsize="26,26">
              <o:lock v:ext="edit"/>
              <v:shape id="_x0000_s1154" o:spid="_x0000_s1154" style="position:absolute;left:9278;top:12836;height:26;width:26;" fillcolor="#000000" filled="t" stroked="f" coordorigin="9278,12836" coordsize="26,26" path="m9298,12836l9284,12836,9278,12842,9278,12856,9284,12862,9298,12862,9304,12856,9304,12842,9298,1283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155" o:spid="_x0000_s1155" o:spt="203" style="position:absolute;left:9720;top:12297;height:26;width:26;" coordorigin="9720,12297" coordsize="26,26">
              <o:lock v:ext="edit"/>
              <v:shape id="_x0000_s1156" o:spid="_x0000_s1156" style="position:absolute;left:9720;top:12297;height:26;width:26;" fillcolor="#000000" filled="t" stroked="f" coordorigin="9720,12297" coordsize="26,26" path="m9740,12297l9726,12297,9720,12303,9720,12317,9726,12323,9740,12323,9746,12317,9746,12303,9740,12297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shape id="_x0000_s1157" o:spid="_x0000_s1157" o:spt="75" type="#_x0000_t75" style="position:absolute;left:0pt;margin-left:469.4pt;margin-top:140.35pt;height:54.6pt;width:54.25pt;mso-position-horizontal-relative:page;mso-position-vertical-relative:page;z-index:-251585536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pict>
          <v:shape id="_x0000_s1158" o:spid="_x0000_s1158" o:spt="202" type="#_x0000_t202" style="position:absolute;left:0pt;margin-left:83.1pt;margin-top:63.95pt;height:13.3pt;width:411.4pt;mso-position-horizontal-relative:page;mso-position-vertical-relative:page;z-index:-251584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</w:pPr>
                  <w:r>
                    <w:rPr>
                      <w:spacing w:val="-3"/>
                      <w:w w:val="100"/>
                    </w:rPr>
                    <w:t>等</w:t>
                  </w:r>
                  <w:r>
                    <w:rPr>
                      <w:w w:val="100"/>
                    </w:rPr>
                    <w:t>腰</w:t>
                  </w:r>
                  <w:r>
                    <w:rPr>
                      <w:spacing w:val="-3"/>
                      <w:w w:val="100"/>
                    </w:rPr>
                    <w:t>三</w:t>
                  </w:r>
                  <w:r>
                    <w:rPr>
                      <w:w w:val="100"/>
                    </w:rPr>
                    <w:t>角</w:t>
                  </w:r>
                  <w:r>
                    <w:rPr>
                      <w:spacing w:val="-3"/>
                      <w:w w:val="100"/>
                    </w:rPr>
                    <w:t>形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一</w:t>
                  </w:r>
                  <w:r>
                    <w:rPr>
                      <w:w w:val="100"/>
                    </w:rPr>
                    <w:t>边</w:t>
                  </w:r>
                  <w:r>
                    <w:rPr>
                      <w:spacing w:val="-3"/>
                      <w:w w:val="100"/>
                    </w:rPr>
                    <w:t>长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3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另</w:t>
                  </w:r>
                  <w:r>
                    <w:rPr>
                      <w:w w:val="100"/>
                    </w:rPr>
                    <w:t>两</w:t>
                  </w:r>
                  <w:r>
                    <w:rPr>
                      <w:spacing w:val="-3"/>
                      <w:w w:val="100"/>
                    </w:rPr>
                    <w:t>边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长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spacing w:val="-3"/>
                      <w:w w:val="100"/>
                    </w:rPr>
                    <w:t>关</w:t>
                  </w:r>
                  <w:r>
                    <w:rPr>
                      <w:w w:val="100"/>
                    </w:rPr>
                    <w:t>于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方程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=0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根</w:t>
                  </w:r>
                  <w:r>
                    <w:rPr>
                      <w:w w:val="100"/>
                    </w:rPr>
                    <w:t>，则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为</w:t>
                  </w:r>
                </w:p>
              </w:txbxContent>
            </v:textbox>
          </v:shape>
        </w:pict>
      </w:r>
      <w:r>
        <w:pict>
          <v:shape id="_x0000_s1159" o:spid="_x0000_s1159" o:spt="202" type="#_x0000_t202" style="position:absolute;left:0pt;margin-left:69.9pt;margin-top:64.65pt;height:12.6pt;width:9.9pt;mso-position-horizontal-relative:page;mso-position-vertical-relative:page;z-index:-2515834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8.</w:t>
                  </w:r>
                </w:p>
              </w:txbxContent>
            </v:textbox>
          </v:shape>
        </w:pict>
      </w:r>
      <w:r>
        <w:pict>
          <v:shape id="_x0000_s1160" o:spid="_x0000_s1160" o:spt="202" type="#_x0000_t202" style="position:absolute;left:0pt;margin-left:85.65pt;margin-top:92.75pt;height:12.6pt;width:20.2pt;mso-position-horizontal-relative:page;mso-position-vertical-relative:page;z-index:-2515824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A.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161" o:spid="_x0000_s1161" o:spt="202" type="#_x0000_t202" style="position:absolute;left:0pt;margin-left:191.75pt;margin-top:92.75pt;height:12.6pt;width:19.6pt;mso-position-horizontal-relative:page;mso-position-vertical-relative:page;z-index:-251581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B.</w:t>
                  </w:r>
                  <w:r>
                    <w:rPr>
                      <w:rFonts w:ascii="Times New Roman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162" o:spid="_x0000_s1162" o:spt="202" type="#_x0000_t202" style="position:absolute;left:0pt;margin-left:303.85pt;margin-top:92.75pt;height:12.6pt;width:19.5pt;mso-position-horizontal-relative:page;mso-position-vertical-relative:page;z-index:-2515804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C.</w:t>
                  </w:r>
                  <w:r>
                    <w:rPr>
                      <w:rFonts w:asci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/>
                      <w:w w:val="100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163" o:spid="_x0000_s1163" o:spt="202" type="#_x0000_t202" style="position:absolute;left:0pt;margin-left:415.8pt;margin-top:92.5pt;height:12.8pt;width:41.25pt;mso-position-horizontal-relative:page;mso-position-vertical-relative:page;z-index:-2515793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D.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或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164" o:spid="_x0000_s1164" o:spt="202" type="#_x0000_t202" style="position:absolute;left:0pt;margin-left:69.9pt;margin-top:121.5pt;height:13.15pt;width:458.7pt;mso-position-horizontal-relative:page;mso-position-vertical-relative:page;z-index:-2515783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9.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 </w:t>
                  </w:r>
                  <w:r>
                    <w:rPr>
                      <w:w w:val="100"/>
                    </w:rPr>
                    <w:t>将一枚飞镖任意投掷到如图所示的正六边形镖盘上，飞镖落在白色区域的概率为</w:t>
                  </w:r>
                </w:p>
              </w:txbxContent>
            </v:textbox>
          </v:shape>
        </w:pict>
      </w:r>
      <w:r>
        <w:pict>
          <v:shape id="_x0000_s1165" o:spid="_x0000_s1165" o:spt="202" type="#_x0000_t202" style="position:absolute;left:0pt;margin-left:108.45pt;margin-top:145.05pt;height:55.1pt;width:7.7pt;mso-position-horizontal-relative:page;mso-position-vertical-relative:page;z-index:-2515773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28" w:lineRule="exact"/>
                    <w:ind w:left="29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6"/>
                      <w:u w:val="single" w:color="000000"/>
                    </w:rPr>
                    <w:t>1</w:t>
                  </w:r>
                </w:p>
                <w:p>
                  <w:pPr>
                    <w:pStyle w:val="2"/>
                    <w:spacing w:line="235" w:lineRule="exact"/>
                    <w:ind w:left="33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6"/>
                    </w:rPr>
                    <w:t>2</w:t>
                  </w:r>
                </w:p>
                <w:p>
                  <w:pPr>
                    <w:pStyle w:val="2"/>
                    <w:spacing w:before="153" w:line="235" w:lineRule="exact"/>
                    <w:ind w:left="21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6"/>
                      <w:u w:val="single" w:color="000000"/>
                    </w:rPr>
                    <w:t>2</w:t>
                  </w:r>
                </w:p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6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166" o:spid="_x0000_s1166" o:spt="202" type="#_x0000_t202" style="position:absolute;left:0pt;margin-left:328.85pt;margin-top:145.05pt;height:55.15pt;width:7.2pt;mso-position-horizontal-relative:page;mso-position-vertical-relative:page;z-index:-2515763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2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4"/>
                      <w:u w:val="single" w:color="000000"/>
                    </w:rPr>
                    <w:t>1</w:t>
                  </w:r>
                </w:p>
                <w:p>
                  <w:pPr>
                    <w:pStyle w:val="2"/>
                    <w:spacing w:line="235" w:lineRule="exact"/>
                    <w:ind w:left="23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4"/>
                    </w:rPr>
                    <w:t>3</w:t>
                  </w:r>
                </w:p>
                <w:p>
                  <w:pPr>
                    <w:pStyle w:val="2"/>
                    <w:spacing w:before="153" w:line="235" w:lineRule="exact"/>
                    <w:ind w:left="25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4"/>
                      <w:u w:val="single" w:color="000000"/>
                    </w:rPr>
                    <w:t>3</w:t>
                  </w:r>
                </w:p>
                <w:p>
                  <w:pPr>
                    <w:pStyle w:val="2"/>
                    <w:spacing w:line="235" w:lineRule="exact"/>
                    <w:ind w:left="23"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167" o:spid="_x0000_s1167" o:spt="202" type="#_x0000_t202" style="position:absolute;left:0pt;margin-left:90.9pt;margin-top:149.5pt;height:12.6pt;width:12.3pt;mso-position-horizontal-relative:page;mso-position-vertical-relative:page;z-index:-251575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A.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311.75pt;margin-top:149.5pt;height:12.6pt;width:11.7pt;mso-position-horizontal-relative:page;mso-position-vertical-relative:page;z-index:-2515742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B.</w:t>
                  </w:r>
                </w:p>
              </w:txbxContent>
            </v:textbox>
          </v:shape>
        </w:pict>
      </w:r>
      <w:r>
        <w:pict>
          <v:shape id="_x0000_s1169" o:spid="_x0000_s1169" o:spt="202" type="#_x0000_t202" style="position:absolute;left:0pt;margin-left:90.9pt;margin-top:180.7pt;height:12.6pt;width:11.7pt;mso-position-horizontal-relative:page;mso-position-vertical-relative:page;z-index:-2515732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C.</w:t>
                  </w:r>
                </w:p>
              </w:txbxContent>
            </v:textbox>
          </v:shape>
        </w:pict>
      </w:r>
      <w:r>
        <w:pict>
          <v:shape id="_x0000_s1170" o:spid="_x0000_s1170" o:spt="202" type="#_x0000_t202" style="position:absolute;left:0pt;margin-left:311.15pt;margin-top:180.7pt;height:12.6pt;width:12.35pt;mso-position-horizontal-relative:page;mso-position-vertical-relative:page;z-index:-251572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spacing w:val="1"/>
                      <w:w w:val="100"/>
                    </w:rPr>
                    <w:t>D.</w:t>
                  </w:r>
                </w:p>
              </w:txbxContent>
            </v:textbox>
          </v:shape>
        </w:pict>
      </w:r>
      <w:r>
        <w:pict>
          <v:shape id="_x0000_s1171" o:spid="_x0000_s1171" o:spt="202" type="#_x0000_t202" style="position:absolute;left:0pt;margin-left:69.9pt;margin-top:211.3pt;height:12.6pt;width:15.2pt;mso-position-horizontal-relative:page;mso-position-vertical-relative:page;z-index:-2515712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10.</w:t>
                  </w:r>
                </w:p>
              </w:txbxContent>
            </v:textbox>
          </v:shape>
        </w:pict>
      </w:r>
      <w:r>
        <w:pict>
          <v:shape id="_x0000_s1172" o:spid="_x0000_s1172" o:spt="202" type="#_x0000_t202" style="position:absolute;left:0pt;margin-left:88.4pt;margin-top:210.6pt;height:13.55pt;width:433.45pt;mso-position-horizontal-relative:page;mso-position-vertical-relative:page;z-index:-2515701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53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已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position w:val="1"/>
                      <w:sz w:val="21"/>
                      <w:szCs w:val="21"/>
                    </w:rPr>
                    <w:t>知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3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2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都在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抛物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2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9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2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积为</w:t>
                  </w:r>
                </w:p>
              </w:txbxContent>
            </v:textbox>
          </v:shape>
        </w:pict>
      </w:r>
      <w:r>
        <w:pict>
          <v:shape id="_x0000_s1173" o:spid="_x0000_s1173" o:spt="202" type="#_x0000_t202" style="position:absolute;left:0pt;margin-left:85.65pt;margin-top:239.15pt;height:13.05pt;width:213.35pt;mso-position-horizontal-relative:page;mso-position-vertical-relative:page;z-index:-251569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△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积为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则下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列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结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论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正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确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的是</w:t>
                  </w:r>
                </w:p>
              </w:txbxContent>
            </v:textbox>
          </v:shape>
        </w:pict>
      </w:r>
      <w:r>
        <w:pict>
          <v:shape id="_x0000_s1174" o:spid="_x0000_s1174" o:spt="202" type="#_x0000_t202" style="position:absolute;left:0pt;margin-left:85.65pt;margin-top:267.25pt;height:13.05pt;width:122.25pt;mso-position-horizontal-relative:page;mso-position-vertical-relative:page;z-index:-251568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2"/>
                      <w:sz w:val="21"/>
                      <w:szCs w:val="21"/>
                    </w:rPr>
                    <w:t>A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当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时，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175" o:spid="_x0000_s1175" o:spt="202" type="#_x0000_t202" style="position:absolute;left:0pt;margin-left:315.25pt;margin-top:267.25pt;height:13.05pt;width:121.6pt;mso-position-horizontal-relative:page;mso-position-vertical-relative:page;z-index:-251567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B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当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时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176" o:spid="_x0000_s1176" o:spt="202" type="#_x0000_t202" style="position:absolute;left:0pt;margin-left:87.2pt;margin-top:295.35pt;height:13.05pt;width:166.3pt;mso-position-horizontal-relative:page;mso-position-vertical-relative:page;z-index:-251566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position w:val="1"/>
                      <w:sz w:val="21"/>
                      <w:szCs w:val="21"/>
                    </w:rPr>
                    <w:t>当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|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|＞|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2"/>
                      <w:w w:val="100"/>
                      <w:position w:val="1"/>
                      <w:sz w:val="21"/>
                      <w:szCs w:val="21"/>
                    </w:rPr>
                    <w:t>|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时，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177" o:spid="_x0000_s1177" o:spt="202" type="#_x0000_t202" style="position:absolute;left:0pt;margin-left:315.25pt;margin-top:295.35pt;height:13.05pt;width:166.9pt;mso-position-horizontal-relative:page;mso-position-vertical-relative:page;z-index:-251565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1"/>
                      <w:w w:val="100"/>
                      <w:position w:val="2"/>
                      <w:sz w:val="21"/>
                      <w:szCs w:val="21"/>
                    </w:rPr>
                    <w:t>D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当|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|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|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|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时，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S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178" o:spid="_x0000_s1178" o:spt="202" type="#_x0000_t202" style="position:absolute;left:0pt;margin-left:69.9pt;margin-top:323.45pt;height:13.15pt;width:249.7pt;mso-position-horizontal-relative:page;mso-position-vertical-relative:page;z-index:-251564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二、填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"/>
                      <w:w w:val="100"/>
                      <w:sz w:val="21"/>
                      <w:szCs w:val="21"/>
                    </w:rPr>
                    <w:t>空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题：本题共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6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题，每小题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分，共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24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179" o:spid="_x0000_s1179" o:spt="202" type="#_x0000_t202" style="position:absolute;left:0pt;margin-left:69.9pt;margin-top:351.5pt;height:13.15pt;width:425.7pt;mso-position-horizontal-relative:page;mso-position-vertical-relative:page;z-index:-251563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6882"/>
                    </w:tabs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11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spacing w:val="-3"/>
                      <w:w w:val="100"/>
                    </w:rPr>
                    <w:t>若关</w:t>
                  </w:r>
                  <w:r>
                    <w:rPr>
                      <w:w w:val="100"/>
                    </w:rPr>
                    <w:t>于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方程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7"/>
                      <w:sz w:val="14"/>
                      <w:szCs w:val="14"/>
                    </w:rPr>
                    <w:t>2</w:t>
                  </w:r>
                  <w:r>
                    <w:rPr>
                      <w:rFonts w:ascii="宋体" w:hAnsi="宋体" w:eastAsia="宋体" w:cs="宋体"/>
                      <w:w w:val="100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</w:rPr>
                    <w:t>k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不</w:t>
                  </w:r>
                  <w:r>
                    <w:rPr>
                      <w:w w:val="100"/>
                    </w:rPr>
                    <w:t>相</w:t>
                  </w:r>
                  <w:r>
                    <w:rPr>
                      <w:spacing w:val="-3"/>
                      <w:w w:val="100"/>
                    </w:rPr>
                    <w:t>等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实</w:t>
                  </w:r>
                  <w:r>
                    <w:rPr>
                      <w:w w:val="100"/>
                    </w:rPr>
                    <w:t>数</w:t>
                  </w:r>
                  <w:r>
                    <w:rPr>
                      <w:spacing w:val="-3"/>
                      <w:w w:val="100"/>
                    </w:rPr>
                    <w:t>根</w:t>
                  </w:r>
                  <w:r>
                    <w:rPr>
                      <w:w w:val="100"/>
                    </w:rPr>
                    <w:t>，则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</w:rPr>
                    <w:t>k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可</w:t>
                  </w:r>
                  <w:r>
                    <w:rPr>
                      <w:spacing w:val="-3"/>
                      <w:w w:val="100"/>
                    </w:rPr>
                    <w:t>以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w w:val="100"/>
                      <w:u w:val="single" w:color="00000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写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一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个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即</w:t>
                  </w:r>
                  <w:r>
                    <w:rPr>
                      <w:rFonts w:ascii="新宋体" w:hAnsi="新宋体" w:eastAsia="新宋体" w:cs="新宋体"/>
                      <w:spacing w:val="-1"/>
                      <w:w w:val="100"/>
                    </w:rPr>
                    <w:t>可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180" o:spid="_x0000_s1180" o:spt="202" type="#_x0000_t202" style="position:absolute;left:0pt;margin-left:69.9pt;margin-top:379.6pt;height:13.15pt;width:243.55pt;mso-position-horizontal-relative:page;mso-position-vertical-relative:page;z-index:-251561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4431"/>
                    </w:tabs>
                    <w:spacing w:before="0" w:line="24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12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5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y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=2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宋体" w:hAnsi="宋体" w:eastAsia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sz w:val="21"/>
                      <w:szCs w:val="2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+3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y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z w:val="21"/>
                      <w:szCs w:val="21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  <w:u w:val="single" w:color="00000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181" o:spid="_x0000_s1181" o:spt="202" type="#_x0000_t202" style="position:absolute;left:0pt;margin-left:69.9pt;margin-top:407.65pt;height:13.15pt;width:455.75pt;mso-position-horizontal-relative:page;mso-position-vertical-relative:page;z-index:-251560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13</w:t>
                  </w:r>
                  <w:r>
                    <w:rPr>
                      <w:rFonts w:ascii="新宋体" w:hAnsi="新宋体" w:eastAsia="新宋体" w:cs="新宋体"/>
                      <w:spacing w:val="-5"/>
                      <w:w w:val="100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在</w:t>
                  </w:r>
                  <w:r>
                    <w:rPr>
                      <w:w w:val="100"/>
                    </w:rPr>
                    <w:t>一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不</w:t>
                  </w:r>
                  <w:r>
                    <w:rPr>
                      <w:spacing w:val="-3"/>
                      <w:w w:val="100"/>
                    </w:rPr>
                    <w:t>透</w:t>
                  </w:r>
                  <w:r>
                    <w:rPr>
                      <w:w w:val="100"/>
                    </w:rPr>
                    <w:t>明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袋</w:t>
                  </w:r>
                  <w:r>
                    <w:rPr>
                      <w:spacing w:val="-3"/>
                      <w:w w:val="100"/>
                    </w:rPr>
                    <w:t>子</w:t>
                  </w:r>
                  <w:r>
                    <w:rPr>
                      <w:w w:val="100"/>
                    </w:rPr>
                    <w:t>中</w:t>
                  </w:r>
                  <w:r>
                    <w:rPr>
                      <w:spacing w:val="-3"/>
                      <w:w w:val="100"/>
                    </w:rPr>
                    <w:t>装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红</w:t>
                  </w:r>
                  <w:r>
                    <w:rPr>
                      <w:spacing w:val="-3"/>
                      <w:w w:val="100"/>
                    </w:rPr>
                    <w:t>球</w:t>
                  </w:r>
                  <w:r>
                    <w:rPr>
                      <w:spacing w:val="-5"/>
                      <w:w w:val="100"/>
                    </w:rPr>
                    <w:t>、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黑</w:t>
                  </w:r>
                  <w:r>
                    <w:rPr>
                      <w:w w:val="100"/>
                    </w:rPr>
                    <w:t>球</w:t>
                  </w:r>
                  <w:r>
                    <w:rPr>
                      <w:spacing w:val="-5"/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它</w:t>
                  </w:r>
                  <w:r>
                    <w:rPr>
                      <w:w w:val="100"/>
                    </w:rPr>
                    <w:t>们</w:t>
                  </w:r>
                  <w:r>
                    <w:rPr>
                      <w:spacing w:val="-3"/>
                      <w:w w:val="100"/>
                    </w:rPr>
                    <w:t>除</w:t>
                  </w:r>
                  <w:r>
                    <w:rPr>
                      <w:w w:val="100"/>
                    </w:rPr>
                    <w:t>颜</w:t>
                  </w:r>
                  <w:r>
                    <w:rPr>
                      <w:spacing w:val="-3"/>
                      <w:w w:val="100"/>
                    </w:rPr>
                    <w:t>色</w:t>
                  </w:r>
                  <w:r>
                    <w:rPr>
                      <w:w w:val="100"/>
                    </w:rPr>
                    <w:t>外</w:t>
                  </w:r>
                  <w:r>
                    <w:rPr>
                      <w:spacing w:val="-3"/>
                      <w:w w:val="100"/>
                    </w:rPr>
                    <w:t>其</w:t>
                  </w:r>
                  <w:r>
                    <w:rPr>
                      <w:w w:val="100"/>
                    </w:rPr>
                    <w:t>余</w:t>
                  </w:r>
                  <w:r>
                    <w:rPr>
                      <w:spacing w:val="-3"/>
                      <w:w w:val="100"/>
                    </w:rPr>
                    <w:t>都</w:t>
                  </w:r>
                  <w:r>
                    <w:rPr>
                      <w:w w:val="100"/>
                    </w:rPr>
                    <w:t>相同</w:t>
                  </w:r>
                  <w:r>
                    <w:rPr>
                      <w:rFonts w:ascii="宋体" w:hAnsi="宋体" w:eastAsia="宋体" w:cs="宋体"/>
                      <w:spacing w:val="-2"/>
                      <w:w w:val="100"/>
                    </w:rPr>
                    <w:t>.</w:t>
                  </w:r>
                  <w:r>
                    <w:rPr>
                      <w:w w:val="100"/>
                    </w:rPr>
                    <w:t>从</w:t>
                  </w:r>
                  <w:r>
                    <w:rPr>
                      <w:spacing w:val="-3"/>
                      <w:w w:val="100"/>
                    </w:rPr>
                    <w:t>中</w:t>
                  </w:r>
                  <w:r>
                    <w:rPr>
                      <w:w w:val="100"/>
                    </w:rPr>
                    <w:t>任</w:t>
                  </w:r>
                  <w:r>
                    <w:rPr>
                      <w:spacing w:val="-3"/>
                      <w:w w:val="100"/>
                    </w:rPr>
                    <w:t>意</w:t>
                  </w:r>
                  <w:r>
                    <w:rPr>
                      <w:w w:val="100"/>
                    </w:rPr>
                    <w:t>摸出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个</w:t>
                  </w:r>
                </w:p>
              </w:txbxContent>
            </v:textbox>
          </v:shape>
        </w:pict>
      </w:r>
      <w:r>
        <w:pict>
          <v:shape id="_x0000_s1182" o:spid="_x0000_s1182" o:spt="202" type="#_x0000_t202" style="position:absolute;left:0pt;margin-left:90.9pt;margin-top:435.75pt;height:13.15pt;width:439.95pt;mso-position-horizontal-relative:page;mso-position-vertical-relative:page;z-index:-251559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4643"/>
                    </w:tabs>
                    <w:spacing w:line="247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w w:val="100"/>
                    </w:rPr>
                    <w:t>球</w:t>
                  </w:r>
                  <w:r>
                    <w:rPr>
                      <w:spacing w:val="-104"/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则</w:t>
                  </w:r>
                  <w:r>
                    <w:rPr>
                      <w:w w:val="100"/>
                    </w:rPr>
                    <w:t>事</w:t>
                  </w:r>
                  <w:r>
                    <w:rPr>
                      <w:spacing w:val="-3"/>
                      <w:w w:val="100"/>
                    </w:rPr>
                    <w:t>件</w:t>
                  </w:r>
                  <w:r>
                    <w:rPr>
                      <w:w w:val="100"/>
                    </w:rPr>
                    <w:t>“</w:t>
                  </w:r>
                  <w:r>
                    <w:rPr>
                      <w:spacing w:val="-3"/>
                      <w:w w:val="100"/>
                    </w:rPr>
                    <w:t>摸</w:t>
                  </w:r>
                  <w:r>
                    <w:rPr>
                      <w:w w:val="100"/>
                    </w:rPr>
                    <w:t>出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球</w:t>
                  </w:r>
                  <w:r>
                    <w:rPr>
                      <w:spacing w:val="-3"/>
                      <w:w w:val="100"/>
                    </w:rPr>
                    <w:t>至少</w:t>
                  </w:r>
                  <w:r>
                    <w:rPr>
                      <w:w w:val="100"/>
                    </w:rPr>
                    <w:t>有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红</w:t>
                  </w:r>
                  <w:r>
                    <w:rPr>
                      <w:spacing w:val="-3"/>
                      <w:w w:val="100"/>
                    </w:rPr>
                    <w:t>球</w:t>
                  </w:r>
                  <w:r>
                    <w:rPr>
                      <w:w w:val="100"/>
                    </w:rPr>
                    <w:t>”</w:t>
                  </w:r>
                  <w:r>
                    <w:rPr>
                      <w:spacing w:val="-3"/>
                      <w:w w:val="100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u w:val="single" w:color="000000"/>
                    </w:rPr>
                    <w:tab/>
                  </w:r>
                  <w:r>
                    <w:rPr>
                      <w:spacing w:val="-3"/>
                      <w:w w:val="100"/>
                    </w:rPr>
                    <w:t>事</w:t>
                  </w:r>
                  <w:r>
                    <w:rPr>
                      <w:w w:val="100"/>
                    </w:rPr>
                    <w:t>件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w w:val="100"/>
                    </w:rPr>
                    <w:t>填</w:t>
                  </w:r>
                  <w:r>
                    <w:rPr>
                      <w:spacing w:val="-3"/>
                      <w:w w:val="100"/>
                    </w:rPr>
                    <w:t>“</w:t>
                  </w:r>
                  <w:r>
                    <w:rPr>
                      <w:w w:val="100"/>
                    </w:rPr>
                    <w:t>必</w:t>
                  </w:r>
                  <w:r>
                    <w:rPr>
                      <w:spacing w:val="-3"/>
                      <w:w w:val="100"/>
                    </w:rPr>
                    <w:t>然</w:t>
                  </w:r>
                  <w:r>
                    <w:rPr>
                      <w:w w:val="100"/>
                    </w:rPr>
                    <w:t>”</w:t>
                  </w:r>
                  <w:r>
                    <w:rPr>
                      <w:spacing w:val="-104"/>
                      <w:w w:val="100"/>
                    </w:rPr>
                    <w:t>、</w:t>
                  </w:r>
                  <w:r>
                    <w:rPr>
                      <w:spacing w:val="-3"/>
                      <w:w w:val="100"/>
                    </w:rPr>
                    <w:t>“</w:t>
                  </w:r>
                  <w:r>
                    <w:rPr>
                      <w:w w:val="100"/>
                    </w:rPr>
                    <w:t>随</w:t>
                  </w:r>
                  <w:r>
                    <w:rPr>
                      <w:spacing w:val="-2"/>
                      <w:w w:val="100"/>
                    </w:rPr>
                    <w:t>机</w:t>
                  </w:r>
                  <w:r>
                    <w:rPr>
                      <w:spacing w:val="-3"/>
                      <w:w w:val="100"/>
                    </w:rPr>
                    <w:t>”</w:t>
                  </w:r>
                  <w:r>
                    <w:rPr>
                      <w:w w:val="100"/>
                    </w:rPr>
                    <w:t>或“</w:t>
                  </w:r>
                  <w:r>
                    <w:rPr>
                      <w:spacing w:val="-3"/>
                      <w:w w:val="100"/>
                    </w:rPr>
                    <w:t>不</w:t>
                  </w:r>
                  <w:r>
                    <w:rPr>
                      <w:w w:val="100"/>
                    </w:rPr>
                    <w:t>可</w:t>
                  </w:r>
                  <w:r>
                    <w:rPr>
                      <w:spacing w:val="-3"/>
                      <w:w w:val="100"/>
                    </w:rPr>
                    <w:t>能</w:t>
                  </w:r>
                  <w:r>
                    <w:rPr>
                      <w:w w:val="100"/>
                    </w:rPr>
                    <w:t>”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183" o:spid="_x0000_s1183" o:spt="202" type="#_x0000_t202" style="position:absolute;left:0pt;margin-left:69.9pt;margin-top:460.7pt;height:17.5pt;width:445.2pt;mso-position-horizontal-relative:page;mso-position-vertical-relative:page;z-index:-251558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8673"/>
                    </w:tabs>
                    <w:spacing w:before="0" w:line="331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14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已</w:t>
                  </w:r>
                  <w:r>
                    <w:rPr>
                      <w:rFonts w:ascii="新宋体" w:hAnsi="新宋体" w:eastAsia="新宋体" w:cs="新宋体"/>
                      <w:spacing w:val="-1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直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=2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与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双曲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新宋体" w:hAnsi="新宋体" w:eastAsia="新宋体" w:cs="新宋体"/>
                      <w:spacing w:val="-4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position w:val="2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10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1"/>
                      <w:sz w:val="21"/>
                      <w:szCs w:val="21"/>
                      <w:u w:val="single" w:color="000000"/>
                    </w:rPr>
                    <w:t>k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4"/>
                      <w:position w:val="1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相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两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．若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则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的坐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标是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sz w:val="21"/>
                      <w:szCs w:val="21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184" o:spid="_x0000_s1184" o:spt="202" type="#_x0000_t202" style="position:absolute;left:0pt;margin-left:220.55pt;margin-top:471.8pt;height:12.5pt;width:6.65pt;mso-position-horizontal-relative:page;mso-position-vertical-relative:page;z-index:-251557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i/>
                      <w:w w:val="99"/>
                      <w:sz w:val="21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185" o:spid="_x0000_s1185" o:spt="202" type="#_x0000_t202" style="position:absolute;left:0pt;margin-left:483.2pt;margin-top:493.35pt;height:11.05pt;width:8.5pt;mso-position-horizontal-relative:page;mso-position-vertical-relative:page;z-index:-251556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186" o:spid="_x0000_s1186" o:spt="202" type="#_x0000_t202" style="position:absolute;left:0pt;margin-left:69.9pt;margin-top:495.05pt;height:12.8pt;width:382.2pt;mso-position-horizontal-relative:page;mso-position-vertical-relative:page;z-index:-251555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15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⊙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内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，若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菱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，则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187" o:spid="_x0000_s1187" o:spt="202" type="#_x0000_t202" style="position:absolute;left:0pt;margin-left:490.75pt;margin-top:514.4pt;height:11.05pt;width:8.5pt;mso-position-horizontal-relative:page;mso-position-vertical-relative:page;z-index:-251554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188" o:spid="_x0000_s1188" o:spt="202" type="#_x0000_t202" style="position:absolute;left:0pt;margin-left:85.65pt;margin-top:523.15pt;height:12.6pt;width:91.35pt;mso-position-horizontal-relative:page;mso-position-vertical-relative:page;z-index:-251553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1596"/>
                    </w:tabs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的度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spacing w:val="-1"/>
                      <w:w w:val="100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u w:val="single" w:color="000000"/>
                    </w:rPr>
                    <w:tab/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189" o:spid="_x0000_s1189" o:spt="202" type="#_x0000_t202" style="position:absolute;left:0pt;margin-left:469.35pt;margin-top:531.35pt;height:11.05pt;width:7.5pt;mso-position-horizontal-relative:page;mso-position-vertical-relative:page;z-index:-251552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190" o:spid="_x0000_s1190" o:spt="202" type="#_x0000_t202" style="position:absolute;left:0pt;margin-left:517.45pt;margin-top:531.35pt;height:11.05pt;width:8pt;mso-position-horizontal-relative:page;mso-position-vertical-relative:page;z-index:-251551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191" o:spid="_x0000_s1191" o:spt="202" type="#_x0000_t202" style="position:absolute;left:0pt;margin-left:492.95pt;margin-top:546.05pt;height:11.05pt;width:7.5pt;mso-position-horizontal-relative:page;mso-position-vertical-relative:page;z-index:-251550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192" o:spid="_x0000_s1192" o:spt="202" type="#_x0000_t202" style="position:absolute;left:0pt;margin-left:69.9pt;margin-top:551.2pt;height:12.8pt;width:384.75pt;mso-position-horizontal-relative:page;mso-position-vertical-relative:page;z-index:-251549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16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如图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矩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中，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对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角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相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4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=6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w w:val="100"/>
                      <w:position w:val="1"/>
                      <w:sz w:val="21"/>
                      <w:szCs w:val="21"/>
                    </w:rPr>
                    <w:t>°</w:t>
                  </w:r>
                  <w:r>
                    <w:rPr>
                      <w:rFonts w:ascii="新宋体" w:hAnsi="新宋体" w:eastAsia="新宋体" w:cs="新宋体"/>
                      <w:spacing w:val="-2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</w:p>
              </w:txbxContent>
            </v:textbox>
          </v:shape>
        </w:pict>
      </w:r>
      <w:r>
        <w:pict>
          <v:shape id="_x0000_s1193" o:spid="_x0000_s1193" o:spt="202" type="#_x0000_t202" style="position:absolute;left:0pt;margin-left:85.65pt;margin-top:579.3pt;height:12.8pt;width:347.85pt;mso-position-horizontal-relative:page;mso-position-vertical-relative:page;z-index:-251548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沿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线段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至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运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动</w:t>
                  </w:r>
                  <w:r>
                    <w:rPr>
                      <w:rFonts w:ascii="宋体" w:hAnsi="宋体" w:eastAsia="宋体" w:cs="宋体"/>
                      <w:spacing w:val="-77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连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宋体" w:hAnsi="宋体" w:eastAsia="宋体" w:cs="宋体"/>
                      <w:spacing w:val="-77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以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边作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等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三角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</w:p>
              </w:txbxContent>
            </v:textbox>
          </v:shape>
        </w:pict>
      </w:r>
      <w:r>
        <w:pict>
          <v:shape id="_x0000_s1194" o:spid="_x0000_s1194" o:spt="202" type="#_x0000_t202" style="position:absolute;left:0pt;margin-left:441.3pt;margin-top:604.45pt;height:12.3pt;width:9.4pt;mso-position-horizontal-relative:page;mso-position-vertical-relative:page;z-index:-251547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195" o:spid="_x0000_s1195" o:spt="202" type="#_x0000_t202" style="position:absolute;left:0pt;margin-left:522.25pt;margin-top:605.25pt;height:12.3pt;width:8.85pt;mso-position-horizontal-relative:page;mso-position-vertical-relative:page;z-index:-251546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196" o:spid="_x0000_s1196" o:spt="202" type="#_x0000_t202" style="position:absolute;left:0pt;margin-left:85.65pt;margin-top:607.35pt;height:12.8pt;width:276.6pt;mso-position-horizontal-relative:page;mso-position-vertical-relative:page;z-index:-251545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和点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位于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两侧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，连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.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给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出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以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下结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论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：</w:t>
                  </w:r>
                </w:p>
              </w:txbxContent>
            </v:textbox>
          </v:shape>
        </w:pict>
      </w:r>
      <w:r>
        <w:pict>
          <v:shape id="_x0000_s1197" o:spid="_x0000_s1197" o:spt="202" type="#_x0000_t202" style="position:absolute;left:0pt;margin-left:481.95pt;margin-top:614.7pt;height:28.9pt;width:14.7pt;mso-position-horizontal-relative:page;mso-position-vertical-relative:page;z-index:-251544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129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E</w:t>
                  </w:r>
                </w:p>
                <w:p>
                  <w:pPr>
                    <w:spacing w:before="102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198" o:spid="_x0000_s1198" o:spt="202" type="#_x0000_t202" style="position:absolute;left:0pt;margin-left:85.65pt;margin-top:635.5pt;height:12.8pt;width:90.3pt;mso-position-horizontal-relative:page;mso-position-vertical-relative:page;z-index:-251543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①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199" o:spid="_x0000_s1199" o:spt="202" type="#_x0000_t202" style="position:absolute;left:0pt;margin-left:463.6pt;margin-top:640.35pt;height:12.3pt;width:8.25pt;mso-position-horizontal-relative:page;mso-position-vertical-relative:page;z-index:-251542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F</w:t>
                  </w:r>
                </w:p>
              </w:txbxContent>
            </v:textbox>
          </v:shape>
        </w:pict>
      </w:r>
      <w:r>
        <w:pict>
          <v:shape id="_x0000_s1200" o:spid="_x0000_s1200" o:spt="202" type="#_x0000_t202" style="position:absolute;left:0pt;margin-left:443.05pt;margin-top:644.6pt;height:12.3pt;width:8.25pt;mso-position-horizontal-relative:page;mso-position-vertical-relative:page;z-index:-251541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201" o:spid="_x0000_s1201" o:spt="202" type="#_x0000_t202" style="position:absolute;left:0pt;margin-left:522.25pt;margin-top:645.9pt;height:12.3pt;width:8.25pt;mso-position-horizontal-relative:page;mso-position-vertical-relative:page;z-index:-251540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2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i/>
                      <w:w w:val="102"/>
                      <w:sz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202" o:spid="_x0000_s1202" o:spt="202" type="#_x0000_t202" style="position:absolute;left:0pt;margin-left:85.65pt;margin-top:663.55pt;height:12.8pt;width:56.45pt;mso-position-horizontal-relative:page;mso-position-vertical-relative:page;z-index:-251539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②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203" o:spid="_x0000_s1203" o:spt="202" type="#_x0000_t202" style="position:absolute;left:0pt;margin-left:85.65pt;margin-top:691.65pt;height:12.8pt;width:85.85pt;mso-position-horizontal-relative:page;mso-position-vertical-relative:page;z-index:-251538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③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直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204" o:spid="_x0000_s1204" o:spt="202" type="#_x0000_t202" style="position:absolute;left:0pt;margin-left:85.65pt;margin-top:721.3pt;height:14pt;width:104.6pt;mso-position-horizontal-relative:page;mso-position-vertical-relative:page;z-index:-251537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6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④点</w:t>
                  </w:r>
                  <w:r>
                    <w:rPr>
                      <w:rFonts w:ascii="宋体" w:hAnsi="宋体" w:eastAsia="宋体" w:cs="宋体"/>
                      <w:spacing w:val="-55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3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运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路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程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spacing w:val="-7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3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05" o:spid="_x0000_s1205" o:spt="202" type="#_x0000_t202" style="position:absolute;left:0pt;margin-left:195.35pt;margin-top:721.3pt;height:14pt;width:20.45pt;mso-position-horizontal-relative:page;mso-position-vertical-relative:page;z-index:-251536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63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/>
                      <w:w w:val="103"/>
                      <w:sz w:val="20"/>
                    </w:rPr>
                    <w:t>3</w:t>
                  </w:r>
                  <w:r>
                    <w:rPr>
                      <w:rFonts w:ascii="Times New Roman"/>
                      <w:spacing w:val="4"/>
                      <w:sz w:val="20"/>
                    </w:rPr>
                    <w:t xml:space="preserve"> </w:t>
                  </w:r>
                  <w:r>
                    <w:rPr>
                      <w:rFonts w:ascii="宋体"/>
                      <w:w w:val="100"/>
                      <w:position w:val="2"/>
                      <w:sz w:val="21"/>
                    </w:rPr>
                    <w:t xml:space="preserve">. </w:t>
                  </w:r>
                </w:p>
              </w:txbxContent>
            </v:textbox>
          </v:shape>
        </w:pict>
      </w:r>
      <w:r>
        <w:pict>
          <v:shape id="_x0000_s1206" o:spid="_x0000_s1206" o:spt="202" type="#_x0000_t202" style="position:absolute;left:0pt;margin-left:85.65pt;margin-top:750.9pt;height:12.8pt;width:261.1pt;mso-position-horizontal-relative:page;mso-position-vertical-relative:page;z-index:-251535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2434"/>
                    </w:tabs>
                    <w:spacing w:line="237" w:lineRule="exact"/>
                    <w:ind w:right="0"/>
                    <w:jc w:val="left"/>
                    <w:rPr>
                      <w:rFonts w:ascii="宋体" w:hAnsi="宋体" w:eastAsia="宋体" w:cs="宋体"/>
                    </w:rPr>
                  </w:pPr>
                  <w:r>
                    <w:rPr>
                      <w:w w:val="100"/>
                    </w:rPr>
                    <w:t>其</w:t>
                  </w:r>
                  <w:r>
                    <w:rPr>
                      <w:spacing w:val="-1"/>
                      <w:w w:val="100"/>
                    </w:rPr>
                    <w:t>中</w:t>
                  </w:r>
                  <w:r>
                    <w:rPr>
                      <w:spacing w:val="-3"/>
                      <w:w w:val="100"/>
                    </w:rPr>
                    <w:t>正</w:t>
                  </w:r>
                  <w:r>
                    <w:rPr>
                      <w:w w:val="100"/>
                    </w:rPr>
                    <w:t>确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结</w:t>
                  </w:r>
                  <w:r>
                    <w:rPr>
                      <w:spacing w:val="-3"/>
                      <w:w w:val="100"/>
                    </w:rPr>
                    <w:t>论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u w:val="single" w:color="000000"/>
                    </w:rPr>
                    <w:t xml:space="preserve">  </w:t>
                  </w:r>
                  <w:r>
                    <w:rPr>
                      <w:rFonts w:ascii="宋体" w:hAnsi="宋体" w:eastAsia="宋体" w:cs="宋体"/>
                      <w:u w:val="single" w:color="000000"/>
                    </w:rPr>
                    <w:tab/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(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写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出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所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有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正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确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结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论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的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序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号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)</w:t>
                  </w:r>
                  <w:r>
                    <w:rPr>
                      <w:rFonts w:ascii="宋体" w:hAnsi="宋体" w:eastAsia="宋体" w:cs="宋体"/>
                      <w:w w:val="10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207" o:spid="_x0000_s1207" o:spt="202" type="#_x0000_t202" style="position:absolute;left:0pt;margin-left:250.9pt;margin-top:783.6pt;height:11.5pt;width:114.7pt;mso-position-horizontal-relative:page;mso-position-vertical-relative:page;z-index:-251534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1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 xml:space="preserve">数学试卷 </w:t>
                  </w:r>
                  <w:r>
                    <w:rPr>
                      <w:rFonts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第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>2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</w:t>
                  </w:r>
                  <w:r>
                    <w:rPr>
                      <w:rFonts w:ascii="宋体" w:hAnsi="宋体" w:eastAsia="宋体" w:cs="宋体"/>
                      <w:spacing w:val="-3"/>
                      <w:sz w:val="18"/>
                      <w:szCs w:val="18"/>
                    </w:rPr>
                    <w:t>（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共</w:t>
                  </w:r>
                  <w:r>
                    <w:rPr>
                      <w:rFonts w:ascii="宋体" w:hAnsi="宋体" w:eastAsia="宋体" w:cs="宋体"/>
                      <w:spacing w:val="-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_x0000_s1208" o:spid="_x0000_s1208" o:spt="202" type="#_x0000_t202" style="position:absolute;left:0pt;margin-left:393.15pt;margin-top:350.6pt;height:12pt;width:25.7pt;mso-position-horizontal-relative:page;mso-position-vertical-relative:page;z-index:-251533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09" o:spid="_x0000_s1209" o:spt="202" type="#_x0000_t202" style="position:absolute;left:0pt;margin-left:270.5pt;margin-top:378.65pt;height:12pt;width:25.8pt;mso-position-horizontal-relative:page;mso-position-vertical-relative:page;z-index:-251532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10" o:spid="_x0000_s1210" o:spt="202" type="#_x0000_t202" style="position:absolute;left:0pt;margin-left:291.65pt;margin-top:434.85pt;height:12pt;width:36.25pt;mso-position-horizontal-relative:page;mso-position-vertical-relative:page;z-index:-251531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11" o:spid="_x0000_s1211" o:spt="202" type="#_x0000_t202" style="position:absolute;left:0pt;margin-left:472.15pt;margin-top:464.5pt;height:12pt;width:36.25pt;mso-position-horizontal-relative:page;mso-position-vertical-relative:page;z-index:-251530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12" o:spid="_x0000_s1212" o:spt="202" type="#_x0000_t202" style="position:absolute;left:0pt;margin-left:134.05pt;margin-top:522.2pt;height:12pt;width:36.25pt;mso-position-horizontal-relative:page;mso-position-vertical-relative:page;z-index:-2515292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13" o:spid="_x0000_s1213" o:spt="202" type="#_x0000_t202" style="position:absolute;left:0pt;margin-left:196.3pt;margin-top:711.6pt;height:12pt;width:5.35pt;mso-position-horizontal-relative:page;mso-position-vertical-relative:page;z-index:-251528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214" o:spid="_x0000_s1214" o:spt="202" type="#_x0000_t202" style="position:absolute;left:0pt;margin-left:176.05pt;margin-top:750pt;height:12pt;width:36.15pt;mso-position-horizontal-relative:page;mso-position-vertical-relative:page;z-index:-251527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80" w:right="1180" w:bottom="280" w:left="1280" w:header="708" w:footer="708" w:gutter="0"/>
          <w:cols w:space="708" w:num="1"/>
        </w:sectPr>
      </w:pPr>
    </w:p>
    <w:p>
      <w:pPr>
        <w:rPr>
          <w:sz w:val="2"/>
          <w:szCs w:val="2"/>
        </w:rPr>
      </w:pPr>
      <w:r>
        <w:pict>
          <v:group id="_x0000_s1215" o:spid="_x0000_s1215" o:spt="203" style="position:absolute;left:0pt;margin-left:125.55pt;margin-top:109.85pt;height:15.7pt;width:30.75pt;mso-position-horizontal-relative:page;mso-position-vertical-relative:page;z-index:-251526144;mso-width-relative:page;mso-height-relative:page;" coordorigin="2511,2197" coordsize="615,314">
            <o:lock v:ext="edit"/>
            <v:group id="_x0000_s1216" o:spid="_x0000_s1216" o:spt="203" style="position:absolute;left:2518;top:2396;height:16;width:20;" coordorigin="2518,2396" coordsize="20,16">
              <o:lock v:ext="edit"/>
              <v:shape id="_x0000_s1217" o:spid="_x0000_s1217" style="position:absolute;left:2518;top:2396;height:16;width:20;" filled="f" stroked="t" coordorigin="2518,2396" coordsize="20,16" path="m2518,2411l2538,2396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18" o:spid="_x0000_s1218" o:spt="203" style="position:absolute;left:2538;top:2208;height:302;width:108;" coordorigin="2538,2208" coordsize="108,302">
              <o:lock v:ext="edit"/>
              <v:shape id="_x0000_s1219" o:spid="_x0000_s1219" style="position:absolute;left:2538;top:2208;height:302;width:108;" filled="f" stroked="t" coordorigin="2538,2208" coordsize="108,302" path="m2538,2395l2590,2510,2645,2208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20" o:spid="_x0000_s1220" o:spt="203" style="position:absolute;left:2645;top:2207;height:2;width:480;" coordorigin="2645,2207" coordsize="480,2">
              <o:lock v:ext="edit"/>
              <v:shape id="_x0000_s1221" o:spid="_x0000_s1221" style="position:absolute;left:2645;top:2207;height:2;width:480;" filled="f" stroked="t" coordorigin="2645,2207" coordsize="480,0" path="m2645,2207l3125,2207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22" o:spid="_x0000_s1222" o:spt="203" style="position:absolute;left:2511;top:2197;height:308;width:610;" coordorigin="2511,2197" coordsize="610,308">
              <o:lock v:ext="edit"/>
              <v:shape id="_x0000_s1223" o:spid="_x0000_s1223" style="position:absolute;left:2511;top:2197;height:308;width:610;" fillcolor="#000000" filled="t" stroked="f" coordorigin="2511,2197" coordsize="610,308" path="m2547,2398l2528,2398,2580,2505,2590,2505,2595,2477,2585,2477,2547,2398xe">
                <v:path arrowok="t"/>
                <v:fill on="t" focussize="0,0"/>
                <v:stroke on="f"/>
                <v:imagedata o:title=""/>
                <o:lock v:ext="edit"/>
              </v:shape>
              <v:shape id="_x0000_s1224" o:spid="_x0000_s1224" style="position:absolute;left:2511;top:2197;height:308;width:610;" fillcolor="#000000" filled="t" stroked="f" coordorigin="2511,2197" coordsize="610,308" path="m3120,2197l2637,2197,2585,2477,2595,2477,2645,2207,3120,2207,3120,2197xe">
                <v:path arrowok="t"/>
                <v:fill on="t" focussize="0,0"/>
                <v:stroke on="f"/>
                <v:imagedata o:title=""/>
                <o:lock v:ext="edit"/>
              </v:shape>
              <v:shape id="_x0000_s1225" o:spid="_x0000_s1225" style="position:absolute;left:2511;top:2197;height:308;width:610;" fillcolor="#000000" filled="t" stroked="f" coordorigin="2511,2197" coordsize="610,308" path="m2539,2382l2511,2403,2515,2408,2528,2398,2547,2398,2539,2382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226" o:spid="_x0000_s1226" o:spt="203" style="position:absolute;left:0pt;margin-left:415.85pt;margin-top:315.85pt;height:46.5pt;width:85.65pt;mso-position-horizontal-relative:page;mso-position-vertical-relative:page;z-index:-251525120;mso-width-relative:page;mso-height-relative:page;" coordorigin="8318,6318" coordsize="1713,930">
            <o:lock v:ext="edit"/>
            <v:group id="_x0000_s1227" o:spid="_x0000_s1227" o:spt="203" style="position:absolute;left:8323;top:6322;height:921;width:1704;" coordorigin="8323,6322" coordsize="1704,921">
              <o:lock v:ext="edit"/>
              <v:shape id="_x0000_s1228" o:spid="_x0000_s1228" style="position:absolute;left:8323;top:6322;height:921;width:1704;" filled="f" stroked="t" coordorigin="8323,6322" coordsize="1704,921" path="m8323,7233l8790,6322,10026,7243,8323,7233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29" o:spid="_x0000_s1229" o:spt="203" style="position:absolute;left:8323;top:6327;height:907;width:1246;" coordorigin="8323,6327" coordsize="1246,907">
              <o:lock v:ext="edit"/>
              <v:shape id="_x0000_s1230" o:spid="_x0000_s1230" style="position:absolute;left:8323;top:6327;height:907;width:1246;" filled="f" stroked="t" coordorigin="8323,6327" coordsize="1246,907" path="m9568,6327l8323,7233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231" o:spid="_x0000_s1231" o:spt="203" style="position:absolute;left:9568;top:6327;height:916;width:458;" coordorigin="9568,6327" coordsize="458,916">
              <o:lock v:ext="edit"/>
              <v:shape id="_x0000_s1232" o:spid="_x0000_s1232" style="position:absolute;left:9568;top:6327;height:916;width:458;" filled="f" stroked="t" coordorigin="9568,6327" coordsize="458,916" path="m10026,7243l9568,6327e">
                <v:path arrowok="t"/>
                <v:fill on="f" focussize="0,0"/>
                <v:stroke color="#000080"/>
                <v:imagedata o:title=""/>
                <o:lock v:ext="edit"/>
              </v:shape>
            </v:group>
          </v:group>
        </w:pict>
      </w:r>
      <w:r>
        <w:pict>
          <v:group id="_x0000_s1233" o:spid="_x0000_s1233" o:spt="203" style="position:absolute;left:0pt;margin-left:434.5pt;margin-top:683.75pt;height:64.25pt;width:79.65pt;mso-position-horizontal-relative:page;mso-position-vertical-relative:page;z-index:-251524096;mso-width-relative:page;mso-height-relative:page;" coordorigin="8691,13676" coordsize="1593,1285">
            <o:lock v:ext="edit"/>
            <v:group id="_x0000_s1234" o:spid="_x0000_s1234" o:spt="203" style="position:absolute;left:8702;top:13679;height:1270;width:1578;" coordorigin="8702,13679" coordsize="1578,1270">
              <o:lock v:ext="edit"/>
              <v:shape id="_x0000_s1235" o:spid="_x0000_s1235" style="position:absolute;left:8702;top:13679;height:1270;width:1578;" filled="f" stroked="t" coordorigin="8702,13679" coordsize="1578,1270" path="m9709,13679l8702,14949,10279,14927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236" o:spid="_x0000_s1236" o:spt="203" style="position:absolute;left:8702;top:14258;height:692;width:1405;" coordorigin="8702,14258" coordsize="1405,692">
              <o:lock v:ext="edit"/>
              <v:shape id="_x0000_s1237" o:spid="_x0000_s1237" style="position:absolute;left:8702;top:14258;height:692;width:1405;" filled="f" stroked="t" coordorigin="8702,14258" coordsize="1405,692" path="m10107,14258l8702,14949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238" o:spid="_x0000_s1238" o:spt="203" style="position:absolute;left:8691;top:14938;height:23;width:23;" coordorigin="8691,14938" coordsize="23,23">
              <o:lock v:ext="edit"/>
              <v:shape id="_x0000_s1239" o:spid="_x0000_s1239" style="position:absolute;left:8691;top:14938;height:23;width:23;" fillcolor="#000000" filled="t" stroked="f" coordorigin="8691,14938" coordsize="23,23" path="m8708,14938l8696,14938,8691,14943,8691,14956,8696,14961,8708,14961,8713,14956,8713,14943,8708,1493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40" o:spid="_x0000_s1240" o:spt="203" style="position:absolute;left:9630;top:14470;height:31;width:31;" coordorigin="9630,14470" coordsize="31,31">
              <o:lock v:ext="edit"/>
              <v:shape id="_x0000_s1241" o:spid="_x0000_s1241" style="position:absolute;left:9630;top:14470;height:31;width:31;" fillcolor="#000000" filled="t" stroked="f" coordorigin="9630,14470" coordsize="31,31" path="m9654,14470l9637,14470,9630,14477,9630,14493,9637,14500,9654,14500,9660,14493,9660,14477,9654,14470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42" o:spid="_x0000_s1242" o:spt="203" style="position:absolute;left:9630;top:14470;height:31;width:31;" coordorigin="9630,14470" coordsize="31,31">
              <o:lock v:ext="edit"/>
              <v:shape id="_x0000_s1243" o:spid="_x0000_s1243" style="position:absolute;left:9630;top:14470;height:31;width:31;" filled="f" stroked="t" coordorigin="9630,14470" coordsize="31,31" path="m9660,14485l9660,14493,9654,14500,9645,14500,9637,14500,9630,14493,9630,14485,9630,14477,9637,14470,9645,14470,9654,14470,9660,14477,9660,14485xe">
                <v:path arrowok="t"/>
                <v:fill on="f" focussize="0,0"/>
                <v:stroke color="#000000"/>
                <v:imagedata o:title=""/>
                <o:lock v:ext="edit"/>
              </v:shape>
            </v:group>
          </v:group>
        </w:pict>
      </w:r>
      <w:r>
        <w:pict>
          <v:shape id="_x0000_s1244" o:spid="_x0000_s1244" o:spt="202" type="#_x0000_t202" style="position:absolute;left:0pt;margin-left:69.9pt;margin-top:62pt;height:13.15pt;width:186.45pt;mso-position-horizontal-relative:page;mso-position-vertical-relative:page;z-index:-2515230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三、解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1"/>
                      <w:w w:val="100"/>
                      <w:sz w:val="21"/>
                      <w:szCs w:val="21"/>
                    </w:rPr>
                    <w:t>答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题：本题共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9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3"/>
                      <w:w w:val="100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题，共</w:t>
                  </w:r>
                  <w:r>
                    <w:rPr>
                      <w:rFonts w:ascii="宋体" w:hAnsi="宋体" w:eastAsia="宋体" w:cs="宋体"/>
                      <w:b/>
                      <w:bCs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w w:val="100"/>
                      <w:sz w:val="21"/>
                      <w:szCs w:val="21"/>
                    </w:rPr>
                    <w:t>86</w:t>
                  </w:r>
                  <w:r>
                    <w:rPr>
                      <w:rFonts w:ascii="Times New Roman" w:hAnsi="Times New Roman" w:eastAsia="Times New Roman" w:cs="Times New Roman"/>
                      <w:b/>
                      <w:bCs/>
                      <w:spacing w:val="-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b/>
                      <w:bCs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245" o:spid="_x0000_s1245" o:spt="202" type="#_x0000_t202" style="position:absolute;left:0pt;margin-left:69.9pt;margin-top:86pt;height:12.6pt;width:15.2pt;mso-position-horizontal-relative:page;mso-position-vertical-relative:page;z-index:-2515220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17.</w:t>
                  </w:r>
                </w:p>
              </w:txbxContent>
            </v:textbox>
          </v:shape>
        </w:pict>
      </w:r>
      <w:r>
        <w:pict>
          <v:shape id="_x0000_s1246" o:spid="_x0000_s1246" o:spt="202" type="#_x0000_t202" style="position:absolute;left:0pt;margin-left:93.7pt;margin-top:85.45pt;height:13.15pt;width:27.35pt;mso-position-horizontal-relative:page;mso-position-vertical-relative:page;z-index:-251521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247" o:spid="_x0000_s1247" o:spt="202" type="#_x0000_t202" style="position:absolute;left:0pt;margin-left:91.05pt;margin-top:108.25pt;height:16.8pt;width:154.15pt;mso-position-horizontal-relative:page;mso-position-vertical-relative:page;z-index:-2515200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32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计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算：</w:t>
                  </w:r>
                  <w:r>
                    <w:rPr>
                      <w:rFonts w:ascii="宋体" w:hAnsi="宋体" w:eastAsia="宋体" w:cs="宋体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7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w w:val="106"/>
                      <w:sz w:val="20"/>
                      <w:szCs w:val="20"/>
                    </w:rPr>
                    <w:t>(</w:t>
                  </w:r>
                  <w:r>
                    <w:rPr>
                      <w:rFonts w:ascii="Symbol" w:hAnsi="Symbol" w:eastAsia="Symbol" w:cs="Symbol"/>
                      <w:spacing w:val="-2"/>
                      <w:w w:val="106"/>
                      <w:sz w:val="20"/>
                      <w:szCs w:val="20"/>
                    </w:rPr>
                    <w:sym w:font="Symbol" w:char="F02D"/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  <w:w w:val="106"/>
                      <w:sz w:val="20"/>
                      <w:szCs w:val="20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w w:val="106"/>
                      <w:sz w:val="20"/>
                      <w:szCs w:val="20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9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9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6"/>
                      <w:sz w:val="20"/>
                      <w:szCs w:val="20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-1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6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26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6"/>
                      <w:position w:val="9"/>
                      <w:sz w:val="20"/>
                      <w:szCs w:val="20"/>
                      <w:u w:val="single" w:color="000000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28"/>
                      <w:position w:val="9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7"/>
                      <w:w w:val="106"/>
                      <w:sz w:val="20"/>
                      <w:szCs w:val="20"/>
                    </w:rPr>
                    <w:t>)</w:t>
                  </w:r>
                  <w:r>
                    <w:rPr>
                      <w:rFonts w:ascii="Symbol" w:hAnsi="Symbol" w:eastAsia="Symbol" w:cs="Symbol"/>
                      <w:spacing w:val="-2"/>
                      <w:w w:val="101"/>
                      <w:position w:val="9"/>
                      <w:sz w:val="14"/>
                      <w:szCs w:val="14"/>
                    </w:rPr>
                    <w:sym w:font="Symbol" w:char="F02D"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9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1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6"/>
                      <w:sz w:val="20"/>
                      <w:szCs w:val="20"/>
                    </w:rPr>
                    <w:sym w:font="Symbol" w:char="F02D"/>
                  </w:r>
                  <w:r>
                    <w:rPr>
                      <w:rFonts w:ascii="Times New Roman" w:hAnsi="Times New Roman" w:eastAsia="Times New Roman" w:cs="Times New Roman"/>
                      <w:spacing w:val="-1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w w:val="106"/>
                      <w:sz w:val="20"/>
                      <w:szCs w:val="20"/>
                    </w:rPr>
                    <w:t>(</w:t>
                  </w:r>
                  <w:r>
                    <w:rPr>
                      <w:rFonts w:ascii="Symbol" w:hAnsi="Symbol" w:eastAsia="Symbol" w:cs="Symbol"/>
                      <w:i/>
                      <w:w w:val="96"/>
                      <w:sz w:val="22"/>
                      <w:szCs w:val="22"/>
                    </w:rPr>
                    <w:sym w:font="Symbol" w:char="F070"/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3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6"/>
                      <w:sz w:val="20"/>
                      <w:szCs w:val="20"/>
                    </w:rPr>
                    <w:sym w:font="Symbol" w:char="F02D"/>
                  </w:r>
                  <w:r>
                    <w:rPr>
                      <w:rFonts w:ascii="Times New Roman" w:hAnsi="Times New Roman" w:eastAsia="Times New Roman" w:cs="Times New Roman"/>
                      <w:spacing w:val="-15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w w:val="106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6"/>
                      <w:sz w:val="20"/>
                      <w:szCs w:val="20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9"/>
                      <w:sz w:val="14"/>
                      <w:szCs w:val="14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position w:val="9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48" o:spid="_x0000_s1248" o:spt="202" type="#_x0000_t202" style="position:absolute;left:0pt;margin-left:169.95pt;margin-top:119.2pt;height:12.4pt;width:7.3pt;mso-position-horizontal-relative:page;mso-position-vertical-relative:page;z-index:-2515189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/>
                      <w:w w:val="106"/>
                      <w:sz w:val="20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249" o:spid="_x0000_s1249" o:spt="202" type="#_x0000_t202" style="position:absolute;left:0pt;margin-left:69.9pt;margin-top:164pt;height:12.6pt;width:15.2pt;mso-position-horizontal-relative:page;mso-position-vertical-relative:page;z-index:-2515179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18.</w:t>
                  </w:r>
                </w:p>
              </w:txbxContent>
            </v:textbox>
          </v:shape>
        </w:pict>
      </w:r>
      <w:r>
        <w:pict>
          <v:shape id="_x0000_s1250" o:spid="_x0000_s1250" o:spt="202" type="#_x0000_t202" style="position:absolute;left:0pt;margin-left:93.7pt;margin-top:163.45pt;height:13.15pt;width:27.35pt;mso-position-horizontal-relative:page;mso-position-vertical-relative:page;z-index:-2515169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251" o:spid="_x0000_s1251" o:spt="202" type="#_x0000_t202" style="position:absolute;left:0pt;margin-left:90.9pt;margin-top:190.2pt;height:20.15pt;width:136.3pt;mso-position-horizontal-relative:page;mso-position-vertical-relative:page;z-index:-2515159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385" w:lineRule="exact"/>
                    <w:ind w:right="0"/>
                    <w:jc w:val="left"/>
                  </w:pPr>
                  <w:r>
                    <w:rPr>
                      <w:spacing w:val="-1"/>
                      <w:w w:val="100"/>
                      <w:position w:val="-14"/>
                    </w:rPr>
                    <w:t>解</w:t>
                  </w:r>
                  <w:r>
                    <w:rPr>
                      <w:rFonts w:ascii="新宋体" w:hAnsi="新宋体" w:eastAsia="新宋体" w:cs="新宋体"/>
                      <w:w w:val="100"/>
                      <w:position w:val="-14"/>
                    </w:rPr>
                    <w:t>方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position w:val="-14"/>
                    </w:rPr>
                    <w:t>程</w:t>
                  </w:r>
                  <w:r>
                    <w:rPr>
                      <w:rFonts w:ascii="新宋体" w:hAnsi="新宋体" w:eastAsia="新宋体" w:cs="新宋体"/>
                      <w:w w:val="100"/>
                      <w:position w:val="-14"/>
                    </w:rPr>
                    <w:t>组：</w:t>
                  </w:r>
                  <w:r>
                    <w:rPr>
                      <w:rFonts w:ascii="新宋体" w:hAnsi="新宋体" w:eastAsia="新宋体" w:cs="新宋体"/>
                      <w:spacing w:val="-67"/>
                      <w:position w:val="-14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spacing w:val="2"/>
                      <w:w w:val="101"/>
                    </w:rPr>
                    <w:sym w:font="Symbol" w:char="F0EC"/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9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</w:rPr>
                    <w:sym w:font="Symbol" w:char="F02B"/>
                  </w:r>
                  <w:r>
                    <w:rPr>
                      <w:rFonts w:ascii="Times New Roman" w:hAnsi="Times New Roman" w:eastAsia="Times New Roman" w:cs="Times New Roman"/>
                      <w:spacing w:val="-1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2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35"/>
                      <w:w w:val="101"/>
                    </w:rPr>
                    <w:t>1</w:t>
                  </w:r>
                  <w:r>
                    <w:rPr>
                      <w:w w:val="101"/>
                    </w:rPr>
                    <w:t>，</w:t>
                  </w:r>
                  <w:r>
                    <w:rPr>
                      <w:spacing w:val="-49"/>
                    </w:rPr>
                    <w:t xml:space="preserve"> </w:t>
                  </w:r>
                  <w:r>
                    <w:rPr>
                      <w:w w:val="101"/>
                    </w:rPr>
                    <w:t>①</w:t>
                  </w:r>
                </w:p>
              </w:txbxContent>
            </v:textbox>
          </v:shape>
        </w:pict>
      </w:r>
      <w:r>
        <w:pict>
          <v:shape id="_x0000_s1252" o:spid="_x0000_s1252" o:spt="202" type="#_x0000_t202" style="position:absolute;left:0pt;margin-left:145.55pt;margin-top:200.3pt;height:19.5pt;width:81.9pt;mso-position-horizontal-relative:page;mso-position-vertical-relative:page;z-index:-2515148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1405"/>
                    </w:tabs>
                    <w:spacing w:before="0" w:line="375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Symbol" w:hAnsi="Symbol" w:eastAsia="Symbol" w:cs="Symbol"/>
                      <w:spacing w:val="16"/>
                      <w:w w:val="101"/>
                      <w:position w:val="14"/>
                      <w:sz w:val="21"/>
                      <w:szCs w:val="21"/>
                    </w:rPr>
                    <w:sym w:font="Symbol" w:char="F0ED"/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2D"/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Symbol" w:hAnsi="Symbol" w:eastAsia="Symbol" w:cs="Symbol"/>
                      <w:w w:val="101"/>
                      <w:sz w:val="21"/>
                      <w:szCs w:val="21"/>
                    </w:rPr>
                    <w:sym w:font="Symbol" w:char="F03D"/>
                  </w:r>
                  <w:r>
                    <w:rPr>
                      <w:rFonts w:ascii="Times New Roman" w:hAnsi="Times New Roman" w:eastAsia="Times New Roman" w:cs="Times New Roman"/>
                      <w:spacing w:val="-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1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21"/>
                      <w:szCs w:val="21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ab/>
                  </w:r>
                  <w:r>
                    <w:rPr>
                      <w:rFonts w:ascii="宋体" w:hAnsi="宋体" w:eastAsia="宋体" w:cs="宋体"/>
                      <w:w w:val="101"/>
                      <w:sz w:val="21"/>
                      <w:szCs w:val="21"/>
                    </w:rPr>
                    <w:t>②</w:t>
                  </w:r>
                </w:p>
              </w:txbxContent>
            </v:textbox>
          </v:shape>
        </w:pict>
      </w:r>
      <w:r>
        <w:pict>
          <v:shape id="_x0000_s1253" o:spid="_x0000_s1253" o:spt="202" type="#_x0000_t202" style="position:absolute;left:0pt;margin-left:145.55pt;margin-top:209.5pt;height:12.55pt;width:7.25pt;mso-position-horizontal-relative:page;mso-position-vertical-relative:page;z-index:-251513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9" w:lineRule="exact"/>
                    <w:ind w:right="0"/>
                    <w:jc w:val="left"/>
                    <w:rPr>
                      <w:rFonts w:ascii="Symbol" w:hAnsi="Symbol" w:eastAsia="Symbol" w:cs="Symbol"/>
                    </w:rPr>
                  </w:pPr>
                  <w:r>
                    <w:rPr>
                      <w:rFonts w:ascii="Symbol" w:hAnsi="Symbol" w:eastAsia="Symbol" w:cs="Symbol"/>
                      <w:w w:val="101"/>
                    </w:rPr>
                    <w:sym w:font="Symbol" w:char="F0EE"/>
                  </w:r>
                </w:p>
              </w:txbxContent>
            </v:textbox>
          </v:shape>
        </w:pict>
      </w:r>
      <w:r>
        <w:pict>
          <v:shape id="_x0000_s1254" o:spid="_x0000_s1254" o:spt="202" type="#_x0000_t202" style="position:absolute;left:0pt;margin-left:93.7pt;margin-top:257.05pt;height:13.15pt;width:27.35pt;mso-position-horizontal-relative:page;mso-position-vertical-relative:page;z-index:-2515128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255" o:spid="_x0000_s1255" o:spt="202" type="#_x0000_t202" style="position:absolute;left:0pt;margin-left:69.9pt;margin-top:257.65pt;height:12.6pt;width:15.2pt;mso-position-horizontal-relative:page;mso-position-vertical-relative:page;z-index:-2515118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100"/>
                    </w:rPr>
                    <w:t>19.</w:t>
                  </w:r>
                </w:p>
              </w:txbxContent>
            </v:textbox>
          </v:shape>
        </w:pict>
      </w:r>
      <w:r>
        <w:pict>
          <v:shape id="_x0000_s1256" o:spid="_x0000_s1256" o:spt="202" type="#_x0000_t202" style="position:absolute;left:0pt;margin-left:91.05pt;margin-top:280.45pt;height:13.15pt;width:371.9pt;mso-position-horizontal-relative:page;mso-position-vertical-relative:page;z-index:-2515107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，已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=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与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相交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于点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证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sz w:val="21"/>
                      <w:szCs w:val="21"/>
                    </w:rPr>
                    <w:t>=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57" o:spid="_x0000_s1257" o:spt="202" type="#_x0000_t202" style="position:absolute;left:0pt;margin-left:430.15pt;margin-top:311.75pt;height:10.45pt;width:7.15pt;mso-position-horizontal-relative:page;mso-position-vertical-relative:page;z-index:-2515097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2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258" o:spid="_x0000_s1258" o:spt="202" type="#_x0000_t202" style="position:absolute;left:0pt;margin-left:480.2pt;margin-top:313.6pt;height:10.45pt;width:8.1pt;mso-position-horizontal-relative:page;mso-position-vertical-relative:page;z-index:-2515087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2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259" o:spid="_x0000_s1259" o:spt="202" type="#_x0000_t202" style="position:absolute;left:0pt;margin-left:454.95pt;margin-top:320.55pt;height:10.45pt;width:8.1pt;mso-position-horizontal-relative:page;mso-position-vertical-relative:page;z-index:-2515077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2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260" o:spid="_x0000_s1260" o:spt="202" type="#_x0000_t202" style="position:absolute;left:0pt;margin-left:409.55pt;margin-top:356.4pt;height:10.45pt;width:7.15pt;mso-position-horizontal-relative:page;mso-position-vertical-relative:page;z-index:-2515066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2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261" o:spid="_x0000_s1261" o:spt="202" type="#_x0000_t202" style="position:absolute;left:0pt;margin-left:500.8pt;margin-top:356.4pt;height:10.45pt;width:7.65pt;mso-position-horizontal-relative:page;mso-position-vertical-relative:page;z-index:-2515056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92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  <w:r>
                    <w:rPr>
                      <w:rFonts w:ascii="Times New Roman"/>
                      <w:i/>
                      <w:w w:val="99"/>
                      <w:sz w:val="17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262" o:spid="_x0000_s1262" o:spt="202" type="#_x0000_t202" style="position:absolute;left:0pt;margin-left:29.9pt;margin-top:358.45pt;height:13.3pt;width:45.3pt;mso-position-horizontal-relative:page;mso-position-vertical-relative:page;z-index:-2515046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50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20.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(8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263" o:spid="_x0000_s1263" o:spt="202" type="#_x0000_t202" style="position:absolute;left:0pt;margin-left:47.9pt;margin-top:379pt;height:33.7pt;width:500.9pt;mso-position-horizontal-relative:page;mso-position-vertical-relative:page;z-index:-2515036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left="0" w:right="0"/>
                    <w:jc w:val="center"/>
                  </w:pPr>
                  <w:r>
                    <w:rPr>
                      <w:w w:val="100"/>
                    </w:rPr>
                    <w:t>社区拟建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A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两类摊位以搞活“地摊经济”，每个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</w:t>
                  </w:r>
                  <w:r>
                    <w:rPr>
                      <w:w w:val="100"/>
                    </w:rPr>
                    <w:t>类摊位的占地面积比每个</w:t>
                  </w:r>
                  <w:r>
                    <w:rPr>
                      <w:rFonts w:ascii="宋体" w:hAnsi="宋体" w:eastAsia="宋体" w:cs="宋体"/>
                      <w:spacing w:val="-53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类摊位的</w:t>
                  </w:r>
                </w:p>
                <w:p>
                  <w:pPr>
                    <w:pStyle w:val="2"/>
                    <w:spacing w:before="120" w:line="240" w:lineRule="auto"/>
                    <w:ind w:left="0" w:right="18"/>
                    <w:jc w:val="center"/>
                  </w:pPr>
                  <w:r>
                    <w:rPr>
                      <w:w w:val="100"/>
                    </w:rPr>
                    <w:t>占地</w:t>
                  </w:r>
                  <w:r>
                    <w:rPr>
                      <w:spacing w:val="-3"/>
                      <w:w w:val="100"/>
                    </w:rPr>
                    <w:t>面积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7"/>
                      <w:sz w:val="14"/>
                      <w:szCs w:val="14"/>
                    </w:rPr>
                    <w:t>2</w:t>
                  </w:r>
                  <w:r>
                    <w:rPr>
                      <w:spacing w:val="-8"/>
                      <w:w w:val="100"/>
                    </w:rPr>
                    <w:t>．</w:t>
                  </w:r>
                  <w:r>
                    <w:rPr>
                      <w:w w:val="100"/>
                    </w:rPr>
                    <w:t>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类</w:t>
                  </w:r>
                  <w:r>
                    <w:rPr>
                      <w:w w:val="100"/>
                    </w:rPr>
                    <w:t>摊位</w:t>
                  </w:r>
                  <w:r>
                    <w:rPr>
                      <w:spacing w:val="-3"/>
                      <w:w w:val="100"/>
                    </w:rPr>
                    <w:t>费用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40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元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/m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7"/>
                      <w:sz w:val="14"/>
                      <w:szCs w:val="14"/>
                    </w:rPr>
                    <w:t>2</w:t>
                  </w:r>
                  <w:r>
                    <w:rPr>
                      <w:spacing w:val="-8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类</w:t>
                  </w:r>
                  <w:r>
                    <w:rPr>
                      <w:w w:val="100"/>
                    </w:rPr>
                    <w:t>摊</w:t>
                  </w:r>
                  <w:r>
                    <w:rPr>
                      <w:spacing w:val="-3"/>
                      <w:w w:val="100"/>
                    </w:rPr>
                    <w:t>位</w:t>
                  </w:r>
                  <w:r>
                    <w:rPr>
                      <w:w w:val="100"/>
                    </w:rPr>
                    <w:t>费</w:t>
                  </w:r>
                  <w:r>
                    <w:rPr>
                      <w:spacing w:val="-3"/>
                      <w:w w:val="100"/>
                    </w:rPr>
                    <w:t>用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30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元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/m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7"/>
                      <w:sz w:val="14"/>
                      <w:szCs w:val="14"/>
                    </w:rPr>
                    <w:t>2</w:t>
                  </w:r>
                  <w:r>
                    <w:rPr>
                      <w:spacing w:val="-8"/>
                      <w:w w:val="100"/>
                    </w:rPr>
                    <w:t>．</w:t>
                  </w:r>
                  <w:r>
                    <w:rPr>
                      <w:w w:val="100"/>
                    </w:rPr>
                    <w:t>用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60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7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7"/>
                      <w:sz w:val="14"/>
                      <w:szCs w:val="14"/>
                    </w:rPr>
                    <w:t xml:space="preserve"> </w:t>
                  </w:r>
                  <w:r>
                    <w:rPr>
                      <w:w w:val="100"/>
                    </w:rPr>
                    <w:t>建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</w:rPr>
                    <w:t xml:space="preserve"> </w:t>
                  </w:r>
                  <w:r>
                    <w:rPr>
                      <w:w w:val="100"/>
                    </w:rPr>
                    <w:t>类摊位</w:t>
                  </w:r>
                </w:p>
              </w:txbxContent>
            </v:textbox>
          </v:shape>
        </w:pict>
      </w:r>
      <w:r>
        <w:pict>
          <v:shape id="_x0000_s1264" o:spid="_x0000_s1264" o:spt="202" type="#_x0000_t202" style="position:absolute;left:0pt;margin-left:69.9pt;margin-top:420.5pt;height:17pt;width:223.9pt;mso-position-horizontal-relative:page;mso-position-vertical-relative:page;z-index:-2515025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324" w:lineRule="exact"/>
                    <w:ind w:right="0"/>
                    <w:jc w:val="left"/>
                  </w:pPr>
                  <w:r>
                    <w:rPr>
                      <w:w w:val="100"/>
                    </w:rPr>
                    <w:t>的个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恰</w:t>
                  </w:r>
                  <w:r>
                    <w:rPr>
                      <w:spacing w:val="-3"/>
                      <w:w w:val="100"/>
                    </w:rPr>
                    <w:t>好</w:t>
                  </w:r>
                  <w:r>
                    <w:rPr>
                      <w:w w:val="100"/>
                    </w:rPr>
                    <w:t>是</w:t>
                  </w:r>
                  <w:r>
                    <w:rPr>
                      <w:spacing w:val="-3"/>
                      <w:w w:val="100"/>
                    </w:rPr>
                    <w:t>用</w:t>
                  </w:r>
                  <w:r>
                    <w:rPr>
                      <w:w w:val="100"/>
                    </w:rPr>
                    <w:t>同</w:t>
                  </w:r>
                  <w:r>
                    <w:rPr>
                      <w:spacing w:val="-3"/>
                      <w:w w:val="100"/>
                    </w:rPr>
                    <w:t>样</w:t>
                  </w:r>
                  <w:r>
                    <w:rPr>
                      <w:w w:val="100"/>
                    </w:rPr>
                    <w:t>面</w:t>
                  </w:r>
                  <w:r>
                    <w:rPr>
                      <w:spacing w:val="-3"/>
                      <w:w w:val="100"/>
                    </w:rPr>
                    <w:t>积</w:t>
                  </w:r>
                  <w:r>
                    <w:rPr>
                      <w:w w:val="100"/>
                    </w:rPr>
                    <w:t>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</w:rPr>
                    <w:t xml:space="preserve"> </w:t>
                  </w:r>
                  <w:r>
                    <w:rPr>
                      <w:w w:val="100"/>
                    </w:rPr>
                    <w:t>类</w:t>
                  </w:r>
                  <w:r>
                    <w:rPr>
                      <w:spacing w:val="-3"/>
                      <w:w w:val="100"/>
                    </w:rPr>
                    <w:t>摊</w:t>
                  </w:r>
                  <w:r>
                    <w:rPr>
                      <w:w w:val="100"/>
                    </w:rPr>
                    <w:t>位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数的</w:t>
                  </w:r>
                  <w:r>
                    <w:rPr>
                      <w:spacing w:val="-5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94"/>
                      <w:position w:val="9"/>
                      <w:u w:val="single" w:color="00000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9"/>
                    </w:rPr>
                    <w:t xml:space="preserve"> 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65" o:spid="_x0000_s1265" o:spt="202" type="#_x0000_t202" style="position:absolute;left:0pt;margin-left:273.65pt;margin-top:431.65pt;height:12.5pt;width:6.95pt;mso-position-horizontal-relative:page;mso-position-vertical-relative:page;z-index:-2515015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4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w w:val="94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266" o:spid="_x0000_s1266" o:spt="202" type="#_x0000_t202" style="position:absolute;left:0pt;margin-left:69.9pt;margin-top:450.75pt;height:53.95pt;width:455.65pt;mso-position-horizontal-relative:page;mso-position-vertical-relative:page;z-index:-2515005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left="440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(1)</w:t>
                  </w:r>
                  <w:r>
                    <w:rPr>
                      <w:w w:val="100"/>
                    </w:rPr>
                    <w:t>求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A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类</w:t>
                  </w:r>
                  <w:r>
                    <w:rPr>
                      <w:spacing w:val="-3"/>
                      <w:w w:val="100"/>
                    </w:rPr>
                    <w:t>每</w:t>
                  </w:r>
                  <w:r>
                    <w:rPr>
                      <w:w w:val="100"/>
                    </w:rPr>
                    <w:t>个</w:t>
                  </w:r>
                  <w:r>
                    <w:rPr>
                      <w:spacing w:val="-3"/>
                      <w:w w:val="100"/>
                    </w:rPr>
                    <w:t>摊位</w:t>
                  </w:r>
                  <w:r>
                    <w:rPr>
                      <w:w w:val="100"/>
                    </w:rPr>
                    <w:t>的占</w:t>
                  </w:r>
                  <w:r>
                    <w:rPr>
                      <w:spacing w:val="-3"/>
                      <w:w w:val="100"/>
                    </w:rPr>
                    <w:t>地</w:t>
                  </w:r>
                  <w:r>
                    <w:rPr>
                      <w:w w:val="100"/>
                    </w:rPr>
                    <w:t>面</w:t>
                  </w:r>
                  <w:r>
                    <w:rPr>
                      <w:spacing w:val="-3"/>
                      <w:w w:val="100"/>
                    </w:rPr>
                    <w:t>积</w:t>
                  </w:r>
                  <w:r>
                    <w:rPr>
                      <w:w w:val="100"/>
                    </w:rPr>
                    <w:t>；</w:t>
                  </w:r>
                </w:p>
                <w:p>
                  <w:pPr>
                    <w:pStyle w:val="2"/>
                    <w:spacing w:before="8" w:line="400" w:lineRule="atLeast"/>
                    <w:ind w:right="17" w:firstLine="42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(2)</w:t>
                  </w:r>
                  <w:r>
                    <w:rPr>
                      <w:w w:val="100"/>
                    </w:rPr>
                    <w:t>该社</w:t>
                  </w:r>
                  <w:r>
                    <w:rPr>
                      <w:spacing w:val="-3"/>
                      <w:w w:val="100"/>
                    </w:rPr>
                    <w:t>区</w:t>
                  </w:r>
                  <w:r>
                    <w:rPr>
                      <w:w w:val="100"/>
                    </w:rPr>
                    <w:t>拟建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</w:rPr>
                    <w:t>A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</w:rPr>
                    <w:t xml:space="preserve"> </w:t>
                  </w:r>
                  <w:r>
                    <w:rPr>
                      <w:w w:val="100"/>
                    </w:rPr>
                    <w:t>两</w:t>
                  </w:r>
                  <w:r>
                    <w:rPr>
                      <w:spacing w:val="-3"/>
                      <w:w w:val="100"/>
                    </w:rPr>
                    <w:t>类</w:t>
                  </w:r>
                  <w:r>
                    <w:rPr>
                      <w:w w:val="100"/>
                    </w:rPr>
                    <w:t>摊位共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90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，且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类摊</w:t>
                  </w:r>
                  <w:r>
                    <w:rPr>
                      <w:w w:val="100"/>
                    </w:rPr>
                    <w:t>位的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量</w:t>
                  </w:r>
                  <w:r>
                    <w:rPr>
                      <w:spacing w:val="-3"/>
                      <w:w w:val="100"/>
                    </w:rPr>
                    <w:t>不</w:t>
                  </w:r>
                  <w:r>
                    <w:rPr>
                      <w:w w:val="100"/>
                    </w:rPr>
                    <w:t>少于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</w:rPr>
                    <w:t xml:space="preserve"> </w:t>
                  </w:r>
                  <w:r>
                    <w:rPr>
                      <w:w w:val="100"/>
                    </w:rPr>
                    <w:t>类</w:t>
                  </w:r>
                  <w:r>
                    <w:rPr>
                      <w:spacing w:val="-3"/>
                      <w:w w:val="100"/>
                    </w:rPr>
                    <w:t>摊位</w:t>
                  </w:r>
                  <w:r>
                    <w:rPr>
                      <w:w w:val="100"/>
                    </w:rPr>
                    <w:t>数量的</w:t>
                  </w:r>
                  <w:r>
                    <w:rPr>
                      <w:spacing w:val="-5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倍</w:t>
                  </w:r>
                  <w:r>
                    <w:rPr>
                      <w:w w:val="100"/>
                    </w:rPr>
                    <w:t>．</w:t>
                  </w:r>
                  <w:r>
                    <w:rPr>
                      <w:spacing w:val="-3"/>
                      <w:w w:val="100"/>
                    </w:rPr>
                    <w:t>求</w:t>
                  </w:r>
                  <w:r>
                    <w:rPr>
                      <w:w w:val="100"/>
                    </w:rPr>
                    <w:t>建 造这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</w:rPr>
                    <w:t>9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个</w:t>
                  </w:r>
                  <w:r>
                    <w:rPr>
                      <w:w w:val="100"/>
                    </w:rPr>
                    <w:t>摊</w:t>
                  </w:r>
                  <w:r>
                    <w:rPr>
                      <w:spacing w:val="-3"/>
                      <w:w w:val="100"/>
                    </w:rPr>
                    <w:t>位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最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3"/>
                      <w:w w:val="100"/>
                    </w:rPr>
                    <w:t>费用．</w:t>
                  </w:r>
                </w:p>
              </w:txbxContent>
            </v:textbox>
          </v:shape>
        </w:pict>
      </w:r>
      <w:r>
        <w:pict>
          <v:shape id="_x0000_s1267" o:spid="_x0000_s1267" o:spt="202" type="#_x0000_t202" style="position:absolute;left:0pt;margin-left:69.9pt;margin-top:610.5pt;height:31.4pt;width:233.7pt;mso-position-horizontal-relative:page;mso-position-vertical-relative:page;z-index:-2514995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tabs>
                      <w:tab w:val="left" w:pos="495"/>
                    </w:tabs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21.</w:t>
                  </w:r>
                  <w:r>
                    <w:rPr>
                      <w:rFonts w:ascii="Times New Roman" w:hAnsi="Times New Roman" w:eastAsia="Times New Roman" w:cs="Times New Roman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8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  <w:p>
                  <w:pPr>
                    <w:spacing w:before="81"/>
                    <w:ind w:left="442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，已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平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ON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68" o:spid="_x0000_s1268" o:spt="202" type="#_x0000_t202" style="position:absolute;left:0pt;margin-left:88.75pt;margin-top:654.45pt;height:13.15pt;width:442.1pt;mso-position-horizontal-relative:page;mso-position-vertical-relative:page;z-index:-2514984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1)</w:t>
                  </w:r>
                  <w:r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作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四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spacing w:val="-8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使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新宋体" w:hAnsi="新宋体" w:eastAsia="新宋体" w:cs="新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射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新宋体" w:hAnsi="新宋体" w:eastAsia="新宋体" w:cs="新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sz w:val="21"/>
                      <w:szCs w:val="21"/>
                    </w:rPr>
                    <w:t>M</w:t>
                  </w:r>
                  <w:r>
                    <w:rPr>
                      <w:rFonts w:ascii="新宋体" w:hAnsi="新宋体" w:eastAsia="新宋体" w:cs="新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N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上</w:t>
                  </w:r>
                  <w:r>
                    <w:rPr>
                      <w:rFonts w:ascii="新宋体" w:hAnsi="新宋体" w:eastAsia="新宋体" w:cs="新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且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AC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⊥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P</w:t>
                  </w:r>
                  <w:r>
                    <w:rPr>
                      <w:rFonts w:ascii="新宋体" w:hAnsi="新宋体" w:eastAsia="新宋体" w:cs="新宋体"/>
                      <w:spacing w:val="-10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垂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足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新宋体" w:hAnsi="新宋体" w:eastAsia="新宋体" w:cs="新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269" o:spid="_x0000_s1269" o:spt="202" type="#_x0000_t202" style="position:absolute;left:0pt;margin-left:104.6pt;margin-top:677.85pt;height:31.4pt;width:208.7pt;mso-position-horizontal-relative:page;mso-position-vertical-relative:page;z-index:-2514974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left="96" w:right="0" w:hanging="77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要求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：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尺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规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作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图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不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写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作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法，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保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留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作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图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</w:rPr>
                    <w:t>痕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迹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  <w:p>
                  <w:pPr>
                    <w:spacing w:before="81"/>
                    <w:ind w:left="96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条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件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下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证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270" o:spid="_x0000_s1270" o:spt="202" type="#_x0000_t202" style="position:absolute;left:0pt;margin-left:470.9pt;margin-top:682.3pt;height:11.05pt;width:9.5pt;mso-position-horizontal-relative:page;mso-position-vertical-relative:page;z-index:-2514964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M</w:t>
                  </w:r>
                </w:p>
              </w:txbxContent>
            </v:textbox>
          </v:shape>
        </w:pict>
      </w:r>
      <w:r>
        <w:pict>
          <v:shape id="_x0000_s1271" o:spid="_x0000_s1271" o:spt="202" type="#_x0000_t202" style="position:absolute;left:0pt;margin-left:90.9pt;margin-top:696.65pt;height:12.6pt;width:14.25pt;mso-position-horizontal-relative:page;mso-position-vertical-relative:page;z-index:-2514954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spacing w:val="-1"/>
                      <w:w w:val="100"/>
                    </w:rPr>
                    <w:t>(2</w:t>
                  </w:r>
                  <w:r>
                    <w:rPr>
                      <w:rFonts w:ascii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272" o:spid="_x0000_s1272" o:spt="202" type="#_x0000_t202" style="position:absolute;left:0pt;margin-left:503.2pt;margin-top:712.4pt;height:11.05pt;width:7.5pt;mso-position-horizontal-relative:page;mso-position-vertical-relative:page;z-index:-2514944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P</w:t>
                  </w:r>
                </w:p>
              </w:txbxContent>
            </v:textbox>
          </v:shape>
        </w:pict>
      </w:r>
      <w:r>
        <w:pict>
          <v:shape id="_x0000_s1273" o:spid="_x0000_s1273" o:spt="202" type="#_x0000_t202" style="position:absolute;left:0pt;margin-left:485.55pt;margin-top:720.3pt;height:11.05pt;width:8pt;mso-position-horizontal-relative:page;mso-position-vertical-relative:page;z-index:-2514933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274" o:spid="_x0000_s1274" o:spt="202" type="#_x0000_t202" style="position:absolute;left:0pt;margin-left:426.25pt;margin-top:744.35pt;height:11.05pt;width:8.5pt;mso-position-horizontal-relative:page;mso-position-vertical-relative:page;z-index:-2514923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275" o:spid="_x0000_s1275" o:spt="202" type="#_x0000_t202" style="position:absolute;left:0pt;margin-left:505.45pt;margin-top:747pt;height:11.05pt;width:8pt;mso-position-horizontal-relative:page;mso-position-vertical-relative:page;z-index:-2514913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0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i/>
                      <w:w w:val="100"/>
                      <w:sz w:val="18"/>
                    </w:rPr>
                    <w:t>N</w:t>
                  </w:r>
                </w:p>
              </w:txbxContent>
            </v:textbox>
          </v:shape>
        </w:pict>
      </w:r>
      <w:r>
        <w:pict>
          <v:shape id="_x0000_s1276" o:spid="_x0000_s1276" o:spt="202" type="#_x0000_t202" style="position:absolute;left:0pt;margin-left:250.9pt;margin-top:783.6pt;height:11.5pt;width:114.7pt;mso-position-horizontal-relative:page;mso-position-vertical-relative:page;z-index:-2514903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1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 xml:space="preserve">数学试卷 </w:t>
                  </w:r>
                  <w:r>
                    <w:rPr>
                      <w:rFonts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第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>3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</w:t>
                  </w:r>
                  <w:r>
                    <w:rPr>
                      <w:rFonts w:ascii="宋体" w:hAnsi="宋体" w:eastAsia="宋体" w:cs="宋体"/>
                      <w:spacing w:val="-3"/>
                      <w:sz w:val="18"/>
                      <w:szCs w:val="18"/>
                    </w:rPr>
                    <w:t>（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共</w:t>
                  </w:r>
                  <w:r>
                    <w:rPr>
                      <w:rFonts w:ascii="宋体" w:hAnsi="宋体" w:eastAsia="宋体" w:cs="宋体"/>
                      <w:spacing w:val="-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_x0000_s1277" o:spid="_x0000_s1277" o:spt="202" type="#_x0000_t202" style="position:absolute;left:0pt;margin-left:132.25pt;margin-top:99.35pt;height:12pt;width:24pt;mso-position-horizontal-relative:page;mso-position-vertical-relative:page;z-index:-2514892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right="820" w:bottom="280" w:left="480" w:header="708" w:footer="708" w:gutter="0"/>
          <w:cols w:space="708" w:num="1"/>
        </w:sectPr>
      </w:pPr>
    </w:p>
    <w:p>
      <w:pPr>
        <w:rPr>
          <w:sz w:val="2"/>
          <w:szCs w:val="2"/>
        </w:rPr>
      </w:pPr>
      <w:r>
        <w:pict>
          <v:group id="_x0000_s1278" o:spid="_x0000_s1278" o:spt="203" style="position:absolute;left:0pt;margin-left:138.2pt;margin-top:160.5pt;height:11.4pt;width:12.05pt;mso-position-horizontal-relative:page;mso-position-vertical-relative:page;z-index:-251488256;mso-width-relative:page;mso-height-relative:page;" coordorigin="2764,3211" coordsize="241,228">
            <o:lock v:ext="edit"/>
            <v:group id="_x0000_s1279" o:spid="_x0000_s1279" o:spt="203" style="position:absolute;left:2770;top:3355;height:12;width:21;" coordorigin="2770,3355" coordsize="21,12">
              <o:lock v:ext="edit"/>
              <v:shape id="_x0000_s1280" o:spid="_x0000_s1280" style="position:absolute;left:2770;top:3355;height:12;width:21;" filled="f" stroked="t" coordorigin="2770,3355" coordsize="21,12" path="m2770,3367l2791,3355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81" o:spid="_x0000_s1281" o:spt="203" style="position:absolute;left:2791;top:3355;height:82;width:51;" coordorigin="2791,3355" coordsize="51,82">
              <o:lock v:ext="edit"/>
              <v:shape id="_x0000_s1282" o:spid="_x0000_s1282" style="position:absolute;left:2791;top:3355;height:82;width:51;" filled="f" stroked="t" coordorigin="2791,3355" coordsize="51,82" path="m2791,3355l2842,3437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83" o:spid="_x0000_s1283" o:spt="203" style="position:absolute;left:2842;top:3222;height:216;width:55;" coordorigin="2842,3222" coordsize="55,216">
              <o:lock v:ext="edit"/>
              <v:shape id="_x0000_s1284" o:spid="_x0000_s1284" style="position:absolute;left:2842;top:3222;height:216;width:55;" filled="f" stroked="t" coordorigin="2842,3222" coordsize="55,216" path="m2842,3437l2897,3222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85" o:spid="_x0000_s1285" o:spt="203" style="position:absolute;left:2897;top:3221;height:2;width:107;" coordorigin="2897,3221" coordsize="107,2">
              <o:lock v:ext="edit"/>
              <v:shape id="_x0000_s1286" o:spid="_x0000_s1286" style="position:absolute;left:2897;top:3221;height:2;width:107;" filled="f" stroked="t" coordorigin="2897,3221" coordsize="107,0" path="m2897,3221l3003,322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87" o:spid="_x0000_s1287" o:spt="203" style="position:absolute;left:2764;top:3211;height:222;width:236;" coordorigin="2764,3211" coordsize="236,222">
              <o:lock v:ext="edit"/>
              <v:shape id="_x0000_s1288" o:spid="_x0000_s1288" style="position:absolute;left:2764;top:3211;height:222;width:236;" fillcolor="#000000" filled="t" stroked="f" coordorigin="2764,3211" coordsize="236,222" path="m2800,3357l2782,3357,2832,3432,2842,3432,2847,3412,2837,3412,2800,3357xe">
                <v:path arrowok="t"/>
                <v:fill on="t" focussize="0,0"/>
                <v:stroke on="f"/>
                <v:imagedata o:title=""/>
                <o:lock v:ext="edit"/>
              </v:shape>
              <v:shape id="_x0000_s1289" o:spid="_x0000_s1289" style="position:absolute;left:2764;top:3211;height:222;width:236;" fillcolor="#000000" filled="t" stroked="f" coordorigin="2764,3211" coordsize="236,222" path="m2999,3211l2889,3211,2837,3412,2847,3412,2896,3221,2999,3221,2999,3211xe">
                <v:path arrowok="t"/>
                <v:fill on="t" focussize="0,0"/>
                <v:stroke on="f"/>
                <v:imagedata o:title=""/>
                <o:lock v:ext="edit"/>
              </v:shape>
              <v:shape id="_x0000_s1290" o:spid="_x0000_s1290" style="position:absolute;left:2764;top:3211;height:222;width:236;" fillcolor="#000000" filled="t" stroked="f" coordorigin="2764,3211" coordsize="236,222" path="m2792,3344l2764,3359,2767,3365,2782,3357,2800,3357,2792,3344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291" o:spid="_x0000_s1291" o:spt="203" style="position:absolute;left:0pt;margin-left:293.8pt;margin-top:469.15pt;height:113.6pt;width:114.5pt;mso-position-horizontal-relative:page;mso-position-vertical-relative:page;z-index:-251487232;mso-width-relative:page;mso-height-relative:page;" coordorigin="5876,9384" coordsize="2290,2272">
            <o:lock v:ext="edit"/>
            <v:group id="_x0000_s1292" o:spid="_x0000_s1292" o:spt="203" style="position:absolute;left:6069;top:9388;height:107;width:70;" coordorigin="6069,9388" coordsize="70,107">
              <o:lock v:ext="edit"/>
              <v:shape id="_x0000_s1293" o:spid="_x0000_s1293" style="position:absolute;left:6069;top:9388;height:107;width:70;" fillcolor="#000000" filled="t" stroked="f" coordorigin="6069,9388" coordsize="70,107" path="m6104,9388l6069,9495,6104,9453,6124,9453,6104,9388xe">
                <v:path arrowok="t"/>
                <v:fill on="t" focussize="0,0"/>
                <v:stroke on="f"/>
                <v:imagedata o:title=""/>
                <o:lock v:ext="edit"/>
              </v:shape>
              <v:shape id="_x0000_s1294" o:spid="_x0000_s1294" style="position:absolute;left:6069;top:9388;height:107;width:70;" fillcolor="#000000" filled="t" stroked="f" coordorigin="6069,9388" coordsize="70,107" path="m6124,9453l6104,9453,6138,9495,6124,945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295" o:spid="_x0000_s1295" o:spt="203" style="position:absolute;left:6104;top:9788;height:2;width:57;" coordorigin="6104,9788" coordsize="57,2">
              <o:lock v:ext="edit"/>
              <v:shape id="_x0000_s1296" o:spid="_x0000_s1296" style="position:absolute;left:6104;top:9788;height:2;width:57;" filled="f" stroked="t" coordorigin="6104,9788" coordsize="57,0" path="m6104,9788l6160,9788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97" o:spid="_x0000_s1297" o:spt="203" style="position:absolute;left:6104;top:9388;height:400;width:2;" coordorigin="6104,9388" coordsize="2,400">
              <o:lock v:ext="edit"/>
              <v:shape id="_x0000_s1298" o:spid="_x0000_s1298" style="position:absolute;left:6104;top:9388;height:400;width:2;" filled="f" stroked="t" coordorigin="6104,9388" coordsize="0,400" path="m6104,9788l6104,9388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299" o:spid="_x0000_s1299" o:spt="203" style="position:absolute;left:6104;top:11151;height:2;width:57;" coordorigin="6104,11151" coordsize="57,2">
              <o:lock v:ext="edit"/>
              <v:shape id="_x0000_s1300" o:spid="_x0000_s1300" style="position:absolute;left:6104;top:11151;height:2;width:57;" filled="f" stroked="t" coordorigin="6104,11151" coordsize="57,0" path="m6104,11151l6160,1115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01" o:spid="_x0000_s1301" o:spt="203" style="position:absolute;left:6104;top:10810;height:2;width:57;" coordorigin="6104,10810" coordsize="57,2">
              <o:lock v:ext="edit"/>
              <v:shape id="_x0000_s1302" o:spid="_x0000_s1302" style="position:absolute;left:6104;top:10810;height:2;width:57;" filled="f" stroked="t" coordorigin="6104,10810" coordsize="57,0" path="m6104,10810l6160,10810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03" o:spid="_x0000_s1303" o:spt="203" style="position:absolute;left:6104;top:10469;height:2;width:57;" coordorigin="6104,10469" coordsize="57,2">
              <o:lock v:ext="edit"/>
              <v:shape id="_x0000_s1304" o:spid="_x0000_s1304" style="position:absolute;left:6104;top:10469;height:2;width:57;" filled="f" stroked="t" coordorigin="6104,10469" coordsize="57,0" path="m6104,10469l6160,1046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05" o:spid="_x0000_s1305" o:spt="203" style="position:absolute;left:6104;top:10129;height:2;width:57;" coordorigin="6104,10129" coordsize="57,2">
              <o:lock v:ext="edit"/>
              <v:shape id="_x0000_s1306" o:spid="_x0000_s1306" style="position:absolute;left:6104;top:10129;height:2;width:57;" filled="f" stroked="t" coordorigin="6104,10129" coordsize="57,0" path="m6104,10129l6160,1012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07" o:spid="_x0000_s1307" o:spt="203" style="position:absolute;left:6444;top:11434;height:57;width:2;" coordorigin="6444,11434" coordsize="2,57">
              <o:lock v:ext="edit"/>
              <v:shape id="_x0000_s1308" o:spid="_x0000_s1308" style="position:absolute;left:6444;top:11434;height:57;width:2;" filled="f" stroked="t" coordorigin="6444,11434" coordsize="0,57" path="m6444,11491l6444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09" o:spid="_x0000_s1309" o:spt="203" style="position:absolute;left:6785;top:11434;height:57;width:2;" coordorigin="6785,11434" coordsize="2,57">
              <o:lock v:ext="edit"/>
              <v:shape id="_x0000_s1310" o:spid="_x0000_s1310" style="position:absolute;left:6785;top:11434;height:57;width:2;" filled="f" stroked="t" coordorigin="6785,11434" coordsize="0,57" path="m6785,11491l6785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11" o:spid="_x0000_s1311" o:spt="203" style="position:absolute;left:7125;top:11434;height:57;width:2;" coordorigin="7125,11434" coordsize="2,57">
              <o:lock v:ext="edit"/>
              <v:shape id="_x0000_s1312" o:spid="_x0000_s1312" style="position:absolute;left:7125;top:11434;height:57;width:2;" filled="f" stroked="t" coordorigin="7125,11434" coordsize="0,57" path="m7125,11491l7125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13" o:spid="_x0000_s1313" o:spt="203" style="position:absolute;left:7466;top:11434;height:57;width:2;" coordorigin="7466,11434" coordsize="2,57">
              <o:lock v:ext="edit"/>
              <v:shape id="_x0000_s1314" o:spid="_x0000_s1314" style="position:absolute;left:7466;top:11434;height:57;width:2;" filled="f" stroked="t" coordorigin="7466,11434" coordsize="0,57" path="m7466,11491l7466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15" o:spid="_x0000_s1315" o:spt="203" style="position:absolute;left:7807;top:11434;height:57;width:2;" coordorigin="7807,11434" coordsize="2,57">
              <o:lock v:ext="edit"/>
              <v:shape id="_x0000_s1316" o:spid="_x0000_s1316" style="position:absolute;left:7807;top:11434;height:57;width:2;" filled="f" stroked="t" coordorigin="7807,11434" coordsize="0,57" path="m7807,11491l7807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17" o:spid="_x0000_s1317" o:spt="203" style="position:absolute;left:5881;top:11491;height:2;width:224;" coordorigin="5881,11491" coordsize="224,2">
              <o:lock v:ext="edit"/>
              <v:shape id="_x0000_s1318" o:spid="_x0000_s1318" style="position:absolute;left:5881;top:11491;height:2;width:224;" filled="f" stroked="t" coordorigin="5881,11491" coordsize="224,0" path="m5881,11491l6104,1149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19" o:spid="_x0000_s1319" o:spt="203" style="position:absolute;left:6104;top:11491;height:2;width:1704;" coordorigin="6104,11491" coordsize="1704,2">
              <o:lock v:ext="edit"/>
              <v:shape id="_x0000_s1320" o:spid="_x0000_s1320" style="position:absolute;left:6104;top:11491;height:2;width:1704;" filled="f" stroked="t" coordorigin="6104,11491" coordsize="1704,0" path="m6104,11491l7807,11491e">
                <v:path arrowok="t"/>
                <v:fill on="f" focussize="0,0"/>
                <v:stroke color="#000000" dashstyle="dash"/>
                <v:imagedata o:title=""/>
                <o:lock v:ext="edit"/>
              </v:shape>
            </v:group>
            <v:group id="_x0000_s1321" o:spid="_x0000_s1321" o:spt="203" style="position:absolute;left:6104;top:11491;height:2;width:343;" coordorigin="6104,11491" coordsize="343,2">
              <o:lock v:ext="edit"/>
              <v:shape id="_x0000_s1322" o:spid="_x0000_s1322" style="position:absolute;left:6104;top:11491;height:2;width:343;" filled="f" stroked="t" coordorigin="6104,11491" coordsize="343,0" path="m6446,11491l6104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23" o:spid="_x0000_s1323" o:spt="203" style="position:absolute;left:6446;top:11491;height:2;width:343;" coordorigin="6446,11491" coordsize="343,2">
              <o:lock v:ext="edit"/>
              <v:shape id="_x0000_s1324" o:spid="_x0000_s1324" style="position:absolute;left:6446;top:11491;height:2;width:343;" filled="f" stroked="t" coordorigin="6446,11491" coordsize="343,0" path="m6789,11491l6446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25" o:spid="_x0000_s1325" o:spt="203" style="position:absolute;left:6104;top:11491;height:2;width:685;" coordorigin="6104,11491" coordsize="685,2">
              <o:lock v:ext="edit"/>
              <v:shape id="_x0000_s1326" o:spid="_x0000_s1326" style="position:absolute;left:6104;top:11491;height:2;width:685;" filled="f" stroked="t" coordorigin="6104,11491" coordsize="685,0" path="m6789,11491l6104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27" o:spid="_x0000_s1327" o:spt="203" style="position:absolute;left:6104;top:11491;height:160;width:2;" coordorigin="6104,11491" coordsize="2,160">
              <o:lock v:ext="edit"/>
              <v:shape id="_x0000_s1328" o:spid="_x0000_s1328" style="position:absolute;left:6104;top:11491;height:160;width:2;" filled="f" stroked="t" coordorigin="6104,11491" coordsize="0,160" path="m6104,11491l6104,1165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29" o:spid="_x0000_s1329" o:spt="203" style="position:absolute;left:6104;top:9788;height:1704;width:2;" coordorigin="6104,9788" coordsize="2,1704">
              <o:lock v:ext="edit"/>
              <v:shape id="_x0000_s1330" o:spid="_x0000_s1330" style="position:absolute;left:6104;top:9788;height:1704;width:2;" filled="f" stroked="t" coordorigin="6104,9788" coordsize="0,1704" path="m6104,9788l6104,1149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31" o:spid="_x0000_s1331" o:spt="203" style="position:absolute;left:6104;top:9797;height:2;width:1028;" coordorigin="6104,9797" coordsize="1028,2">
              <o:lock v:ext="edit"/>
              <v:shape id="_x0000_s1332" o:spid="_x0000_s1332" style="position:absolute;left:6104;top:9797;height:2;width:1028;" filled="f" stroked="t" coordorigin="6104,9797" coordsize="1028,0" path="m6104,9797l7131,9797e">
                <v:path arrowok="t"/>
                <v:fill on="f" focussize="0,0"/>
                <v:stroke color="#000080" dashstyle="dash"/>
                <v:imagedata o:title=""/>
                <o:lock v:ext="edit"/>
              </v:shape>
            </v:group>
            <v:group id="_x0000_s1333" o:spid="_x0000_s1333" o:spt="203" style="position:absolute;left:6104;top:9959;height:2;width:46;" coordorigin="6104,9959" coordsize="46,2">
              <o:lock v:ext="edit"/>
              <v:shape id="_x0000_s1334" o:spid="_x0000_s1334" style="position:absolute;left:6104;top:9959;height:2;width:46;" filled="f" stroked="t" coordorigin="6104,9959" coordsize="46,0" path="m6149,9959l6104,9959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35" o:spid="_x0000_s1335" o:spt="203" style="position:absolute;left:6104;top:11324;height:2;width:685;" coordorigin="6104,11324" coordsize="685,2">
              <o:lock v:ext="edit"/>
              <v:shape id="_x0000_s1336" o:spid="_x0000_s1336" style="position:absolute;left:6104;top:11324;height:2;width:685;" filled="f" stroked="t" coordorigin="6104,11324" coordsize="685,0" path="m6104,11324l6789,1132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37" o:spid="_x0000_s1337" o:spt="203" style="position:absolute;left:6104;top:11324;height:2;width:46;" coordorigin="6104,11324" coordsize="46,2">
              <o:lock v:ext="edit"/>
              <v:shape id="_x0000_s1338" o:spid="_x0000_s1338" style="position:absolute;left:6104;top:11324;height:2;width:46;" filled="f" stroked="t" coordorigin="6104,11324" coordsize="46,0" path="m6149,11324l6104,1132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39" o:spid="_x0000_s1339" o:spt="203" style="position:absolute;left:6446;top:11324;height:167;width:2;" coordorigin="6446,11324" coordsize="2,167">
              <o:lock v:ext="edit"/>
              <v:shape id="_x0000_s1340" o:spid="_x0000_s1340" style="position:absolute;left:6446;top:11324;height:167;width:2;" filled="f" stroked="t" coordorigin="6446,11324" coordsize="0,167" path="m6446,11324l6446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41" o:spid="_x0000_s1341" o:spt="203" style="position:absolute;left:6789;top:11324;height:167;width:2;" coordorigin="6789,11324" coordsize="2,167">
              <o:lock v:ext="edit"/>
              <v:shape id="_x0000_s1342" o:spid="_x0000_s1342" style="position:absolute;left:6789;top:11324;height:167;width:2;" filled="f" stroked="t" coordorigin="6789,11324" coordsize="0,167" path="m6789,11324l6789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43" o:spid="_x0000_s1343" o:spt="203" style="position:absolute;left:6104;top:10982;height:2;width:46;" coordorigin="6104,10982" coordsize="46,2">
              <o:lock v:ext="edit"/>
              <v:shape id="_x0000_s1344" o:spid="_x0000_s1344" style="position:absolute;left:6104;top:10982;height:2;width:46;" filled="f" stroked="t" coordorigin="6104,10982" coordsize="46,0" path="m6104,10982l6149,1098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45" o:spid="_x0000_s1345" o:spt="203" style="position:absolute;left:6789;top:10982;height:510;width:2;" coordorigin="6789,10982" coordsize="2,510">
              <o:lock v:ext="edit"/>
              <v:shape id="_x0000_s1346" o:spid="_x0000_s1346" style="position:absolute;left:6789;top:10982;height:510;width:2;" filled="f" stroked="t" coordorigin="6789,10982" coordsize="0,510" path="m6789,10982l6789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47" o:spid="_x0000_s1347" o:spt="203" style="position:absolute;left:6104;top:10982;height:2;width:685;" coordorigin="6104,10982" coordsize="685,2">
              <o:lock v:ext="edit"/>
              <v:shape id="_x0000_s1348" o:spid="_x0000_s1348" style="position:absolute;left:6104;top:10982;height:2;width:685;" filled="f" stroked="t" coordorigin="6104,10982" coordsize="685,0" path="m6104,10982l6789,10982e">
                <v:path arrowok="t"/>
                <v:fill on="f" focussize="0,0"/>
                <v:stroke color="#000080" dashstyle="dash"/>
                <v:imagedata o:title=""/>
                <o:lock v:ext="edit"/>
              </v:shape>
            </v:group>
            <v:group id="_x0000_s1349" o:spid="_x0000_s1349" o:spt="203" style="position:absolute;left:6104;top:10297;height:2;width:46;" coordorigin="6104,10297" coordsize="46,2">
              <o:lock v:ext="edit"/>
              <v:shape id="_x0000_s1350" o:spid="_x0000_s1350" style="position:absolute;left:6104;top:10297;height:2;width:46;" filled="f" stroked="t" coordorigin="6104,10297" coordsize="46,0" path="m6104,10297l6149,10297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51" o:spid="_x0000_s1351" o:spt="203" style="position:absolute;left:6104;top:10635;height:2;width:46;" coordorigin="6104,10635" coordsize="46,2">
              <o:lock v:ext="edit"/>
              <v:shape id="_x0000_s1352" o:spid="_x0000_s1352" style="position:absolute;left:6104;top:10635;height:2;width:46;" filled="f" stroked="t" coordorigin="6104,10635" coordsize="46,0" path="m6149,10635l6104,1063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53" o:spid="_x0000_s1353" o:spt="203" style="position:absolute;left:6789;top:11491;height:2;width:343;" coordorigin="6789,11491" coordsize="343,2">
              <o:lock v:ext="edit"/>
              <v:shape id="_x0000_s1354" o:spid="_x0000_s1354" style="position:absolute;left:6789;top:11491;height:2;width:343;" filled="f" stroked="t" coordorigin="6789,11491" coordsize="343,0" path="m7131,11491l6789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55" o:spid="_x0000_s1355" o:spt="203" style="position:absolute;left:6789;top:9797;height:1695;width:343;" coordorigin="6789,9797" coordsize="343,1695">
              <o:lock v:ext="edit"/>
              <v:shape id="_x0000_s1356" o:spid="_x0000_s1356" style="position:absolute;left:6789;top:9797;height:1695;width:343;" filled="f" stroked="t" coordorigin="6789,9797" coordsize="343,1695" path="m7131,9797l7131,11491,7131,10982,6789,1098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57" o:spid="_x0000_s1357" o:spt="203" style="position:absolute;left:7131;top:9788;height:9;width:343;" coordorigin="7131,9788" coordsize="343,9">
              <o:lock v:ext="edit"/>
              <v:shape id="_x0000_s1358" o:spid="_x0000_s1358" style="position:absolute;left:7131;top:9788;height:9;width:343;" filled="f" stroked="t" coordorigin="7131,9788" coordsize="343,9" path="m7473,9788l7131,9797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59" o:spid="_x0000_s1359" o:spt="203" style="position:absolute;left:7131;top:9788;height:1704;width:343;" coordorigin="7131,9788" coordsize="343,1704">
              <o:lock v:ext="edit"/>
              <v:shape id="_x0000_s1360" o:spid="_x0000_s1360" style="position:absolute;left:7131;top:9788;height:1704;width:343;" filled="f" stroked="t" coordorigin="7131,9788" coordsize="343,1704" path="m7131,11491l7473,11491,7473,9788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61" o:spid="_x0000_s1361" o:spt="203" style="position:absolute;left:7473;top:10635;height:857;width:2;" coordorigin="7473,10635" coordsize="2,857">
              <o:lock v:ext="edit"/>
              <v:shape id="_x0000_s1362" o:spid="_x0000_s1362" style="position:absolute;left:7473;top:10635;height:857;width:2;" filled="f" stroked="t" coordorigin="7473,10635" coordsize="0,857" path="m7473,10635l7473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63" o:spid="_x0000_s1363" o:spt="203" style="position:absolute;left:6104;top:10635;height:2;width:1370;" coordorigin="6104,10635" coordsize="1370,2">
              <o:lock v:ext="edit"/>
              <v:shape id="_x0000_s1364" o:spid="_x0000_s1364" style="position:absolute;left:6104;top:10635;height:2;width:1370;" filled="f" stroked="t" coordorigin="6104,10635" coordsize="1370,0" path="m6104,10635l7473,10635e">
                <v:path arrowok="t"/>
                <v:fill on="f" focussize="0,0"/>
                <v:stroke color="#000080" dashstyle="dash"/>
                <v:imagedata o:title=""/>
                <o:lock v:ext="edit"/>
              </v:shape>
            </v:group>
            <v:group id="_x0000_s1365" o:spid="_x0000_s1365" o:spt="203" style="position:absolute;left:7473;top:10635;height:2;width:343;" coordorigin="7473,10635" coordsize="343,2">
              <o:lock v:ext="edit"/>
              <v:shape id="_x0000_s1366" o:spid="_x0000_s1366" style="position:absolute;left:7473;top:10635;height:2;width:343;" filled="f" stroked="t" coordorigin="7473,10635" coordsize="343,0" path="m7816,10635l7473,1063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67" o:spid="_x0000_s1367" o:spt="203" style="position:absolute;left:8054;top:11456;height:70;width:107;" coordorigin="8054,11456" coordsize="107,70">
              <o:lock v:ext="edit"/>
              <v:shape id="_x0000_s1368" o:spid="_x0000_s1368" style="position:absolute;left:8054;top:11456;height:70;width:107;" fillcolor="#000000" filled="t" stroked="f" coordorigin="8054,11456" coordsize="107,70" path="m8054,11456l8097,11491,8054,11526,8161,11491,8054,1145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69" o:spid="_x0000_s1369" o:spt="203" style="position:absolute;left:7807;top:11491;height:2;width:355;" coordorigin="7807,11491" coordsize="355,2">
              <o:lock v:ext="edit"/>
              <v:shape id="_x0000_s1370" o:spid="_x0000_s1370" style="position:absolute;left:7807;top:11491;height:2;width:355;" filled="f" stroked="t" coordorigin="7807,11491" coordsize="355,0" path="m7807,11491l8161,1149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71" o:spid="_x0000_s1371" o:spt="203" style="position:absolute;left:7807;top:10635;height:857;width:9;" coordorigin="7807,10635" coordsize="9,857">
              <o:lock v:ext="edit"/>
              <v:shape id="_x0000_s1372" o:spid="_x0000_s1372" style="position:absolute;left:7807;top:10635;height:857;width:9;" filled="f" stroked="t" coordorigin="7807,10635" coordsize="9,857" path="m7807,11491l7816,1063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73" o:spid="_x0000_s1373" o:spt="203" style="position:absolute;left:7473;top:11491;height:2;width:334;" coordorigin="7473,11491" coordsize="334,2">
              <o:lock v:ext="edit"/>
              <v:shape id="_x0000_s1374" o:spid="_x0000_s1374" style="position:absolute;left:7473;top:11491;height:2;width:334;" filled="f" stroked="t" coordorigin="7473,11491" coordsize="334,0" path="m7807,11491l7473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75" o:spid="_x0000_s1375" o:spt="203" style="position:absolute;left:6104;top:11434;height:57;width:2;" coordorigin="6104,11434" coordsize="2,57">
              <o:lock v:ext="edit"/>
              <v:shape id="_x0000_s1376" o:spid="_x0000_s1376" style="position:absolute;left:6104;top:11434;height:57;width:2;" filled="f" stroked="t" coordorigin="6104,11434" coordsize="0,57" path="m6104,11491l6104,1143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377" o:spid="_x0000_s1377" o:spt="203" style="position:absolute;left:6789;top:11434;height:57;width:2;" coordorigin="6789,11434" coordsize="2,57">
              <o:lock v:ext="edit"/>
              <v:shape id="_x0000_s1378" o:spid="_x0000_s1378" style="position:absolute;left:6789;top:11434;height:57;width:2;" filled="f" stroked="t" coordorigin="6789,11434" coordsize="0,57" path="m6789,11434l6789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79" o:spid="_x0000_s1379" o:spt="203" style="position:absolute;left:6960;top:11434;height:57;width:2;" coordorigin="6960,11434" coordsize="2,57">
              <o:lock v:ext="edit"/>
              <v:shape id="_x0000_s1380" o:spid="_x0000_s1380" style="position:absolute;left:6960;top:11434;height:57;width:2;" filled="f" stroked="t" coordorigin="6960,11434" coordsize="0,57" path="m6960,11434l6960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81" o:spid="_x0000_s1381" o:spt="203" style="position:absolute;left:7302;top:11434;height:57;width:2;" coordorigin="7302,11434" coordsize="2,57">
              <o:lock v:ext="edit"/>
              <v:shape id="_x0000_s1382" o:spid="_x0000_s1382" style="position:absolute;left:7302;top:11434;height:57;width:2;" filled="f" stroked="t" coordorigin="7302,11434" coordsize="0,57" path="m7302,11434l7302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83" o:spid="_x0000_s1383" o:spt="203" style="position:absolute;left:7640;top:11434;height:57;width:2;" coordorigin="7640,11434" coordsize="2,57">
              <o:lock v:ext="edit"/>
              <v:shape id="_x0000_s1384" o:spid="_x0000_s1384" style="position:absolute;left:7640;top:11434;height:57;width:2;" filled="f" stroked="t" coordorigin="7640,11434" coordsize="0,57" path="m7640,11434l7640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85" o:spid="_x0000_s1385" o:spt="203" style="position:absolute;left:6617;top:11434;height:57;width:2;" coordorigin="6617,11434" coordsize="2,57">
              <o:lock v:ext="edit"/>
              <v:shape id="_x0000_s1386" o:spid="_x0000_s1386" style="position:absolute;left:6617;top:11434;height:57;width:2;" filled="f" stroked="t" coordorigin="6617,11434" coordsize="0,57" path="m6617,11434l6617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87" o:spid="_x0000_s1387" o:spt="203" style="position:absolute;left:6275;top:11434;height:57;width:2;" coordorigin="6275,11434" coordsize="2,57">
              <o:lock v:ext="edit"/>
              <v:shape id="_x0000_s1388" o:spid="_x0000_s1388" style="position:absolute;left:6275;top:11434;height:57;width:2;" filled="f" stroked="t" coordorigin="6275,11434" coordsize="0,57" path="m6275,11434l6275,1149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89" o:spid="_x0000_s1389" o:spt="203" style="position:absolute;left:6090;top:11478;height:28;width:28;" coordorigin="6090,11478" coordsize="28,28">
              <o:lock v:ext="edit"/>
              <v:shape id="_x0000_s1390" o:spid="_x0000_s1390" style="position:absolute;left:6090;top:11478;height:28;width:28;" fillcolor="#000000" filled="t" stroked="f" coordorigin="6090,11478" coordsize="28,28" path="m6111,11478l6096,11478,6090,11484,6090,11499,6096,11505,6111,11505,6117,11499,6117,11484,6111,11478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391" o:spid="_x0000_s1391" o:spt="203" style="position:absolute;left:6775;top:11311;height:28;width:28;" coordorigin="6775,11311" coordsize="28,28">
              <o:lock v:ext="edit"/>
              <v:shape id="_x0000_s1392" o:spid="_x0000_s1392" style="position:absolute;left:6775;top:11311;height:28;width:28;" fillcolor="#000000" filled="t" stroked="f" coordorigin="6775,11311" coordsize="28,28" path="m6796,11311l6781,11311,6775,11317,6775,11332,6781,11338,6796,11338,6802,11332,6802,11317,6796,11311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393" o:spid="_x0000_s1393" o:spt="203" style="position:absolute;left:0pt;margin-left:130.15pt;margin-top:470.2pt;height:103.4pt;width:111.3pt;mso-position-horizontal-relative:page;mso-position-vertical-relative:page;z-index:-251486208;mso-width-relative:page;mso-height-relative:page;" coordorigin="2603,9405" coordsize="2226,2068">
            <o:lock v:ext="edit"/>
            <v:group id="_x0000_s1394" o:spid="_x0000_s1394" o:spt="203" style="position:absolute;left:2616;top:11455;height:9;width:2208;" coordorigin="2616,11455" coordsize="2208,9">
              <o:lock v:ext="edit"/>
              <v:shape id="_x0000_s1395" o:spid="_x0000_s1395" style="position:absolute;left:2616;top:11455;height:9;width:2208;" filled="f" stroked="t" coordorigin="2616,11455" coordsize="2208,9" path="m2616,11464l4824,1145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96" o:spid="_x0000_s1396" o:spt="203" style="position:absolute;left:2616;top:11114;height:9;width:2208;" coordorigin="2616,11114" coordsize="2208,9">
              <o:lock v:ext="edit"/>
              <v:shape id="_x0000_s1397" o:spid="_x0000_s1397" style="position:absolute;left:2616;top:11114;height:9;width:2208;" filled="f" stroked="t" coordorigin="2616,11114" coordsize="2208,9" path="m2616,11123l4824,1111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398" o:spid="_x0000_s1398" o:spt="203" style="position:absolute;left:2616;top:10774;height:9;width:2208;" coordorigin="2616,10774" coordsize="2208,9">
              <o:lock v:ext="edit"/>
              <v:shape id="_x0000_s1399" o:spid="_x0000_s1399" style="position:absolute;left:2616;top:10774;height:9;width:2208;" filled="f" stroked="t" coordorigin="2616,10774" coordsize="2208,9" path="m2616,10783l4824,1077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00" o:spid="_x0000_s1400" o:spt="203" style="position:absolute;left:2616;top:10433;height:9;width:2208;" coordorigin="2616,10433" coordsize="2208,9">
              <o:lock v:ext="edit"/>
              <v:shape id="_x0000_s1401" o:spid="_x0000_s1401" style="position:absolute;left:2616;top:10433;height:9;width:2208;" filled="f" stroked="t" coordorigin="2616,10433" coordsize="2208,9" path="m2616,10442l4824,10433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02" o:spid="_x0000_s1402" o:spt="203" style="position:absolute;left:2616;top:10092;height:9;width:2208;" coordorigin="2616,10092" coordsize="2208,9">
              <o:lock v:ext="edit"/>
              <v:shape id="_x0000_s1403" o:spid="_x0000_s1403" style="position:absolute;left:2616;top:10092;height:9;width:2208;" filled="f" stroked="t" coordorigin="2616,10092" coordsize="2208,9" path="m2616,10101l4824,1009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04" o:spid="_x0000_s1404" o:spt="203" style="position:absolute;left:2616;top:9752;height:9;width:2208;" coordorigin="2616,9752" coordsize="2208,9">
              <o:lock v:ext="edit"/>
              <v:shape id="_x0000_s1405" o:spid="_x0000_s1405" style="position:absolute;left:2616;top:9752;height:9;width:2208;" filled="f" stroked="t" coordorigin="2616,9752" coordsize="2208,9" path="m2616,9761l4824,975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06" o:spid="_x0000_s1406" o:spt="203" style="position:absolute;left:2616;top:9411;height:9;width:2208;" coordorigin="2616,9411" coordsize="2208,9">
              <o:lock v:ext="edit"/>
              <v:shape id="_x0000_s1407" o:spid="_x0000_s1407" style="position:absolute;left:2616;top:9411;height:9;width:2208;" filled="f" stroked="t" coordorigin="2616,9411" coordsize="2208,9" path="m2616,9420l4824,9411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08" o:spid="_x0000_s1408" o:spt="203" style="position:absolute;left:2608;top:9411;height:2054;width:2209;" coordorigin="2608,9411" coordsize="2209,2054">
              <o:lock v:ext="edit"/>
              <v:shape id="_x0000_s1409" o:spid="_x0000_s1409" style="position:absolute;left:2608;top:9411;height:2054;width:2209;" filled="f" stroked="t" coordorigin="2608,9411" coordsize="2209,2054" path="m4816,9411l2608,9427,2616,1146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10" o:spid="_x0000_s1410" o:spt="203" style="position:absolute;left:4816;top:9411;height:2044;width:9;" coordorigin="4816,9411" coordsize="9,2044">
              <o:lock v:ext="edit"/>
              <v:shape id="_x0000_s1411" o:spid="_x0000_s1411" style="position:absolute;left:4816;top:9411;height:2044;width:9;" filled="f" stroked="t" coordorigin="4816,9411" coordsize="9,2044" path="m4816,9411l4824,11455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12" o:spid="_x0000_s1412" o:spt="203" style="position:absolute;left:3859;top:9418;height:2042;width:15;" coordorigin="3859,9418" coordsize="15,2042">
              <o:lock v:ext="edit"/>
              <v:shape id="_x0000_s1413" o:spid="_x0000_s1413" style="position:absolute;left:3859;top:9418;height:2042;width:15;" filled="f" stroked="t" coordorigin="3859,9418" coordsize="15,2042" path="m3874,11459l3859,9418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14" o:spid="_x0000_s1414" o:spt="203" style="position:absolute;left:3861;top:11446;height:28;width:28;" coordorigin="3861,11446" coordsize="28,28">
              <o:lock v:ext="edit"/>
              <v:shape id="_x0000_s1415" o:spid="_x0000_s1415" style="position:absolute;left:3861;top:11446;height:28;width:28;" fillcolor="#000000" filled="t" stroked="f" coordorigin="3861,11446" coordsize="28,28" path="m3882,11446l3867,11446,3861,11452,3861,11466,3867,11473,3882,11473,3888,11466,3888,11452,3882,1144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16" o:spid="_x0000_s1416" o:spt="203" style="position:absolute;left:3846;top:9405;height:28;width:28;" coordorigin="3846,9405" coordsize="28,28">
              <o:lock v:ext="edit"/>
              <v:shape id="_x0000_s1417" o:spid="_x0000_s1417" style="position:absolute;left:3846;top:9405;height:28;width:28;" fillcolor="#000000" filled="t" stroked="f" coordorigin="3846,9405" coordsize="28,28" path="m3867,9405l3852,9405,3846,9411,3846,9426,3852,9432,3867,9432,3873,9426,3873,9411,3867,9405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shape id="_x0000_s1418" o:spid="_x0000_s1418" o:spt="75" type="#_x0000_t75" style="position:absolute;left:0pt;margin-left:441.3pt;margin-top:108.5pt;height:84.65pt;width:89.9pt;mso-position-horizontal-relative:page;mso-position-vertical-relative:page;z-index:-25148518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pict>
          <v:shape id="_x0000_s1419" o:spid="_x0000_s1419" o:spt="202" type="#_x0000_t202" style="position:absolute;left:0pt;margin-left:69.9pt;margin-top:62pt;height:13.15pt;width:53.75pt;mso-position-horizontal-relative:page;mso-position-vertical-relative:page;z-index:-2514841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22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420" o:spid="_x0000_s1420" o:spt="202" type="#_x0000_t202" style="position:absolute;left:0pt;margin-left:91.05pt;margin-top:85.55pt;height:12.8pt;width:432.95pt;mso-position-horizontal-relative:page;mso-position-vertical-relative:page;z-index:-2514831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四边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AD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9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w w:val="100"/>
                      <w:position w:val="1"/>
                      <w:sz w:val="21"/>
                      <w:szCs w:val="21"/>
                    </w:rPr>
                    <w:t>°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CB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CD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连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以点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为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圆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心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长</w:t>
                  </w:r>
                </w:p>
              </w:txbxContent>
            </v:textbox>
          </v:shape>
        </w:pict>
      </w:r>
      <w:r>
        <w:pict>
          <v:shape id="_x0000_s1421" o:spid="_x0000_s1421" o:spt="202" type="#_x0000_t202" style="position:absolute;left:0pt;margin-left:69.9pt;margin-top:108.95pt;height:12.8pt;width:141.8pt;mso-position-horizontal-relative:page;mso-position-vertical-relative:page;z-index:-2514821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为半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径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⊙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，交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4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422" o:spid="_x0000_s1422" o:spt="202" type="#_x0000_t202" style="position:absolute;left:0pt;margin-left:85.75pt;margin-top:132.35pt;height:12.8pt;width:135.05pt;mso-position-horizontal-relative:page;mso-position-vertical-relative:page;z-index:-2514810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证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⊙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切线；</w:t>
                  </w:r>
                </w:p>
              </w:txbxContent>
            </v:textbox>
          </v:shape>
        </w:pict>
      </w:r>
      <w:r>
        <w:pict>
          <v:shape id="_x0000_s1423" o:spid="_x0000_s1423" o:spt="202" type="#_x0000_t202" style="position:absolute;left:0pt;margin-left:85.65pt;margin-top:159.6pt;height:14.1pt;width:53.1pt;mso-position-horizontal-relative:page;mso-position-vertical-relative:page;z-index:-2514800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68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w w:val="100"/>
                      <w:position w:val="0"/>
                      <w:sz w:val="21"/>
                      <w:szCs w:val="21"/>
                    </w:rPr>
                    <w:t>若</w:t>
                  </w:r>
                  <w:r>
                    <w:rPr>
                      <w:rFonts w:ascii="宋体" w:hAnsi="宋体" w:eastAsia="宋体" w:cs="宋体"/>
                      <w:spacing w:val="-53"/>
                      <w:positio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spacing w:val="-19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3"/>
                      <w:position w:val="-2"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424" o:spid="_x0000_s1424" o:spt="202" type="#_x0000_t202" style="position:absolute;left:0pt;margin-left:143.85pt;margin-top:159.6pt;height:14.1pt;width:198.7pt;mso-position-horizontal-relative:page;mso-position-vertical-relative:page;z-index:-2514790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6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3"/>
                      <w:sz w:val="20"/>
                      <w:szCs w:val="20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3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3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3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3"/>
                      <w:sz w:val="21"/>
                      <w:szCs w:val="21"/>
                    </w:rPr>
                    <w:t>=6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w w:val="100"/>
                      <w:position w:val="3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7"/>
                      <w:w w:val="100"/>
                      <w:position w:val="3"/>
                      <w:sz w:val="21"/>
                      <w:szCs w:val="21"/>
                    </w:rPr>
                    <w:t>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求图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中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阴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影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2"/>
                      <w:sz w:val="21"/>
                      <w:szCs w:val="21"/>
                    </w:rPr>
                    <w:t>面</w:t>
                  </w:r>
                  <w:r>
                    <w:rPr>
                      <w:rFonts w:ascii="宋体" w:hAnsi="宋体" w:eastAsia="宋体" w:cs="宋体"/>
                      <w:w w:val="100"/>
                      <w:position w:val="2"/>
                      <w:sz w:val="21"/>
                      <w:szCs w:val="21"/>
                    </w:rPr>
                    <w:t>积．</w:t>
                  </w:r>
                </w:p>
              </w:txbxContent>
            </v:textbox>
          </v:shape>
        </w:pict>
      </w:r>
      <w:r>
        <w:pict>
          <v:shape id="_x0000_s1425" o:spid="_x0000_s1425" o:spt="202" type="#_x0000_t202" style="position:absolute;left:0pt;margin-left:69.9pt;margin-top:303.85pt;height:13.15pt;width:48.8pt;mso-position-horizontal-relative:page;mso-position-vertical-relative:page;z-index:-2514780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23.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426" o:spid="_x0000_s1426" o:spt="202" type="#_x0000_t202" style="position:absolute;left:0pt;margin-left:90.9pt;margin-top:327.4pt;height:12.6pt;width:424.4pt;mso-position-horizontal-relative:page;mso-position-vertical-relative:page;z-index:-2514769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杨梅果实成熟期正值梅雨季节，雨水过量会导致杨梅树大量落果，给果农造成损失．为此，</w:t>
                  </w:r>
                </w:p>
              </w:txbxContent>
            </v:textbox>
          </v:shape>
        </w:pict>
      </w:r>
      <w:r>
        <w:pict>
          <v:shape id="_x0000_s1427" o:spid="_x0000_s1427" o:spt="202" type="#_x0000_t202" style="position:absolute;left:0pt;margin-left:69.9pt;margin-top:350.95pt;height:12.6pt;width:445.5pt;mso-position-horizontal-relative:page;mso-position-vertical-relative:page;z-index:-2514759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  <w:ind w:right="0"/>
                    <w:jc w:val="left"/>
                  </w:pPr>
                  <w:r>
                    <w:rPr>
                      <w:w w:val="100"/>
                    </w:rPr>
                    <w:t>市农科所</w:t>
                  </w:r>
                  <w:r>
                    <w:rPr>
                      <w:rFonts w:ascii="宋体" w:hAnsi="宋体" w:eastAsia="宋体" w:cs="宋体"/>
                      <w:w w:val="100"/>
                    </w:rPr>
                    <w:t>联合</w:t>
                  </w:r>
                  <w:r>
                    <w:rPr>
                      <w:w w:val="100"/>
                    </w:rPr>
                    <w:t>开展了用防雨布保护杨梅果实的实验研究．在某杨梅果园随机选择</w:t>
                  </w:r>
                </w:p>
              </w:txbxContent>
            </v:textbox>
          </v:shape>
        </w:pict>
      </w:r>
      <w:r>
        <w:pict>
          <v:shape id="_x0000_s1428" o:spid="_x0000_s1428" o:spt="202" type="#_x0000_t202" style="position:absolute;left:0pt;margin-left:69.9pt;margin-top:373.95pt;height:12.8pt;width:453.85pt;mso-position-horizontal-relative:page;mso-position-vertical-relative:page;z-index:-2514749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4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棵杨梅树，其中</w:t>
                  </w:r>
                  <w:r>
                    <w:rPr>
                      <w:rFonts w:ascii="宋体" w:hAnsi="宋体" w:eastAsia="宋体" w:cs="宋体"/>
                      <w:spacing w:val="-40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20</w:t>
                  </w:r>
                  <w:r>
                    <w:rPr>
                      <w:rFonts w:ascii="Times New Roman" w:hAnsi="Times New Roman" w:eastAsia="Times New Roman" w:cs="Times New Roman"/>
                      <w:spacing w:val="10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棵加装防雨布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(</w:t>
                  </w:r>
                  <w:r>
                    <w:rPr>
                      <w:w w:val="100"/>
                    </w:rPr>
                    <w:t>甲组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，另外</w:t>
                  </w:r>
                  <w:r>
                    <w:rPr>
                      <w:rFonts w:ascii="宋体" w:hAnsi="宋体" w:eastAsia="宋体" w:cs="宋体"/>
                      <w:spacing w:val="-40"/>
                      <w:w w:val="1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10"/>
                      <w:position w:val="1"/>
                    </w:rPr>
                    <w:t xml:space="preserve"> </w:t>
                  </w:r>
                  <w:r>
                    <w:rPr>
                      <w:w w:val="100"/>
                    </w:rPr>
                    <w:t>棵不加装防雨布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(</w:t>
                  </w:r>
                  <w:r>
                    <w:rPr>
                      <w:spacing w:val="-3"/>
                      <w:w w:val="100"/>
                    </w:rPr>
                    <w:t>乙组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．在杨梅成熟期，统计</w:t>
                  </w:r>
                </w:p>
              </w:txbxContent>
            </v:textbox>
          </v:shape>
        </w:pict>
      </w:r>
      <w:r>
        <w:pict>
          <v:shape id="_x0000_s1429" o:spid="_x0000_s1429" o:spt="202" type="#_x0000_t202" style="position:absolute;left:0pt;margin-left:69.9pt;margin-top:397.45pt;height:12.8pt;width:452.55pt;mso-position-horizontal-relative:page;mso-position-vertical-relative:page;z-index:-2514739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了甲、乙两组中每一棵杨梅树的落果率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(</w:t>
                  </w:r>
                  <w:r>
                    <w:rPr>
                      <w:w w:val="100"/>
                    </w:rPr>
                    <w:t>落地的杨梅颗数占树上原有杨梅颗数的百分比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，绘制成如</w:t>
                  </w:r>
                </w:p>
              </w:txbxContent>
            </v:textbox>
          </v:shape>
        </w:pict>
      </w:r>
      <w:r>
        <w:pict>
          <v:shape id="_x0000_s1430" o:spid="_x0000_s1430" o:spt="202" type="#_x0000_t202" style="position:absolute;left:0pt;margin-left:69.9pt;margin-top:421pt;height:12.8pt;width:230.75pt;mso-position-horizontal-relative:page;mso-position-vertical-relative:page;z-index:-2514728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下统计图表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(</w:t>
                  </w:r>
                  <w:r>
                    <w:rPr>
                      <w:w w:val="100"/>
                    </w:rPr>
                    <w:t>数据分组包含左端值不包含右端值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431" o:spid="_x0000_s1431" o:spt="202" type="#_x0000_t202" style="position:absolute;left:0pt;margin-left:278.05pt;margin-top:443.35pt;height:12.85pt;width:164.2pt;mso-position-horizontal-relative:page;mso-position-vertical-relative:page;z-index:-2514718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6" w:lineRule="exact"/>
                    <w:ind w:right="0"/>
                    <w:jc w:val="left"/>
                  </w:pPr>
                  <w:r>
                    <w:rPr>
                      <w:spacing w:val="-1"/>
                      <w:w w:val="103"/>
                    </w:rPr>
                    <w:t>乙组杨梅树落果率频数分布直方图</w:t>
                  </w:r>
                </w:p>
              </w:txbxContent>
            </v:textbox>
          </v:shape>
        </w:pict>
      </w:r>
      <w:r>
        <w:pict>
          <v:shape id="_x0000_s1432" o:spid="_x0000_s1432" o:spt="202" type="#_x0000_t202" style="position:absolute;left:0pt;margin-left:113.15pt;margin-top:444.25pt;height:12.85pt;width:142.55pt;mso-position-horizontal-relative:page;mso-position-vertical-relative:page;z-index:-2514708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6" w:lineRule="exact"/>
                    <w:ind w:right="0"/>
                    <w:jc w:val="left"/>
                  </w:pPr>
                  <w:r>
                    <w:rPr>
                      <w:spacing w:val="-1"/>
                      <w:w w:val="103"/>
                    </w:rPr>
                    <w:t>甲组杨梅树落果率频数分布表</w:t>
                  </w:r>
                </w:p>
              </w:txbxContent>
            </v:textbox>
          </v:shape>
        </w:pict>
      </w:r>
      <w:r>
        <w:pict>
          <v:shape id="_x0000_s1433" o:spid="_x0000_s1433" o:spt="202" type="#_x0000_t202" style="position:absolute;left:0pt;margin-left:294.7pt;margin-top:574.15pt;height:12.85pt;width:134.15pt;mso-position-horizontal-relative:page;mso-position-vertical-relative:page;z-index:-2514698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i/>
                      <w:w w:val="103"/>
                      <w:position w:val="1"/>
                      <w:sz w:val="21"/>
                      <w:szCs w:val="21"/>
                    </w:rPr>
                    <w:t>O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10%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20%</w:t>
                  </w:r>
                  <w:r>
                    <w:rPr>
                      <w:rFonts w:ascii="Times New Roman" w:hAnsi="Times New Roman" w:eastAsia="Times New Roman" w:cs="Times New Roman"/>
                      <w:spacing w:val="-8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30%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40%</w:t>
                  </w:r>
                  <w:r>
                    <w:rPr>
                      <w:rFonts w:ascii="Times New Roman" w:hAnsi="Times New Roman" w:eastAsia="Times New Roman" w:cs="Times New Roman"/>
                      <w:spacing w:val="-6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50%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1"/>
                      <w:position w:val="1"/>
                      <w:sz w:val="16"/>
                      <w:szCs w:val="16"/>
                    </w:rPr>
                    <w:t>落果率</w:t>
                  </w:r>
                </w:p>
              </w:txbxContent>
            </v:textbox>
          </v:shape>
        </w:pict>
      </w:r>
      <w:r>
        <w:pict>
          <v:shape id="_x0000_s1434" o:spid="_x0000_s1434" o:spt="202" type="#_x0000_t202" style="position:absolute;left:0pt;margin-left:85.65pt;margin-top:598pt;height:74.05pt;width:413.65pt;mso-position-horizontal-relative:page;mso-position-vertical-relative:page;z-index:-2514688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 w:firstLine="2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甲</w:t>
                  </w:r>
                  <w:r>
                    <w:rPr>
                      <w:spacing w:val="-3"/>
                      <w:w w:val="100"/>
                    </w:rPr>
                    <w:t>、</w:t>
                  </w:r>
                  <w:r>
                    <w:rPr>
                      <w:w w:val="100"/>
                    </w:rPr>
                    <w:t>乙</w:t>
                  </w:r>
                  <w:r>
                    <w:rPr>
                      <w:spacing w:val="-3"/>
                      <w:w w:val="100"/>
                    </w:rPr>
                    <w:t>两</w:t>
                  </w:r>
                  <w:r>
                    <w:rPr>
                      <w:w w:val="100"/>
                    </w:rPr>
                    <w:t>组</w:t>
                  </w:r>
                  <w:r>
                    <w:rPr>
                      <w:spacing w:val="-3"/>
                      <w:w w:val="100"/>
                    </w:rPr>
                    <w:t>分</w:t>
                  </w:r>
                  <w:r>
                    <w:rPr>
                      <w:w w:val="100"/>
                    </w:rPr>
                    <w:t>别</w:t>
                  </w:r>
                  <w:r>
                    <w:rPr>
                      <w:spacing w:val="-3"/>
                      <w:w w:val="100"/>
                    </w:rPr>
                    <w:t>有</w:t>
                  </w:r>
                  <w:r>
                    <w:rPr>
                      <w:w w:val="100"/>
                    </w:rPr>
                    <w:t>几</w:t>
                  </w:r>
                  <w:r>
                    <w:rPr>
                      <w:spacing w:val="-3"/>
                      <w:w w:val="100"/>
                    </w:rPr>
                    <w:t>棵</w:t>
                  </w:r>
                  <w:r>
                    <w:rPr>
                      <w:w w:val="100"/>
                    </w:rPr>
                    <w:t>杨梅</w:t>
                  </w:r>
                  <w:r>
                    <w:rPr>
                      <w:spacing w:val="-3"/>
                      <w:w w:val="100"/>
                    </w:rPr>
                    <w:t>树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落</w:t>
                  </w:r>
                  <w:r>
                    <w:rPr>
                      <w:w w:val="100"/>
                    </w:rPr>
                    <w:t>果</w:t>
                  </w:r>
                  <w:r>
                    <w:rPr>
                      <w:spacing w:val="-3"/>
                      <w:w w:val="100"/>
                    </w:rPr>
                    <w:t>率低</w:t>
                  </w:r>
                  <w:r>
                    <w:rPr>
                      <w:w w:val="100"/>
                    </w:rPr>
                    <w:t>于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20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</w:rPr>
                    <w:t>%</w:t>
                  </w:r>
                  <w:r>
                    <w:rPr>
                      <w:w w:val="100"/>
                    </w:rPr>
                    <w:t>？</w:t>
                  </w:r>
                </w:p>
                <w:p>
                  <w:pPr>
                    <w:pStyle w:val="2"/>
                    <w:spacing w:before="128" w:line="345" w:lineRule="auto"/>
                    <w:ind w:left="329" w:right="229" w:hanging="31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请用</w:t>
                  </w:r>
                  <w:r>
                    <w:rPr>
                      <w:spacing w:val="-3"/>
                      <w:w w:val="100"/>
                    </w:rPr>
                    <w:t>你</w:t>
                  </w:r>
                  <w:r>
                    <w:rPr>
                      <w:w w:val="100"/>
                    </w:rPr>
                    <w:t>所</w:t>
                  </w:r>
                  <w:r>
                    <w:rPr>
                      <w:spacing w:val="-3"/>
                      <w:w w:val="100"/>
                    </w:rPr>
                    <w:t>学</w:t>
                  </w:r>
                  <w:r>
                    <w:rPr>
                      <w:w w:val="100"/>
                    </w:rPr>
                    <w:t>过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统</w:t>
                  </w:r>
                  <w:r>
                    <w:rPr>
                      <w:spacing w:val="-3"/>
                      <w:w w:val="100"/>
                    </w:rPr>
                    <w:t>计学</w:t>
                  </w:r>
                  <w:r>
                    <w:rPr>
                      <w:w w:val="100"/>
                    </w:rPr>
                    <w:t>知识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spacing w:val="-3"/>
                      <w:w w:val="100"/>
                    </w:rPr>
                    <w:t>析</w:t>
                  </w:r>
                  <w:r>
                    <w:rPr>
                      <w:w w:val="100"/>
                    </w:rPr>
                    <w:t>市</w:t>
                  </w:r>
                  <w:r>
                    <w:rPr>
                      <w:spacing w:val="-3"/>
                      <w:w w:val="100"/>
                    </w:rPr>
                    <w:t>农</w:t>
                  </w:r>
                  <w:r>
                    <w:rPr>
                      <w:w w:val="100"/>
                    </w:rPr>
                    <w:t>科</w:t>
                  </w:r>
                  <w:r>
                    <w:rPr>
                      <w:spacing w:val="-3"/>
                      <w:w w:val="100"/>
                    </w:rPr>
                    <w:t>所</w:t>
                  </w:r>
                  <w:r>
                    <w:rPr>
                      <w:w w:val="100"/>
                    </w:rPr>
                    <w:t>“</w:t>
                  </w:r>
                  <w:r>
                    <w:rPr>
                      <w:spacing w:val="-3"/>
                      <w:w w:val="100"/>
                    </w:rPr>
                    <w:t>用</w:t>
                  </w:r>
                  <w:r>
                    <w:rPr>
                      <w:w w:val="100"/>
                    </w:rPr>
                    <w:t>防雨</w:t>
                  </w:r>
                  <w:r>
                    <w:rPr>
                      <w:spacing w:val="-3"/>
                      <w:w w:val="100"/>
                    </w:rPr>
                    <w:t>布</w:t>
                  </w:r>
                  <w:r>
                    <w:rPr>
                      <w:w w:val="100"/>
                    </w:rPr>
                    <w:t>保</w:t>
                  </w:r>
                  <w:r>
                    <w:rPr>
                      <w:spacing w:val="-3"/>
                      <w:w w:val="100"/>
                    </w:rPr>
                    <w:t>护</w:t>
                  </w:r>
                  <w:r>
                    <w:rPr>
                      <w:w w:val="100"/>
                    </w:rPr>
                    <w:t>杨</w:t>
                  </w:r>
                  <w:r>
                    <w:rPr>
                      <w:spacing w:val="-3"/>
                      <w:w w:val="100"/>
                    </w:rPr>
                    <w:t>梅</w:t>
                  </w:r>
                  <w:r>
                    <w:rPr>
                      <w:w w:val="100"/>
                    </w:rPr>
                    <w:t>果</w:t>
                  </w:r>
                  <w:r>
                    <w:rPr>
                      <w:spacing w:val="-3"/>
                      <w:w w:val="100"/>
                    </w:rPr>
                    <w:t>实</w:t>
                  </w:r>
                  <w:r>
                    <w:rPr>
                      <w:w w:val="100"/>
                    </w:rPr>
                    <w:t>”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实际</w:t>
                  </w:r>
                  <w:r>
                    <w:rPr>
                      <w:spacing w:val="-3"/>
                      <w:w w:val="100"/>
                    </w:rPr>
                    <w:t>效</w:t>
                  </w:r>
                  <w:r>
                    <w:rPr>
                      <w:w w:val="100"/>
                    </w:rPr>
                    <w:t xml:space="preserve">果；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w w:val="100"/>
                    </w:rPr>
                    <w:t>落果</w:t>
                  </w:r>
                  <w:r>
                    <w:rPr>
                      <w:spacing w:val="-3"/>
                      <w:w w:val="100"/>
                    </w:rPr>
                    <w:t>率</w:t>
                  </w:r>
                  <w:r>
                    <w:rPr>
                      <w:w w:val="100"/>
                    </w:rPr>
                    <w:t>中</w:t>
                  </w:r>
                  <w:r>
                    <w:rPr>
                      <w:spacing w:val="-3"/>
                      <w:w w:val="100"/>
                    </w:rPr>
                    <w:t>各</w:t>
                  </w:r>
                  <w:r>
                    <w:rPr>
                      <w:w w:val="100"/>
                    </w:rPr>
                    <w:t>组</w:t>
                  </w:r>
                  <w:r>
                    <w:rPr>
                      <w:spacing w:val="-3"/>
                      <w:w w:val="100"/>
                    </w:rPr>
                    <w:t>数</w:t>
                  </w:r>
                  <w:r>
                    <w:rPr>
                      <w:w w:val="100"/>
                    </w:rPr>
                    <w:t>据</w:t>
                  </w:r>
                  <w:r>
                    <w:rPr>
                      <w:spacing w:val="-3"/>
                      <w:w w:val="100"/>
                    </w:rPr>
                    <w:t>用</w:t>
                  </w:r>
                  <w:r>
                    <w:rPr>
                      <w:w w:val="100"/>
                    </w:rPr>
                    <w:t>该</w:t>
                  </w:r>
                  <w:r>
                    <w:rPr>
                      <w:spacing w:val="-3"/>
                      <w:w w:val="100"/>
                    </w:rPr>
                    <w:t>组</w:t>
                  </w:r>
                  <w:r>
                    <w:rPr>
                      <w:w w:val="100"/>
                    </w:rPr>
                    <w:t>中间</w:t>
                  </w:r>
                  <w:r>
                    <w:rPr>
                      <w:spacing w:val="-3"/>
                      <w:w w:val="100"/>
                    </w:rPr>
                    <w:t>值</w:t>
                  </w:r>
                  <w:r>
                    <w:rPr>
                      <w:w w:val="100"/>
                    </w:rPr>
                    <w:t>代</w:t>
                  </w:r>
                  <w:r>
                    <w:rPr>
                      <w:spacing w:val="-3"/>
                      <w:w w:val="100"/>
                    </w:rPr>
                    <w:t>替，</w:t>
                  </w:r>
                  <w:r>
                    <w:rPr>
                      <w:w w:val="100"/>
                    </w:rPr>
                    <w:t>如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</w:rPr>
                    <w:t>%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~20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w w:val="100"/>
                    </w:rPr>
                    <w:t>%</w:t>
                  </w:r>
                  <w:r>
                    <w:rPr>
                      <w:w w:val="100"/>
                    </w:rPr>
                    <w:t>的中</w:t>
                  </w:r>
                  <w:r>
                    <w:rPr>
                      <w:spacing w:val="-3"/>
                      <w:w w:val="100"/>
                    </w:rPr>
                    <w:t>间值</w:t>
                  </w:r>
                  <w:r>
                    <w:rPr>
                      <w:w w:val="100"/>
                    </w:rPr>
                    <w:t>为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15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%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  <w:p>
                  <w:pPr>
                    <w:pStyle w:val="2"/>
                    <w:spacing w:before="17" w:line="240" w:lineRule="auto"/>
                    <w:ind w:left="22"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</w:rPr>
                    <w:t>3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)</w:t>
                  </w:r>
                  <w:r>
                    <w:rPr>
                      <w:w w:val="100"/>
                    </w:rPr>
                    <w:t>若</w:t>
                  </w:r>
                  <w:r>
                    <w:rPr>
                      <w:spacing w:val="-3"/>
                      <w:w w:val="100"/>
                    </w:rPr>
                    <w:t>该</w:t>
                  </w:r>
                  <w:r>
                    <w:rPr>
                      <w:w w:val="100"/>
                    </w:rPr>
                    <w:t>果</w:t>
                  </w:r>
                  <w:r>
                    <w:rPr>
                      <w:spacing w:val="-3"/>
                      <w:w w:val="100"/>
                    </w:rPr>
                    <w:t>园</w:t>
                  </w:r>
                  <w:r>
                    <w:rPr>
                      <w:w w:val="100"/>
                    </w:rPr>
                    <w:t>的</w:t>
                  </w:r>
                  <w:r>
                    <w:rPr>
                      <w:spacing w:val="-3"/>
                      <w:w w:val="100"/>
                    </w:rPr>
                    <w:t>杨</w:t>
                  </w:r>
                  <w:r>
                    <w:rPr>
                      <w:w w:val="100"/>
                    </w:rPr>
                    <w:t>梅</w:t>
                  </w:r>
                  <w:r>
                    <w:rPr>
                      <w:spacing w:val="-3"/>
                      <w:w w:val="100"/>
                    </w:rPr>
                    <w:t>树</w:t>
                  </w:r>
                  <w:r>
                    <w:rPr>
                      <w:w w:val="100"/>
                    </w:rPr>
                    <w:t>全</w:t>
                  </w:r>
                  <w:r>
                    <w:rPr>
                      <w:spacing w:val="-3"/>
                      <w:w w:val="100"/>
                    </w:rPr>
                    <w:t>部</w:t>
                  </w:r>
                  <w:r>
                    <w:rPr>
                      <w:w w:val="100"/>
                    </w:rPr>
                    <w:t>加装</w:t>
                  </w:r>
                  <w:r>
                    <w:rPr>
                      <w:spacing w:val="-3"/>
                      <w:w w:val="100"/>
                    </w:rPr>
                    <w:t>这</w:t>
                  </w:r>
                  <w:r>
                    <w:rPr>
                      <w:w w:val="100"/>
                    </w:rPr>
                    <w:t>种</w:t>
                  </w:r>
                  <w:r>
                    <w:rPr>
                      <w:spacing w:val="-3"/>
                      <w:w w:val="100"/>
                    </w:rPr>
                    <w:t>防</w:t>
                  </w:r>
                  <w:r>
                    <w:rPr>
                      <w:w w:val="100"/>
                    </w:rPr>
                    <w:t>雨</w:t>
                  </w:r>
                  <w:r>
                    <w:rPr>
                      <w:spacing w:val="-3"/>
                      <w:w w:val="100"/>
                    </w:rPr>
                    <w:t>布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估</w:t>
                  </w:r>
                  <w:r>
                    <w:rPr>
                      <w:w w:val="100"/>
                    </w:rPr>
                    <w:t>计</w:t>
                  </w:r>
                  <w:r>
                    <w:rPr>
                      <w:spacing w:val="-3"/>
                      <w:w w:val="100"/>
                    </w:rPr>
                    <w:t>落</w:t>
                  </w:r>
                  <w:r>
                    <w:rPr>
                      <w:w w:val="100"/>
                    </w:rPr>
                    <w:t>果率</w:t>
                  </w:r>
                  <w:r>
                    <w:rPr>
                      <w:spacing w:val="-3"/>
                      <w:w w:val="100"/>
                    </w:rPr>
                    <w:t>可</w:t>
                  </w:r>
                  <w:r>
                    <w:rPr>
                      <w:w w:val="100"/>
                    </w:rPr>
                    <w:t>降</w:t>
                  </w:r>
                  <w:r>
                    <w:rPr>
                      <w:spacing w:val="-3"/>
                      <w:w w:val="100"/>
                    </w:rPr>
                    <w:t>低</w:t>
                  </w:r>
                  <w:r>
                    <w:rPr>
                      <w:w w:val="100"/>
                    </w:rPr>
                    <w:t>多</w:t>
                  </w:r>
                  <w:r>
                    <w:rPr>
                      <w:spacing w:val="-3"/>
                      <w:w w:val="100"/>
                    </w:rPr>
                    <w:t>少</w:t>
                  </w:r>
                  <w:r>
                    <w:rPr>
                      <w:w w:val="100"/>
                    </w:rPr>
                    <w:t>？</w:t>
                  </w:r>
                  <w:r>
                    <w:rPr>
                      <w:spacing w:val="-3"/>
                      <w:w w:val="100"/>
                    </w:rPr>
                    <w:t>说</w:t>
                  </w:r>
                  <w:r>
                    <w:rPr>
                      <w:w w:val="100"/>
                    </w:rPr>
                    <w:t>出</w:t>
                  </w:r>
                  <w:r>
                    <w:rPr>
                      <w:spacing w:val="-3"/>
                      <w:w w:val="100"/>
                    </w:rPr>
                    <w:t>你</w:t>
                  </w:r>
                  <w:r>
                    <w:rPr>
                      <w:w w:val="100"/>
                    </w:rPr>
                    <w:t>的推</w:t>
                  </w:r>
                  <w:r>
                    <w:rPr>
                      <w:spacing w:val="-3"/>
                      <w:w w:val="100"/>
                    </w:rPr>
                    <w:t>理</w:t>
                  </w:r>
                  <w:r>
                    <w:rPr>
                      <w:w w:val="100"/>
                    </w:rPr>
                    <w:t>依</w:t>
                  </w:r>
                  <w:r>
                    <w:rPr>
                      <w:spacing w:val="-3"/>
                      <w:w w:val="100"/>
                    </w:rPr>
                    <w:t>据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435" o:spid="_x0000_s1435" o:spt="202" type="#_x0000_t202" style="position:absolute;left:0pt;margin-left:250.9pt;margin-top:783.6pt;height:11.5pt;width:114.7pt;mso-position-horizontal-relative:page;mso-position-vertical-relative:page;z-index:-2514677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1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 xml:space="preserve">数学试卷 </w:t>
                  </w:r>
                  <w:r>
                    <w:rPr>
                      <w:rFonts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第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>4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</w:t>
                  </w:r>
                  <w:r>
                    <w:rPr>
                      <w:rFonts w:ascii="宋体" w:hAnsi="宋体" w:eastAsia="宋体" w:cs="宋体"/>
                      <w:spacing w:val="-3"/>
                      <w:sz w:val="18"/>
                      <w:szCs w:val="18"/>
                    </w:rPr>
                    <w:t>（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共</w:t>
                  </w:r>
                  <w:r>
                    <w:rPr>
                      <w:rFonts w:ascii="宋体" w:hAnsi="宋体" w:eastAsia="宋体" w:cs="宋体"/>
                      <w:spacing w:val="-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_x0000_s1436" o:spid="_x0000_s1436" o:spt="202" type="#_x0000_t202" style="position:absolute;left:0pt;margin-left:294pt;margin-top:469.4pt;height:105.15pt;width:11.2pt;mso-position-horizontal-relative:page;mso-position-vertical-relative:page;z-index:-2514667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123"/>
                    <w:ind w:left="33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10</w:t>
                  </w:r>
                </w:p>
                <w:p>
                  <w:pPr>
                    <w:spacing w:before="11" w:line="240" w:lineRule="auto"/>
                    <w:rPr>
                      <w:rFonts w:ascii="Times New Roman" w:hAnsi="Times New Roman" w:eastAsia="Times New Roman" w:cs="Times New Roman"/>
                      <w:sz w:val="12"/>
                      <w:szCs w:val="12"/>
                    </w:rPr>
                  </w:pPr>
                </w:p>
                <w:p>
                  <w:pPr>
                    <w:spacing w:before="0"/>
                    <w:ind w:left="116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8</w:t>
                  </w:r>
                </w:p>
                <w:p>
                  <w:pPr>
                    <w:spacing w:before="10" w:line="240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</w:p>
                <w:p>
                  <w:pPr>
                    <w:spacing w:before="0"/>
                    <w:ind w:left="97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6</w:t>
                  </w:r>
                </w:p>
                <w:p>
                  <w:pPr>
                    <w:spacing w:before="9" w:line="240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</w:p>
                <w:p>
                  <w:pPr>
                    <w:spacing w:before="0"/>
                    <w:ind w:left="106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4</w:t>
                  </w:r>
                </w:p>
                <w:p>
                  <w:pPr>
                    <w:spacing w:before="10" w:line="240" w:lineRule="auto"/>
                    <w:rPr>
                      <w:rFonts w:ascii="Times New Roman" w:hAnsi="Times New Roman" w:eastAsia="Times New Roman" w:cs="Times New Roman"/>
                      <w:sz w:val="13"/>
                      <w:szCs w:val="13"/>
                    </w:rPr>
                  </w:pPr>
                </w:p>
                <w:p>
                  <w:pPr>
                    <w:spacing w:before="0"/>
                    <w:ind w:left="116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2</w:t>
                  </w:r>
                </w:p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37" o:spid="_x0000_s1437" o:spt="202" type="#_x0000_t202" style="position:absolute;left:0pt;margin-left:305.15pt;margin-top:469.4pt;height:20.45pt;width:85.65pt;mso-position-horizontal-relative:page;mso-position-vertical-relative:page;z-index:-2514657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31" w:lineRule="exact"/>
                    <w:ind w:left="54" w:right="0" w:firstLine="0"/>
                    <w:jc w:val="left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频数（棵）</w:t>
                  </w:r>
                </w:p>
                <w:p>
                  <w:pPr>
                    <w:spacing w:before="76"/>
                    <w:ind w:left="1118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10</w:t>
                  </w:r>
                </w:p>
              </w:txbxContent>
            </v:textbox>
          </v:shape>
        </w:pict>
      </w:r>
      <w:r>
        <w:pict>
          <v:shape id="_x0000_s1438" o:spid="_x0000_s1438" o:spt="202" type="#_x0000_t202" style="position:absolute;left:0pt;margin-left:390.8pt;margin-top:469.4pt;height:105.15pt;width:17.3pt;mso-position-horizontal-relative:page;mso-position-vertical-relative:page;z-index:-2514647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39" o:spid="_x0000_s1439" o:spt="202" type="#_x0000_t202" style="position:absolute;left:0pt;margin-left:305.15pt;margin-top:489.8pt;height:41.95pt;width:51.4pt;mso-position-horizontal-relative:page;mso-position-vertical-relative:page;z-index:-2514636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40" o:spid="_x0000_s1440" o:spt="202" type="#_x0000_t202" style="position:absolute;left:0pt;margin-left:356.55pt;margin-top:489.8pt;height:41.95pt;width:17.15pt;mso-position-horizontal-relative:page;mso-position-vertical-relative:page;z-index:-2514626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41" o:spid="_x0000_s1441" o:spt="202" type="#_x0000_t202" style="position:absolute;left:0pt;margin-left:373.65pt;margin-top:489.8pt;height:41.95pt;width:17.15pt;mso-position-horizontal-relative:page;mso-position-vertical-relative:page;z-index:-2514616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8" w:line="240" w:lineRule="auto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spacing w:before="0"/>
                    <w:ind w:left="0" w:right="5" w:firstLine="0"/>
                    <w:jc w:val="center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5</w:t>
                  </w:r>
                </w:p>
              </w:txbxContent>
            </v:textbox>
          </v:shape>
        </w:pict>
      </w:r>
      <w:r>
        <w:pict>
          <v:shape id="_x0000_s1442" o:spid="_x0000_s1442" o:spt="202" type="#_x0000_t202" style="position:absolute;left:0pt;margin-left:305.15pt;margin-top:531.75pt;height:17.4pt;width:51.4pt;mso-position-horizontal-relative:page;mso-position-vertical-relative:page;z-index:-2514606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34"/>
                    <w:ind w:left="0" w:right="132" w:firstLine="0"/>
                    <w:jc w:val="righ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3</w:t>
                  </w:r>
                </w:p>
              </w:txbxContent>
            </v:textbox>
          </v:shape>
        </w:pict>
      </w:r>
      <w:r>
        <w:pict>
          <v:shape id="_x0000_s1443" o:spid="_x0000_s1443" o:spt="202" type="#_x0000_t202" style="position:absolute;left:0pt;margin-left:356.55pt;margin-top:531.75pt;height:42.85pt;width:17.15pt;mso-position-horizontal-relative:page;mso-position-vertical-relative:page;z-index:-2514595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44" o:spid="_x0000_s1444" o:spt="202" type="#_x0000_t202" style="position:absolute;left:0pt;margin-left:373.65pt;margin-top:531.75pt;height:42.85pt;width:17.15pt;mso-position-horizontal-relative:page;mso-position-vertical-relative:page;z-index:-2514585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45" o:spid="_x0000_s1445" o:spt="202" type="#_x0000_t202" style="position:absolute;left:0pt;margin-left:305.15pt;margin-top:549.1pt;height:17.15pt;width:34.25pt;mso-position-horizontal-relative:page;mso-position-vertical-relative:page;z-index:-2514575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3" w:line="240" w:lineRule="auto"/>
                    <w:rPr>
                      <w:rFonts w:ascii="Times New Roman" w:hAnsi="Times New Roman" w:eastAsia="Times New Roman" w:cs="Times New Roman"/>
                      <w:sz w:val="15"/>
                      <w:szCs w:val="15"/>
                    </w:rPr>
                  </w:pPr>
                </w:p>
                <w:p>
                  <w:pPr>
                    <w:tabs>
                      <w:tab w:val="left" w:pos="469"/>
                    </w:tabs>
                    <w:spacing w:before="0" w:line="167" w:lineRule="exact"/>
                    <w:ind w:left="135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w w:val="101"/>
                      <w:sz w:val="16"/>
                    </w:rPr>
                    <w:t>1</w:t>
                  </w:r>
                  <w:r>
                    <w:rPr>
                      <w:rFonts w:ascii="Times New Roman"/>
                      <w:sz w:val="16"/>
                    </w:rPr>
                    <w:tab/>
                  </w:r>
                  <w:r>
                    <w:rPr>
                      <w:rFonts w:ascii="Times New Roman"/>
                      <w:w w:val="101"/>
                      <w:sz w:val="16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446" o:spid="_x0000_s1446" o:spt="202" type="#_x0000_t202" style="position:absolute;left:0pt;margin-left:339.4pt;margin-top:549.1pt;height:25.5pt;width:17.15pt;mso-position-horizontal-relative:page;mso-position-vertical-relative:page;z-index:-2514565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447" o:spid="_x0000_s1447" o:spt="202" type="#_x0000_t202" style="position:absolute;left:0pt;margin-left:305.15pt;margin-top:566.2pt;height:8.35pt;width:17.15pt;mso-position-horizontal-relative:page;mso-position-vertical-relative:page;z-index:-2514554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</v:shape>
        </w:pict>
      </w:r>
      <w:r>
        <w:pict>
          <v:shape id="_x0000_s1448" o:spid="_x0000_s1448" o:spt="202" type="#_x0000_t202" style="position:absolute;left:0pt;margin-left:322.3pt;margin-top:566.2pt;height:8.35pt;width:17.15pt;mso-position-horizontal-relative:page;mso-position-vertical-relative:page;z-index:-2514544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</v:shape>
        </w:pict>
      </w:r>
      <w:r>
        <w:pict>
          <v:shape id="_x0000_s1449" o:spid="_x0000_s1449" o:spt="202" type="#_x0000_t202" style="position:absolute;left:0pt;margin-left:130.55pt;margin-top:470.75pt;height:17.05pt;width:110.45pt;mso-position-horizontal-relative:page;mso-position-vertical-relative:page;z-index:-2514534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left" w:pos="1366"/>
                    </w:tabs>
                    <w:spacing w:before="28"/>
                    <w:ind w:left="365" w:right="0" w:firstLine="0"/>
                    <w:jc w:val="left"/>
                    <w:rPr>
                      <w:rFonts w:ascii="宋体" w:hAnsi="宋体" w:eastAsia="宋体" w:cs="宋体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w w:val="101"/>
                      <w:position w:val="-2"/>
                      <w:sz w:val="16"/>
                      <w:szCs w:val="16"/>
                    </w:rPr>
                    <w:t>落果率</w:t>
                  </w:r>
                  <w:r>
                    <w:rPr>
                      <w:rFonts w:ascii="宋体" w:hAnsi="宋体" w:eastAsia="宋体" w:cs="宋体"/>
                      <w:position w:val="-2"/>
                      <w:sz w:val="16"/>
                      <w:szCs w:val="16"/>
                    </w:rPr>
                    <w:tab/>
                  </w: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频数（棵）</w:t>
                  </w:r>
                </w:p>
              </w:txbxContent>
            </v:textbox>
          </v:shape>
        </w:pict>
      </w:r>
      <w:r>
        <w:pict>
          <v:shape id="_x0000_s1450" o:spid="_x0000_s1450" o:spt="202" type="#_x0000_t202" style="position:absolute;left:0pt;margin-left:130.55pt;margin-top:487.8pt;height:17.05pt;width:110.45pt;mso-position-horizontal-relative:page;mso-position-vertical-relative:page;z-index:-2514524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right" w:pos="1791"/>
                    </w:tabs>
                    <w:spacing w:before="36"/>
                    <w:ind w:left="221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0</w:t>
                  </w:r>
                  <w:r>
                    <w:rPr>
                      <w:rFonts w:ascii="宋体" w:hAnsi="宋体" w:eastAsia="宋体" w:cs="宋体"/>
                      <w:w w:val="101"/>
                      <w:position w:val="1"/>
                      <w:sz w:val="16"/>
                      <w:szCs w:val="16"/>
                    </w:rPr>
                    <w:t>≤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1"/>
                      <w:position w:val="1"/>
                      <w:sz w:val="16"/>
                      <w:szCs w:val="16"/>
                    </w:rPr>
                    <w:t>x</w:t>
                  </w:r>
                  <w:r>
                    <w:rPr>
                      <w:rFonts w:ascii="宋体" w:hAnsi="宋体" w:eastAsia="宋体" w:cs="宋体"/>
                      <w:spacing w:val="1"/>
                      <w:w w:val="101"/>
                      <w:position w:val="1"/>
                      <w:sz w:val="16"/>
                      <w:szCs w:val="16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10%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pict>
          <v:shape id="_x0000_s1451" o:spid="_x0000_s1451" o:spt="202" type="#_x0000_t202" style="position:absolute;left:0pt;margin-left:130.55pt;margin-top:504.85pt;height:17.05pt;width:110.45pt;mso-position-horizontal-relative:page;mso-position-vertical-relative:page;z-index:-2514513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right" w:pos="1736"/>
                    </w:tabs>
                    <w:spacing w:before="57"/>
                    <w:ind w:left="94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10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1"/>
                      <w:sz w:val="16"/>
                      <w:szCs w:val="16"/>
                    </w:rPr>
                    <w:t>%</w:t>
                  </w: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≤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1"/>
                      <w:sz w:val="16"/>
                      <w:szCs w:val="16"/>
                    </w:rPr>
                    <w:t>x</w:t>
                  </w:r>
                  <w:r>
                    <w:rPr>
                      <w:rFonts w:ascii="宋体" w:hAnsi="宋体" w:eastAsia="宋体" w:cs="宋体"/>
                      <w:spacing w:val="1"/>
                      <w:w w:val="101"/>
                      <w:sz w:val="16"/>
                      <w:szCs w:val="16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20%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3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3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pict>
          <v:shape id="_x0000_s1452" o:spid="_x0000_s1452" o:spt="202" type="#_x0000_t202" style="position:absolute;left:0pt;margin-left:130.55pt;margin-top:521.85pt;height:17.05pt;width:110.45pt;mso-position-horizontal-relative:page;mso-position-vertical-relative:page;z-index:-2514503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right" w:pos="1744"/>
                    </w:tabs>
                    <w:spacing w:before="58"/>
                    <w:ind w:left="13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20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1"/>
                      <w:sz w:val="16"/>
                      <w:szCs w:val="16"/>
                    </w:rPr>
                    <w:t>%</w:t>
                  </w: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≤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1"/>
                      <w:sz w:val="16"/>
                      <w:szCs w:val="16"/>
                    </w:rPr>
                    <w:t>x</w:t>
                  </w:r>
                  <w:r>
                    <w:rPr>
                      <w:rFonts w:ascii="宋体" w:hAnsi="宋体" w:eastAsia="宋体" w:cs="宋体"/>
                      <w:spacing w:val="1"/>
                      <w:w w:val="101"/>
                      <w:sz w:val="16"/>
                      <w:szCs w:val="16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30%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453" o:spid="_x0000_s1453" o:spt="202" type="#_x0000_t202" style="position:absolute;left:0pt;margin-left:130.55pt;margin-top:538.9pt;height:17.05pt;width:110.45pt;mso-position-horizontal-relative:page;mso-position-vertical-relative:page;z-index:-2514493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right" w:pos="1744"/>
                    </w:tabs>
                    <w:spacing w:before="52"/>
                    <w:ind w:left="121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30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1"/>
                      <w:sz w:val="16"/>
                      <w:szCs w:val="16"/>
                    </w:rPr>
                    <w:t>%</w:t>
                  </w: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≤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1"/>
                      <w:sz w:val="16"/>
                      <w:szCs w:val="16"/>
                    </w:rPr>
                    <w:t>x</w:t>
                  </w:r>
                  <w:r>
                    <w:rPr>
                      <w:rFonts w:ascii="宋体" w:hAnsi="宋体" w:eastAsia="宋体" w:cs="宋体"/>
                      <w:spacing w:val="1"/>
                      <w:w w:val="101"/>
                      <w:sz w:val="16"/>
                      <w:szCs w:val="16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40%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position w:val="1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454" o:spid="_x0000_s1454" o:spt="202" type="#_x0000_t202" style="position:absolute;left:0pt;margin-left:130.55pt;margin-top:555.95pt;height:17.05pt;width:110.45pt;mso-position-horizontal-relative:page;mso-position-vertical-relative:page;z-index:-2514483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tabs>
                      <w:tab w:val="right" w:pos="1744"/>
                    </w:tabs>
                    <w:spacing w:before="36"/>
                    <w:ind w:left="121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40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1"/>
                      <w:sz w:val="16"/>
                      <w:szCs w:val="16"/>
                    </w:rPr>
                    <w:t>%</w:t>
                  </w:r>
                  <w:r>
                    <w:rPr>
                      <w:rFonts w:ascii="宋体" w:hAnsi="宋体" w:eastAsia="宋体" w:cs="宋体"/>
                      <w:w w:val="101"/>
                      <w:sz w:val="16"/>
                      <w:szCs w:val="16"/>
                    </w:rPr>
                    <w:t>≤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1"/>
                      <w:sz w:val="16"/>
                      <w:szCs w:val="16"/>
                    </w:rPr>
                    <w:t>x</w:t>
                  </w:r>
                  <w:r>
                    <w:rPr>
                      <w:rFonts w:ascii="宋体" w:hAnsi="宋体" w:eastAsia="宋体" w:cs="宋体"/>
                      <w:spacing w:val="1"/>
                      <w:w w:val="101"/>
                      <w:sz w:val="16"/>
                      <w:szCs w:val="16"/>
                    </w:rPr>
                    <w:t>＜</w:t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 xml:space="preserve">50% </w:t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  <w:tab/>
                  </w:r>
                  <w:r>
                    <w:rPr>
                      <w:rFonts w:ascii="Times New Roman" w:hAnsi="Times New Roman" w:eastAsia="Times New Roman" w:cs="Times New Roman"/>
                      <w:w w:val="101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455" o:spid="_x0000_s1455" o:spt="202" type="#_x0000_t202" style="position:absolute;left:0pt;margin-left:144.8pt;margin-top:150pt;height:12pt;width:5.35pt;mso-position-horizontal-relative:page;mso-position-vertical-relative:page;z-index:-2514472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p>
      <w:pPr>
        <w:spacing w:after="0"/>
        <w:rPr>
          <w:sz w:val="2"/>
          <w:szCs w:val="2"/>
        </w:rPr>
        <w:sectPr>
          <w:pgSz w:w="11910" w:h="16840"/>
          <w:pgMar w:top="1140" w:right="1180" w:bottom="280" w:left="1280" w:header="708" w:footer="708" w:gutter="0"/>
          <w:cols w:space="708" w:num="1"/>
        </w:sectPr>
      </w:pPr>
    </w:p>
    <w:p>
      <w:pPr>
        <w:rPr>
          <w:sz w:val="2"/>
          <w:szCs w:val="2"/>
        </w:rPr>
        <w:sectPr>
          <w:headerReference r:id="rId3" w:type="default"/>
          <w:footerReference r:id="rId4" w:type="default"/>
          <w:pgSz w:w="11910" w:h="16840"/>
          <w:pgMar w:top="1140" w:right="1180" w:bottom="280" w:left="1280" w:header="708" w:footer="708" w:gutter="0"/>
          <w:cols w:space="708" w:num="1"/>
        </w:sectPr>
      </w:pPr>
      <w:r>
        <w:pict>
          <v:group id="_x0000_s1456" o:spid="_x0000_s1456" o:spt="203" style="position:absolute;left:0pt;margin-left:453.85pt;margin-top:490.9pt;height:115.1pt;width:74.35pt;mso-position-horizontal-relative:page;mso-position-vertical-relative:page;z-index:-251446272;mso-width-relative:page;mso-height-relative:page;" coordorigin="9077,9819" coordsize="1487,2302">
            <o:lock v:ext="edit"/>
            <v:group id="_x0000_s1457" o:spid="_x0000_s1457" o:spt="203" style="position:absolute;left:10508;top:10573;height:35;width:54;" coordorigin="10508,10573" coordsize="54,35">
              <o:lock v:ext="edit"/>
              <v:shape id="_x0000_s1458" o:spid="_x0000_s1458" style="position:absolute;left:10508;top:10573;height:35;width:54;" fillcolor="#000000" filled="t" stroked="f" coordorigin="10508,10573" coordsize="54,35" path="m10508,10573l10529,10591,10508,10608,10561,10591,10508,10573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59" o:spid="_x0000_s1459" o:spt="203" style="position:absolute;left:9489;top:9844;height:54;width:35;" coordorigin="9489,9844" coordsize="35,54">
              <o:lock v:ext="edit"/>
              <v:shape id="_x0000_s1460" o:spid="_x0000_s1460" style="position:absolute;left:9489;top:9844;height:54;width:35;" fillcolor="#000000" filled="t" stroked="f" coordorigin="9489,9844" coordsize="35,54" path="m9507,9844l9489,9897,9507,9876,9517,9876,9507,9844xe">
                <v:path arrowok="t"/>
                <v:fill on="t" focussize="0,0"/>
                <v:stroke on="f"/>
                <v:imagedata o:title=""/>
                <o:lock v:ext="edit"/>
              </v:shape>
              <v:shape id="_x0000_s1461" o:spid="_x0000_s1461" style="position:absolute;left:9489;top:9844;height:54;width:35;" fillcolor="#000000" filled="t" stroked="f" coordorigin="9489,9844" coordsize="35,54" path="m9517,9876l9507,9876,9524,9897,9517,9876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62" o:spid="_x0000_s1462" o:spt="203" style="position:absolute;left:9222;top:9821;height:2298;width:1246;" coordorigin="9222,9821" coordsize="1246,2298">
              <o:lock v:ext="edit"/>
              <v:shape id="_x0000_s1463" o:spid="_x0000_s1463" style="position:absolute;left:9222;top:9821;height:2298;width:1246;" filled="f" stroked="t" coordorigin="9222,9821" coordsize="1246,2298" path="m9222,9821l9233,9897,9248,10008,9264,10115,9279,10220,9294,10322,9325,10517,9341,10611,9356,10701,9371,10789,9387,10874,9402,10957,9425,11075,9441,11150,9456,11222,9479,11326,9495,11391,9518,11484,9533,11542,9572,11676,9595,11747,9618,11813,9649,11890,9680,11956,9710,12011,9764,12080,9818,12114,9849,12119,9865,12117,9918,12087,9965,12034,10011,11956,10042,11890,10065,11833,10088,11770,10119,11676,10150,11570,10173,11484,10204,11359,10227,11258,10250,11150,10265,11075,10281,10997,10311,10832,10327,10746,10342,10657,10365,10517,10396,10322,10412,10220,10427,10115,10450,9953,10458,9897,10468,9821e">
                <v:path arrowok="t"/>
                <v:fill on="f" focussize="0,0"/>
                <v:stroke color="#800080"/>
                <v:imagedata o:title=""/>
                <o:lock v:ext="edit"/>
              </v:shape>
            </v:group>
            <v:group id="_x0000_s1464" o:spid="_x0000_s1464" o:spt="203" style="position:absolute;left:10353;top:10591;height:2;width:208;" coordorigin="10353,10591" coordsize="208,2">
              <o:lock v:ext="edit"/>
              <v:shape id="_x0000_s1465" o:spid="_x0000_s1465" style="position:absolute;left:10353;top:10591;height:2;width:208;" filled="f" stroked="t" coordorigin="10353,10591" coordsize="208,0" path="m10353,10591l10561,1059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66" o:spid="_x0000_s1466" o:spt="203" style="position:absolute;left:9079;top:10591;height:2;width:1274;" coordorigin="9079,10591" coordsize="1274,2">
              <o:lock v:ext="edit"/>
              <v:shape id="_x0000_s1467" o:spid="_x0000_s1467" style="position:absolute;left:9079;top:10591;height:2;width:1274;" filled="f" stroked="t" coordorigin="9079,10591" coordsize="1274,0" path="m9079,10591l10353,10591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68" o:spid="_x0000_s1468" o:spt="203" style="position:absolute;left:9507;top:9844;height:68;width:2;" coordorigin="9507,9844" coordsize="2,68">
              <o:lock v:ext="edit"/>
              <v:shape id="_x0000_s1469" o:spid="_x0000_s1469" style="position:absolute;left:9507;top:9844;height:68;width:2;" filled="f" stroked="t" coordorigin="9507,9844" coordsize="0,68" path="m9507,9911l9507,984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70" o:spid="_x0000_s1470" o:spt="203" style="position:absolute;left:9507;top:9911;height:2038;width:2;" coordorigin="9507,9911" coordsize="2,2038">
              <o:lock v:ext="edit"/>
              <v:shape id="_x0000_s1471" o:spid="_x0000_s1471" style="position:absolute;left:9507;top:9911;height:2038;width:2;" filled="f" stroked="t" coordorigin="9507,9911" coordsize="0,2038" path="m9507,9911l9507,1194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72" o:spid="_x0000_s1472" o:spt="203" style="position:absolute;left:9507;top:11949;height:20;width:2;" coordorigin="9507,11949" coordsize="2,20">
              <o:lock v:ext="edit"/>
              <v:shape id="_x0000_s1473" o:spid="_x0000_s1473" style="position:absolute;left:9507;top:11949;height:20;width:2;" filled="f" stroked="t" coordorigin="9507,11949" coordsize="0,20" path="m9507,11949l9507,1196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74" o:spid="_x0000_s1474" o:spt="203" style="position:absolute;left:10344;top:10582;height:18;width:18;" coordorigin="10344,10582" coordsize="18,18">
              <o:lock v:ext="edit"/>
              <v:shape id="_x0000_s1475" o:spid="_x0000_s1475" style="position:absolute;left:10344;top:10582;height:18;width:18;" fillcolor="#000000" filled="t" stroked="f" coordorigin="10344,10582" coordsize="18,18" path="m10358,10582l10348,10582,10344,10586,10344,10596,10348,10600,10358,10600,10362,10596,10362,10586,10358,10582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76" o:spid="_x0000_s1476" o:spt="203" style="position:absolute;left:10344;top:10582;height:18;width:18;" coordorigin="10344,10582" coordsize="18,18">
              <o:lock v:ext="edit"/>
              <v:shape id="_x0000_s1477" o:spid="_x0000_s1477" style="position:absolute;left:10344;top:10582;height:18;width:18;" filled="f" stroked="t" coordorigin="10344,10582" coordsize="18,18" path="m10362,10591l10362,10596,10358,10600,10353,10600,10348,10600,10344,10596,10344,10591,10344,10586,10348,10582,10353,10582,10358,10582,10362,10586,10362,10591x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78" o:spid="_x0000_s1478" o:spt="203" style="position:absolute;left:9498;top:11431;height:18;width:18;" coordorigin="9498,11431" coordsize="18,18">
              <o:lock v:ext="edit"/>
              <v:shape id="_x0000_s1479" o:spid="_x0000_s1479" style="position:absolute;left:9498;top:11431;height:18;width:18;" fillcolor="#000000" filled="t" stroked="f" coordorigin="9498,11431" coordsize="18,18" path="m9512,11431l9502,11431,9498,11435,9498,11445,9502,11449,9512,11449,9516,11445,9516,11435,9512,11431xe">
                <v:path arrowok="t"/>
                <v:fill on="t" focussize="0,0"/>
                <v:stroke on="f"/>
                <v:imagedata o:title=""/>
                <o:lock v:ext="edit"/>
              </v:shape>
            </v:group>
            <v:group id="_x0000_s1480" o:spid="_x0000_s1480" o:spt="203" style="position:absolute;left:9498;top:11431;height:18;width:18;" coordorigin="9498,11431" coordsize="18,18">
              <o:lock v:ext="edit"/>
              <v:shape id="_x0000_s1481" o:spid="_x0000_s1481" style="position:absolute;left:9498;top:11431;height:18;width:18;" filled="f" stroked="t" coordorigin="9498,11431" coordsize="18,18" path="m9516,11440l9516,11445,9512,11449,9507,11449,9502,11449,9498,11445,9498,11440,9498,11435,9502,11431,9507,11431,9512,11431,9516,11435,9516,11440x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82" o:spid="_x0000_s1482" o:spt="203" style="position:absolute;left:9500;top:10584;height:14;width:14;" coordorigin="9500,10584" coordsize="14,14">
              <o:lock v:ext="edit"/>
              <v:shape id="_x0000_s1483" o:spid="_x0000_s1483" style="position:absolute;left:9500;top:10584;height:14;width:14;" fillcolor="#000000" filled="t" stroked="f" coordorigin="9500,10584" coordsize="14,14" path="m9510,10584l9503,10584,9500,10587,9500,10594,9503,10597,9510,10597,9513,10594,9513,10587,9510,10584xe">
                <v:path arrowok="t"/>
                <v:fill on="t" focussize="0,0"/>
                <v:stroke on="f"/>
                <v:imagedata o:title=""/>
                <o:lock v:ext="edit"/>
              </v:shape>
            </v:group>
          </v:group>
        </w:pict>
      </w:r>
      <w:r>
        <w:pict>
          <v:group id="_x0000_s1484" o:spid="_x0000_s1484" o:spt="203" style="position:absolute;left:0pt;margin-left:420.05pt;margin-top:214.45pt;height:79.25pt;width:95.3pt;mso-position-horizontal-relative:page;mso-position-vertical-relative:page;z-index:-251445248;mso-width-relative:page;mso-height-relative:page;" coordorigin="8401,4289" coordsize="1906,1585">
            <o:lock v:ext="edit"/>
            <v:group id="_x0000_s1485" o:spid="_x0000_s1485" o:spt="203" style="position:absolute;left:8411;top:4292;height:7;width:1573;" coordorigin="8411,4292" coordsize="1573,7">
              <o:lock v:ext="edit"/>
              <v:shape id="_x0000_s1486" o:spid="_x0000_s1486" style="position:absolute;left:8411;top:4292;height:7;width:1573;" filled="f" stroked="t" coordorigin="8411,4292" coordsize="1573,7" path="m8411,4292l9984,4299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87" o:spid="_x0000_s1487" o:spt="203" style="position:absolute;left:9978;top:4299;height:1572;width:7;" coordorigin="9978,4299" coordsize="7,1572">
              <o:lock v:ext="edit"/>
              <v:shape id="_x0000_s1488" o:spid="_x0000_s1488" style="position:absolute;left:9978;top:4299;height:1572;width:7;" filled="f" stroked="t" coordorigin="9978,4299" coordsize="7,1572" path="m9984,4299l9978,5870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89" o:spid="_x0000_s1489" o:spt="203" style="position:absolute;left:8405;top:5864;height:7;width:1573;" coordorigin="8405,5864" coordsize="1573,7">
              <o:lock v:ext="edit"/>
              <v:shape id="_x0000_s1490" o:spid="_x0000_s1490" style="position:absolute;left:8405;top:5864;height:7;width:1573;" filled="f" stroked="t" coordorigin="8405,5864" coordsize="1573,7" path="m9978,5870l8405,5864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91" o:spid="_x0000_s1491" o:spt="203" style="position:absolute;left:8405;top:4292;height:1572;width:7;" coordorigin="8405,4292" coordsize="7,1572">
              <o:lock v:ext="edit"/>
              <v:shape id="_x0000_s1492" o:spid="_x0000_s1492" style="position:absolute;left:8405;top:4292;height:1572;width:7;" filled="f" stroked="t" coordorigin="8405,4292" coordsize="7,1572" path="m8405,5864l8411,4292e">
                <v:path arrowok="t"/>
                <v:fill on="f" focussize="0,0"/>
                <v:stroke color="#000000"/>
                <v:imagedata o:title=""/>
                <o:lock v:ext="edit"/>
              </v:shape>
            </v:group>
            <v:group id="_x0000_s1493" o:spid="_x0000_s1493" o:spt="203" style="position:absolute;left:8411;top:4292;height:1574;width:587;" coordorigin="8411,4292" coordsize="587,1574">
              <o:lock v:ext="edit"/>
              <v:shape id="_x0000_s1494" o:spid="_x0000_s1494" style="position:absolute;left:8411;top:4292;height:1574;width:587;" filled="f" stroked="t" coordorigin="8411,4292" coordsize="587,1574" path="m8998,5866l8411,429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95" o:spid="_x0000_s1495" o:spt="203" style="position:absolute;left:8405;top:5670;height:194;width:521;" coordorigin="8405,5670" coordsize="521,194">
              <o:lock v:ext="edit"/>
              <v:shape id="_x0000_s1496" o:spid="_x0000_s1496" style="position:absolute;left:8405;top:5670;height:194;width:521;" filled="f" stroked="t" coordorigin="8405,5670" coordsize="521,194" path="m8925,5670l8405,586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97" o:spid="_x0000_s1497" o:spt="203" style="position:absolute;left:8411;top:4292;height:1185;width:1034;" coordorigin="8411,4292" coordsize="1034,1185">
              <o:lock v:ext="edit"/>
              <v:shape id="_x0000_s1498" o:spid="_x0000_s1498" style="position:absolute;left:8411;top:4292;height:1185;width:1034;" filled="f" stroked="t" coordorigin="8411,4292" coordsize="1034,1185" path="m9445,5477l8411,4292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499" o:spid="_x0000_s1499" o:spt="203" style="position:absolute;left:8998;top:5477;height:390;width:448;" coordorigin="8998,5477" coordsize="448,390">
              <o:lock v:ext="edit"/>
              <v:shape id="_x0000_s1500" o:spid="_x0000_s1500" style="position:absolute;left:8998;top:5477;height:390;width:448;" filled="f" stroked="t" coordorigin="8998,5477" coordsize="448,390" path="m9445,5477l8998,5866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501" o:spid="_x0000_s1501" o:spt="203" style="position:absolute;left:8405;top:5157;height:707;width:1900;" coordorigin="8405,5157" coordsize="1900,707">
              <o:lock v:ext="edit"/>
              <v:shape id="_x0000_s1502" o:spid="_x0000_s1502" style="position:absolute;left:8405;top:5157;height:707;width:1900;" filled="f" stroked="t" coordorigin="8405,5157" coordsize="1900,707" path="m10304,5157l8405,5864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503" o:spid="_x0000_s1503" o:spt="203" style="position:absolute;left:8411;top:4292;height:865;width:1893;" coordorigin="8411,4292" coordsize="1893,865">
              <o:lock v:ext="edit"/>
              <v:shape id="_x0000_s1504" o:spid="_x0000_s1504" style="position:absolute;left:8411;top:4292;height:865;width:1893;" filled="f" stroked="t" coordorigin="8411,4292" coordsize="1893,865" path="m8411,4292l10304,5157e">
                <v:path arrowok="t"/>
                <v:fill on="f" focussize="0,0"/>
                <v:stroke color="#000080"/>
                <v:imagedata o:title=""/>
                <o:lock v:ext="edit"/>
              </v:shape>
            </v:group>
            <v:group id="_x0000_s1505" o:spid="_x0000_s1505" o:spt="203" style="position:absolute;left:9978;top:5157;height:714;width:327;" coordorigin="9978,5157" coordsize="327,714">
              <o:lock v:ext="edit"/>
              <v:shape id="_x0000_s1506" o:spid="_x0000_s1506" style="position:absolute;left:9978;top:5157;height:714;width:327;" filled="f" stroked="t" coordorigin="9978,5157" coordsize="327,714" path="m9978,5870l10304,5157e">
                <v:path arrowok="t"/>
                <v:fill on="f" focussize="0,0"/>
                <v:stroke color="#000080"/>
                <v:imagedata o:title=""/>
                <o:lock v:ext="edit"/>
              </v:shape>
            </v:group>
          </v:group>
        </w:pict>
      </w:r>
      <w:r>
        <w:pict>
          <v:shape id="_x0000_s1507" o:spid="_x0000_s1507" o:spt="202" type="#_x0000_t202" style="position:absolute;left:0pt;margin-left:69.9pt;margin-top:62pt;height:13.15pt;width:48.8pt;mso-position-horizontal-relative:page;mso-position-vertical-relative:page;z-index:-2514442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24.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12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508" o:spid="_x0000_s1508" o:spt="202" type="#_x0000_t202" style="position:absolute;left:0pt;margin-left:91.05pt;margin-top:85.55pt;height:12.8pt;width:432.6pt;mso-position-horizontal-relative:page;mso-position-vertical-relative:page;z-index:-2514432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正方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形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中，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上一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将△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沿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直线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折叠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落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处，</w:t>
                  </w:r>
                </w:p>
              </w:txbxContent>
            </v:textbox>
          </v:shape>
        </w:pict>
      </w:r>
      <w:r>
        <w:pict>
          <v:shape id="_x0000_s1509" o:spid="_x0000_s1509" o:spt="202" type="#_x0000_t202" style="position:absolute;left:0pt;margin-left:69.9pt;margin-top:108.95pt;height:12.8pt;width:437.3pt;mso-position-horizontal-relative:page;mso-position-vertical-relative:page;z-index:-2514421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新宋体" w:hAnsi="新宋体" w:eastAsia="新宋体" w:cs="新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连接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BF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并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延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DA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F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平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相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与</w:t>
                  </w:r>
                  <w:r>
                    <w:rPr>
                      <w:rFonts w:ascii="宋体" w:hAnsi="宋体" w:eastAsia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分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别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相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于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G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4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连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接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510" o:spid="_x0000_s1510" o:spt="202" type="#_x0000_t202" style="position:absolute;left:0pt;margin-left:108.45pt;margin-top:132.35pt;height:12.8pt;width:79.15pt;mso-position-horizontal-relative:page;mso-position-vertical-relative:page;z-index:-2514411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证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AG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GH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511" o:spid="_x0000_s1511" o:spt="202" type="#_x0000_t202" style="position:absolute;left:0pt;margin-left:91.05pt;margin-top:132.6pt;height:12.6pt;width:14.25pt;mso-position-horizontal-relative:page;mso-position-vertical-relative:page;z-index:-2514401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5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/>
                      <w:spacing w:val="-1"/>
                      <w:w w:val="100"/>
                    </w:rPr>
                    <w:t>(1</w:t>
                  </w:r>
                  <w:r>
                    <w:rPr>
                      <w:rFonts w:ascii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512" o:spid="_x0000_s1512" o:spt="202" type="#_x0000_t202" style="position:absolute;left:0pt;margin-left:91.05pt;margin-top:155.75pt;height:12.8pt;width:228.1pt;mso-position-horizontal-relative:page;mso-position-vertical-relative:page;z-index:-2514391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(2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若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AB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=3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求点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直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H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距离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513" o:spid="_x0000_s1513" o:spt="202" type="#_x0000_t202" style="position:absolute;left:0pt;margin-left:91.05pt;margin-top:179.15pt;height:12.8pt;width:439.8pt;mso-position-horizontal-relative:page;mso-position-vertical-relative:page;z-index:-251438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(3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Times New Roman" w:hAnsi="Times New Roman" w:eastAsia="Times New Roman" w:cs="Times New Roman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当点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边</w:t>
                  </w:r>
                  <w:r>
                    <w:rPr>
                      <w:rFonts w:ascii="宋体" w:hAnsi="宋体" w:eastAsia="宋体" w:cs="宋体"/>
                      <w:spacing w:val="-2"/>
                      <w:w w:val="100"/>
                      <w:sz w:val="21"/>
                      <w:szCs w:val="21"/>
                    </w:rPr>
                    <w:t>上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端点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除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sz w:val="21"/>
                      <w:szCs w:val="21"/>
                    </w:rPr>
                    <w:t>外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运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动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时，∠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BH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大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小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否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变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化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？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若不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变</w:t>
                  </w:r>
                  <w:r>
                    <w:rPr>
                      <w:rFonts w:ascii="宋体" w:hAnsi="宋体" w:eastAsia="宋体" w:cs="宋体"/>
                      <w:spacing w:val="-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∠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HC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大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小；</w:t>
                  </w:r>
                </w:p>
              </w:txbxContent>
            </v:textbox>
          </v:shape>
        </w:pict>
      </w:r>
      <w:r>
        <w:pict>
          <v:shape id="_x0000_s1514" o:spid="_x0000_s1514" o:spt="202" type="#_x0000_t202" style="position:absolute;left:0pt;margin-left:69.9pt;margin-top:202.55pt;height:12.6pt;width:117.65pt;mso-position-horizontal-relative:page;mso-position-vertical-relative:page;z-index:-2514370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1" w:lineRule="exact"/>
                    <w:ind w:right="0"/>
                    <w:jc w:val="left"/>
                    <w:rPr>
                      <w:rFonts w:ascii="新宋体" w:hAnsi="新宋体" w:eastAsia="新宋体" w:cs="新宋体"/>
                    </w:rPr>
                  </w:pPr>
                  <w:r>
                    <w:rPr>
                      <w:w w:val="100"/>
                    </w:rPr>
                    <w:t>若有</w:t>
                  </w:r>
                  <w:r>
                    <w:rPr>
                      <w:spacing w:val="-3"/>
                      <w:w w:val="100"/>
                    </w:rPr>
                    <w:t>变</w:t>
                  </w:r>
                  <w:r>
                    <w:rPr>
                      <w:w w:val="100"/>
                    </w:rPr>
                    <w:t>化</w:t>
                  </w:r>
                  <w:r>
                    <w:rPr>
                      <w:spacing w:val="-3"/>
                      <w:w w:val="100"/>
                    </w:rPr>
                    <w:t>，</w:t>
                  </w:r>
                  <w:r>
                    <w:rPr>
                      <w:w w:val="100"/>
                    </w:rPr>
                    <w:t>请</w:t>
                  </w:r>
                  <w:r>
                    <w:rPr>
                      <w:spacing w:val="-3"/>
                      <w:w w:val="100"/>
                    </w:rPr>
                    <w:t>说</w:t>
                  </w:r>
                  <w:r>
                    <w:rPr>
                      <w:w w:val="100"/>
                    </w:rPr>
                    <w:t>明</w:t>
                  </w:r>
                  <w:r>
                    <w:rPr>
                      <w:spacing w:val="-3"/>
                      <w:w w:val="100"/>
                    </w:rPr>
                    <w:t>理</w:t>
                  </w:r>
                  <w:r>
                    <w:rPr>
                      <w:spacing w:val="-1"/>
                      <w:w w:val="100"/>
                    </w:rPr>
                    <w:t>由</w:t>
                  </w:r>
                  <w:r>
                    <w:rPr>
                      <w:rFonts w:ascii="新宋体" w:hAnsi="新宋体" w:eastAsia="新宋体" w:cs="新宋体"/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515" o:spid="_x0000_s1515" o:spt="202" type="#_x0000_t202" style="position:absolute;left:0pt;margin-left:413.6pt;margin-top:209.35pt;height:10pt;width:6.85pt;mso-position-horizontal-relative:page;mso-position-vertical-relative:page;z-index:-2514360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516" o:spid="_x0000_s1516" o:spt="202" type="#_x0000_t202" style="position:absolute;left:0pt;margin-left:499.25pt;margin-top:208.7pt;height:10pt;width:7.75pt;mso-position-horizontal-relative:page;mso-position-vertical-relative:page;z-index:-251435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517" o:spid="_x0000_s1517" o:spt="202" type="#_x0000_t202" style="position:absolute;left:0pt;margin-left:515.9pt;margin-top:252.3pt;height:10pt;width:7.75pt;mso-position-horizontal-relative:page;mso-position-vertical-relative:page;z-index:-2514339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H</w:t>
                  </w:r>
                </w:p>
              </w:txbxContent>
            </v:textbox>
          </v:shape>
        </w:pict>
      </w:r>
      <w:r>
        <w:pict>
          <v:shape id="_x0000_s1518" o:spid="_x0000_s1518" o:spt="202" type="#_x0000_t202" style="position:absolute;left:0pt;margin-left:413.6pt;margin-top:289.95pt;height:10pt;width:6.85pt;mso-position-horizontal-relative:page;mso-position-vertical-relative:page;z-index:-251432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519" o:spid="_x0000_s1519" o:spt="202" type="#_x0000_t202" style="position:absolute;left:0pt;margin-left:499.25pt;margin-top:289.95pt;height:10pt;width:7.3pt;mso-position-horizontal-relative:page;mso-position-vertical-relative:page;z-index:-251431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520" o:spid="_x0000_s1520" o:spt="202" type="#_x0000_t202" style="position:absolute;left:0pt;margin-left:445.9pt;margin-top:293.25pt;height:10pt;width:6.85pt;mso-position-horizontal-relative:page;mso-position-vertical-relative:page;z-index:-251430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183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E</w:t>
                  </w:r>
                </w:p>
              </w:txbxContent>
            </v:textbox>
          </v:shape>
        </w:pict>
      </w:r>
      <w:r>
        <w:pict>
          <v:shape id="_x0000_s1521" o:spid="_x0000_s1521" o:spt="202" type="#_x0000_t202" style="position:absolute;left:0pt;margin-left:69.9pt;margin-top:319.45pt;height:13.15pt;width:48.8pt;mso-position-horizontal-relative:page;mso-position-vertical-relative:page;z-index:-2514298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47" w:lineRule="exact"/>
                    <w:ind w:right="0"/>
                    <w:jc w:val="left"/>
                    <w:rPr>
                      <w:rFonts w:ascii="Times New Roman" w:hAnsi="Times New Roman" w:eastAsia="Times New Roman" w:cs="Times New Roman"/>
                    </w:rPr>
                  </w:pP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25.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14</w:t>
                  </w:r>
                  <w:r>
                    <w:rPr>
                      <w:rFonts w:ascii="Times New Roman" w:hAnsi="Times New Roman" w:eastAsia="Times New Roman" w:cs="Times New Roman"/>
                    </w:rPr>
                    <w:t xml:space="preserve"> </w:t>
                  </w:r>
                  <w:r>
                    <w:rPr>
                      <w:w w:val="100"/>
                    </w:rPr>
                    <w:t>分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</w:rPr>
                    <w:t>)</w:t>
                  </w:r>
                </w:p>
              </w:txbxContent>
            </v:textbox>
          </v:shape>
        </w:pict>
      </w:r>
      <w:r>
        <w:pict>
          <v:shape id="_x0000_s1522" o:spid="_x0000_s1522" o:spt="202" type="#_x0000_t202" style="position:absolute;left:0pt;margin-left:91.05pt;margin-top:342.5pt;height:13.3pt;width:279.1pt;mso-position-horizontal-relative:page;mso-position-vertical-relative:page;z-index:-251428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如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图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已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知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抛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物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l</w:t>
                  </w:r>
                  <w:r>
                    <w:rPr>
                      <w:rFonts w:ascii="宋体" w:hAnsi="宋体" w:eastAsia="宋体" w:cs="宋体"/>
                      <w:spacing w:val="-2"/>
                      <w:w w:val="100"/>
                      <w:sz w:val="21"/>
                      <w:szCs w:val="21"/>
                    </w:rPr>
                    <w:t>：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=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position w:val="8"/>
                      <w:sz w:val="14"/>
                      <w:szCs w:val="14"/>
                    </w:rPr>
                    <w:t>2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w w:val="100"/>
                      <w:position w:val="1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+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经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过点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5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523" o:spid="_x0000_s1523" o:spt="202" type="#_x0000_t202" style="position:absolute;left:0pt;margin-left:90.9pt;margin-top:366.4pt;height:12.8pt;width:82pt;mso-position-horizontal-relative:page;mso-position-vertical-relative:page;z-index:-2514278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  <w:sz w:val="21"/>
                      <w:szCs w:val="21"/>
                    </w:rPr>
                    <w:t>(1)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求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w w:val="100"/>
                      <w:position w:val="1"/>
                      <w:sz w:val="21"/>
                      <w:szCs w:val="21"/>
                    </w:rPr>
                    <w:t>b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值；</w:t>
                  </w:r>
                </w:p>
              </w:txbxContent>
            </v:textbox>
          </v:shape>
        </w:pict>
      </w:r>
      <w:r>
        <w:pict>
          <v:shape id="_x0000_s1524" o:spid="_x0000_s1524" o:spt="202" type="#_x0000_t202" style="position:absolute;left:0pt;margin-left:90.9pt;margin-top:389.8pt;height:12.8pt;width:196.4pt;mso-position-horizontal-relative:page;mso-position-vertical-relative:page;z-index:-25142681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1"/>
                    </w:rPr>
                    <w:t>(2)</w:t>
                  </w:r>
                  <w:r>
                    <w:rPr>
                      <w:w w:val="100"/>
                    </w:rPr>
                    <w:t>连接</w:t>
                  </w:r>
                  <w:r>
                    <w:rPr>
                      <w:spacing w:val="-55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A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</w:rPr>
                    <w:t>B</w:t>
                  </w:r>
                  <w:r>
                    <w:rPr>
                      <w:w w:val="100"/>
                    </w:rPr>
                    <w:t>，</w:t>
                  </w:r>
                  <w:r>
                    <w:rPr>
                      <w:spacing w:val="-3"/>
                      <w:w w:val="100"/>
                    </w:rPr>
                    <w:t>交</w:t>
                  </w:r>
                  <w:r>
                    <w:rPr>
                      <w:w w:val="100"/>
                    </w:rPr>
                    <w:t>抛</w:t>
                  </w:r>
                  <w:r>
                    <w:rPr>
                      <w:spacing w:val="-3"/>
                      <w:w w:val="100"/>
                    </w:rPr>
                    <w:t>物</w:t>
                  </w:r>
                  <w:r>
                    <w:rPr>
                      <w:w w:val="100"/>
                    </w:rPr>
                    <w:t>线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对称</w:t>
                  </w:r>
                  <w:r>
                    <w:rPr>
                      <w:spacing w:val="-3"/>
                      <w:w w:val="100"/>
                    </w:rPr>
                    <w:t>轴于</w:t>
                  </w:r>
                  <w:r>
                    <w:rPr>
                      <w:w w:val="100"/>
                    </w:rPr>
                    <w:t>点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</w:rPr>
                    <w:t>M</w:t>
                  </w:r>
                  <w:r>
                    <w:rPr>
                      <w:w w:val="100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525" o:spid="_x0000_s1525" o:spt="202" type="#_x0000_t202" style="position:absolute;left:0pt;margin-left:101.5pt;margin-top:413.2pt;height:12.8pt;width:89.6pt;mso-position-horizontal-relative:page;mso-position-vertical-relative:page;z-index:-251425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pStyle w:val="2"/>
                    <w:spacing w:line="237" w:lineRule="exact"/>
                    <w:ind w:right="0"/>
                    <w:jc w:val="left"/>
                  </w:pPr>
                  <w:r>
                    <w:rPr>
                      <w:w w:val="100"/>
                    </w:rPr>
                    <w:t>①</w:t>
                  </w:r>
                  <w:r>
                    <w:rPr>
                      <w:spacing w:val="-3"/>
                      <w:w w:val="100"/>
                    </w:rPr>
                    <w:t>求</w:t>
                  </w:r>
                  <w:r>
                    <w:rPr>
                      <w:w w:val="100"/>
                    </w:rPr>
                    <w:t>点</w:t>
                  </w:r>
                  <w:r>
                    <w:rPr>
                      <w:spacing w:val="-5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</w:rPr>
                    <w:t xml:space="preserve"> </w:t>
                  </w:r>
                  <w:r>
                    <w:rPr>
                      <w:spacing w:val="-3"/>
                      <w:w w:val="100"/>
                    </w:rPr>
                    <w:t>的</w:t>
                  </w:r>
                  <w:r>
                    <w:rPr>
                      <w:w w:val="100"/>
                    </w:rPr>
                    <w:t>坐</w:t>
                  </w:r>
                  <w:r>
                    <w:rPr>
                      <w:spacing w:val="-3"/>
                      <w:w w:val="100"/>
                    </w:rPr>
                    <w:t>标</w:t>
                  </w:r>
                  <w:r>
                    <w:rPr>
                      <w:w w:val="100"/>
                    </w:rPr>
                    <w:t>；</w:t>
                  </w:r>
                </w:p>
              </w:txbxContent>
            </v:textbox>
          </v:shape>
        </w:pict>
      </w:r>
      <w:r>
        <w:pict>
          <v:shape id="_x0000_s1526" o:spid="_x0000_s1526" o:spt="202" type="#_x0000_t202" style="position:absolute;left:0pt;margin-left:101.5pt;margin-top:436.6pt;height:13.05pt;width:423.5pt;mso-position-horizontal-relative:page;mso-position-vertical-relative:page;z-index:-251424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②将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抛物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向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左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平移</w:t>
                  </w:r>
                  <w:r>
                    <w:rPr>
                      <w:rFonts w:ascii="宋体" w:hAnsi="宋体" w:eastAsia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spacing w:val="-4"/>
                      <w:w w:val="100"/>
                      <w:position w:val="2"/>
                      <w:sz w:val="21"/>
                      <w:szCs w:val="21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新宋体" w:hAnsi="新宋体" w:eastAsia="新宋体" w:cs="新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＞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2"/>
                      <w:sz w:val="21"/>
                      <w:szCs w:val="21"/>
                    </w:rPr>
                    <w:t>0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w w:val="100"/>
                      <w:position w:val="2"/>
                      <w:sz w:val="21"/>
                      <w:szCs w:val="21"/>
                    </w:rPr>
                    <w:t>)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个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-1"/>
                      <w:w w:val="100"/>
                      <w:position w:val="1"/>
                      <w:sz w:val="21"/>
                      <w:szCs w:val="21"/>
                    </w:rPr>
                    <w:t>位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长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度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得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抛物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过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2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N</w:t>
                  </w:r>
                  <w:r>
                    <w:rPr>
                      <w:rFonts w:ascii="新宋体" w:hAnsi="新宋体" w:eastAsia="新宋体" w:cs="新宋体"/>
                      <w:w w:val="100"/>
                      <w:position w:val="1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y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，交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抛物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pict>
          <v:shape id="_x0000_s1527" o:spid="_x0000_s1527" o:spt="202" type="#_x0000_t202" style="position:absolute;left:0pt;margin-left:69.9pt;margin-top:460pt;height:13.05pt;width:188.45pt;mso-position-horizontal-relative:page;mso-position-vertical-relative:page;z-index:-251423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hAnsi="宋体" w:eastAsia="宋体" w:cs="宋体"/>
                      <w:spacing w:val="-55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N</w:t>
                  </w:r>
                  <w:r>
                    <w:rPr>
                      <w:rFonts w:ascii="宋体" w:hAnsi="宋体" w:eastAsia="宋体" w:cs="宋体"/>
                      <w:spacing w:val="-5"/>
                      <w:w w:val="100"/>
                      <w:position w:val="1"/>
                      <w:sz w:val="21"/>
                      <w:szCs w:val="21"/>
                    </w:rPr>
                    <w:t>．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2"/>
                      <w:sz w:val="21"/>
                      <w:szCs w:val="21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position w:val="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是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抛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物线</w:t>
                  </w:r>
                  <w:r>
                    <w:rPr>
                      <w:rFonts w:ascii="宋体" w:hAnsi="宋体" w:eastAsia="宋体" w:cs="宋体"/>
                      <w:spacing w:val="-5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2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w w:val="99"/>
                      <w:sz w:val="14"/>
                      <w:szCs w:val="14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上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一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"/>
                      <w:w w:val="100"/>
                      <w:position w:val="1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横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坐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position w:val="1"/>
                      <w:sz w:val="21"/>
                      <w:szCs w:val="21"/>
                    </w:rPr>
                    <w:t>标</w:t>
                  </w:r>
                  <w:r>
                    <w:rPr>
                      <w:rFonts w:ascii="宋体" w:hAnsi="宋体" w:eastAsia="宋体" w:cs="宋体"/>
                      <w:w w:val="100"/>
                      <w:position w:val="1"/>
                      <w:sz w:val="21"/>
                      <w:szCs w:val="21"/>
                    </w:rPr>
                    <w:t>为</w:t>
                  </w:r>
                </w:p>
              </w:txbxContent>
            </v:textbox>
          </v:shape>
        </w:pict>
      </w:r>
      <w:r>
        <w:pict>
          <v:shape id="_x0000_s1528" o:spid="_x0000_s1528" o:spt="202" type="#_x0000_t202" style="position:absolute;left:0pt;margin-left:261.7pt;margin-top:460pt;height:12.8pt;width:263.85pt;mso-position-horizontal-relative:page;mso-position-vertical-relative:page;z-index:-251422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-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1</w:t>
                  </w:r>
                  <w:r>
                    <w:rPr>
                      <w:rFonts w:ascii="宋体" w:hAnsi="宋体" w:eastAsia="宋体" w:cs="宋体"/>
                      <w:spacing w:val="-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过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作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P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新宋体" w:hAnsi="新宋体" w:eastAsia="新宋体" w:cs="新宋体"/>
                      <w:w w:val="100"/>
                      <w:sz w:val="21"/>
                      <w:szCs w:val="21"/>
                    </w:rPr>
                    <w:t>∥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x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3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hAnsi="宋体" w:eastAsia="宋体" w:cs="宋体"/>
                      <w:spacing w:val="-5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交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抛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物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于点</w:t>
                  </w:r>
                  <w:r>
                    <w:rPr>
                      <w:rFonts w:ascii="宋体" w:hAnsi="宋体" w:eastAsia="宋体" w:cs="宋体"/>
                      <w:spacing w:val="-52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宋体" w:hAnsi="宋体" w:eastAsia="宋体" w:cs="宋体"/>
                      <w:spacing w:val="-8"/>
                      <w:w w:val="100"/>
                      <w:sz w:val="21"/>
                      <w:szCs w:val="21"/>
                    </w:rPr>
                    <w:t>，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点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E</w:t>
                  </w:r>
                  <w:r>
                    <w:rPr>
                      <w:rFonts w:ascii="Times New Roman" w:hAnsi="Times New Roman" w:eastAsia="Times New Roman" w:cs="Times New Roman"/>
                      <w:i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在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抛物</w:t>
                  </w:r>
                </w:p>
              </w:txbxContent>
            </v:textbox>
          </v:shape>
        </w:pict>
      </w:r>
      <w:r>
        <w:pict>
          <v:shape id="_x0000_s1529" o:spid="_x0000_s1529" o:spt="202" type="#_x0000_t202" style="position:absolute;left:0pt;margin-left:69.9pt;margin-top:483.4pt;height:12.8pt;width:225.95pt;mso-position-horizontal-relative:page;mso-position-vertical-relative:page;z-index:-25142169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37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线</w:t>
                  </w:r>
                  <w:r>
                    <w:rPr>
                      <w:rFonts w:ascii="宋体" w:hAnsi="宋体" w:eastAsia="宋体" w:cs="宋体"/>
                      <w:spacing w:val="-53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l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对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称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轴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右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侧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．若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2"/>
                      <w:w w:val="100"/>
                      <w:position w:val="1"/>
                      <w:sz w:val="21"/>
                      <w:szCs w:val="21"/>
                    </w:rPr>
                    <w:t>PE+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N=</w:t>
                  </w:r>
                  <w:r>
                    <w:rPr>
                      <w:rFonts w:ascii="Times New Roman" w:hAnsi="Times New Roman" w:eastAsia="Times New Roman" w:cs="Times New Roman"/>
                      <w:w w:val="100"/>
                      <w:position w:val="1"/>
                      <w:sz w:val="21"/>
                      <w:szCs w:val="21"/>
                    </w:rPr>
                    <w:t>1</w:t>
                  </w:r>
                  <w:r>
                    <w:rPr>
                      <w:rFonts w:ascii="Times New Roman" w:hAnsi="Times New Roman" w:eastAsia="Times New Roman" w:cs="Times New Roman"/>
                      <w:spacing w:val="-3"/>
                      <w:w w:val="100"/>
                      <w:position w:val="1"/>
                      <w:sz w:val="21"/>
                      <w:szCs w:val="21"/>
                    </w:rPr>
                    <w:t>0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，求</w:t>
                  </w:r>
                  <w:r>
                    <w:rPr>
                      <w:rFonts w:ascii="宋体" w:hAnsi="宋体" w:eastAsia="宋体" w:cs="宋体"/>
                      <w:spacing w:val="-55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i/>
                      <w:w w:val="100"/>
                      <w:position w:val="1"/>
                      <w:sz w:val="21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Times New Roman" w:cs="Times New Roman"/>
                      <w:i/>
                      <w:spacing w:val="-1"/>
                      <w:position w:val="1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的</w:t>
                  </w:r>
                  <w:r>
                    <w:rPr>
                      <w:rFonts w:ascii="宋体" w:hAnsi="宋体" w:eastAsia="宋体" w:cs="宋体"/>
                      <w:spacing w:val="-3"/>
                      <w:w w:val="100"/>
                      <w:sz w:val="21"/>
                      <w:szCs w:val="21"/>
                    </w:rPr>
                    <w:t>值</w:t>
                  </w:r>
                  <w:r>
                    <w:rPr>
                      <w:rFonts w:ascii="宋体" w:hAnsi="宋体" w:eastAsia="宋体" w:cs="宋体"/>
                      <w:w w:val="100"/>
                      <w:sz w:val="21"/>
                      <w:szCs w:val="21"/>
                    </w:rPr>
                    <w:t>．</w:t>
                  </w:r>
                </w:p>
              </w:txbxContent>
            </v:textbox>
          </v:shape>
        </w:pict>
      </w:r>
      <w:r>
        <w:pict>
          <v:shape id="_x0000_s1530" o:spid="_x0000_s1530" o:spt="202" type="#_x0000_t202" style="position:absolute;left:0pt;margin-left:476.1pt;margin-top:490.15pt;height:10.1pt;width:5.55pt;mso-position-horizontal-relative:page;mso-position-vertical-relative:page;z-index:-251420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y</w:t>
                  </w:r>
                </w:p>
              </w:txbxContent>
            </v:textbox>
          </v:shape>
        </w:pict>
      </w:r>
      <w:r>
        <w:pict>
          <v:shape id="_x0000_s1531" o:spid="_x0000_s1531" o:spt="202" type="#_x0000_t202" style="position:absolute;left:0pt;margin-left:468.05pt;margin-top:527.9pt;height:10.1pt;width:7.8pt;mso-position-horizontal-relative:page;mso-position-vertical-relative:page;z-index:-251419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O</w:t>
                  </w:r>
                </w:p>
              </w:txbxContent>
            </v:textbox>
          </v:shape>
        </w:pict>
      </w:r>
      <w:r>
        <w:pict>
          <v:shape id="_x0000_s1532" o:spid="_x0000_s1532" o:spt="202" type="#_x0000_t202" style="position:absolute;left:0pt;margin-left:516.65pt;margin-top:528.35pt;height:10.85pt;width:14.1pt;mso-position-horizontal-relative:page;mso-position-vertical-relative:page;z-index:-2514186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B</w:t>
                  </w:r>
                  <w:r>
                    <w:rPr>
                      <w:rFonts w:ascii="Times New Roman"/>
                      <w:i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i/>
                      <w:spacing w:val="-8"/>
                      <w:sz w:val="16"/>
                    </w:rPr>
                    <w:t xml:space="preserve"> </w:t>
                  </w:r>
                  <w:r>
                    <w:rPr>
                      <w:rFonts w:ascii="Times New Roman"/>
                      <w:i/>
                      <w:w w:val="100"/>
                      <w:position w:val="1"/>
                      <w:sz w:val="16"/>
                    </w:rPr>
                    <w:t>x</w:t>
                  </w:r>
                </w:p>
              </w:txbxContent>
            </v:textbox>
          </v:shape>
        </w:pict>
      </w:r>
      <w:r>
        <w:pict>
          <v:shape id="_x0000_s1533" o:spid="_x0000_s1533" o:spt="202" type="#_x0000_t202" style="position:absolute;left:0pt;margin-left:469.15pt;margin-top:569.5pt;height:10.1pt;width:6.9pt;mso-position-horizontal-relative:page;mso-position-vertical-relative:page;z-index:-251417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/>
                    <w:ind w:left="20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A</w:t>
                  </w:r>
                </w:p>
              </w:txbxContent>
            </v:textbox>
          </v:shape>
        </w:pict>
      </w:r>
      <w:r>
        <w:pict>
          <v:shape id="_x0000_s1534" o:spid="_x0000_s1534" o:spt="202" type="#_x0000_t202" style="position:absolute;left:0pt;margin-left:250.9pt;margin-top:783.6pt;height:11.5pt;width:114.7pt;mso-position-horizontal-relative:page;mso-position-vertical-relative:page;z-index:-25141657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14" w:lineRule="exact"/>
                    <w:ind w:left="20" w:right="0" w:firstLine="0"/>
                    <w:jc w:val="left"/>
                    <w:rPr>
                      <w:rFonts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 xml:space="preserve">数学试卷 </w:t>
                  </w:r>
                  <w:r>
                    <w:rPr>
                      <w:rFonts w:ascii="宋体" w:hAnsi="宋体" w:eastAsia="宋体" w:cs="宋体"/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第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>5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</w:t>
                  </w:r>
                  <w:r>
                    <w:rPr>
                      <w:rFonts w:ascii="宋体" w:hAnsi="宋体" w:eastAsia="宋体" w:cs="宋体"/>
                      <w:spacing w:val="-3"/>
                      <w:sz w:val="18"/>
                      <w:szCs w:val="18"/>
                    </w:rPr>
                    <w:t>（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共</w:t>
                  </w:r>
                  <w:r>
                    <w:rPr>
                      <w:rFonts w:ascii="宋体" w:hAnsi="宋体" w:eastAsia="宋体" w:cs="宋体"/>
                      <w:spacing w:val="-4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18"/>
                      <w:szCs w:val="18"/>
                    </w:rPr>
                    <w:t>页）</w:t>
                  </w:r>
                </w:p>
              </w:txbxContent>
            </v:textbox>
          </v:shape>
        </w:pict>
      </w:r>
      <w:r>
        <w:pict>
          <v:shape id="_x0000_s1535" o:spid="_x0000_s1535" o:spt="202" type="#_x0000_t202" style="position:absolute;left:0pt;margin-left:453.95pt;margin-top:492.15pt;height:37.4pt;width:21.4pt;mso-position-horizontal-relative:page;mso-position-vertical-relative:page;z-index:-25141555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536" o:spid="_x0000_s1536" o:spt="202" type="#_x0000_t202" style="position:absolute;left:0pt;margin-left:475.3pt;margin-top:492.15pt;height:37.4pt;width:52.75pt;mso-position-horizontal-relative:page;mso-position-vertical-relative:page;z-index:-251414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537" o:spid="_x0000_s1537" o:spt="202" type="#_x0000_t202" style="position:absolute;left:0pt;margin-left:453.95pt;margin-top:529.5pt;height:68.9pt;width:21.4pt;mso-position-horizontal-relative:page;mso-position-vertical-relative:page;z-index:-251413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538" o:spid="_x0000_s1538" o:spt="202" type="#_x0000_t202" style="position:absolute;left:0pt;margin-left:475.3pt;margin-top:529.5pt;height:68.9pt;width:52.75pt;mso-position-horizontal-relative:page;mso-position-vertical-relative:page;z-index:-251412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5" w:line="240" w:lineRule="auto"/>
                    <w:ind w:left="40"/>
                    <w:rPr>
                      <w:rFonts w:ascii="Times New Roman" w:hAnsi="Times New Roman" w:eastAsia="Times New Roman" w:cs="Times New Roman"/>
                      <w:sz w:val="17"/>
                      <w:szCs w:val="17"/>
                    </w:rPr>
                  </w:pPr>
                </w:p>
              </w:txbxContent>
            </v:textbox>
          </v:shape>
        </w:pict>
      </w:r>
      <w:r>
        <w:pict>
          <v:shape id="_x0000_s1539" o:spid="_x0000_s1539" o:spt="202" type="#_x0000_t202" style="position:absolute;left:0pt;margin-left:420.4pt;margin-top:214.75pt;height:78.6pt;width:78.65pt;mso-position-horizontal-relative:page;mso-position-vertical-relative:page;z-index:-251411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spacing w:before="125"/>
                    <w:ind w:left="0" w:right="20" w:firstLine="0"/>
                    <w:jc w:val="righ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M</w:t>
                  </w:r>
                </w:p>
                <w:p>
                  <w:pPr>
                    <w:spacing w:before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</w:p>
                <w:p>
                  <w:pPr>
                    <w:tabs>
                      <w:tab w:val="left" w:pos="1030"/>
                    </w:tabs>
                    <w:spacing w:before="138"/>
                    <w:ind w:left="329" w:right="0" w:firstLine="0"/>
                    <w:jc w:val="left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/>
                      <w:i/>
                      <w:w w:val="100"/>
                      <w:position w:val="-5"/>
                      <w:sz w:val="16"/>
                    </w:rPr>
                    <w:t>G</w:t>
                  </w:r>
                  <w:r>
                    <w:rPr>
                      <w:rFonts w:ascii="Times New Roman"/>
                      <w:i/>
                      <w:position w:val="-5"/>
                      <w:sz w:val="16"/>
                    </w:rPr>
                    <w:tab/>
                  </w:r>
                  <w:r>
                    <w:rPr>
                      <w:rFonts w:ascii="Times New Roman"/>
                      <w:i/>
                      <w:w w:val="100"/>
                      <w:sz w:val="16"/>
                    </w:rPr>
                    <w:t>F</w:t>
                  </w:r>
                </w:p>
              </w:txbxContent>
            </v:textbox>
          </v:shape>
        </w:pic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iNTYyY2ExNDc4MzRmYTYzMTU1ZTViNWFjZjBmZmEifQ=="/>
  </w:docVars>
  <w:rsids>
    <w:rsidRoot w:val="00000000"/>
    <w:rsid w:val="004151FC"/>
    <w:rsid w:val="00C02FC6"/>
    <w:rsid w:val="0C7821C7"/>
    <w:rsid w:val="19147F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2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21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  <w:style w:type="character" w:customStyle="1" w:styleId="9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4"/>
    <customShpInfo spid="_x0000_s1093"/>
    <customShpInfo spid="_x0000_s1096"/>
    <customShpInfo spid="_x0000_s1095"/>
    <customShpInfo spid="_x0000_s1098"/>
    <customShpInfo spid="_x0000_s1097"/>
    <customShpInfo spid="_x0000_s1100"/>
    <customShpInfo spid="_x0000_s1099"/>
    <customShpInfo spid="_x0000_s1102"/>
    <customShpInfo spid="_x0000_s1103"/>
    <customShpInfo spid="_x0000_s1104"/>
    <customShpInfo spid="_x0000_s1101"/>
    <customShpInfo spid="_x0000_s1092"/>
    <customShpInfo spid="_x0000_s1107"/>
    <customShpInfo spid="_x0000_s1106"/>
    <customShpInfo spid="_x0000_s1109"/>
    <customShpInfo spid="_x0000_s1108"/>
    <customShpInfo spid="_x0000_s1111"/>
    <customShpInfo spid="_x0000_s1110"/>
    <customShpInfo spid="_x0000_s1113"/>
    <customShpInfo spid="_x0000_s1112"/>
    <customShpInfo spid="_x0000_s1115"/>
    <customShpInfo spid="_x0000_s1114"/>
    <customShpInfo spid="_x0000_s1117"/>
    <customShpInfo spid="_x0000_s1116"/>
    <customShpInfo spid="_x0000_s1119"/>
    <customShpInfo spid="_x0000_s1118"/>
    <customShpInfo spid="_x0000_s1121"/>
    <customShpInfo spid="_x0000_s1120"/>
    <customShpInfo spid="_x0000_s1123"/>
    <customShpInfo spid="_x0000_s1122"/>
    <customShpInfo spid="_x0000_s1125"/>
    <customShpInfo spid="_x0000_s1124"/>
    <customShpInfo spid="_x0000_s1127"/>
    <customShpInfo spid="_x0000_s1126"/>
    <customShpInfo spid="_x0000_s1105"/>
    <customShpInfo spid="_x0000_s1130"/>
    <customShpInfo spid="_x0000_s1129"/>
    <customShpInfo spid="_x0000_s1132"/>
    <customShpInfo spid="_x0000_s1131"/>
    <customShpInfo spid="_x0000_s1134"/>
    <customShpInfo spid="_x0000_s1133"/>
    <customShpInfo spid="_x0000_s1136"/>
    <customShpInfo spid="_x0000_s1135"/>
    <customShpInfo spid="_x0000_s1138"/>
    <customShpInfo spid="_x0000_s1137"/>
    <customShpInfo spid="_x0000_s1140"/>
    <customShpInfo spid="_x0000_s1139"/>
    <customShpInfo spid="_x0000_s1142"/>
    <customShpInfo spid="_x0000_s1141"/>
    <customShpInfo spid="_x0000_s1144"/>
    <customShpInfo spid="_x0000_s1143"/>
    <customShpInfo spid="_x0000_s1146"/>
    <customShpInfo spid="_x0000_s1145"/>
    <customShpInfo spid="_x0000_s1148"/>
    <customShpInfo spid="_x0000_s1147"/>
    <customShpInfo spid="_x0000_s1150"/>
    <customShpInfo spid="_x0000_s1149"/>
    <customShpInfo spid="_x0000_s1152"/>
    <customShpInfo spid="_x0000_s1151"/>
    <customShpInfo spid="_x0000_s1154"/>
    <customShpInfo spid="_x0000_s1153"/>
    <customShpInfo spid="_x0000_s1156"/>
    <customShpInfo spid="_x0000_s1155"/>
    <customShpInfo spid="_x0000_s1128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7"/>
    <customShpInfo spid="_x0000_s1216"/>
    <customShpInfo spid="_x0000_s1219"/>
    <customShpInfo spid="_x0000_s1218"/>
    <customShpInfo spid="_x0000_s1221"/>
    <customShpInfo spid="_x0000_s1220"/>
    <customShpInfo spid="_x0000_s1223"/>
    <customShpInfo spid="_x0000_s1224"/>
    <customShpInfo spid="_x0000_s1225"/>
    <customShpInfo spid="_x0000_s1222"/>
    <customShpInfo spid="_x0000_s1215"/>
    <customShpInfo spid="_x0000_s1228"/>
    <customShpInfo spid="_x0000_s1227"/>
    <customShpInfo spid="_x0000_s1230"/>
    <customShpInfo spid="_x0000_s1229"/>
    <customShpInfo spid="_x0000_s1232"/>
    <customShpInfo spid="_x0000_s1231"/>
    <customShpInfo spid="_x0000_s1226"/>
    <customShpInfo spid="_x0000_s1235"/>
    <customShpInfo spid="_x0000_s1234"/>
    <customShpInfo spid="_x0000_s1237"/>
    <customShpInfo spid="_x0000_s1236"/>
    <customShpInfo spid="_x0000_s1239"/>
    <customShpInfo spid="_x0000_s1238"/>
    <customShpInfo spid="_x0000_s1241"/>
    <customShpInfo spid="_x0000_s1240"/>
    <customShpInfo spid="_x0000_s1243"/>
    <customShpInfo spid="_x0000_s1242"/>
    <customShpInfo spid="_x0000_s123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76"/>
    <customShpInfo spid="_x0000_s1277"/>
    <customShpInfo spid="_x0000_s1280"/>
    <customShpInfo spid="_x0000_s1279"/>
    <customShpInfo spid="_x0000_s1282"/>
    <customShpInfo spid="_x0000_s1281"/>
    <customShpInfo spid="_x0000_s1284"/>
    <customShpInfo spid="_x0000_s1283"/>
    <customShpInfo spid="_x0000_s1286"/>
    <customShpInfo spid="_x0000_s1285"/>
    <customShpInfo spid="_x0000_s1288"/>
    <customShpInfo spid="_x0000_s1289"/>
    <customShpInfo spid="_x0000_s1290"/>
    <customShpInfo spid="_x0000_s1287"/>
    <customShpInfo spid="_x0000_s1278"/>
    <customShpInfo spid="_x0000_s1293"/>
    <customShpInfo spid="_x0000_s1294"/>
    <customShpInfo spid="_x0000_s1292"/>
    <customShpInfo spid="_x0000_s1296"/>
    <customShpInfo spid="_x0000_s1295"/>
    <customShpInfo spid="_x0000_s1298"/>
    <customShpInfo spid="_x0000_s1297"/>
    <customShpInfo spid="_x0000_s1300"/>
    <customShpInfo spid="_x0000_s1299"/>
    <customShpInfo spid="_x0000_s1302"/>
    <customShpInfo spid="_x0000_s1301"/>
    <customShpInfo spid="_x0000_s1304"/>
    <customShpInfo spid="_x0000_s1303"/>
    <customShpInfo spid="_x0000_s1306"/>
    <customShpInfo spid="_x0000_s1305"/>
    <customShpInfo spid="_x0000_s1308"/>
    <customShpInfo spid="_x0000_s1307"/>
    <customShpInfo spid="_x0000_s1310"/>
    <customShpInfo spid="_x0000_s1309"/>
    <customShpInfo spid="_x0000_s1312"/>
    <customShpInfo spid="_x0000_s1311"/>
    <customShpInfo spid="_x0000_s1314"/>
    <customShpInfo spid="_x0000_s1313"/>
    <customShpInfo spid="_x0000_s1316"/>
    <customShpInfo spid="_x0000_s1315"/>
    <customShpInfo spid="_x0000_s1318"/>
    <customShpInfo spid="_x0000_s1317"/>
    <customShpInfo spid="_x0000_s1320"/>
    <customShpInfo spid="_x0000_s1319"/>
    <customShpInfo spid="_x0000_s1322"/>
    <customShpInfo spid="_x0000_s1321"/>
    <customShpInfo spid="_x0000_s1324"/>
    <customShpInfo spid="_x0000_s1323"/>
    <customShpInfo spid="_x0000_s1326"/>
    <customShpInfo spid="_x0000_s1325"/>
    <customShpInfo spid="_x0000_s1328"/>
    <customShpInfo spid="_x0000_s1327"/>
    <customShpInfo spid="_x0000_s1330"/>
    <customShpInfo spid="_x0000_s1329"/>
    <customShpInfo spid="_x0000_s1332"/>
    <customShpInfo spid="_x0000_s1331"/>
    <customShpInfo spid="_x0000_s1334"/>
    <customShpInfo spid="_x0000_s1333"/>
    <customShpInfo spid="_x0000_s1336"/>
    <customShpInfo spid="_x0000_s1335"/>
    <customShpInfo spid="_x0000_s1338"/>
    <customShpInfo spid="_x0000_s1337"/>
    <customShpInfo spid="_x0000_s1340"/>
    <customShpInfo spid="_x0000_s1339"/>
    <customShpInfo spid="_x0000_s1342"/>
    <customShpInfo spid="_x0000_s1341"/>
    <customShpInfo spid="_x0000_s1344"/>
    <customShpInfo spid="_x0000_s1343"/>
    <customShpInfo spid="_x0000_s1346"/>
    <customShpInfo spid="_x0000_s1345"/>
    <customShpInfo spid="_x0000_s1348"/>
    <customShpInfo spid="_x0000_s1347"/>
    <customShpInfo spid="_x0000_s1350"/>
    <customShpInfo spid="_x0000_s1349"/>
    <customShpInfo spid="_x0000_s1352"/>
    <customShpInfo spid="_x0000_s1351"/>
    <customShpInfo spid="_x0000_s1354"/>
    <customShpInfo spid="_x0000_s1353"/>
    <customShpInfo spid="_x0000_s1356"/>
    <customShpInfo spid="_x0000_s1355"/>
    <customShpInfo spid="_x0000_s1358"/>
    <customShpInfo spid="_x0000_s1357"/>
    <customShpInfo spid="_x0000_s1360"/>
    <customShpInfo spid="_x0000_s1359"/>
    <customShpInfo spid="_x0000_s1362"/>
    <customShpInfo spid="_x0000_s1361"/>
    <customShpInfo spid="_x0000_s1364"/>
    <customShpInfo spid="_x0000_s1363"/>
    <customShpInfo spid="_x0000_s1366"/>
    <customShpInfo spid="_x0000_s1365"/>
    <customShpInfo spid="_x0000_s1368"/>
    <customShpInfo spid="_x0000_s1367"/>
    <customShpInfo spid="_x0000_s1370"/>
    <customShpInfo spid="_x0000_s1369"/>
    <customShpInfo spid="_x0000_s1372"/>
    <customShpInfo spid="_x0000_s1371"/>
    <customShpInfo spid="_x0000_s1374"/>
    <customShpInfo spid="_x0000_s1373"/>
    <customShpInfo spid="_x0000_s1376"/>
    <customShpInfo spid="_x0000_s1375"/>
    <customShpInfo spid="_x0000_s1378"/>
    <customShpInfo spid="_x0000_s1377"/>
    <customShpInfo spid="_x0000_s1380"/>
    <customShpInfo spid="_x0000_s1379"/>
    <customShpInfo spid="_x0000_s1382"/>
    <customShpInfo spid="_x0000_s1381"/>
    <customShpInfo spid="_x0000_s1384"/>
    <customShpInfo spid="_x0000_s1383"/>
    <customShpInfo spid="_x0000_s1386"/>
    <customShpInfo spid="_x0000_s1385"/>
    <customShpInfo spid="_x0000_s1388"/>
    <customShpInfo spid="_x0000_s1387"/>
    <customShpInfo spid="_x0000_s1390"/>
    <customShpInfo spid="_x0000_s1389"/>
    <customShpInfo spid="_x0000_s1392"/>
    <customShpInfo spid="_x0000_s1391"/>
    <customShpInfo spid="_x0000_s1291"/>
    <customShpInfo spid="_x0000_s1395"/>
    <customShpInfo spid="_x0000_s1394"/>
    <customShpInfo spid="_x0000_s1397"/>
    <customShpInfo spid="_x0000_s1396"/>
    <customShpInfo spid="_x0000_s1399"/>
    <customShpInfo spid="_x0000_s1398"/>
    <customShpInfo spid="_x0000_s1401"/>
    <customShpInfo spid="_x0000_s1400"/>
    <customShpInfo spid="_x0000_s1403"/>
    <customShpInfo spid="_x0000_s1402"/>
    <customShpInfo spid="_x0000_s1405"/>
    <customShpInfo spid="_x0000_s1404"/>
    <customShpInfo spid="_x0000_s1407"/>
    <customShpInfo spid="_x0000_s1406"/>
    <customShpInfo spid="_x0000_s1409"/>
    <customShpInfo spid="_x0000_s1408"/>
    <customShpInfo spid="_x0000_s1411"/>
    <customShpInfo spid="_x0000_s1410"/>
    <customShpInfo spid="_x0000_s1413"/>
    <customShpInfo spid="_x0000_s1412"/>
    <customShpInfo spid="_x0000_s1415"/>
    <customShpInfo spid="_x0000_s1414"/>
    <customShpInfo spid="_x0000_s1417"/>
    <customShpInfo spid="_x0000_s1416"/>
    <customShpInfo spid="_x0000_s1393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9"/>
    <customShpInfo spid="_x0000_s1430"/>
    <customShpInfo spid="_x0000_s1431"/>
    <customShpInfo spid="_x0000_s1432"/>
    <customShpInfo spid="_x0000_s1433"/>
    <customShpInfo spid="_x0000_s1434"/>
    <customShpInfo spid="_x0000_s1435"/>
    <customShpInfo spid="_x0000_s1436"/>
    <customShpInfo spid="_x0000_s1437"/>
    <customShpInfo spid="_x0000_s1438"/>
    <customShpInfo spid="_x0000_s1439"/>
    <customShpInfo spid="_x0000_s1440"/>
    <customShpInfo spid="_x0000_s1441"/>
    <customShpInfo spid="_x0000_s1442"/>
    <customShpInfo spid="_x0000_s1443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0"/>
    <customShpInfo spid="_x0000_s1451"/>
    <customShpInfo spid="_x0000_s1452"/>
    <customShpInfo spid="_x0000_s1453"/>
    <customShpInfo spid="_x0000_s1454"/>
    <customShpInfo spid="_x0000_s1455"/>
    <customShpInfo spid="_x0000_s1458"/>
    <customShpInfo spid="_x0000_s1457"/>
    <customShpInfo spid="_x0000_s1460"/>
    <customShpInfo spid="_x0000_s1461"/>
    <customShpInfo spid="_x0000_s1459"/>
    <customShpInfo spid="_x0000_s1463"/>
    <customShpInfo spid="_x0000_s1462"/>
    <customShpInfo spid="_x0000_s1465"/>
    <customShpInfo spid="_x0000_s1464"/>
    <customShpInfo spid="_x0000_s1467"/>
    <customShpInfo spid="_x0000_s1466"/>
    <customShpInfo spid="_x0000_s1469"/>
    <customShpInfo spid="_x0000_s1468"/>
    <customShpInfo spid="_x0000_s1471"/>
    <customShpInfo spid="_x0000_s1470"/>
    <customShpInfo spid="_x0000_s1473"/>
    <customShpInfo spid="_x0000_s1472"/>
    <customShpInfo spid="_x0000_s1475"/>
    <customShpInfo spid="_x0000_s1474"/>
    <customShpInfo spid="_x0000_s1477"/>
    <customShpInfo spid="_x0000_s1476"/>
    <customShpInfo spid="_x0000_s1479"/>
    <customShpInfo spid="_x0000_s1478"/>
    <customShpInfo spid="_x0000_s1481"/>
    <customShpInfo spid="_x0000_s1480"/>
    <customShpInfo spid="_x0000_s1483"/>
    <customShpInfo spid="_x0000_s1482"/>
    <customShpInfo spid="_x0000_s1456"/>
    <customShpInfo spid="_x0000_s1486"/>
    <customShpInfo spid="_x0000_s1485"/>
    <customShpInfo spid="_x0000_s1488"/>
    <customShpInfo spid="_x0000_s1487"/>
    <customShpInfo spid="_x0000_s1490"/>
    <customShpInfo spid="_x0000_s1489"/>
    <customShpInfo spid="_x0000_s1492"/>
    <customShpInfo spid="_x0000_s1491"/>
    <customShpInfo spid="_x0000_s1494"/>
    <customShpInfo spid="_x0000_s1493"/>
    <customShpInfo spid="_x0000_s1496"/>
    <customShpInfo spid="_x0000_s1495"/>
    <customShpInfo spid="_x0000_s1498"/>
    <customShpInfo spid="_x0000_s1497"/>
    <customShpInfo spid="_x0000_s1500"/>
    <customShpInfo spid="_x0000_s1499"/>
    <customShpInfo spid="_x0000_s1502"/>
    <customShpInfo spid="_x0000_s1501"/>
    <customShpInfo spid="_x0000_s1504"/>
    <customShpInfo spid="_x0000_s1503"/>
    <customShpInfo spid="_x0000_s1506"/>
    <customShpInfo spid="_x0000_s1505"/>
    <customShpInfo spid="_x0000_s1484"/>
    <customShpInfo spid="_x0000_s1507"/>
    <customShpInfo spid="_x0000_s1508"/>
    <customShpInfo spid="_x0000_s1509"/>
    <customShpInfo spid="_x0000_s1510"/>
    <customShpInfo spid="_x0000_s1511"/>
    <customShpInfo spid="_x0000_s1512"/>
    <customShpInfo spid="_x0000_s1513"/>
    <customShpInfo spid="_x0000_s1514"/>
    <customShpInfo spid="_x0000_s1515"/>
    <customShpInfo spid="_x0000_s1516"/>
    <customShpInfo spid="_x0000_s1517"/>
    <customShpInfo spid="_x0000_s1518"/>
    <customShpInfo spid="_x0000_s1519"/>
    <customShpInfo spid="_x0000_s1520"/>
    <customShpInfo spid="_x0000_s1521"/>
    <customShpInfo spid="_x0000_s1522"/>
    <customShpInfo spid="_x0000_s1523"/>
    <customShpInfo spid="_x0000_s1524"/>
    <customShpInfo spid="_x0000_s1525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34"/>
    <customShpInfo spid="_x0000_s1535"/>
    <customShpInfo spid="_x0000_s1536"/>
    <customShpInfo spid="_x0000_s1537"/>
    <customShpInfo spid="_x0000_s1538"/>
    <customShpInfo spid="_x0000_s15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2022-06-19T23:35:00Z</dcterms:created>
  <dc:creator>雨林木风</dc:creator>
  <cp:lastModifiedBy>Administrator</cp:lastModifiedBy>
  <dcterms:modified xsi:type="dcterms:W3CDTF">2022-08-21T03:09:32Z</dcterms:modified>
  <dc:title>漳州2014年 初 中 毕 业 班 质 量 检 测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