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C3E99">
      <w:pPr>
        <w:rPr>
          <w:rFonts w:hint="eastAsia"/>
        </w:rPr>
        <w:sectPr>
          <w:headerReference w:type="default" r:id="rId4"/>
          <w:footerReference w:type="default" r:id="rId5"/>
          <w:pgSz w:w="23814" w:h="16840" w:orient="landscape"/>
          <w:pgMar w:top="1797" w:right="1440" w:bottom="1797" w:left="1440" w:header="851" w:footer="992" w:gutter="0"/>
          <w:cols w:space="720"/>
          <w:docGrid w:type="lines" w:linePitch="312"/>
        </w:sect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10452100</wp:posOffset>
            </wp:positionV>
            <wp:extent cx="330200" cy="419100"/>
            <wp:wrapNone/>
            <wp:docPr id="1000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6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5" type="#_x0000_t32" style="width:367.5pt;height:4.1pt;margin-top:298.35pt;margin-left:712.5pt;position:absolute;z-index:251672576" o:connectortype="straight" filled="f" stroked="t" strokeweight="1.25pt"/>
        </w:pict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3" o:spid="_x0000_s1026" type="#_x0000_t202" style="width:5in;height:381.15pt;margin-top:-39pt;margin-left:10in;position:absolute;z-index:251668480" filled="f" stroked="f">
            <o:lock v:ext="edit" aspectratio="f"/>
            <v:textbox>
              <w:txbxContent>
                <w:p w:rsidR="00064D40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564A6D" w:rsidR="00564A6D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</w:t>
                  </w:r>
                  <w:r w:rsidR="00EB59C6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7</w:t>
                  </w:r>
                  <w:r w:rsid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.</w:t>
                  </w:r>
                </w:p>
                <w:p w:rsidR="00EB59C6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EB59C6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EB59C6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EB59C6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EB59C6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EB59C6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EB59C6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131D4A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131D4A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131D4A" w:rsidP="00131D4A">
                  <w:pPr>
                    <w:jc w:val="lef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EB59C6" w:rsidRPr="00564A6D" w:rsidP="00131D4A">
                  <w:pPr>
                    <w:jc w:val="lef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28.</w:t>
                  </w: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564A6D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064D40" w:rsidRPr="00564A6D">
                  <w:pPr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ascii="宋体" w:hAnsi="宋体" w:hint="eastAsia"/>
                    </w:rPr>
                  </w:pPr>
                </w:p>
                <w:p w:rsidR="00064D40">
                  <w:pPr>
                    <w:rPr>
                      <w:rFonts w:hint="eastAsia"/>
                    </w:rPr>
                  </w:pPr>
                </w:p>
                <w:p w:rsidR="00064D40">
                  <w:pPr>
                    <w:rPr>
                      <w:rFonts w:hint="eastAsia"/>
                    </w:rPr>
                  </w:pPr>
                </w:p>
                <w:p w:rsidR="00064D40"/>
              </w:txbxContent>
            </v:textbox>
          </v:shape>
        </w:pict>
      </w:r>
      <w:r>
        <w:rPr>
          <w:rFonts w:hint="eastAsia"/>
        </w:rPr>
        <w:pict>
          <v:shape id="Text Box 236" o:spid="_x0000_s1027" type="#_x0000_t202" style="width:376.45pt;height:428pt;margin-top:283.9pt;margin-left:-38.25pt;position:absolute;z-index:251664384" filled="f" stroked="f">
            <o:lock v:ext="edit" aspectratio="f"/>
            <v:textbox>
              <w:txbxContent>
                <w:p w:rsidR="00BC2281" w:rsidRPr="00C30665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524DC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14</w:t>
                  </w:r>
                  <w:r w:rsidRPr="00C30665" w:rsidR="00064D4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.</w:t>
                  </w:r>
                  <w:r w:rsidRPr="00450503" w:rsidR="00536053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536053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C30665" w:rsidR="005501C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536053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450503" w:rsidR="00536053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</w:t>
                  </w:r>
                  <w:r w:rsidRPr="00450503" w:rsidR="003544D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3544D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791D51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536053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064D40" w:rsidRPr="00C30665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  <w:u w:val="dotted"/>
                    </w:rPr>
                  </w:pPr>
                  <w:r w:rsidRPr="00C30665" w:rsidR="00524DC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15.</w:t>
                  </w:r>
                  <w:r w:rsidRPr="00450503" w:rsidR="00536053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450503" w:rsidR="00791D51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536053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BC2281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450503" w:rsidR="0011103F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</w:t>
                  </w:r>
                  <w:r w:rsidRPr="00C30665" w:rsidR="00BC2281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536053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E2203E">
                    <w:rPr>
                      <w:rFonts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536053">
                    <w:rPr>
                      <w:rFonts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064D40" w:rsidRPr="00C30665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1</w:t>
                  </w:r>
                  <w:r w:rsidRPr="00C30665" w:rsidR="00524DC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6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.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C30665" w:rsidR="00BC2281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="0011103F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450503" w:rsidR="0011103F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450503" w:rsidR="001057D4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3544D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C30665" w:rsidR="00BC2281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3544D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536053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BC2281" w:rsidRPr="00C30665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064D4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1</w:t>
                  </w:r>
                  <w:r w:rsidRPr="00C30665" w:rsidR="00524DC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7</w:t>
                  </w:r>
                  <w:r w:rsidRPr="00C30665" w:rsidR="00064D4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.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="0011103F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450503" w:rsidR="0011103F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450503" w:rsidR="003544D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3544D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791D51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536053" w:rsidRPr="00C30665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524DC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18.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</w:t>
                  </w:r>
                  <w:r w:rsidRPr="00C30665" w:rsidR="00BC2281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450503" w:rsidR="0011103F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450503" w:rsidR="001057D4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052316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E2203E">
                    <w:rPr>
                      <w:rFonts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E2203E">
                    <w:rPr>
                      <w:rFonts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064D4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BC2281" w:rsidRPr="00C30665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064D4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1</w:t>
                  </w:r>
                  <w:r w:rsidRPr="00C30665" w:rsidR="00524DC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9</w:t>
                  </w:r>
                  <w:r w:rsidRPr="00C30665" w:rsidR="00064D4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.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="0011103F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450503" w:rsidR="0011103F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</w:t>
                  </w:r>
                  <w:r w:rsidRPr="00450503" w:rsidR="003544D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3544D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064D40" w:rsidRPr="00C30665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524DC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20.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</w:t>
                  </w:r>
                  <w:r w:rsidRPr="00C30665" w:rsidR="00BC2281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11103F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450503" w:rsidR="0011103F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1057D4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450503" w:rsidR="00E2203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C30665" w:rsidR="00E2203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E2203E">
                    <w:rPr>
                      <w:rFonts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E2203E">
                    <w:rPr>
                      <w:rFonts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536053">
                    <w:rPr>
                      <w:rFonts w:hAnsi="宋体" w:hint="eastAsia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8529F0" w:rsidRPr="008529F0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21</w:t>
                  </w:r>
                  <w:r w:rsidRPr="008529F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.  </w:t>
                  </w:r>
                  <w:r w:rsidRPr="008529F0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      </w:t>
                  </w:r>
                  <w:r w:rsidRPr="008529F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 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    </w:t>
                  </w:r>
                  <w:r w:rsidRPr="008529F0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8529F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</w:p>
                <w:p w:rsidR="00A93EB7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8529F0" w:rsidR="008529F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</w:t>
                  </w:r>
                  <w:r w:rsidR="008529F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</w:t>
                  </w:r>
                  <w:r w:rsidRPr="008529F0" w:rsidR="008529F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.  </w:t>
                  </w:r>
                  <w:r w:rsidRPr="008529F0" w:rsidR="008529F0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</w:t>
                  </w:r>
                  <w:r w:rsidRPr="008529F0" w:rsidR="008529F0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      </w:t>
                  </w:r>
                  <w:r w:rsidRPr="008529F0" w:rsidR="008529F0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</w:t>
                  </w:r>
                  <w:r w:rsidRPr="008529F0" w:rsidR="008529F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   </w:t>
                  </w:r>
                </w:p>
                <w:p w:rsidR="00064D40" w:rsidRPr="00C0532C" w:rsidP="00A93EB7">
                  <w:pPr>
                    <w:spacing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</w:t>
                  </w:r>
                  <w:r w:rsidR="003A7093">
                    <w:rPr>
                      <w:rFonts w:hAnsi="宋体" w:hint="eastAsia"/>
                      <w:sz w:val="28"/>
                      <w:szCs w:val="28"/>
                    </w:rPr>
                    <w:t xml:space="preserve"> </w:t>
                  </w:r>
                  <w:r w:rsidR="00536053">
                    <w:rPr>
                      <w:rFonts w:hAnsi="宋体" w:hint="eastAsia"/>
                      <w:szCs w:val="21"/>
                    </w:rPr>
                    <w:t xml:space="preserve">  </w:t>
                  </w:r>
                  <w:r>
                    <w:rPr>
                      <w:rFonts w:ascii="宋体" w:hAnsi="宋体" w:hint="eastAsia"/>
                    </w:rPr>
                    <w:t xml:space="preserve">  </w:t>
                  </w:r>
                </w:p>
                <w:p w:rsidR="004C617E" w:rsidRPr="00C30665" w:rsidP="00A93EB7">
                  <w:pPr>
                    <w:spacing w:before="156" w:beforeLines="50"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23.（1）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="00131D4A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；</w:t>
                  </w:r>
                  <w:r w:rsidR="00131D4A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4C617E" w:rsidRPr="00C30665" w:rsidP="00A93EB7">
                  <w:pPr>
                    <w:spacing w:before="156" w:beforeLines="50" w:line="580" w:lineRule="exact"/>
                    <w:rPr>
                      <w:rFonts w:ascii="宋体" w:hAnsi="宋体" w:hint="eastAsia"/>
                      <w:b/>
                      <w:sz w:val="28"/>
                      <w:szCs w:val="28"/>
                      <w:u w:val="dotted"/>
                    </w:rPr>
                  </w:pP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="00131D4A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；</w:t>
                  </w:r>
                  <w:r w:rsidR="00131D4A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21271C" w:rsidP="00A93EB7">
                  <w:pPr>
                    <w:spacing w:before="156" w:beforeLines="50" w:line="580" w:lineRule="exact"/>
                    <w:rPr>
                      <w:rFonts w:ascii="宋体" w:hAnsi="宋体" w:hint="eastAsia"/>
                      <w:sz w:val="24"/>
                    </w:rPr>
                  </w:pP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3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="00131D4A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；</w:t>
                  </w:r>
                  <w:r w:rsidR="00131D4A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BC2281" w:rsidRPr="00894C1C" w:rsidP="00BC2281">
                  <w:pPr>
                    <w:spacing w:line="360" w:lineRule="auto"/>
                  </w:pPr>
                </w:p>
              </w:txbxContent>
            </v:textbox>
          </v:shape>
        </w:pict>
      </w:r>
      <w:r>
        <w:rPr>
          <w:rFonts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width:343.25pt;height:104.7pt;margin-top:156.1pt;margin-left:-27.35pt;position:absolute;z-index:251673600" stroked="f">
            <v:imagedata r:id="rId7" o:title="" gain="105703f" blacklevel="-6554f" grayscale="t"/>
            <w10:wrap type="square"/>
          </v:shape>
        </w:pict>
      </w:r>
      <w:r>
        <w:rPr>
          <w:rFonts w:hint="eastAsia"/>
          <w:noProof/>
        </w:rPr>
        <w:pict>
          <v:shape id="Text Box 3" o:spid="_x0000_s1029" type="#_x0000_t202" style="width:392.9pt;height:69.7pt;margin-top:-71.35pt;margin-left:-37.6pt;position:absolute;z-index:251659264" stroked="f">
            <o:lock v:ext="edit" aspectratio="f"/>
            <v:textbox>
              <w:txbxContent>
                <w:p w:rsidR="002C6497" w:rsidRPr="008529F0" w:rsidP="002C6497">
                  <w:pPr>
                    <w:ind w:left="2240" w:hanging="2240" w:hangingChars="700"/>
                    <w:rPr>
                      <w:rFonts w:ascii="黑体" w:eastAsia="黑体"/>
                      <w:b/>
                      <w:sz w:val="36"/>
                      <w:szCs w:val="36"/>
                    </w:rPr>
                  </w:pPr>
                  <w:r w:rsidR="009563E2">
                    <w:rPr>
                      <w:rFonts w:ascii="黑体" w:eastAsia="黑体" w:hAnsi="黑体" w:hint="eastAsia"/>
                      <w:b/>
                      <w:sz w:val="32"/>
                      <w:szCs w:val="32"/>
                    </w:rPr>
                    <w:t xml:space="preserve">   </w:t>
                  </w:r>
                  <w:r w:rsidR="008529F0">
                    <w:rPr>
                      <w:rFonts w:ascii="黑体" w:eastAsia="黑体" w:hAnsi="黑体" w:hint="eastAsia"/>
                      <w:b/>
                      <w:sz w:val="32"/>
                      <w:szCs w:val="32"/>
                    </w:rPr>
                    <w:t xml:space="preserve">        </w:t>
                  </w:r>
                  <w:r w:rsidRPr="008529F0" w:rsidR="00F62382">
                    <w:rPr>
                      <w:rFonts w:ascii="黑体" w:eastAsia="黑体" w:hAnsi="黑体" w:hint="eastAsia"/>
                      <w:b/>
                      <w:sz w:val="36"/>
                      <w:szCs w:val="36"/>
                    </w:rPr>
                    <w:t>八</w:t>
                  </w:r>
                  <w:r w:rsidRPr="008529F0" w:rsidR="00965687">
                    <w:rPr>
                      <w:rFonts w:ascii="黑体" w:eastAsia="黑体" w:hAnsi="黑体" w:hint="eastAsia"/>
                      <w:b/>
                      <w:sz w:val="36"/>
                      <w:szCs w:val="36"/>
                    </w:rPr>
                    <w:t>（</w:t>
                  </w:r>
                  <w:r w:rsidRPr="008529F0" w:rsidR="00F62382">
                    <w:rPr>
                      <w:rFonts w:ascii="黑体" w:eastAsia="黑体" w:hAnsi="黑体" w:hint="eastAsia"/>
                      <w:b/>
                      <w:sz w:val="36"/>
                      <w:szCs w:val="36"/>
                    </w:rPr>
                    <w:t>上</w:t>
                  </w:r>
                  <w:r w:rsidRPr="008529F0" w:rsidR="00965687">
                    <w:rPr>
                      <w:rFonts w:ascii="黑体" w:eastAsia="黑体" w:hAnsi="黑体"/>
                      <w:b/>
                      <w:sz w:val="36"/>
                      <w:szCs w:val="36"/>
                    </w:rPr>
                    <w:t>）</w:t>
                  </w:r>
                  <w:r w:rsidR="0099409E">
                    <w:rPr>
                      <w:rFonts w:ascii="黑体" w:eastAsia="黑体" w:hAnsi="黑体" w:hint="eastAsia"/>
                      <w:b/>
                      <w:sz w:val="36"/>
                      <w:szCs w:val="36"/>
                    </w:rPr>
                    <w:t>第一次月考</w:t>
                  </w:r>
                  <w:r w:rsidRPr="008529F0">
                    <w:rPr>
                      <w:rFonts w:ascii="黑体" w:eastAsia="黑体" w:hAnsi="黑体" w:hint="eastAsia"/>
                      <w:b/>
                      <w:sz w:val="36"/>
                      <w:szCs w:val="36"/>
                    </w:rPr>
                    <w:t xml:space="preserve"> </w:t>
                  </w:r>
                  <w:r w:rsidRPr="008529F0">
                    <w:rPr>
                      <w:rFonts w:ascii="宋体" w:hAnsi="宋体" w:hint="eastAsia"/>
                      <w:b/>
                      <w:sz w:val="36"/>
                      <w:szCs w:val="36"/>
                    </w:rPr>
                    <w:t xml:space="preserve">  </w:t>
                  </w:r>
                </w:p>
                <w:p w:rsidR="00064D40" w:rsidRPr="002C6497" w:rsidP="00F62382">
                  <w:pPr>
                    <w:ind w:left="1926" w:firstLine="440" w:leftChars="917" w:firstLineChars="100"/>
                    <w:rPr>
                      <w:rFonts w:ascii="黑体" w:eastAsia="黑体" w:hint="eastAsia"/>
                      <w:b/>
                      <w:sz w:val="44"/>
                      <w:szCs w:val="44"/>
                    </w:rPr>
                  </w:pPr>
                  <w:r w:rsidRPr="002C6497">
                    <w:rPr>
                      <w:rFonts w:ascii="黑体" w:eastAsia="黑体" w:hint="eastAsia"/>
                      <w:b/>
                      <w:sz w:val="44"/>
                      <w:szCs w:val="44"/>
                    </w:rPr>
                    <w:t>物理答题卡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Text Box 249" o:spid="_x0000_s1030" type="#_x0000_t202" style="width:354pt;height:756.15pt;margin-top:-39pt;margin-left:348pt;position:absolute;z-index:251667456" filled="f" stroked="t" strokeweight="1pt">
            <o:lock v:ext="edit" aspectratio="f"/>
            <v:textbox>
              <w:txbxContent>
                <w:p w:rsidR="00810327" w:rsidP="008529F0">
                  <w:pPr>
                    <w:spacing w:line="528" w:lineRule="auto"/>
                    <w:ind w:firstLine="420" w:firstLineChars="150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="008529F0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564A6D" w:rsidR="003C2216">
                    <w:rPr>
                      <w:rFonts w:ascii="宋体" w:hAnsi="宋体" w:hint="eastAsia"/>
                      <w:sz w:val="28"/>
                      <w:szCs w:val="28"/>
                    </w:rPr>
                    <w:t xml:space="preserve">    </w:t>
                  </w:r>
                </w:p>
                <w:p w:rsidR="003D7F02" w:rsidRPr="00C30665" w:rsidP="00EF4698">
                  <w:pPr>
                    <w:spacing w:line="528" w:lineRule="auto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B36FEF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24</w:t>
                  </w:r>
                  <w:r w:rsidR="00AF393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.</w:t>
                  </w:r>
                  <w:r w:rsidRPr="00C30665" w:rsidR="00982E13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 w:rsidRPr="00C30665" w:rsidR="00B36FEF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1</w:t>
                  </w:r>
                  <w:r w:rsidRPr="00C30665" w:rsidR="00982E13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Pr="004C617E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     </w:t>
                  </w:r>
                  <w:r w:rsidR="00AA02CD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4C617E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4C617E"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 </w:t>
                  </w:r>
                  <w:r w:rsidRPr="004C617E"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="00AA02CD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4C617E" w:rsidR="00AA02CD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4C617E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C30665"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81032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  </w:t>
                  </w:r>
                </w:p>
                <w:p w:rsidR="003D7F02" w:rsidRPr="00C30665" w:rsidP="00EF4698">
                  <w:pPr>
                    <w:spacing w:line="528" w:lineRule="auto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="00AF393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 w:rsidRPr="00C30665" w:rsidR="00C1500A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30665" w:rsidR="00862CA2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862CA2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4C617E"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30665" w:rsidR="00862CA2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4C617E" w:rsidR="00862CA2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4C617E"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（3）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0961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862CA2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0961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0961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0961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E50C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 </w:t>
                  </w:r>
                </w:p>
                <w:p w:rsidR="004C617E" w:rsidP="00EF4698">
                  <w:pPr>
                    <w:spacing w:line="528" w:lineRule="auto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="00AF393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C30665"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4</w:t>
                  </w:r>
                  <w:r w:rsidRPr="00C30665"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4C617E"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4C617E"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4C617E" w:rsidR="0081032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 </w:t>
                  </w:r>
                  <w:r w:rsidRPr="00C30665"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4C617E"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</w:t>
                  </w:r>
                  <w:r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A93EB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E50CE" w:rsidR="0081032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810327" w:rsidP="00EF4698">
                  <w:pPr>
                    <w:spacing w:line="528" w:lineRule="auto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  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</w:t>
                  </w:r>
                  <w:r w:rsidRPr="004C617E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C30665"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4C617E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  </w:t>
                  </w:r>
                  <w:r w:rsidRPr="004C617E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4C617E"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F63B1C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 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</w:p>
                <w:p w:rsidR="0026720B" w:rsidRPr="00C30665" w:rsidP="00EF4698">
                  <w:pPr>
                    <w:spacing w:line="528" w:lineRule="auto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C1500A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25.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 w:rsidRPr="00C30665" w:rsidR="00650746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1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 </w:t>
                  </w:r>
                  <w:r w:rsidR="00810327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EC2D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</w:t>
                  </w:r>
                  <w:r w:rsidR="00EC2D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30665" w:rsidR="00650746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E50C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5501CC" w:rsidRPr="00C30665" w:rsidP="00EF4698">
                  <w:pPr>
                    <w:spacing w:line="528" w:lineRule="auto"/>
                    <w:ind w:firstLine="420" w:firstLineChars="150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26720B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</w:t>
                  </w:r>
                  <w:r w:rsidRPr="00C30665" w:rsidR="0026720B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Pr="00C30665" w:rsidR="0026720B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  </w:t>
                  </w:r>
                  <w:r w:rsidRPr="00C30665" w:rsidR="00EF4698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 w:rsidRPr="00C30665" w:rsidR="004C617E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 w:rsidR="00EF4698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</w:t>
                  </w:r>
                  <w:r w:rsidR="00EF4698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 w:rsidRPr="00C30665" w:rsidR="00EF4698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810327" w:rsidR="0081032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="00810327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533613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131D4A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C30665" w:rsidR="00533613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Pr="00C30665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  </w:t>
                  </w:r>
                  <w:r w:rsidRPr="00C30665" w:rsidR="0026720B">
                    <w:rPr>
                      <w:rFonts w:ascii="宋体" w:hAnsi="宋体" w:hint="eastAsia"/>
                      <w:b/>
                      <w:sz w:val="28"/>
                      <w:szCs w:val="28"/>
                      <w:u w:val="single"/>
                    </w:rPr>
                    <w:t xml:space="preserve">    </w:t>
                  </w:r>
                  <w:r w:rsidRPr="00CE50CE" w:rsidR="0026720B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C30665" w:rsidR="0026720B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</w:t>
                  </w:r>
                </w:p>
                <w:p w:rsidR="00513208" w:rsidRPr="00564A6D" w:rsidP="00EF4698">
                  <w:pPr>
                    <w:spacing w:line="528" w:lineRule="auto"/>
                    <w:ind w:firstLine="420" w:firstLineChars="150"/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</w:pPr>
                  <w:r w:rsidRPr="00C30665" w:rsidR="0026720B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3</w:t>
                  </w:r>
                  <w:r w:rsidRPr="00C30665" w:rsidR="0026720B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Pr="00564A6D" w:rsidR="0026720B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 </w:t>
                  </w:r>
                  <w:r w:rsidRPr="00564A6D" w:rsidR="0026720B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</w:t>
                  </w:r>
                  <w:r w:rsidR="00AA02CD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</w:t>
                  </w:r>
                  <w:r w:rsidRPr="00564A6D" w:rsidR="005501CC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</w:t>
                  </w:r>
                  <w:r w:rsidRPr="00564A6D" w:rsidR="005501CC">
                    <w:rPr>
                      <w:rFonts w:ascii="宋体" w:hAnsi="宋体" w:hint="eastAsia"/>
                      <w:sz w:val="28"/>
                      <w:szCs w:val="28"/>
                    </w:rPr>
                    <w:t xml:space="preserve">  </w:t>
                  </w:r>
                  <w:r w:rsidR="004C617E">
                    <w:rPr>
                      <w:rFonts w:ascii="宋体" w:hAnsi="宋体" w:hint="eastAsia"/>
                      <w:sz w:val="28"/>
                      <w:szCs w:val="28"/>
                    </w:rPr>
                    <w:t xml:space="preserve">   </w:t>
                  </w:r>
                  <w:r w:rsidR="004C617E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</w:t>
                  </w:r>
                  <w:r w:rsidRPr="00564A6D" w:rsidR="005501CC">
                    <w:rPr>
                      <w:rFonts w:ascii="宋体" w:hAnsi="宋体" w:hint="eastAsia"/>
                      <w:sz w:val="28"/>
                      <w:szCs w:val="28"/>
                    </w:rPr>
                    <w:t xml:space="preserve"> </w:t>
                  </w:r>
                  <w:r w:rsidR="00AA02CD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</w:t>
                  </w:r>
                  <w:r w:rsidRPr="00564A6D" w:rsidR="00AA02CD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</w:t>
                  </w:r>
                  <w:r w:rsidRPr="00564A6D" w:rsidR="005501CC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</w:t>
                  </w:r>
                  <w:r w:rsidR="00EF4698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 w:rsidR="00AA02CD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</w:t>
                  </w:r>
                  <w:r w:rsidRPr="00564A6D" w:rsidR="005501CC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 w:rsidRPr="00564A6D" w:rsidR="0026720B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</w:t>
                  </w:r>
                  <w:r w:rsidRPr="00CE50CE" w:rsidR="0026720B">
                    <w:rPr>
                      <w:rFonts w:ascii="宋体" w:hAnsi="宋体" w:hint="eastAsia"/>
                      <w:sz w:val="28"/>
                      <w:szCs w:val="28"/>
                    </w:rPr>
                    <w:t xml:space="preserve">  </w:t>
                  </w:r>
                </w:p>
                <w:p w:rsidR="004C617E" w:rsidP="004C617E">
                  <w:pPr>
                    <w:spacing w:line="480" w:lineRule="auto"/>
                    <w:ind w:firstLine="420" w:firstLineChars="150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EF4698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4</w:t>
                  </w:r>
                  <w:r w:rsidRPr="00C30665" w:rsidR="00EF4698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Pr="00564A6D" w:rsidR="00EF4698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564A6D" w:rsidR="00131D4A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 w:rsidRPr="00564A6D" w:rsidR="00EF4698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 xml:space="preserve">     </w:t>
                  </w:r>
                  <w:r w:rsidRPr="00564A6D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</w:t>
                  </w:r>
                  <w:r w:rsidRPr="00564A6D" w:rsidR="00AA02CD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 w:rsidRPr="00564A6D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       </w:t>
                  </w:r>
                </w:p>
                <w:p w:rsidR="00EF4698" w:rsidP="00EF4698">
                  <w:pPr>
                    <w:spacing w:line="480" w:lineRule="auto"/>
                    <w:ind w:firstLine="420" w:firstLineChars="150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C30665" w:rsidR="00131D4A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（</w:t>
                  </w:r>
                  <w:r w:rsidR="00131D4A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5</w:t>
                  </w:r>
                  <w:r w:rsidRPr="00C30665" w:rsidR="00131D4A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）</w:t>
                  </w:r>
                  <w:r w:rsidRPr="00564A6D" w:rsidR="00131D4A"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          </w:t>
                  </w:r>
                  <w:r w:rsidR="00131D4A">
                    <w:rPr>
                      <w:rFonts w:ascii="宋体" w:hAnsi="宋体" w:hint="eastAsia"/>
                      <w:sz w:val="28"/>
                      <w:szCs w:val="28"/>
                    </w:rPr>
                    <w:t xml:space="preserve"> </w:t>
                  </w:r>
                </w:p>
                <w:p w:rsidR="00EF4698" w:rsidP="00513208">
                  <w:pPr>
                    <w:spacing w:line="480" w:lineRule="auto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8529F0" w:rsidP="00513208">
                  <w:pPr>
                    <w:spacing w:line="480" w:lineRule="auto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  <w:p w:rsidR="00513208" w:rsidRPr="00564A6D" w:rsidP="00513208">
                  <w:pPr>
                    <w:spacing w:line="480" w:lineRule="auto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  <w:r w:rsidRPr="00564A6D">
                    <w:rPr>
                      <w:rFonts w:ascii="宋体" w:hAnsi="宋体" w:hint="eastAsia"/>
                      <w:b/>
                      <w:sz w:val="28"/>
                      <w:szCs w:val="28"/>
                    </w:rPr>
                    <w:t>26.</w:t>
                  </w:r>
                </w:p>
                <w:p w:rsidR="00513208" w:rsidP="00513208">
                  <w:pPr>
                    <w:spacing w:line="480" w:lineRule="auto"/>
                    <w:ind w:firstLine="360" w:firstLineChars="150"/>
                    <w:rPr>
                      <w:rFonts w:ascii="宋体" w:hAnsi="宋体" w:hint="eastAsia"/>
                      <w:sz w:val="24"/>
                      <w:u w:val="single"/>
                    </w:rPr>
                  </w:pPr>
                </w:p>
                <w:p w:rsidR="00C30665" w:rsidP="00513208">
                  <w:pPr>
                    <w:spacing w:line="480" w:lineRule="auto"/>
                    <w:ind w:firstLine="360" w:firstLineChars="150"/>
                    <w:rPr>
                      <w:rFonts w:ascii="宋体" w:hAnsi="宋体" w:hint="eastAsia"/>
                      <w:sz w:val="24"/>
                    </w:rPr>
                  </w:pPr>
                </w:p>
                <w:p w:rsidR="003C5AA7" w:rsidP="00C30665">
                  <w:pPr>
                    <w:spacing w:line="480" w:lineRule="auto"/>
                    <w:rPr>
                      <w:rFonts w:ascii="宋体" w:hAnsi="宋体" w:hint="eastAsia"/>
                      <w:sz w:val="24"/>
                    </w:rPr>
                  </w:pPr>
                </w:p>
                <w:p w:rsidR="004A3F05" w:rsidRPr="00C30665" w:rsidP="00C30665">
                  <w:pPr>
                    <w:spacing w:line="480" w:lineRule="auto"/>
                    <w:rPr>
                      <w:rFonts w:ascii="宋体" w:hAnsi="宋体" w:hint="eastAsi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ect id="Rectangle 245" o:spid="_x0000_s1031" style="width:354pt;height:756.15pt;margin-top:-39pt;margin-left:348pt;position:absolute;z-index:251665408">
            <o:lock v:ext="edit" aspectratio="f"/>
          </v:rect>
        </w:pict>
      </w:r>
      <w:r>
        <w:rPr>
          <w:rFonts w:hint="eastAsia"/>
        </w:rPr>
        <w:pict>
          <v:rect id="Rectangle 161" o:spid="_x0000_s1032" style="width:172.5pt;height:79.35pt;margin-top:46.45pt;margin-left:162pt;position:absolute;z-index:251661312" stroked="t" strokeweight="1pt">
            <v:stroke dashstyle="dash"/>
            <o:lock v:ext="edit" aspectratio="f"/>
          </v:rect>
        </w:pict>
      </w:r>
      <w:r>
        <w:rPr>
          <w:rFonts w:hint="eastAsia"/>
          <w:noProof/>
        </w:rPr>
        <w:pict>
          <v:shape id="_x0000_s1033" type="#_x0000_t32" style="width:354pt;height:0.5pt;margin-top:369.9pt;margin-left:348pt;flip:y;position:absolute;z-index:251671552" o:connectortype="straight" filled="f" stroked="t" strokeweight="1.25pt"/>
        </w:pict>
      </w:r>
      <w:r>
        <w:rPr>
          <w:rFonts w:hint="eastAsia"/>
        </w:rPr>
        <w:pict>
          <v:shape id="Text Box 164" o:spid="_x0000_s1034" type="#_x0000_t202" style="width:99pt;height:31.2pt;margin-top:69.5pt;margin-left:198pt;position:absolute;z-index:251662336" filled="f" stroked="f">
            <o:lock v:ext="edit" aspectratio="f"/>
            <v:textbox>
              <w:txbxContent>
                <w:p w:rsidR="00064D40" w:rsidRPr="00432F41">
                  <w:pPr>
                    <w:jc w:val="center"/>
                    <w:rPr>
                      <w:rFonts w:hint="eastAsia"/>
                      <w:sz w:val="24"/>
                    </w:rPr>
                  </w:pPr>
                  <w:r w:rsidRPr="00432F41">
                    <w:rPr>
                      <w:rFonts w:hint="eastAsia"/>
                      <w:sz w:val="24"/>
                    </w:rPr>
                    <w:t>贴条形码区</w:t>
                  </w:r>
                </w:p>
                <w:p w:rsidR="00064D40" w:rsidRPr="00432F41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ect id="Rectangle 248" o:spid="_x0000_s1035" style="width:367.5pt;height:756.6pt;margin-top:-39pt;margin-left:712.5pt;position:absolute;z-index:251666432" stroked="t" strokeweight="1pt">
            <o:lock v:ext="edit" aspectratio="f"/>
          </v:rect>
        </w:pict>
      </w:r>
      <w:r>
        <w:rPr>
          <w:rFonts w:hint="eastAsia"/>
        </w:rPr>
        <w:pict>
          <v:shape id="Text Box 254" o:spid="_x0000_s1036" type="#_x0000_t202" style="width:176.25pt;height:1in;margin-top:-9.7pt;margin-left:158.25pt;position:absolute;z-index:251669504" filled="f" stroked="f">
            <o:lock v:ext="edit" aspectratio="f"/>
            <v:textbox>
              <w:txbxContent>
                <w:p w:rsidR="00064D40" w:rsidRPr="00432F41">
                  <w:pPr>
                    <w:rPr>
                      <w:rFonts w:hint="eastAsia"/>
                      <w:sz w:val="24"/>
                    </w:rPr>
                  </w:pPr>
                  <w:r w:rsidRPr="00432F41">
                    <w:rPr>
                      <w:rFonts w:ascii="新宋体" w:eastAsia="新宋体" w:hAnsi="新宋体" w:hint="eastAsia"/>
                      <w:sz w:val="24"/>
                    </w:rPr>
                    <w:t>准考证号</w:t>
                  </w:r>
                  <w:r w:rsidRPr="00432F41">
                    <w:rPr>
                      <w:rFonts w:hint="eastAsia"/>
                      <w:sz w:val="24"/>
                    </w:rPr>
                    <w:t>：</w:t>
                  </w:r>
                </w:p>
                <w:tbl>
                  <w:tblPr>
                    <w:tblStyle w:val="TableNormal"/>
                    <w:tblW w:w="3487" w:type="dxa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353"/>
                    <w:gridCol w:w="391"/>
                    <w:gridCol w:w="391"/>
                    <w:gridCol w:w="392"/>
                    <w:gridCol w:w="392"/>
                    <w:gridCol w:w="392"/>
                    <w:gridCol w:w="392"/>
                    <w:gridCol w:w="392"/>
                    <w:gridCol w:w="392"/>
                  </w:tblGrid>
                  <w:tr w:rsidTr="006B508F">
                    <w:tblPrEx>
                      <w:tblW w:w="3487" w:type="dxa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val="553"/>
                    </w:trPr>
                    <w:tc>
                      <w:tcPr>
                        <w:tcW w:w="353" w:type="dxa"/>
                      </w:tcPr>
                      <w:p w:rsidR="00BE0E9E" w:rsidRPr="00432F41" w:rsidP="00BE0E9E">
                        <w:pPr>
                          <w:rPr>
                            <w:rFonts w:hint="eastAsia"/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BE0E9E" w:rsidRPr="00432F41" w:rsidP="00BE0E9E">
                        <w:pPr>
                          <w:rPr>
                            <w:rFonts w:hint="eastAsia"/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BE0E9E" w:rsidRPr="00432F41" w:rsidP="00BE0E9E">
                        <w:pPr>
                          <w:rPr>
                            <w:rFonts w:hint="eastAsia"/>
                            <w:sz w:val="24"/>
                          </w:rPr>
                        </w:pPr>
                        <w:r w:rsidRPr="00432F41"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92" w:type="dxa"/>
                      </w:tcPr>
                      <w:p w:rsidR="00BE0E9E" w:rsidRPr="00432F41" w:rsidP="00BE0E9E">
                        <w:pPr>
                          <w:rPr>
                            <w:rFonts w:hint="eastAsia"/>
                            <w:sz w:val="24"/>
                          </w:rPr>
                        </w:pPr>
                        <w:r w:rsidRPr="00432F41"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92" w:type="dxa"/>
                      </w:tcPr>
                      <w:p w:rsidR="00BE0E9E" w:rsidRPr="00432F41" w:rsidP="00BE0E9E">
                        <w:pPr>
                          <w:rPr>
                            <w:rFonts w:hint="eastAsia"/>
                            <w:sz w:val="24"/>
                          </w:rPr>
                        </w:pPr>
                        <w:r w:rsidRPr="00432F41"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92" w:type="dxa"/>
                      </w:tcPr>
                      <w:p w:rsidR="00BE0E9E" w:rsidRPr="00432F41" w:rsidP="00BE0E9E">
                        <w:pPr>
                          <w:rPr>
                            <w:rFonts w:hint="eastAsia"/>
                            <w:sz w:val="24"/>
                          </w:rPr>
                        </w:pPr>
                        <w:r w:rsidRPr="00432F41"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92" w:type="dxa"/>
                      </w:tcPr>
                      <w:p w:rsidR="00BE0E9E" w:rsidRPr="00432F41" w:rsidP="00BE0E9E">
                        <w:pPr>
                          <w:rPr>
                            <w:rFonts w:hint="eastAsia"/>
                            <w:sz w:val="24"/>
                          </w:rPr>
                        </w:pPr>
                        <w:r w:rsidRPr="00432F41"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92" w:type="dxa"/>
                      </w:tcPr>
                      <w:p w:rsidR="00BE0E9E" w:rsidRPr="00432F41" w:rsidP="00BE0E9E">
                        <w:pPr>
                          <w:rPr>
                            <w:rFonts w:hint="eastAsia"/>
                            <w:sz w:val="24"/>
                          </w:rPr>
                        </w:pPr>
                        <w:r w:rsidRPr="00432F41"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92" w:type="dxa"/>
                      </w:tcPr>
                      <w:p w:rsidR="00BE0E9E" w:rsidRPr="00432F41" w:rsidP="00BE0E9E">
                        <w:pPr>
                          <w:rPr>
                            <w:rFonts w:hint="eastAsia"/>
                            <w:sz w:val="24"/>
                          </w:rPr>
                        </w:pPr>
                        <w:r w:rsidRPr="00432F41"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064D40" w:rsidRPr="00432F41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hint="eastAsia"/>
          <w:noProof/>
        </w:rPr>
        <w:pict>
          <v:group id="Group 4" o:spid="_x0000_s1037" style="width:189.25pt;height:115.95pt;margin-top:8.85pt;margin-left:-35.25pt;position:absolute;z-index:251660288" coordorigin="0,0" coordsize="4569,2373">
            <o:lock v:ext="edit" aspectratio="f"/>
            <v:shape id="Text Box 5" o:spid="_x0000_s1038" type="#_x0000_t202" style="width:4569;height:780;position:absolute">
              <o:lock v:ext="edit" aspectratio="f"/>
              <v:textbox>
                <w:txbxContent>
                  <w:p w:rsidR="00064D40" w:rsidRPr="00432F41">
                    <w:pPr>
                      <w:rPr>
                        <w:rFonts w:hint="eastAsia"/>
                        <w:sz w:val="24"/>
                      </w:rPr>
                    </w:pPr>
                  </w:p>
                  <w:p w:rsidR="00064D40" w:rsidRPr="00432F41">
                    <w:pPr>
                      <w:jc w:val="left"/>
                      <w:rPr>
                        <w:rFonts w:hint="eastAsia"/>
                        <w:sz w:val="24"/>
                      </w:rPr>
                    </w:pPr>
                    <w:r w:rsidRPr="00432F41">
                      <w:rPr>
                        <w:rFonts w:hint="eastAsia"/>
                        <w:sz w:val="24"/>
                      </w:rPr>
                      <w:t>班级:________ 姓名:_________场:_______</w:t>
                    </w:r>
                  </w:p>
                </w:txbxContent>
              </v:textbox>
            </v:shape>
            <v:shape id="Text Box 6" o:spid="_x0000_s1039" type="#_x0000_t202" style="width:4569;height:837;position:absolute;top:739">
              <o:lock v:ext="edit" aspectratio="f"/>
              <v:textbox>
                <w:txbxContent>
                  <w:p w:rsidR="00064D40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正确</w:t>
                    </w:r>
                    <w:r w:rsidR="007D14BE">
                      <w:rPr>
                        <w:rFonts w:hint="eastAsia"/>
                      </w:rPr>
                      <w:t xml:space="preserve">    </w:t>
                    </w:r>
                    <w:r>
                      <w:rPr>
                        <w:rFonts w:hint="eastAsia"/>
                      </w:rPr>
                      <w:t>错误</w:t>
                    </w:r>
                    <w:r w:rsidR="00C16BA8">
                      <w:rPr>
                        <w:rFonts w:hint="eastAsia"/>
                      </w:rPr>
                      <w:t xml:space="preserve">           </w:t>
                    </w:r>
                    <w:r>
                      <w:rPr>
                        <w:rFonts w:hint="eastAsia"/>
                      </w:rPr>
                      <w:t xml:space="preserve">缺考    </w:t>
                    </w:r>
                  </w:p>
                  <w:p w:rsidR="00064D40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填涂</w:t>
                    </w:r>
                    <w:r w:rsidR="007D14BE">
                      <w:rPr>
                        <w:rFonts w:hint="eastAsia"/>
                      </w:rPr>
                      <w:t xml:space="preserve">    </w:t>
                    </w:r>
                    <w:r>
                      <w:rPr>
                        <w:rFonts w:hint="eastAsia"/>
                      </w:rPr>
                      <w:t>填涂</w:t>
                    </w:r>
                    <w:r w:rsidR="00C16BA8">
                      <w:rPr>
                        <w:rFonts w:hint="eastAsia"/>
                      </w:rPr>
                      <w:t xml:space="preserve">           </w:t>
                    </w:r>
                    <w:r>
                      <w:rPr>
                        <w:rFonts w:hint="eastAsia"/>
                      </w:rPr>
                      <w:t>标记</w:t>
                    </w:r>
                  </w:p>
                </w:txbxContent>
              </v:textbox>
            </v:shape>
            <v:shape id="Text Box 7" o:spid="_x0000_s1040" type="#_x0000_t202" style="width:4569;height:797;position:absolute;top:1576">
              <o:lock v:ext="edit" aspectratio="f"/>
              <v:textbox>
                <w:txbxContent>
                  <w:p w:rsidR="00064D40"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特别注意：</w:t>
                    </w:r>
                    <w:r>
                      <w:rPr>
                        <w:rFonts w:hint="eastAsia"/>
                      </w:rPr>
                      <w:t>作答时请勿超出</w:t>
                    </w:r>
                    <w:r>
                      <w:rPr>
                        <w:rFonts w:hint="eastAsia"/>
                        <w:b/>
                      </w:rPr>
                      <w:t>实线</w:t>
                    </w:r>
                    <w:r>
                      <w:rPr>
                        <w:rFonts w:hint="eastAsia"/>
                      </w:rPr>
                      <w:t>答题区</w:t>
                    </w:r>
                  </w:p>
                  <w:p w:rsidR="00064D40">
                    <w:pPr>
                      <w:ind w:firstLine="1029" w:firstLineChars="490"/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考生请勿填涂缺考标记</w:t>
                    </w:r>
                  </w:p>
                </w:txbxContent>
              </v:textbox>
            </v:shape>
            <v:rect id="11" o:spid="_x0000_s1041" style="width:253;height:120;left:693;position:absolute;top:1084" filled="t" fillcolor="black" strokeweight="0.5pt">
              <o:lock v:ext="edit" aspectratio="f"/>
            </v:rect>
            <v:rect id="11" o:spid="_x0000_s1042" style="width:253;height:120;left:1722;position:absolute;top:1238" filled="f" strokeweight="0.5pt">
              <o:lock v:ext="edit" aspectratio="f"/>
            </v:rect>
            <v:rect id="11" o:spid="_x0000_s1043" style="width:253;height:120;left:2079;position:absolute;top:926" filled="f" strokeweight="0.5pt">
              <o:lock v:ext="edit" aspectratio="f"/>
            </v:rect>
            <v:rect id="11" o:spid="_x0000_s1044" style="width:253;height:120;left:2079;position:absolute;top:1238" filled="f" strokeweight="0.5pt">
              <o:lock v:ext="edit" aspectratio="f"/>
            </v:rect>
            <v:shape id="Text Box 12" o:spid="_x0000_s1045" type="#_x0000_t202" style="width:622;height:468;left:1617;position:absolute;top:770" filled="f" stroked="f">
              <o:lock v:ext="edit" aspectratio="f"/>
              <v:textbox>
                <w:txbxContent>
                  <w:p w:rsidR="00064D40"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√</w:t>
                    </w:r>
                  </w:p>
                </w:txbxContent>
              </v:textbox>
            </v:shape>
            <v:shape id="Text Box 13" o:spid="_x0000_s1046" type="#_x0000_t202" style="width:411;height:372;left:1932;position:absolute;top:770" filled="f" stroked="f">
              <o:lock v:ext="edit" aspectratio="f"/>
              <v:textbox>
                <w:txbxContent>
                  <w:p w:rsidR="00064D40"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×</w:t>
                    </w:r>
                  </w:p>
                </w:txbxContent>
              </v:textbox>
            </v:shape>
            <v:oval id="Oval 14" o:spid="_x0000_s1047" style="width:163;height:125;flip:y;left:1764;position:absolute;top:1241" filled="t" fillcolor="black">
              <o:lock v:ext="edit" aspectratio="f"/>
            </v:oval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15" o:spid="_x0000_s1048" type="#_x0000_t109" style="width:130;height:125;left:2079;position:absolute;top:1241" filled="t" fillcolor="black">
              <o:lock v:ext="edit" aspectratio="f"/>
            </v:shape>
            <v:rect id="11" o:spid="_x0000_s1049" style="width:253;height:120;left:1722;position:absolute;top:925" filled="f" strokeweight="0.5pt">
              <o:lock v:ext="edit" aspectratio="f"/>
            </v:rect>
            <v:rect id="11" o:spid="_x0000_s1050" style="width:253;height:120;left:3775;position:absolute;top:1059" filled="f" strokeweight="0.5pt">
              <o:lock v:ext="edit" aspectratio="f"/>
            </v:rect>
          </v:group>
        </w:pict>
      </w:r>
      <w:r>
        <w:rPr>
          <w:rFonts w:hint="eastAsia"/>
        </w:rPr>
        <w:pict>
          <v:rect id="Rectangle 235" o:spid="_x0000_s1051" style="width:371.2pt;height:442.45pt;margin-top:275.15pt;margin-left:-35.25pt;position:absolute;z-index:251663360" stroked="t" strokeweight="1pt">
            <o:lock v:ext="edit" aspectratio="f"/>
          </v:rect>
        </w:pict>
      </w:r>
      <w:r>
        <w:rPr>
          <w:rFonts w:hint="eastAsia"/>
        </w:rPr>
        <w:pict>
          <v:rect id="Rectangle 264" o:spid="_x0000_s1052" style="width:371.2pt;height:134.75pt;margin-top:140.4pt;margin-left:-35.25pt;position:absolute;z-index:251670528" stroked="t" strokeweight="1pt">
            <o:lock v:ext="edit" aspectratio="f"/>
          </v:rect>
        </w:pict>
      </w:r>
    </w:p>
    <w:p>
      <w:r w:rsidR="00064D40">
        <w:rPr>
          <w:rFonts w:hint="eastAsia"/>
          <w:b/>
        </w:rPr>
        <w:drawing>
          <wp:inline>
            <wp:extent cx="3947612" cy="4724400"/>
            <wp:docPr id="10004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0938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7612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6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DA3"/>
    <w:rsid w:val="00002521"/>
    <w:rsid w:val="000066E6"/>
    <w:rsid w:val="0001147C"/>
    <w:rsid w:val="000217AB"/>
    <w:rsid w:val="00021E9C"/>
    <w:rsid w:val="0002492D"/>
    <w:rsid w:val="00031C10"/>
    <w:rsid w:val="000328E7"/>
    <w:rsid w:val="00035534"/>
    <w:rsid w:val="00037A39"/>
    <w:rsid w:val="00037E42"/>
    <w:rsid w:val="00052316"/>
    <w:rsid w:val="0005247C"/>
    <w:rsid w:val="00055FB2"/>
    <w:rsid w:val="00064D40"/>
    <w:rsid w:val="0006606E"/>
    <w:rsid w:val="00087E02"/>
    <w:rsid w:val="00091BD1"/>
    <w:rsid w:val="000930E5"/>
    <w:rsid w:val="000961B7"/>
    <w:rsid w:val="000976A9"/>
    <w:rsid w:val="000A1D07"/>
    <w:rsid w:val="000A5706"/>
    <w:rsid w:val="000B01BA"/>
    <w:rsid w:val="000B2B78"/>
    <w:rsid w:val="000B36EE"/>
    <w:rsid w:val="000C28CD"/>
    <w:rsid w:val="000C7CCA"/>
    <w:rsid w:val="000D1739"/>
    <w:rsid w:val="000D4A9D"/>
    <w:rsid w:val="000D5D7D"/>
    <w:rsid w:val="000D70A4"/>
    <w:rsid w:val="000E18D9"/>
    <w:rsid w:val="000E373C"/>
    <w:rsid w:val="000E70D0"/>
    <w:rsid w:val="000F579B"/>
    <w:rsid w:val="000F67AB"/>
    <w:rsid w:val="00102BF0"/>
    <w:rsid w:val="001057D4"/>
    <w:rsid w:val="0011103F"/>
    <w:rsid w:val="00112012"/>
    <w:rsid w:val="001133A3"/>
    <w:rsid w:val="00125958"/>
    <w:rsid w:val="00131D4A"/>
    <w:rsid w:val="00144D57"/>
    <w:rsid w:val="00147019"/>
    <w:rsid w:val="001477A9"/>
    <w:rsid w:val="00153084"/>
    <w:rsid w:val="00162D18"/>
    <w:rsid w:val="00192032"/>
    <w:rsid w:val="001A43B0"/>
    <w:rsid w:val="001B0DE8"/>
    <w:rsid w:val="001B374E"/>
    <w:rsid w:val="001C1353"/>
    <w:rsid w:val="001E55A7"/>
    <w:rsid w:val="001F52D5"/>
    <w:rsid w:val="00203864"/>
    <w:rsid w:val="0021271C"/>
    <w:rsid w:val="0021535B"/>
    <w:rsid w:val="00215C1E"/>
    <w:rsid w:val="00220C3D"/>
    <w:rsid w:val="00227EE7"/>
    <w:rsid w:val="002635E8"/>
    <w:rsid w:val="0026720B"/>
    <w:rsid w:val="002A2DFB"/>
    <w:rsid w:val="002A4463"/>
    <w:rsid w:val="002A6F4E"/>
    <w:rsid w:val="002B06D6"/>
    <w:rsid w:val="002C0740"/>
    <w:rsid w:val="002C311F"/>
    <w:rsid w:val="002C6497"/>
    <w:rsid w:val="002C79D9"/>
    <w:rsid w:val="002D320B"/>
    <w:rsid w:val="002D5ABA"/>
    <w:rsid w:val="002E1A9F"/>
    <w:rsid w:val="002E4A44"/>
    <w:rsid w:val="00310883"/>
    <w:rsid w:val="00331EBA"/>
    <w:rsid w:val="0033796E"/>
    <w:rsid w:val="003425F3"/>
    <w:rsid w:val="003544DE"/>
    <w:rsid w:val="00391848"/>
    <w:rsid w:val="00392325"/>
    <w:rsid w:val="003963F0"/>
    <w:rsid w:val="003965E6"/>
    <w:rsid w:val="003A17F4"/>
    <w:rsid w:val="003A56F4"/>
    <w:rsid w:val="003A7093"/>
    <w:rsid w:val="003C2216"/>
    <w:rsid w:val="003C5AA7"/>
    <w:rsid w:val="003D1C2D"/>
    <w:rsid w:val="003D31A9"/>
    <w:rsid w:val="003D3C18"/>
    <w:rsid w:val="003D5844"/>
    <w:rsid w:val="003D6D7B"/>
    <w:rsid w:val="003D7F02"/>
    <w:rsid w:val="003F0B3F"/>
    <w:rsid w:val="003F1DD0"/>
    <w:rsid w:val="00406406"/>
    <w:rsid w:val="004151FC"/>
    <w:rsid w:val="00417B4A"/>
    <w:rsid w:val="00420C60"/>
    <w:rsid w:val="00425C3E"/>
    <w:rsid w:val="0043290D"/>
    <w:rsid w:val="00432F41"/>
    <w:rsid w:val="00443B1B"/>
    <w:rsid w:val="00450503"/>
    <w:rsid w:val="00456CE8"/>
    <w:rsid w:val="004730A5"/>
    <w:rsid w:val="00483B15"/>
    <w:rsid w:val="004852BD"/>
    <w:rsid w:val="0048548F"/>
    <w:rsid w:val="00493E98"/>
    <w:rsid w:val="004A3F05"/>
    <w:rsid w:val="004A4732"/>
    <w:rsid w:val="004A5A35"/>
    <w:rsid w:val="004A6F40"/>
    <w:rsid w:val="004C3E99"/>
    <w:rsid w:val="004C617E"/>
    <w:rsid w:val="004D3F6F"/>
    <w:rsid w:val="004D51EE"/>
    <w:rsid w:val="004E2CE4"/>
    <w:rsid w:val="004E5B3A"/>
    <w:rsid w:val="004F1721"/>
    <w:rsid w:val="004F36F1"/>
    <w:rsid w:val="004F455E"/>
    <w:rsid w:val="004F6EEA"/>
    <w:rsid w:val="00510791"/>
    <w:rsid w:val="0051196D"/>
    <w:rsid w:val="00512096"/>
    <w:rsid w:val="00512986"/>
    <w:rsid w:val="00513208"/>
    <w:rsid w:val="00524DC5"/>
    <w:rsid w:val="00533613"/>
    <w:rsid w:val="00536053"/>
    <w:rsid w:val="00541919"/>
    <w:rsid w:val="005501CC"/>
    <w:rsid w:val="00564A6D"/>
    <w:rsid w:val="00566441"/>
    <w:rsid w:val="0057054A"/>
    <w:rsid w:val="00572C4D"/>
    <w:rsid w:val="0058469C"/>
    <w:rsid w:val="005872ED"/>
    <w:rsid w:val="005A0E8B"/>
    <w:rsid w:val="005A2923"/>
    <w:rsid w:val="005A55ED"/>
    <w:rsid w:val="005B573D"/>
    <w:rsid w:val="005C085B"/>
    <w:rsid w:val="005F2D8E"/>
    <w:rsid w:val="006109CD"/>
    <w:rsid w:val="00616BE7"/>
    <w:rsid w:val="006276E9"/>
    <w:rsid w:val="00630758"/>
    <w:rsid w:val="00635E96"/>
    <w:rsid w:val="00641EAA"/>
    <w:rsid w:val="00647CD7"/>
    <w:rsid w:val="006503F2"/>
    <w:rsid w:val="00650746"/>
    <w:rsid w:val="00655E04"/>
    <w:rsid w:val="00661F91"/>
    <w:rsid w:val="006637A1"/>
    <w:rsid w:val="006862F0"/>
    <w:rsid w:val="00691661"/>
    <w:rsid w:val="006A1608"/>
    <w:rsid w:val="006A335E"/>
    <w:rsid w:val="006B508F"/>
    <w:rsid w:val="006C0446"/>
    <w:rsid w:val="006D6A65"/>
    <w:rsid w:val="006E22D8"/>
    <w:rsid w:val="006E3541"/>
    <w:rsid w:val="006F1112"/>
    <w:rsid w:val="006F19B3"/>
    <w:rsid w:val="007079F4"/>
    <w:rsid w:val="00713F48"/>
    <w:rsid w:val="00724432"/>
    <w:rsid w:val="0075325E"/>
    <w:rsid w:val="00757A72"/>
    <w:rsid w:val="0076138C"/>
    <w:rsid w:val="00762F68"/>
    <w:rsid w:val="0076577B"/>
    <w:rsid w:val="007677E7"/>
    <w:rsid w:val="00776415"/>
    <w:rsid w:val="00791D51"/>
    <w:rsid w:val="0079474E"/>
    <w:rsid w:val="007A1E4E"/>
    <w:rsid w:val="007B2588"/>
    <w:rsid w:val="007B5102"/>
    <w:rsid w:val="007C1C68"/>
    <w:rsid w:val="007C355B"/>
    <w:rsid w:val="007C3EDB"/>
    <w:rsid w:val="007C6CFC"/>
    <w:rsid w:val="007C79CF"/>
    <w:rsid w:val="007D14BE"/>
    <w:rsid w:val="007D636C"/>
    <w:rsid w:val="007F3807"/>
    <w:rsid w:val="007F7379"/>
    <w:rsid w:val="00802014"/>
    <w:rsid w:val="0080252C"/>
    <w:rsid w:val="008062DA"/>
    <w:rsid w:val="00810327"/>
    <w:rsid w:val="00812A5D"/>
    <w:rsid w:val="008146C7"/>
    <w:rsid w:val="00826F3F"/>
    <w:rsid w:val="00841CD7"/>
    <w:rsid w:val="008503C4"/>
    <w:rsid w:val="00850A3C"/>
    <w:rsid w:val="008529F0"/>
    <w:rsid w:val="0085465A"/>
    <w:rsid w:val="00855AF5"/>
    <w:rsid w:val="00862CA2"/>
    <w:rsid w:val="0087296B"/>
    <w:rsid w:val="00880227"/>
    <w:rsid w:val="008870E5"/>
    <w:rsid w:val="00892A4A"/>
    <w:rsid w:val="00894C1C"/>
    <w:rsid w:val="008B176B"/>
    <w:rsid w:val="008C20A5"/>
    <w:rsid w:val="008C3D7C"/>
    <w:rsid w:val="008C4EC3"/>
    <w:rsid w:val="008C6BDD"/>
    <w:rsid w:val="008E3BD7"/>
    <w:rsid w:val="008E7F38"/>
    <w:rsid w:val="008F0F89"/>
    <w:rsid w:val="008F34E2"/>
    <w:rsid w:val="008F485B"/>
    <w:rsid w:val="00900DF4"/>
    <w:rsid w:val="00906E09"/>
    <w:rsid w:val="009100CD"/>
    <w:rsid w:val="00913D36"/>
    <w:rsid w:val="00922D85"/>
    <w:rsid w:val="00925A73"/>
    <w:rsid w:val="009369AB"/>
    <w:rsid w:val="0094122E"/>
    <w:rsid w:val="00945DE4"/>
    <w:rsid w:val="009563E2"/>
    <w:rsid w:val="00957602"/>
    <w:rsid w:val="00965687"/>
    <w:rsid w:val="00965C22"/>
    <w:rsid w:val="009711E0"/>
    <w:rsid w:val="00977F84"/>
    <w:rsid w:val="00982E13"/>
    <w:rsid w:val="00992CCE"/>
    <w:rsid w:val="0099409E"/>
    <w:rsid w:val="009A462A"/>
    <w:rsid w:val="009A58D7"/>
    <w:rsid w:val="009B2F83"/>
    <w:rsid w:val="009C50AA"/>
    <w:rsid w:val="009F1958"/>
    <w:rsid w:val="009F4CF7"/>
    <w:rsid w:val="009F58E3"/>
    <w:rsid w:val="00A0105F"/>
    <w:rsid w:val="00A17BE1"/>
    <w:rsid w:val="00A44A49"/>
    <w:rsid w:val="00A63C0B"/>
    <w:rsid w:val="00A65A48"/>
    <w:rsid w:val="00A75360"/>
    <w:rsid w:val="00A825BD"/>
    <w:rsid w:val="00A84A74"/>
    <w:rsid w:val="00A934E2"/>
    <w:rsid w:val="00A93EB7"/>
    <w:rsid w:val="00A97D2A"/>
    <w:rsid w:val="00AA02CD"/>
    <w:rsid w:val="00AB0825"/>
    <w:rsid w:val="00AB2C1A"/>
    <w:rsid w:val="00AB70B1"/>
    <w:rsid w:val="00AC21D5"/>
    <w:rsid w:val="00AD05A4"/>
    <w:rsid w:val="00AD4350"/>
    <w:rsid w:val="00AD50E8"/>
    <w:rsid w:val="00AD5CF4"/>
    <w:rsid w:val="00AE4A55"/>
    <w:rsid w:val="00AF389A"/>
    <w:rsid w:val="00AF3937"/>
    <w:rsid w:val="00AF61E4"/>
    <w:rsid w:val="00B01975"/>
    <w:rsid w:val="00B20D55"/>
    <w:rsid w:val="00B2125E"/>
    <w:rsid w:val="00B2753F"/>
    <w:rsid w:val="00B3250F"/>
    <w:rsid w:val="00B36FEF"/>
    <w:rsid w:val="00B41A8F"/>
    <w:rsid w:val="00B44709"/>
    <w:rsid w:val="00B44ED1"/>
    <w:rsid w:val="00B51381"/>
    <w:rsid w:val="00B67658"/>
    <w:rsid w:val="00B73E17"/>
    <w:rsid w:val="00B76290"/>
    <w:rsid w:val="00B93DB7"/>
    <w:rsid w:val="00B94E17"/>
    <w:rsid w:val="00BA2039"/>
    <w:rsid w:val="00BB3F27"/>
    <w:rsid w:val="00BC2281"/>
    <w:rsid w:val="00BC70ED"/>
    <w:rsid w:val="00BD42FB"/>
    <w:rsid w:val="00BD4895"/>
    <w:rsid w:val="00BD6B83"/>
    <w:rsid w:val="00BD745F"/>
    <w:rsid w:val="00BE0600"/>
    <w:rsid w:val="00BE0E9E"/>
    <w:rsid w:val="00C02FC6"/>
    <w:rsid w:val="00C03004"/>
    <w:rsid w:val="00C0532C"/>
    <w:rsid w:val="00C0767C"/>
    <w:rsid w:val="00C1500A"/>
    <w:rsid w:val="00C16BA8"/>
    <w:rsid w:val="00C17AE3"/>
    <w:rsid w:val="00C21F3B"/>
    <w:rsid w:val="00C30665"/>
    <w:rsid w:val="00C36170"/>
    <w:rsid w:val="00C423B2"/>
    <w:rsid w:val="00C536DE"/>
    <w:rsid w:val="00C61860"/>
    <w:rsid w:val="00C66146"/>
    <w:rsid w:val="00C87B60"/>
    <w:rsid w:val="00C9019D"/>
    <w:rsid w:val="00C952F6"/>
    <w:rsid w:val="00C96B5F"/>
    <w:rsid w:val="00CA11A4"/>
    <w:rsid w:val="00CA46EA"/>
    <w:rsid w:val="00CA53AC"/>
    <w:rsid w:val="00CA7E13"/>
    <w:rsid w:val="00CB2896"/>
    <w:rsid w:val="00CB4916"/>
    <w:rsid w:val="00CB7D77"/>
    <w:rsid w:val="00CC03CF"/>
    <w:rsid w:val="00CE50CE"/>
    <w:rsid w:val="00CE6C5D"/>
    <w:rsid w:val="00CF187F"/>
    <w:rsid w:val="00CF4607"/>
    <w:rsid w:val="00D0286A"/>
    <w:rsid w:val="00D21CF9"/>
    <w:rsid w:val="00D46DDE"/>
    <w:rsid w:val="00D521BA"/>
    <w:rsid w:val="00D52233"/>
    <w:rsid w:val="00D54AB4"/>
    <w:rsid w:val="00D6650B"/>
    <w:rsid w:val="00D841A8"/>
    <w:rsid w:val="00D856AA"/>
    <w:rsid w:val="00D938DA"/>
    <w:rsid w:val="00DB1167"/>
    <w:rsid w:val="00DB2E72"/>
    <w:rsid w:val="00DB62CE"/>
    <w:rsid w:val="00DF1DA5"/>
    <w:rsid w:val="00E05C5C"/>
    <w:rsid w:val="00E13015"/>
    <w:rsid w:val="00E146EC"/>
    <w:rsid w:val="00E2101C"/>
    <w:rsid w:val="00E212F3"/>
    <w:rsid w:val="00E2203E"/>
    <w:rsid w:val="00E24FF8"/>
    <w:rsid w:val="00E400E7"/>
    <w:rsid w:val="00E446F0"/>
    <w:rsid w:val="00E50B80"/>
    <w:rsid w:val="00E542E9"/>
    <w:rsid w:val="00E83A50"/>
    <w:rsid w:val="00EB59C6"/>
    <w:rsid w:val="00EC2D65"/>
    <w:rsid w:val="00EC5F8A"/>
    <w:rsid w:val="00EC6BDD"/>
    <w:rsid w:val="00ED5CF4"/>
    <w:rsid w:val="00EF4698"/>
    <w:rsid w:val="00EF5DA3"/>
    <w:rsid w:val="00F04E8C"/>
    <w:rsid w:val="00F136F3"/>
    <w:rsid w:val="00F23695"/>
    <w:rsid w:val="00F41489"/>
    <w:rsid w:val="00F41D0B"/>
    <w:rsid w:val="00F46B89"/>
    <w:rsid w:val="00F5538A"/>
    <w:rsid w:val="00F61677"/>
    <w:rsid w:val="00F62382"/>
    <w:rsid w:val="00F63B1C"/>
    <w:rsid w:val="00F833AF"/>
    <w:rsid w:val="00F964FC"/>
    <w:rsid w:val="00FA414A"/>
    <w:rsid w:val="00FA4AAF"/>
    <w:rsid w:val="00FA7FB2"/>
    <w:rsid w:val="00FC1A57"/>
    <w:rsid w:val="00FD0566"/>
    <w:rsid w:val="00FD2D6C"/>
    <w:rsid w:val="7E6A161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har">
    <w:name w:val="页眉 Char"/>
    <w:link w:val="Header"/>
    <w:rPr>
      <w:kern w:val="2"/>
      <w:sz w:val="18"/>
      <w:szCs w:val="18"/>
    </w:rPr>
  </w:style>
  <w:style w:type="character" w:customStyle="1" w:styleId="Char0">
    <w:name w:val="页脚 Char"/>
    <w:link w:val="Footer"/>
    <w:rPr>
      <w:kern w:val="2"/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customStyle="1" w:styleId="CharChar2CharChar">
    <w:name w:val=" Char Char2 Char Char"/>
    <w:basedOn w:val="Normal"/>
    <w:pPr>
      <w:widowControl/>
      <w:spacing w:line="300" w:lineRule="auto"/>
      <w:ind w:firstLine="20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31572;&#39064;&#21345;&#27169;&#26495;.dot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答题卡模板</Template>
  <TotalTime>291</TotalTime>
  <Pages>1</Pages>
  <Words>2</Words>
  <Characters>14</Characters>
  <Application>Microsoft Office Word</Application>
  <DocSecurity>0</DocSecurity>
  <Lines>1</Lines>
  <Paragraphs>1</Paragraphs>
  <ScaleCrop>false</ScaleCrop>
  <Company>CHENDA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杨 德兴</cp:lastModifiedBy>
  <cp:revision>109</cp:revision>
  <cp:lastPrinted>2019-11-07T08:30:00Z</cp:lastPrinted>
  <dcterms:created xsi:type="dcterms:W3CDTF">2017-03-09T13:23:00Z</dcterms:created>
  <dcterms:modified xsi:type="dcterms:W3CDTF">2022-09-30T11:51:00Z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