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A84732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10325100</wp:posOffset>
            </wp:positionV>
            <wp:extent cx="292100" cy="304800"/>
            <wp:wrapNone/>
            <wp:docPr id="1000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1612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pacing w:val="22"/>
          <w:sz w:val="36"/>
          <w:szCs w:val="36"/>
        </w:rPr>
        <w:pict>
          <v:line id="直线 1072" o:spid="_x0000_s1026" style="position:absolute;z-index:251672576" from="554.3pt,0.3pt" to="554.3pt,773.7pt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7" type="#_x0000_t202" style="width:533.95pt;height:38.4pt;margin-top:1.8pt;margin-left:0;position:absolute;z-index:251659264" filled="f" stroked="f">
            <o:lock v:ext="edit" aspectratio="f"/>
            <v:textbox style="mso-fit-shape-to-text:t">
              <w:txbxContent>
                <w:p w:rsidR="00A84732">
                  <w:pPr>
                    <w:jc w:val="center"/>
                    <w:rPr>
                      <w:rFonts w:ascii="楷体_GB2312" w:eastAsia="楷体_GB2312" w:hint="eastAsia"/>
                      <w:b/>
                      <w:spacing w:val="22"/>
                      <w:sz w:val="36"/>
                      <w:szCs w:val="36"/>
                    </w:rPr>
                  </w:pPr>
                  <w:r w:rsidR="002C1A6E">
                    <w:rPr>
                      <w:rFonts w:ascii="楷体_GB2312" w:eastAsia="楷体_GB2312" w:hAnsi="宋体" w:hint="eastAsia"/>
                      <w:sz w:val="30"/>
                      <w:szCs w:val="30"/>
                    </w:rPr>
                    <w:t>宁德市</w:t>
                  </w:r>
                  <w:r w:rsidRPr="006D07F1">
                    <w:rPr>
                      <w:rFonts w:ascii="楷体_GB2312" w:eastAsia="楷体_GB2312" w:hAnsi="宋体" w:hint="eastAsia"/>
                      <w:sz w:val="30"/>
                      <w:szCs w:val="30"/>
                    </w:rPr>
                    <w:t>202</w:t>
                  </w:r>
                  <w:r w:rsidR="006D07F1">
                    <w:rPr>
                      <w:rFonts w:ascii="楷体_GB2312" w:eastAsia="楷体_GB2312" w:hAnsi="宋体" w:hint="eastAsia"/>
                      <w:sz w:val="30"/>
                      <w:szCs w:val="30"/>
                    </w:rPr>
                    <w:t>1</w:t>
                  </w:r>
                  <w:r w:rsidR="006D07F1">
                    <w:rPr>
                      <w:rFonts w:ascii="楷体_GB2312" w:eastAsia="楷体_GB2312" w:hAnsi="宋体" w:hint="eastAsia"/>
                      <w:sz w:val="30"/>
                      <w:szCs w:val="30"/>
                    </w:rPr>
                    <w:t>—</w:t>
                  </w:r>
                  <w:r w:rsidR="006D07F1">
                    <w:rPr>
                      <w:rFonts w:ascii="楷体_GB2312" w:eastAsia="楷体_GB2312" w:hAnsi="宋体" w:hint="eastAsia"/>
                      <w:sz w:val="30"/>
                      <w:szCs w:val="30"/>
                    </w:rPr>
                    <w:t>2022学年</w:t>
                  </w:r>
                  <w:r w:rsidR="002C1A6E">
                    <w:rPr>
                      <w:rFonts w:ascii="楷体_GB2312" w:eastAsia="楷体_GB2312" w:hAnsi="宋体" w:hint="eastAsia"/>
                      <w:sz w:val="30"/>
                      <w:szCs w:val="30"/>
                    </w:rPr>
                    <w:t>第二学期期末</w:t>
                  </w:r>
                  <w:r w:rsidR="006D07F1">
                    <w:rPr>
                      <w:rFonts w:ascii="楷体_GB2312" w:eastAsia="楷体_GB2312" w:hAnsi="宋体" w:hint="eastAsia"/>
                      <w:sz w:val="30"/>
                      <w:szCs w:val="30"/>
                    </w:rPr>
                    <w:t>八年级</w:t>
                  </w:r>
                  <w:r w:rsidRPr="006D07F1">
                    <w:rPr>
                      <w:rFonts w:ascii="楷体_GB2312" w:eastAsia="楷体_GB2312" w:hAnsi="宋体" w:hint="eastAsia"/>
                      <w:sz w:val="30"/>
                      <w:szCs w:val="30"/>
                    </w:rPr>
                    <w:t>质量</w:t>
                  </w:r>
                  <w:r>
                    <w:rPr>
                      <w:rFonts w:ascii="楷体_GB2312" w:eastAsia="楷体_GB2312" w:hAnsi="宋体" w:hint="eastAsia"/>
                      <w:sz w:val="30"/>
                      <w:szCs w:val="30"/>
                    </w:rPr>
                    <w:t>检测</w:t>
                  </w:r>
                  <w:r>
                    <w:rPr>
                      <w:rFonts w:ascii="宋体" w:hAnsi="宋体" w:hint="eastAsia"/>
                      <w:sz w:val="32"/>
                      <w:szCs w:val="32"/>
                    </w:rPr>
                    <w:t>——</w:t>
                  </w:r>
                  <w:r>
                    <w:rPr>
                      <w:rFonts w:ascii="楷体_GB2312" w:eastAsia="楷体_GB2312" w:hAnsi="华文楷体" w:hint="eastAsia"/>
                      <w:sz w:val="32"/>
                      <w:szCs w:val="32"/>
                    </w:rPr>
                    <w:t>语文答题卡</w:t>
                  </w:r>
                </w:p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shape id="文本框 33" o:spid="_x0000_s1028" type="#_x0000_t202" style="width:526.4pt;height:18.15pt;margin-top:10.8pt;margin-left:577.7pt;position:absolute;z-index:251661312" filled="t" fillcolor="silver" stroked="f">
            <o:lock v:ext="edit" aspectratio="f"/>
            <v:textbox inset=",0.85pt,,0.85pt">
              <w:txbxContent>
                <w:p w:rsidR="00A84732">
                  <w:pPr>
                    <w:jc w:val="center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以下为非选择题答题区,必须用黑色字迹的签字笔在指定的区域内作答,否则答案无效</w:t>
                  </w:r>
                </w:p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rect id="矩形 1071" o:spid="_x0000_s1029" style="width:11pt;height:7pt;margin-top:-4.15pt;margin-left:73.85pt;position:absolute;z-index:251671552"/>
        </w:pict>
      </w:r>
      <w:r>
        <w:rPr>
          <w:rFonts w:hint="eastAsia"/>
          <w:spacing w:val="22"/>
          <w:sz w:val="36"/>
          <w:szCs w:val="36"/>
        </w:rPr>
        <w:pict>
          <v:rect id="矩形 1070" o:spid="_x0000_s1030" style="width:11pt;height:7pt;margin-top:-4.15pt;margin-left:58.8pt;position:absolute;z-index:251670528"/>
        </w:pict>
      </w:r>
      <w:r>
        <w:rPr>
          <w:rFonts w:hint="eastAsia"/>
          <w:spacing w:val="22"/>
          <w:sz w:val="36"/>
          <w:szCs w:val="36"/>
        </w:rPr>
        <w:pict>
          <v:rect id="矩形 1069" o:spid="_x0000_s1031" style="width:11pt;height:7pt;margin-top:-4.15pt;margin-left:43.75pt;position:absolute;z-index:251669504"/>
        </w:pict>
      </w:r>
      <w:r>
        <w:rPr>
          <w:rFonts w:hint="eastAsia"/>
          <w:spacing w:val="22"/>
          <w:sz w:val="36"/>
          <w:szCs w:val="36"/>
        </w:rPr>
        <w:pict>
          <v:rect id="矩形 1068" o:spid="_x0000_s1032" style="width:11pt;height:7pt;margin-top:-4.15pt;margin-left:28.7pt;position:absolute;z-index:251668480" fillcolor="black">
            <v:fill color2="black"/>
          </v:rect>
        </w:pict>
      </w:r>
    </w:p>
    <w:p w:rsidR="00A84732" w:rsidRPr="00BE3473">
      <w:pPr>
        <w:jc w:val="center"/>
        <w:rPr>
          <w:rFonts w:hint="eastAsia"/>
          <w:color w:val="000000"/>
          <w:spacing w:val="22"/>
          <w:sz w:val="36"/>
          <w:szCs w:val="36"/>
        </w:rPr>
      </w:pPr>
      <w:r>
        <w:rPr>
          <w:color w:val="000000"/>
        </w:rPr>
        <w:pict>
          <v:shape id="文本框 23" o:spid="_x0000_s1033" type="#_x0000_t202" style="width:531.65pt;height:333.1pt;margin-top:9pt;margin-left:572.45pt;position:absolute;z-index:251680768" filled="t" stroked="t">
            <o:lock v:ext="edit" aspectratio="f"/>
            <v:textbox>
              <w:txbxContent>
                <w:p w:rsidR="00A84732" w:rsidRPr="00BE3473">
                  <w:pPr>
                    <w:adjustRightInd w:val="0"/>
                    <w:snapToGrid w:val="0"/>
                    <w:spacing w:line="340" w:lineRule="exact"/>
                    <w:jc w:val="left"/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</w:pPr>
                  <w:r w:rsidRPr="00BE3473" w:rsidR="0017641F"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  <w:t>（三）</w:t>
                  </w:r>
                  <w:r w:rsidRPr="00BE3473"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  <w:t>（</w:t>
                  </w:r>
                  <w:r w:rsidRPr="00BE3473" w:rsidR="0017641F"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  <w:t>15</w:t>
                  </w:r>
                  <w:r w:rsidRPr="00BE3473"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  <w:t xml:space="preserve">分）       </w:t>
                  </w:r>
                </w:p>
                <w:p w:rsidR="00A84732" w:rsidRPr="00BE3473">
                  <w:pPr>
                    <w:adjustRightInd w:val="0"/>
                    <w:snapToGrid w:val="0"/>
                    <w:spacing w:line="340" w:lineRule="exact"/>
                    <w:jc w:val="left"/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</w:pPr>
                  <w:r w:rsidRPr="00BE3473" w:rsidR="0017641F">
                    <w:rPr>
                      <w:rFonts w:ascii="宋体" w:hAnsi="宋体" w:hint="eastAsia"/>
                      <w:color w:val="000000"/>
                    </w:rPr>
                    <w:t>9</w:t>
                  </w:r>
                  <w:r w:rsidRPr="00BE3473">
                    <w:rPr>
                      <w:rFonts w:ascii="宋体" w:hAnsi="宋体" w:cs="宋体" w:hint="eastAsia"/>
                      <w:color w:val="000000"/>
                      <w:spacing w:val="20"/>
                      <w:kern w:val="0"/>
                      <w:szCs w:val="21"/>
                    </w:rPr>
                    <w:t>．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A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B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C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D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</w:t>
                  </w:r>
                </w:p>
                <w:p w:rsidR="00A84732" w:rsidRPr="00BE3473">
                  <w:pPr>
                    <w:widowControl/>
                    <w:snapToGrid w:val="0"/>
                    <w:spacing w:line="580" w:lineRule="exact"/>
                    <w:rPr>
                      <w:rFonts w:ascii="宋体" w:hAnsi="宋体" w:hint="eastAsia"/>
                      <w:color w:val="000000"/>
                    </w:rPr>
                  </w:pPr>
                  <w:r w:rsidRPr="00BE3473" w:rsidR="0017641F">
                    <w:rPr>
                      <w:rFonts w:ascii="宋体" w:hAnsi="宋体" w:hint="eastAsia"/>
                      <w:color w:val="000000"/>
                    </w:rPr>
                    <w:t>10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>.（1）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 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 xml:space="preserve">                                </w:t>
                  </w:r>
                </w:p>
                <w:p w:rsidR="00A84732" w:rsidRPr="00BE3473">
                  <w:pPr>
                    <w:snapToGrid w:val="0"/>
                    <w:spacing w:line="580" w:lineRule="exact"/>
                    <w:rPr>
                      <w:rFonts w:ascii="宋体" w:hAnsi="宋体" w:hint="eastAsia"/>
                      <w:color w:val="000000"/>
                      <w:u w:val="single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 w:rsidR="00A84732" w:rsidRPr="00BE3473">
                  <w:pPr>
                    <w:adjustRightInd w:val="0"/>
                    <w:snapToGrid w:val="0"/>
                    <w:spacing w:line="580" w:lineRule="exact"/>
                    <w:ind w:left="63" w:firstLine="210" w:leftChars="30" w:firstLineChars="100"/>
                    <w:rPr>
                      <w:rFonts w:ascii="宋体" w:hAnsi="宋体" w:hint="eastAsia"/>
                      <w:color w:val="000000"/>
                      <w:u w:val="single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</w:rPr>
                    <w:t>（2）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</w:t>
                  </w:r>
                </w:p>
                <w:p w:rsidR="00A84732" w:rsidRPr="00BE3473">
                  <w:pPr>
                    <w:widowControl/>
                    <w:snapToGrid w:val="0"/>
                    <w:spacing w:line="580" w:lineRule="exact"/>
                    <w:rPr>
                      <w:rFonts w:ascii="宋体" w:hAnsi="宋体" w:hint="eastAsia"/>
                      <w:color w:val="000000"/>
                      <w:u w:val="single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 w:rsidRPr="00BE3473"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A84732" w:rsidRPr="00BE3473">
                  <w:pPr>
                    <w:snapToGrid w:val="0"/>
                    <w:spacing w:line="580" w:lineRule="exact"/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</w:pPr>
                  <w:r w:rsidRPr="00BE3473" w:rsidR="0017641F">
                    <w:rPr>
                      <w:rFonts w:ascii="宋体" w:hAnsi="宋体" w:hint="eastAsia"/>
                      <w:color w:val="000000"/>
                    </w:rPr>
                    <w:t>11</w:t>
                  </w:r>
                  <w:r w:rsidRPr="00BE3473">
                    <w:rPr>
                      <w:rFonts w:ascii="宋体" w:hAnsi="宋体" w:hint="eastAsia"/>
                      <w:color w:val="000000"/>
                      <w:szCs w:val="21"/>
                    </w:rPr>
                    <w:t>．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         </w:t>
                  </w:r>
                  <w:r w:rsidRPr="00BE3473"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</w:t>
                  </w:r>
                </w:p>
                <w:p w:rsidR="00A84732" w:rsidRPr="00BE3473">
                  <w:pPr>
                    <w:snapToGrid w:val="0"/>
                    <w:spacing w:line="580" w:lineRule="exact"/>
                    <w:rPr>
                      <w:rFonts w:ascii="宋体" w:hAnsi="宋体" w:hint="eastAsia"/>
                      <w:color w:val="000000"/>
                      <w:szCs w:val="21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 w:rsidR="00A84732" w:rsidRPr="00BE3473">
                  <w:pPr>
                    <w:snapToGrid w:val="0"/>
                    <w:spacing w:line="580" w:lineRule="exact"/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                            </w:t>
                  </w:r>
                  <w:r w:rsidRPr="00BE3473" w:rsidR="00A13EBB">
                    <w:rPr>
                      <w:rFonts w:ascii="宋体" w:hAnsi="宋体" w:hint="eastAsia"/>
                      <w:color w:val="000000"/>
                      <w:u w:val="single"/>
                    </w:rPr>
                    <w:t>　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 w:rsidRPr="00BE3473"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</w:t>
                  </w:r>
                </w:p>
                <w:p w:rsidR="00A84732" w:rsidRPr="00BE3473">
                  <w:pPr>
                    <w:snapToGrid w:val="0"/>
                    <w:spacing w:line="580" w:lineRule="exact"/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</w:pPr>
                  <w:r w:rsidRPr="00BE3473" w:rsidR="0017641F">
                    <w:rPr>
                      <w:rFonts w:ascii="宋体" w:hAnsi="宋体" w:hint="eastAsia"/>
                      <w:color w:val="000000"/>
                      <w:szCs w:val="21"/>
                    </w:rPr>
                    <w:t>12．</w:t>
                  </w:r>
                  <w:r w:rsidRPr="00BE3473"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 w:rsidR="00A84732" w:rsidRPr="00BE3473">
                  <w:pPr>
                    <w:snapToGrid w:val="0"/>
                    <w:spacing w:line="580" w:lineRule="exact"/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 w:rsidR="0017641F" w:rsidRPr="00BE3473" w:rsidP="0017641F">
                  <w:pPr>
                    <w:snapToGrid w:val="0"/>
                    <w:spacing w:line="580" w:lineRule="exact"/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               </w:t>
                  </w:r>
                  <w:r w:rsidRPr="00BE3473"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                                     </w:t>
                  </w:r>
                </w:p>
                <w:p w:rsidR="00A84732" w:rsidRPr="00BE3473">
                  <w:pPr>
                    <w:spacing w:line="580" w:lineRule="exact"/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</w:pPr>
                </w:p>
              </w:txbxContent>
            </v:textbox>
          </v:shape>
        </w:pict>
      </w:r>
      <w:r>
        <w:rPr>
          <w:rFonts w:hint="eastAsia"/>
          <w:color w:val="000000"/>
          <w:spacing w:val="22"/>
          <w:sz w:val="36"/>
          <w:szCs w:val="36"/>
        </w:rPr>
        <w:pict>
          <v:shape id="文本框 1093" o:spid="_x0000_s1034" type="#_x0000_t202" style="width:217.2pt;height:24pt;margin-top:1.6pt;margin-left:305.45pt;mso-height-relative:margin;mso-width-relative:margin;position:absolute;z-index:251675648" filled="f" stroked="f" insetpen="f">
            <v:textbox>
              <w:txbxContent>
                <w:p w:rsidR="00A84732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考生严禁填涂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,监考教师填涂,缺考标志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   [  ]</w:t>
                  </w:r>
                </w:p>
              </w:txbxContent>
            </v:textbox>
          </v:shape>
        </w:pict>
      </w:r>
      <w:r>
        <w:rPr>
          <w:rFonts w:hint="eastAsia"/>
          <w:color w:val="000000"/>
          <w:spacing w:val="22"/>
          <w:sz w:val="36"/>
          <w:szCs w:val="36"/>
        </w:rPr>
        <w:pict>
          <v:shape id="文本框 1033" o:spid="_x0000_s1035" type="#_x0000_t202" style="width:207.45pt;height:69.9pt;margin-top:26.85pt;margin-left:310.75pt;position:absolute;z-index:251662336" stroked="t">
            <v:stroke dashstyle="dashDot"/>
            <o:lock v:ext="edit" aspectratio="f"/>
            <v:textbox>
              <w:txbxContent>
                <w:p w:rsidR="00A84732">
                  <w:pPr>
                    <w:adjustRightInd w:val="0"/>
                    <w:snapToGrid w:val="0"/>
                    <w:spacing w:before="312" w:beforeLines="100" w:line="480" w:lineRule="auto"/>
                    <w:ind w:firstLine="660" w:firstLineChars="150"/>
                    <w:rPr>
                      <w:rFonts w:ascii="华文彩云" w:eastAsia="华文彩云" w:hint="eastAsia"/>
                      <w:outline/>
                      <w:sz w:val="44"/>
                      <w:szCs w:val="44"/>
                    </w:rPr>
                  </w:pPr>
                  <w:r>
                    <w:rPr>
                      <w:rFonts w:ascii="华文彩云" w:eastAsia="华文彩云" w:hint="eastAsia"/>
                      <w:outline/>
                      <w:sz w:val="44"/>
                      <w:szCs w:val="44"/>
                    </w:rPr>
                    <w:t>考生条形码</w:t>
                  </w:r>
                </w:p>
              </w:txbxContent>
            </v:textbox>
          </v:shape>
        </w:pict>
      </w:r>
      <w:r>
        <w:rPr>
          <w:rFonts w:hint="eastAsia"/>
          <w:color w:val="000000"/>
          <w:spacing w:val="22"/>
          <w:sz w:val="36"/>
          <w:szCs w:val="36"/>
        </w:rPr>
        <w:pict>
          <v:shape id="文本框 1034" o:spid="_x0000_s1036" type="#_x0000_t202" style="width:254.65pt;height:91.05pt;margin-top:7.8pt;margin-left:15.4pt;position:absolute;z-index:251663360" filled="f" stroked="f"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1107"/>
                    <w:gridCol w:w="408"/>
                    <w:gridCol w:w="408"/>
                    <w:gridCol w:w="408"/>
                    <w:gridCol w:w="408"/>
                    <w:gridCol w:w="80"/>
                    <w:gridCol w:w="328"/>
                    <w:gridCol w:w="408"/>
                    <w:gridCol w:w="204"/>
                    <w:gridCol w:w="204"/>
                    <w:gridCol w:w="408"/>
                    <w:gridCol w:w="409"/>
                  </w:tblGrid>
                  <w:tr>
                    <w:tblPrEx>
                      <w:tblW w:w="0" w:type="auto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rPr>
                      <w:trHeight w:val="374"/>
                    </w:trPr>
                    <w:tc>
                      <w:tcPr>
                        <w:tcW w:w="1107" w:type="dxa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学  校</w:t>
                        </w:r>
                      </w:p>
                    </w:tc>
                    <w:tc>
                      <w:tcPr>
                        <w:tcW w:w="1712" w:type="dxa"/>
                        <w:gridSpan w:val="5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940" w:type="dxa"/>
                        <w:gridSpan w:val="3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班级</w:t>
                        </w:r>
                      </w:p>
                    </w:tc>
                    <w:tc>
                      <w:tcPr>
                        <w:tcW w:w="1021" w:type="dxa"/>
                        <w:gridSpan w:val="3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val="374"/>
                    </w:trPr>
                    <w:tc>
                      <w:tcPr>
                        <w:tcW w:w="1107" w:type="dxa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姓  名</w:t>
                        </w:r>
                      </w:p>
                    </w:tc>
                    <w:tc>
                      <w:tcPr>
                        <w:tcW w:w="3673" w:type="dxa"/>
                        <w:gridSpan w:val="11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val="375"/>
                    </w:trPr>
                    <w:tc>
                      <w:tcPr>
                        <w:tcW w:w="1107" w:type="dxa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考生号</w:t>
                        </w: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gridSpan w:val="2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gridSpan w:val="2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val="437"/>
                    </w:trPr>
                    <w:tc>
                      <w:tcPr>
                        <w:tcW w:w="1107" w:type="dxa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考室号</w:t>
                        </w:r>
                      </w:p>
                    </w:tc>
                    <w:tc>
                      <w:tcPr>
                        <w:tcW w:w="1224" w:type="dxa"/>
                        <w:gridSpan w:val="3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1224" w:type="dxa"/>
                        <w:gridSpan w:val="4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座位号</w:t>
                        </w:r>
                      </w:p>
                    </w:tc>
                    <w:tc>
                      <w:tcPr>
                        <w:tcW w:w="1224" w:type="dxa"/>
                        <w:gridSpan w:val="4"/>
                        <w:vAlign w:val="center"/>
                      </w:tcPr>
                      <w:p w:rsidR="00A84732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</w:tbl>
                <w:p w:rsidR="00A84732"/>
              </w:txbxContent>
            </v:textbox>
          </v:shape>
        </w:pict>
      </w:r>
    </w:p>
    <w:p w:rsidR="00A84732" w:rsidRPr="00BE3473">
      <w:pPr>
        <w:jc w:val="center"/>
        <w:rPr>
          <w:rFonts w:hint="eastAsia"/>
          <w:color w:val="000000"/>
          <w:spacing w:val="22"/>
          <w:sz w:val="36"/>
          <w:szCs w:val="36"/>
        </w:rPr>
      </w:pPr>
      <w:r>
        <w:rPr>
          <w:rFonts w:hint="eastAsia"/>
          <w:noProof/>
          <w:color w:val="000000"/>
          <w:spacing w:val="22"/>
          <w:sz w:val="36"/>
          <w:szCs w:val="36"/>
        </w:rPr>
        <w:pict>
          <v:rect id="矩形 1068" o:spid="_x0000_s1037" style="width:15.05pt;height:7pt;margin-top:10.65pt;margin-left:758.35pt;position:absolute;z-index:251689984" fillcolor="black">
            <v:fill color2="black"/>
          </v:rect>
        </w:pict>
      </w:r>
    </w:p>
    <w:p w:rsidR="00A84732" w:rsidRPr="00BE3473">
      <w:pPr>
        <w:jc w:val="center"/>
        <w:rPr>
          <w:rFonts w:hint="eastAsia"/>
          <w:color w:val="000000"/>
          <w:spacing w:val="22"/>
          <w:sz w:val="36"/>
          <w:szCs w:val="36"/>
        </w:rPr>
      </w:pPr>
    </w:p>
    <w:p w:rsidR="00A84732" w:rsidRPr="00BE3473">
      <w:pPr>
        <w:rPr>
          <w:rFonts w:hint="eastAsia"/>
          <w:color w:val="000000"/>
          <w:spacing w:val="22"/>
          <w:sz w:val="36"/>
          <w:szCs w:val="36"/>
        </w:rPr>
      </w:pPr>
      <w:r>
        <w:rPr>
          <w:rFonts w:hint="eastAsia"/>
          <w:color w:val="000000"/>
          <w:spacing w:val="22"/>
          <w:sz w:val="36"/>
          <w:szCs w:val="36"/>
        </w:rPr>
        <w:pict>
          <v:shape id="文本框 10" o:spid="_x0000_s1038" type="#_x0000_t202" style="width:521.65pt;height:18.15pt;margin-top:16.25pt;margin-left:4.05pt;position:absolute;z-index:251660288" filled="t" fillcolor="silver" stroked="f">
            <o:lock v:ext="edit" aspectratio="f"/>
            <v:textbox inset=",0.85pt,,0.85pt">
              <w:txbxContent>
                <w:p w:rsidR="00A84732">
                  <w:pPr>
                    <w:jc w:val="center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以下为非选择题答题区,必须用黑色字迹的签字笔在指定的区域内作答,否则答案无效</w:t>
                  </w:r>
                </w:p>
              </w:txbxContent>
            </v:textbox>
          </v:shape>
        </w:pict>
      </w:r>
    </w:p>
    <w:p w:rsidR="00A84732" w:rsidRPr="00BE3473">
      <w:pPr>
        <w:rPr>
          <w:rFonts w:hint="eastAsia"/>
          <w:color w:val="000000"/>
          <w:spacing w:val="22"/>
          <w:sz w:val="36"/>
          <w:szCs w:val="36"/>
        </w:rPr>
      </w:pPr>
      <w:r>
        <w:rPr>
          <w:rFonts w:hint="eastAsia"/>
          <w:color w:val="000000"/>
          <w:spacing w:val="22"/>
          <w:sz w:val="36"/>
          <w:szCs w:val="36"/>
        </w:rPr>
        <w:pict>
          <v:shape id="文本框 9" o:spid="_x0000_s1039" type="#_x0000_t202" style="width:531pt;height:154.05pt;margin-top:10.75pt;margin-left:4.4pt;position:absolute;z-index:251676672" filled="t" stroked="t">
            <o:lock v:ext="edit" aspectratio="f"/>
            <v:textbox>
              <w:txbxContent>
                <w:p w:rsidR="00A84732">
                  <w:pPr>
                    <w:widowControl/>
                    <w:spacing w:line="460" w:lineRule="exact"/>
                    <w:rPr>
                      <w:rFonts w:ascii="宋体" w:hAnsi="宋体" w:cs="宋体" w:hint="eastAsia"/>
                      <w:b/>
                      <w:kern w:val="0"/>
                      <w:szCs w:val="21"/>
                    </w:rPr>
                  </w:pPr>
                  <w:r w:rsidR="00492AE0">
                    <w:rPr>
                      <w:rFonts w:ascii="宋体" w:hAnsi="宋体" w:hint="eastAsia"/>
                      <w:b/>
                      <w:bCs/>
                      <w:szCs w:val="21"/>
                    </w:rPr>
                    <w:t>一、积累与运用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（</w:t>
                  </w:r>
                  <w:r w:rsidR="00492AE0">
                    <w:rPr>
                      <w:rFonts w:ascii="宋体" w:hAnsi="宋体" w:hint="eastAsia"/>
                      <w:b/>
                      <w:bCs/>
                      <w:szCs w:val="21"/>
                    </w:rPr>
                    <w:t>15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分）</w:t>
                  </w:r>
                </w:p>
                <w:p w:rsidR="00A84732">
                  <w:pPr>
                    <w:widowControl/>
                    <w:spacing w:line="480" w:lineRule="auto"/>
                    <w:rPr>
                      <w:rFonts w:ascii="宋体" w:hAnsi="宋体" w:cs="宋体" w:hint="eastAsia"/>
                      <w:kern w:val="0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1．（</w:t>
                  </w:r>
                  <w:r w:rsidR="00492AE0">
                    <w:rPr>
                      <w:rFonts w:ascii="宋体" w:hAnsi="宋体" w:hint="eastAsia"/>
                      <w:szCs w:val="21"/>
                    </w:rPr>
                    <w:t>7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①</w:t>
                  </w:r>
                  <w:r>
                    <w:rPr>
                      <w:rFonts w:ascii="宋体" w:hAnsi="宋体" w:cs="宋体" w:hint="eastAsia"/>
                      <w:szCs w:val="21"/>
                      <w:u w:val="single"/>
                    </w:rPr>
                    <w:t xml:space="preserve">                           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 xml:space="preserve">            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②</w:t>
                  </w:r>
                  <w:r>
                    <w:rPr>
                      <w:rFonts w:ascii="宋体" w:hAnsi="宋体" w:cs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cs="宋体" w:hint="eastAsia"/>
                      <w:szCs w:val="21"/>
                      <w:u w:val="single"/>
                    </w:rPr>
                    <w:t xml:space="preserve">              </w:t>
                  </w:r>
                </w:p>
                <w:p w:rsidR="00A84732">
                  <w:pPr>
                    <w:spacing w:line="480" w:lineRule="auto"/>
                    <w:ind w:firstLine="1050" w:firstLineChars="500"/>
                    <w:rPr>
                      <w:rFonts w:ascii="宋体" w:hAnsi="宋体" w:cs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③</w:t>
                  </w:r>
                  <w:r>
                    <w:rPr>
                      <w:rFonts w:ascii="宋体" w:hAnsi="宋体" w:cs="宋体" w:hint="eastAsia"/>
                      <w:szCs w:val="21"/>
                      <w:u w:val="single"/>
                    </w:rPr>
                    <w:t xml:space="preserve">                           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 xml:space="preserve">            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④</w:t>
                  </w:r>
                  <w:r>
                    <w:rPr>
                      <w:rFonts w:ascii="宋体" w:hAnsi="宋体" w:cs="宋体" w:hint="eastAsia"/>
                      <w:szCs w:val="21"/>
                      <w:u w:val="single"/>
                    </w:rPr>
                    <w:t xml:space="preserve">                           </w:t>
                  </w:r>
                </w:p>
                <w:p w:rsidR="00A84732">
                  <w:pPr>
                    <w:spacing w:line="480" w:lineRule="auto"/>
                    <w:ind w:firstLine="1050" w:firstLineChars="500"/>
                    <w:rPr>
                      <w:rFonts w:ascii="宋体" w:hAnsi="宋体" w:cs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⑤</w:t>
                  </w:r>
                  <w:r>
                    <w:rPr>
                      <w:rFonts w:ascii="宋体" w:hAnsi="宋体" w:cs="宋体" w:hint="eastAsia"/>
                      <w:szCs w:val="21"/>
                      <w:u w:val="single"/>
                    </w:rPr>
                    <w:t xml:space="preserve">                           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 xml:space="preserve">            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⑥</w:t>
                  </w:r>
                  <w:r>
                    <w:rPr>
                      <w:rFonts w:ascii="宋体" w:hAnsi="宋体" w:cs="宋体" w:hint="eastAsia"/>
                      <w:szCs w:val="21"/>
                      <w:u w:val="single"/>
                    </w:rPr>
                    <w:t xml:space="preserve">                           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 xml:space="preserve">   </w:t>
                  </w:r>
                </w:p>
                <w:p w:rsidR="00A84732" w:rsidP="00492AE0">
                  <w:pPr>
                    <w:spacing w:line="480" w:lineRule="auto"/>
                    <w:ind w:firstLine="1050" w:firstLineChars="500"/>
                    <w:rPr>
                      <w:rFonts w:ascii="宋体" w:hAnsi="宋体" w:cs="宋体" w:hint="eastAsia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⑦</w:t>
                  </w:r>
                  <w:r>
                    <w:rPr>
                      <w:rFonts w:ascii="宋体" w:hAnsi="宋体" w:cs="宋体" w:hint="eastAsia"/>
                      <w:szCs w:val="21"/>
                      <w:u w:val="single"/>
                    </w:rPr>
                    <w:t xml:space="preserve">                           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 xml:space="preserve">           </w:t>
                  </w:r>
                </w:p>
                <w:p w:rsidR="00A84732">
                  <w:pPr>
                    <w:spacing w:line="460" w:lineRule="exact"/>
                    <w:rPr>
                      <w:rFonts w:ascii="宋体" w:hAnsi="宋体" w:hint="eastAsia"/>
                      <w:u w:val="single"/>
                    </w:rPr>
                  </w:pPr>
                </w:p>
                <w:p w:rsidR="00A84732">
                  <w:pPr>
                    <w:spacing w:line="460" w:lineRule="exact"/>
                    <w:rPr>
                      <w:rFonts w:ascii="宋体" w:hAnsi="宋体" w:hint="eastAsia"/>
                      <w:u w:val="single"/>
                    </w:rPr>
                  </w:pPr>
                </w:p>
                <w:p w:rsidR="00A84732">
                  <w:pPr>
                    <w:spacing w:line="460" w:lineRule="exact"/>
                    <w:rPr>
                      <w:rFonts w:ascii="宋体" w:hAnsi="宋体" w:hint="eastAsia"/>
                    </w:rPr>
                  </w:pPr>
                </w:p>
                <w:p w:rsidR="00A84732">
                  <w:pPr>
                    <w:spacing w:line="640" w:lineRule="exact"/>
                    <w:rPr>
                      <w:rFonts w:ascii="宋体" w:hAnsi="宋体" w:hint="eastAsia"/>
                    </w:rPr>
                  </w:pPr>
                </w:p>
                <w:p w:rsidR="00A84732">
                  <w:pPr>
                    <w:spacing w:line="640" w:lineRule="exact"/>
                    <w:rPr>
                      <w:rFonts w:hint="eastAsia"/>
                      <w:u w:val="single"/>
                    </w:rPr>
                  </w:pPr>
                </w:p>
              </w:txbxContent>
            </v:textbox>
          </v:shape>
        </w:pict>
      </w:r>
    </w:p>
    <w:p w:rsidR="00A84732" w:rsidRPr="00BE3473">
      <w:pPr>
        <w:rPr>
          <w:rFonts w:hint="eastAsia"/>
          <w:color w:val="000000"/>
          <w:spacing w:val="22"/>
          <w:sz w:val="36"/>
          <w:szCs w:val="36"/>
        </w:rPr>
      </w:pPr>
    </w:p>
    <w:p w:rsidR="00A84732" w:rsidRPr="00BE3473">
      <w:pPr>
        <w:rPr>
          <w:rFonts w:hint="eastAsia"/>
          <w:color w:val="000000"/>
          <w:spacing w:val="22"/>
          <w:sz w:val="36"/>
          <w:szCs w:val="36"/>
        </w:rPr>
      </w:pPr>
    </w:p>
    <w:p w:rsidR="00A84732" w:rsidRPr="00BE3473">
      <w:pPr>
        <w:rPr>
          <w:rFonts w:hint="eastAsia"/>
          <w:color w:val="000000"/>
          <w:spacing w:val="22"/>
          <w:sz w:val="36"/>
          <w:szCs w:val="36"/>
        </w:rPr>
      </w:pPr>
    </w:p>
    <w:p w:rsidR="00A84732" w:rsidRPr="00BE3473">
      <w:pPr>
        <w:rPr>
          <w:rFonts w:hint="eastAsia"/>
          <w:color w:val="000000"/>
          <w:spacing w:val="22"/>
          <w:sz w:val="36"/>
          <w:szCs w:val="36"/>
        </w:rPr>
      </w:pPr>
    </w:p>
    <w:p w:rsidR="00A84732" w:rsidRPr="00BE3473">
      <w:pPr>
        <w:rPr>
          <w:rFonts w:hint="eastAsia"/>
          <w:color w:val="000000"/>
        </w:rPr>
      </w:pPr>
    </w:p>
    <w:p w:rsidR="00A84732" w:rsidRPr="00BE3473">
      <w:pPr>
        <w:rPr>
          <w:rFonts w:hint="eastAsia"/>
          <w:color w:val="000000"/>
          <w:spacing w:val="22"/>
          <w:sz w:val="36"/>
          <w:szCs w:val="36"/>
        </w:rPr>
      </w:pPr>
      <w:r>
        <w:rPr>
          <w:rFonts w:hint="eastAsia"/>
          <w:color w:val="000000"/>
          <w:spacing w:val="22"/>
          <w:sz w:val="36"/>
          <w:szCs w:val="36"/>
        </w:rPr>
        <w:pict>
          <v:shape id="文本框 38" o:spid="_x0000_s1040" type="#_x0000_t202" style="width:531pt;height:105pt;margin-top:4.45pt;margin-left:3pt;position:absolute;z-index:251678720">
            <v:textbox>
              <w:txbxContent>
                <w:p w:rsidR="00A84732" w:rsidRPr="00BE3473">
                  <w:pPr>
                    <w:widowControl/>
                    <w:adjustRightInd w:val="0"/>
                    <w:spacing w:line="460" w:lineRule="exact"/>
                    <w:ind w:left="63" w:leftChars="30"/>
                    <w:rPr>
                      <w:rFonts w:ascii="宋体" w:hAnsi="宋体" w:cs="宋体" w:hint="eastAsia"/>
                      <w:color w:val="000000"/>
                      <w:kern w:val="0"/>
                      <w:szCs w:val="21"/>
                    </w:rPr>
                  </w:pPr>
                  <w:r w:rsidRPr="00BE3473">
                    <w:rPr>
                      <w:rFonts w:ascii="宋体" w:hAnsi="宋体" w:cs="宋体" w:hint="eastAsia"/>
                      <w:color w:val="000000"/>
                      <w:kern w:val="0"/>
                      <w:szCs w:val="21"/>
                    </w:rPr>
                    <w:t>2.（</w:t>
                  </w:r>
                  <w:r w:rsidRPr="00BE3473" w:rsidR="005E0146">
                    <w:rPr>
                      <w:rFonts w:ascii="宋体" w:hAnsi="宋体" w:cs="宋体" w:hint="eastAsia"/>
                      <w:color w:val="000000"/>
                      <w:kern w:val="0"/>
                      <w:szCs w:val="21"/>
                    </w:rPr>
                    <w:t>8</w:t>
                  </w:r>
                  <w:r w:rsidRPr="00BE3473">
                    <w:rPr>
                      <w:rFonts w:ascii="宋体" w:hAnsi="宋体" w:cs="宋体" w:hint="eastAsia"/>
                      <w:color w:val="000000"/>
                      <w:kern w:val="0"/>
                      <w:szCs w:val="21"/>
                    </w:rPr>
                    <w:t>分）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>（1）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>①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 xml:space="preserve">  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A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B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 xml:space="preserve">              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>②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 xml:space="preserve">  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A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B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</w:t>
                  </w:r>
                </w:p>
                <w:p w:rsidR="00A84732" w:rsidRPr="00BE3473" w:rsidP="005E0146">
                  <w:pPr>
                    <w:adjustRightInd w:val="0"/>
                    <w:snapToGrid w:val="0"/>
                    <w:spacing w:line="480" w:lineRule="auto"/>
                    <w:ind w:firstLine="1050" w:firstLineChars="500"/>
                    <w:rPr>
                      <w:rFonts w:ascii="宋体" w:hAnsi="宋体" w:hint="eastAsia"/>
                      <w:color w:val="000000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</w:rPr>
                    <w:t xml:space="preserve">（2）甲  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A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 xml:space="preserve">] 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B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 xml:space="preserve">              乙  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A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B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 xml:space="preserve">       </w:t>
                  </w:r>
                </w:p>
                <w:p w:rsidR="00A84732" w:rsidRPr="00BE3473">
                  <w:pPr>
                    <w:adjustRightInd w:val="0"/>
                    <w:snapToGrid w:val="0"/>
                    <w:spacing w:line="360" w:lineRule="auto"/>
                    <w:ind w:firstLine="210" w:firstLineChars="100"/>
                    <w:rPr>
                      <w:rFonts w:ascii="宋体" w:hAnsi="宋体" w:hint="eastAsia"/>
                      <w:color w:val="000000"/>
                      <w:u w:val="single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</w:rPr>
                    <w:t>（3）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                                 </w:t>
                  </w:r>
                </w:p>
                <w:p w:rsidR="00A84732" w:rsidRPr="00BE3473">
                  <w:pPr>
                    <w:adjustRightInd w:val="0"/>
                    <w:snapToGrid w:val="0"/>
                    <w:spacing w:line="260" w:lineRule="atLeast"/>
                    <w:ind w:firstLine="210" w:firstLineChars="100"/>
                    <w:rPr>
                      <w:rFonts w:ascii="宋体" w:hAnsi="宋体"/>
                      <w:color w:val="000000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</w:rPr>
                    <w:t>（4）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A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B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C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D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 xml:space="preserve">     </w:t>
                  </w:r>
                </w:p>
              </w:txbxContent>
            </v:textbox>
          </v:shape>
        </w:pict>
      </w:r>
    </w:p>
    <w:p w:rsidR="00A84732" w:rsidRPr="00BE3473">
      <w:pPr>
        <w:rPr>
          <w:rFonts w:hint="eastAsia"/>
          <w:color w:val="000000"/>
          <w:spacing w:val="22"/>
          <w:sz w:val="36"/>
          <w:szCs w:val="36"/>
        </w:rPr>
      </w:pPr>
      <w:r>
        <w:rPr>
          <w:rFonts w:hint="eastAsia"/>
          <w:noProof/>
          <w:color w:val="000000"/>
          <w:spacing w:val="22"/>
          <w:sz w:val="36"/>
          <w:szCs w:val="36"/>
        </w:rPr>
        <w:pict>
          <v:rect id="矩形 1068" o:spid="_x0000_s1041" style="width:15.05pt;height:7pt;margin-top:6.75pt;margin-left:351.15pt;position:absolute;z-index:251684864" fillcolor="black">
            <v:fill color2="black"/>
          </v:rect>
        </w:pict>
      </w:r>
      <w:r>
        <w:rPr>
          <w:color w:val="000000"/>
        </w:rPr>
        <w:pict>
          <v:shape id="文本框 13" o:spid="_x0000_s1042" type="#_x0000_t202" style="width:531.65pt;height:153pt;margin-top:22pt;margin-left:572.45pt;position:absolute;z-index:251679744" filled="t" stroked="t">
            <o:lock v:ext="edit" aspectratio="f"/>
            <v:textbox>
              <w:txbxContent>
                <w:p w:rsidR="0017641F" w:rsidRPr="00BE3473" w:rsidP="00594B9E">
                  <w:pPr>
                    <w:adjustRightInd w:val="0"/>
                    <w:snapToGrid w:val="0"/>
                    <w:spacing w:line="580" w:lineRule="exact"/>
                    <w:jc w:val="left"/>
                    <w:rPr>
                      <w:rFonts w:ascii="宋体" w:hAnsi="宋体" w:hint="eastAsia"/>
                      <w:color w:val="000000"/>
                      <w:szCs w:val="21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  <w:szCs w:val="21"/>
                    </w:rPr>
                    <w:t>（四）（7分）</w:t>
                  </w:r>
                </w:p>
                <w:p w:rsidR="00A84732" w:rsidRPr="00BE3473" w:rsidP="00594B9E">
                  <w:pPr>
                    <w:adjustRightInd w:val="0"/>
                    <w:snapToGrid w:val="0"/>
                    <w:spacing w:line="580" w:lineRule="exact"/>
                    <w:jc w:val="left"/>
                    <w:rPr>
                      <w:rFonts w:ascii="宋体" w:hAnsi="宋体" w:hint="eastAsia"/>
                      <w:color w:val="000000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</w:rPr>
                    <w:t>1</w:t>
                  </w:r>
                  <w:r w:rsidRPr="00BE3473" w:rsidR="0017641F">
                    <w:rPr>
                      <w:rFonts w:ascii="宋体" w:hAnsi="宋体" w:hint="eastAsia"/>
                      <w:color w:val="000000"/>
                    </w:rPr>
                    <w:t>3</w:t>
                  </w:r>
                  <w:r w:rsidRPr="00BE3473">
                    <w:rPr>
                      <w:rFonts w:ascii="宋体" w:hAnsi="宋体" w:cs="宋体" w:hint="eastAsia"/>
                      <w:color w:val="000000"/>
                      <w:spacing w:val="20"/>
                      <w:kern w:val="0"/>
                      <w:szCs w:val="21"/>
                    </w:rPr>
                    <w:t>．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A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B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C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D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</w:t>
                  </w:r>
                </w:p>
                <w:p w:rsidR="00A84732" w:rsidRPr="00BE3473" w:rsidP="00594B9E">
                  <w:pPr>
                    <w:adjustRightInd w:val="0"/>
                    <w:snapToGrid w:val="0"/>
                    <w:spacing w:line="580" w:lineRule="exact"/>
                    <w:jc w:val="left"/>
                    <w:rPr>
                      <w:rFonts w:ascii="宋体" w:hAnsi="宋体" w:hint="eastAsia"/>
                      <w:color w:val="000000"/>
                    </w:rPr>
                  </w:pPr>
                  <w:r w:rsidRPr="00BE3473" w:rsidR="0017641F">
                    <w:rPr>
                      <w:rFonts w:ascii="宋体" w:hAnsi="宋体" w:hint="eastAsia"/>
                      <w:color w:val="000000"/>
                    </w:rPr>
                    <w:t>14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>．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           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 xml:space="preserve">                                                                                                         </w:t>
                  </w:r>
                </w:p>
                <w:p w:rsidR="0017641F" w:rsidRPr="00BE3473" w:rsidP="00594B9E">
                  <w:pPr>
                    <w:widowControl/>
                    <w:spacing w:line="580" w:lineRule="exact"/>
                    <w:rPr>
                      <w:rFonts w:ascii="宋体" w:hAnsi="宋体" w:cs="宋体" w:hint="eastAsia"/>
                      <w:color w:val="000000"/>
                      <w:szCs w:val="21"/>
                      <w:u w:val="single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</w:rPr>
                    <w:t>15</w:t>
                  </w:r>
                  <w:r w:rsidRPr="00BE3473" w:rsidR="00A84732">
                    <w:rPr>
                      <w:rFonts w:ascii="宋体" w:hAnsi="宋体" w:hint="eastAsia"/>
                      <w:color w:val="000000"/>
                    </w:rPr>
                    <w:t>．</w:t>
                  </w:r>
                  <w:r w:rsidRPr="00BE3473">
                    <w:rPr>
                      <w:rFonts w:ascii="宋体" w:hAnsi="宋体" w:cs="宋体" w:hint="eastAsia"/>
                      <w:color w:val="000000"/>
                      <w:szCs w:val="21"/>
                    </w:rPr>
                    <w:t>①</w:t>
                  </w:r>
                  <w:r w:rsidRPr="00BE3473">
                    <w:rPr>
                      <w:rFonts w:ascii="宋体" w:hAnsi="宋体" w:cs="宋体" w:hint="eastAsia"/>
                      <w:color w:val="000000"/>
                      <w:szCs w:val="21"/>
                      <w:u w:val="single"/>
                    </w:rPr>
                    <w:t xml:space="preserve">                           </w:t>
                  </w:r>
                  <w:r w:rsidRPr="00BE3473" w:rsidR="003A1BA2">
                    <w:rPr>
                      <w:rFonts w:ascii="宋体" w:hAnsi="宋体" w:cs="宋体" w:hint="eastAsia"/>
                      <w:color w:val="000000"/>
                      <w:szCs w:val="21"/>
                      <w:u w:val="single"/>
                    </w:rPr>
                    <w:t xml:space="preserve">   </w:t>
                  </w:r>
                  <w:r w:rsidRPr="00BE3473">
                    <w:rPr>
                      <w:rFonts w:ascii="宋体" w:hAnsi="宋体" w:cs="宋体" w:hint="eastAsia"/>
                      <w:color w:val="000000"/>
                      <w:szCs w:val="21"/>
                      <w:u w:val="single"/>
                    </w:rPr>
                    <w:t xml:space="preserve">           </w:t>
                  </w:r>
                  <w:r w:rsidRPr="00BE3473">
                    <w:rPr>
                      <w:rFonts w:ascii="宋体" w:hAnsi="宋体" w:cs="宋体" w:hint="eastAsia"/>
                      <w:color w:val="000000"/>
                      <w:szCs w:val="21"/>
                    </w:rPr>
                    <w:t xml:space="preserve">       </w:t>
                  </w:r>
                  <w:r w:rsidRPr="00BE3473" w:rsidR="00785DB1">
                    <w:rPr>
                      <w:rFonts w:ascii="宋体" w:hAnsi="宋体" w:cs="宋体" w:hint="eastAsia"/>
                      <w:color w:val="000000"/>
                      <w:szCs w:val="21"/>
                    </w:rPr>
                    <w:t>③</w:t>
                  </w:r>
                  <w:r w:rsidRPr="00BE3473">
                    <w:rPr>
                      <w:rFonts w:ascii="宋体" w:hAnsi="宋体" w:cs="宋体" w:hint="eastAsia"/>
                      <w:color w:val="000000"/>
                      <w:szCs w:val="21"/>
                      <w:u w:val="single"/>
                    </w:rPr>
                    <w:t xml:space="preserve">        </w:t>
                  </w:r>
                  <w:r w:rsidRPr="00BE3473" w:rsidR="003A1BA2">
                    <w:rPr>
                      <w:rFonts w:ascii="宋体" w:hAnsi="宋体" w:cs="宋体" w:hint="eastAsia"/>
                      <w:color w:val="000000"/>
                      <w:szCs w:val="21"/>
                      <w:u w:val="single"/>
                    </w:rPr>
                    <w:t xml:space="preserve">   </w:t>
                  </w:r>
                  <w:r w:rsidRPr="00BE3473">
                    <w:rPr>
                      <w:rFonts w:ascii="宋体" w:hAnsi="宋体" w:cs="宋体" w:hint="eastAsia"/>
                      <w:color w:val="000000"/>
                      <w:szCs w:val="21"/>
                      <w:u w:val="single"/>
                    </w:rPr>
                    <w:t xml:space="preserve">                               </w:t>
                  </w:r>
                </w:p>
                <w:p w:rsidR="0017641F" w:rsidRPr="00BE3473" w:rsidP="00594B9E">
                  <w:pPr>
                    <w:widowControl/>
                    <w:spacing w:line="580" w:lineRule="exact"/>
                    <w:ind w:firstLine="420" w:firstLineChars="200"/>
                    <w:rPr>
                      <w:rFonts w:ascii="宋体" w:hAnsi="宋体" w:cs="宋体" w:hint="eastAsia"/>
                      <w:color w:val="000000"/>
                      <w:kern w:val="0"/>
                      <w:szCs w:val="21"/>
                    </w:rPr>
                  </w:pPr>
                  <w:r w:rsidRPr="00BE3473" w:rsidR="00785DB1">
                    <w:rPr>
                      <w:rFonts w:ascii="宋体" w:hAnsi="宋体" w:cs="宋体" w:hint="eastAsia"/>
                      <w:color w:val="000000"/>
                      <w:szCs w:val="21"/>
                    </w:rPr>
                    <w:t>⑥</w:t>
                  </w:r>
                  <w:r w:rsidRPr="00BE3473">
                    <w:rPr>
                      <w:rFonts w:ascii="宋体" w:hAnsi="宋体" w:cs="宋体" w:hint="eastAsia"/>
                      <w:color w:val="000000"/>
                      <w:szCs w:val="21"/>
                      <w:u w:val="single"/>
                    </w:rPr>
                    <w:t xml:space="preserve">                           </w:t>
                  </w:r>
                  <w:r w:rsidRPr="00BE3473">
                    <w:rPr>
                      <w:rFonts w:ascii="宋体" w:hAnsi="宋体" w:cs="宋体" w:hint="eastAsia"/>
                      <w:color w:val="000000"/>
                      <w:szCs w:val="21"/>
                      <w:u w:val="single"/>
                    </w:rPr>
                    <w:t xml:space="preserve">     </w:t>
                  </w:r>
                  <w:r w:rsidRPr="00BE3473" w:rsidR="00594B9E">
                    <w:rPr>
                      <w:rFonts w:ascii="宋体" w:hAnsi="宋体" w:cs="宋体" w:hint="eastAsia"/>
                      <w:color w:val="000000"/>
                      <w:szCs w:val="21"/>
                      <w:u w:val="single"/>
                    </w:rPr>
                    <w:t xml:space="preserve">     </w:t>
                  </w:r>
                  <w:r w:rsidRPr="00BE3473" w:rsidR="003A1BA2">
                    <w:rPr>
                      <w:rFonts w:ascii="宋体" w:hAnsi="宋体" w:cs="宋体" w:hint="eastAsia"/>
                      <w:color w:val="000000"/>
                      <w:szCs w:val="21"/>
                      <w:u w:val="single"/>
                    </w:rPr>
                    <w:t xml:space="preserve">  </w:t>
                  </w:r>
                  <w:r w:rsidRPr="00BE3473" w:rsidR="00594B9E">
                    <w:rPr>
                      <w:rFonts w:ascii="宋体" w:hAnsi="宋体" w:cs="宋体" w:hint="eastAsia"/>
                      <w:color w:val="000000"/>
                      <w:szCs w:val="21"/>
                      <w:u w:val="single"/>
                    </w:rPr>
                    <w:t xml:space="preserve">     </w:t>
                  </w:r>
                  <w:r w:rsidRPr="00BE3473">
                    <w:rPr>
                      <w:rFonts w:ascii="宋体" w:hAnsi="宋体" w:cs="宋体" w:hint="eastAsia"/>
                      <w:color w:val="000000"/>
                      <w:szCs w:val="21"/>
                      <w:u w:val="single"/>
                    </w:rPr>
                    <w:t xml:space="preserve">      </w:t>
                  </w:r>
                  <w:r w:rsidRPr="00BE3473">
                    <w:rPr>
                      <w:rFonts w:ascii="宋体" w:hAnsi="宋体" w:cs="宋体" w:hint="eastAsia"/>
                      <w:color w:val="000000"/>
                      <w:szCs w:val="21"/>
                    </w:rPr>
                    <w:t xml:space="preserve">    </w:t>
                  </w:r>
                </w:p>
                <w:p w:rsidR="00A84732" w:rsidRPr="00BE3473" w:rsidP="00594B9E">
                  <w:pPr>
                    <w:spacing w:line="580" w:lineRule="exact"/>
                    <w:rPr>
                      <w:rFonts w:ascii="宋体" w:hAnsi="宋体" w:hint="eastAsia"/>
                      <w:color w:val="000000"/>
                    </w:rPr>
                  </w:pPr>
                </w:p>
                <w:p w:rsidR="00A84732" w:rsidRPr="00BE3473" w:rsidP="00594B9E">
                  <w:pPr>
                    <w:spacing w:line="580" w:lineRule="exact"/>
                    <w:rPr>
                      <w:rFonts w:ascii="宋体" w:hAnsi="宋体"/>
                      <w:color w:val="000000"/>
                      <w:u w:val="single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 w:rsidR="00A84732" w:rsidRPr="00BE3473">
                  <w:pPr>
                    <w:spacing w:line="420" w:lineRule="exact"/>
                    <w:rPr>
                      <w:rFonts w:ascii="宋体" w:hAnsi="宋体" w:hint="eastAsia"/>
                      <w:color w:val="000000"/>
                      <w:szCs w:val="21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</w:rPr>
                    <w:t xml:space="preserve">                                                                                           </w:t>
                  </w:r>
                  <w:r w:rsidRPr="00BE3473">
                    <w:rPr>
                      <w:rFonts w:ascii="宋体" w:hAnsi="宋体" w:hint="eastAsia"/>
                      <w:color w:val="000000"/>
                      <w:szCs w:val="21"/>
                    </w:rPr>
                    <w:t xml:space="preserve">       </w:t>
                  </w:r>
                </w:p>
                <w:p w:rsidR="00A84732" w:rsidRPr="00BE3473">
                  <w:pPr>
                    <w:spacing w:line="420" w:lineRule="exact"/>
                    <w:rPr>
                      <w:rFonts w:ascii="宋体" w:hAnsi="宋体" w:hint="eastAsia"/>
                      <w:color w:val="000000"/>
                      <w:u w:val="single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</w:rPr>
                    <w:t xml:space="preserve">                                                                                </w:t>
                  </w:r>
                  <w:r w:rsidRPr="00BE3473">
                    <w:rPr>
                      <w:rFonts w:hint="eastAsia"/>
                      <w:color w:val="000000"/>
                    </w:rPr>
                    <w:t xml:space="preserve">                                                                             </w:t>
                  </w:r>
                </w:p>
              </w:txbxContent>
            </v:textbox>
          </v:shape>
        </w:pict>
      </w:r>
    </w:p>
    <w:p w:rsidR="00A84732" w:rsidRPr="00BE3473">
      <w:pPr>
        <w:rPr>
          <w:rFonts w:hint="eastAsia"/>
          <w:color w:val="000000"/>
          <w:spacing w:val="22"/>
          <w:sz w:val="36"/>
          <w:szCs w:val="36"/>
        </w:rPr>
      </w:pPr>
      <w:r>
        <w:rPr>
          <w:rFonts w:hint="eastAsia"/>
          <w:noProof/>
          <w:color w:val="000000"/>
          <w:spacing w:val="22"/>
          <w:sz w:val="36"/>
          <w:szCs w:val="36"/>
        </w:rPr>
        <w:pict>
          <v:rect id="矩形 1068" o:spid="_x0000_s1043" style="width:15.05pt;height:7pt;margin-top:22.05pt;margin-left:201.15pt;position:absolute;z-index:251691008" fillcolor="black">
            <v:fill color2="black"/>
          </v:rect>
        </w:pict>
      </w:r>
    </w:p>
    <w:p w:rsidR="00A84732" w:rsidRPr="00BE3473">
      <w:pPr>
        <w:rPr>
          <w:rFonts w:hint="eastAsia"/>
          <w:color w:val="000000"/>
          <w:spacing w:val="22"/>
          <w:sz w:val="36"/>
          <w:szCs w:val="36"/>
        </w:rPr>
      </w:pPr>
      <w:r>
        <w:rPr>
          <w:rFonts w:hint="eastAsia"/>
          <w:noProof/>
          <w:color w:val="000000"/>
          <w:spacing w:val="22"/>
          <w:sz w:val="36"/>
          <w:szCs w:val="36"/>
        </w:rPr>
        <w:pict>
          <v:rect id="矩形 1068" o:spid="_x0000_s1044" style="width:15.05pt;height:7pt;margin-top:12.85pt;margin-left:749.4pt;position:absolute;z-index:251687936" fillcolor="black">
            <v:fill color2="black"/>
          </v:rect>
        </w:pict>
      </w:r>
      <w:r>
        <w:rPr>
          <w:rFonts w:hint="eastAsia"/>
          <w:color w:val="000000"/>
          <w:spacing w:val="22"/>
          <w:sz w:val="36"/>
          <w:szCs w:val="36"/>
        </w:rPr>
        <w:pict>
          <v:shape id="文本框 37" o:spid="_x0000_s1045" type="#_x0000_t202" style="width:531.6pt;height:104.25pt;margin-top:29.35pt;margin-left:3pt;position:absolute;z-index:251677696" filled="t" stroked="t">
            <o:lock v:ext="edit" aspectratio="f"/>
            <v:textbox>
              <w:txbxContent>
                <w:p w:rsidR="00A84732" w:rsidRPr="00BE3473">
                  <w:pPr>
                    <w:adjustRightInd w:val="0"/>
                    <w:snapToGrid w:val="0"/>
                    <w:spacing w:line="340" w:lineRule="exact"/>
                    <w:jc w:val="left"/>
                    <w:rPr>
                      <w:rFonts w:ascii="宋体" w:hAnsi="宋体"/>
                      <w:b/>
                      <w:bCs/>
                      <w:color w:val="000000"/>
                      <w:szCs w:val="21"/>
                    </w:rPr>
                  </w:pPr>
                  <w:r w:rsidRPr="00BE3473" w:rsidR="00492AE0"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  <w:t>二、阅读</w:t>
                  </w:r>
                  <w:r w:rsidRPr="00BE3473"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  <w:t>（</w:t>
                  </w:r>
                  <w:r w:rsidRPr="00BE3473" w:rsidR="00492AE0"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  <w:t>45</w:t>
                  </w:r>
                  <w:r w:rsidRPr="00BE3473">
                    <w:rPr>
                      <w:rFonts w:ascii="宋体" w:hAnsi="宋体" w:hint="eastAsia"/>
                      <w:b/>
                      <w:bCs/>
                      <w:color w:val="000000"/>
                      <w:szCs w:val="21"/>
                    </w:rPr>
                    <w:t>分）</w:t>
                  </w:r>
                </w:p>
                <w:p w:rsidR="00A84732" w:rsidRPr="00BE3473" w:rsidP="00492AE0">
                  <w:pPr>
                    <w:adjustRightInd w:val="0"/>
                    <w:snapToGrid w:val="0"/>
                    <w:spacing w:line="480" w:lineRule="exact"/>
                    <w:rPr>
                      <w:rFonts w:ascii="宋体" w:hAnsi="宋体" w:hint="eastAsia"/>
                      <w:color w:val="000000"/>
                    </w:rPr>
                  </w:pPr>
                  <w:r w:rsidRPr="00BE3473" w:rsidR="00492AE0">
                    <w:rPr>
                      <w:rFonts w:ascii="宋体" w:hAnsi="宋体" w:hint="eastAsia"/>
                      <w:color w:val="000000"/>
                      <w:szCs w:val="21"/>
                    </w:rPr>
                    <w:t>（一）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>（</w:t>
                  </w:r>
                  <w:r w:rsidRPr="00BE3473" w:rsidR="00492AE0">
                    <w:rPr>
                      <w:rFonts w:ascii="宋体" w:hAnsi="宋体" w:hint="eastAsia"/>
                      <w:color w:val="000000"/>
                    </w:rPr>
                    <w:t>4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 xml:space="preserve">分）   3. 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A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B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C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D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</w:t>
                  </w:r>
                </w:p>
                <w:p w:rsidR="00A84732" w:rsidRPr="00BE3473" w:rsidP="00492AE0">
                  <w:pPr>
                    <w:widowControl/>
                    <w:spacing w:line="480" w:lineRule="exact"/>
                    <w:rPr>
                      <w:rFonts w:ascii="宋体" w:hAnsi="宋体" w:hint="eastAsia"/>
                      <w:color w:val="000000"/>
                      <w:u w:val="single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</w:rPr>
                    <w:t>4</w:t>
                  </w:r>
                  <w:r w:rsidRPr="00BE3473">
                    <w:rPr>
                      <w:rFonts w:ascii="宋体" w:hAnsi="宋体" w:cs="宋体" w:hint="eastAsia"/>
                      <w:color w:val="000000"/>
                      <w:kern w:val="0"/>
                      <w:szCs w:val="21"/>
                    </w:rPr>
                    <w:t>．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                                    </w:t>
                  </w:r>
                </w:p>
                <w:p w:rsidR="00A84732" w:rsidRPr="00BE3473">
                  <w:pPr>
                    <w:widowControl/>
                    <w:spacing w:line="560" w:lineRule="exact"/>
                    <w:rPr>
                      <w:rFonts w:ascii="宋体" w:hAnsi="宋体" w:hint="eastAsia"/>
                      <w:color w:val="000000"/>
                      <w:u w:val="single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                                       </w:t>
                  </w:r>
                </w:p>
              </w:txbxContent>
            </v:textbox>
          </v:shape>
        </w:pict>
      </w:r>
    </w:p>
    <w:p w:rsidR="00A84732" w:rsidRPr="00BE3473">
      <w:pPr>
        <w:rPr>
          <w:rFonts w:hint="eastAsia"/>
          <w:color w:val="000000"/>
          <w:spacing w:val="22"/>
          <w:sz w:val="36"/>
          <w:szCs w:val="36"/>
        </w:rPr>
      </w:pPr>
    </w:p>
    <w:p w:rsidR="00A84732" w:rsidRPr="00BE3473">
      <w:pPr>
        <w:rPr>
          <w:rFonts w:hint="eastAsia"/>
          <w:color w:val="000000"/>
          <w:spacing w:val="22"/>
          <w:sz w:val="36"/>
          <w:szCs w:val="36"/>
        </w:rPr>
      </w:pPr>
      <w:r>
        <w:rPr>
          <w:rFonts w:hint="eastAsia"/>
          <w:noProof/>
          <w:color w:val="000000"/>
          <w:spacing w:val="22"/>
          <w:sz w:val="36"/>
          <w:szCs w:val="36"/>
        </w:rPr>
        <w:pict>
          <v:rect id="矩形 1068" o:spid="_x0000_s1046" style="width:15.05pt;height:7pt;margin-top:3.45pt;margin-left:255pt;position:absolute;z-index:251685888" fillcolor="black">
            <v:fill color2="black"/>
          </v:rect>
        </w:pict>
      </w:r>
    </w:p>
    <w:p w:rsidR="00A84732" w:rsidRPr="00BE3473">
      <w:pPr>
        <w:adjustRightInd w:val="0"/>
        <w:snapToGrid w:val="0"/>
        <w:spacing w:line="520" w:lineRule="exact"/>
        <w:jc w:val="left"/>
        <w:rPr>
          <w:rFonts w:ascii="宋体" w:hAnsi="宋体" w:hint="eastAsia"/>
          <w:color w:val="000000"/>
        </w:rPr>
      </w:pPr>
    </w:p>
    <w:p w:rsidR="00A84732">
      <w:pPr>
        <w:widowControl/>
        <w:spacing w:line="520" w:lineRule="exact"/>
        <w:rPr>
          <w:rFonts w:ascii="宋体" w:hAnsi="宋体" w:hint="eastAsia"/>
          <w:u w:val="single"/>
        </w:rPr>
      </w:pPr>
      <w:r>
        <w:rPr>
          <w:rFonts w:hint="eastAsia"/>
          <w:noProof/>
          <w:color w:val="000000"/>
          <w:spacing w:val="22"/>
          <w:sz w:val="36"/>
          <w:szCs w:val="36"/>
        </w:rPr>
        <w:pict>
          <v:rect id="矩形 1068" o:spid="_x0000_s1047" style="width:15.05pt;height:7pt;margin-top:23.75pt;margin-left:805.65pt;position:absolute;z-index:251688960" fillcolor="black">
            <v:fill color2="black"/>
          </v:rect>
        </w:pict>
      </w:r>
      <w:r>
        <w:rPr>
          <w:color w:val="000000"/>
        </w:rPr>
        <w:pict>
          <v:shape id="文本框 64" o:spid="_x0000_s1048" type="#_x0000_t202" style="width:531.65pt;height:96pt;margin-top:1.25pt;margin-left:572.45pt;position:absolute;z-index:251681792" filled="t" stroked="t">
            <o:lock v:ext="edit" aspectratio="f"/>
            <v:textbox>
              <w:txbxContent>
                <w:p w:rsidR="00A84732" w:rsidRPr="00BE3473" w:rsidP="00594B9E">
                  <w:pPr>
                    <w:adjustRightInd w:val="0"/>
                    <w:snapToGrid w:val="0"/>
                    <w:spacing w:line="580" w:lineRule="exact"/>
                    <w:jc w:val="left"/>
                    <w:rPr>
                      <w:rFonts w:ascii="宋体" w:hAnsi="宋体" w:hint="eastAsia"/>
                      <w:color w:val="000000"/>
                    </w:rPr>
                  </w:pPr>
                  <w:r w:rsidRPr="00BE3473" w:rsidR="00785DB1">
                    <w:rPr>
                      <w:rFonts w:ascii="宋体" w:hAnsi="宋体" w:hint="eastAsia"/>
                      <w:color w:val="000000"/>
                      <w:szCs w:val="21"/>
                    </w:rPr>
                    <w:t>（五）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>（</w:t>
                  </w:r>
                  <w:r w:rsidRPr="00BE3473" w:rsidR="00785DB1">
                    <w:rPr>
                      <w:rFonts w:ascii="宋体" w:hAnsi="宋体" w:hint="eastAsia"/>
                      <w:color w:val="000000"/>
                    </w:rPr>
                    <w:t>4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>分）</w:t>
                  </w:r>
                  <w:r w:rsidRPr="00BE3473" w:rsidR="00785DB1">
                    <w:rPr>
                      <w:rFonts w:ascii="宋体" w:hAnsi="宋体" w:hint="eastAsia"/>
                      <w:color w:val="000000"/>
                    </w:rPr>
                    <w:t xml:space="preserve">  16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>．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A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B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 xml:space="preserve">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C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D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 xml:space="preserve">                                                                                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 xml:space="preserve">                                                                                               </w:t>
                  </w:r>
                  <w:r w:rsidRPr="00BE3473" w:rsidR="00785DB1">
                    <w:rPr>
                      <w:rFonts w:ascii="宋体" w:hAnsi="宋体" w:cs="宋体" w:hint="eastAsia"/>
                      <w:color w:val="000000"/>
                      <w:kern w:val="0"/>
                      <w:szCs w:val="21"/>
                    </w:rPr>
                    <w:t>17</w:t>
                  </w:r>
                  <w:r w:rsidRPr="00BE3473">
                    <w:rPr>
                      <w:rFonts w:ascii="宋体" w:hAnsi="宋体" w:cs="宋体" w:hint="eastAsia"/>
                      <w:color w:val="000000"/>
                      <w:kern w:val="0"/>
                      <w:szCs w:val="21"/>
                    </w:rPr>
                    <w:t>．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     </w:t>
                  </w:r>
                  <w:r w:rsidRPr="00BE3473" w:rsidR="005E0146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</w:t>
                  </w:r>
                  <w:r w:rsidRPr="00BE3473" w:rsidR="005E0146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 xml:space="preserve">                                                                                                                                      </w:t>
                  </w:r>
                </w:p>
                <w:p w:rsidR="00A84732" w:rsidRPr="00BE3473" w:rsidP="00594B9E">
                  <w:pPr>
                    <w:spacing w:line="580" w:lineRule="exact"/>
                    <w:rPr>
                      <w:rFonts w:ascii="宋体" w:hAnsi="宋体" w:hint="eastAsia"/>
                      <w:color w:val="000000"/>
                      <w:u w:val="single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                                      </w:t>
                  </w:r>
                </w:p>
                <w:p w:rsidR="00A84732" w:rsidRPr="00BE3473">
                  <w:pPr>
                    <w:spacing w:line="500" w:lineRule="exact"/>
                    <w:rPr>
                      <w:rFonts w:ascii="宋体" w:hAnsi="宋体"/>
                      <w:color w:val="000000"/>
                      <w:u w:val="single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</w:txbxContent>
            </v:textbox>
            <w10:wrap type="square"/>
          </v:shape>
        </w:pict>
      </w:r>
      <w:r>
        <w:rPr>
          <w:rFonts w:ascii="宋体" w:hAnsi="宋体" w:hint="eastAsia"/>
          <w:color w:val="000000"/>
          <w:szCs w:val="21"/>
        </w:rPr>
        <w:pict>
          <v:shape id="文本框 37" o:spid="_x0000_s1049" type="#_x0000_t202" style="width:531.6pt;height:179.25pt;margin-top:24.5pt;margin-left:2.4pt;position:absolute;z-index:251682816" filled="t" stroked="t">
            <o:lock v:ext="edit" aspectratio="f"/>
            <v:textbox>
              <w:txbxContent>
                <w:p w:rsidR="005E0146" w:rsidRPr="00BE3473" w:rsidP="005E0146">
                  <w:pPr>
                    <w:widowControl/>
                    <w:spacing w:line="520" w:lineRule="exact"/>
                    <w:jc w:val="left"/>
                    <w:rPr>
                      <w:rFonts w:ascii="宋体" w:hAnsi="宋体" w:hint="eastAsia"/>
                      <w:color w:val="000000"/>
                    </w:rPr>
                  </w:pPr>
                  <w:r w:rsidRPr="00BE3473" w:rsidR="00492AE0">
                    <w:rPr>
                      <w:rFonts w:ascii="宋体" w:hAnsi="宋体" w:hint="eastAsia"/>
                      <w:color w:val="000000"/>
                      <w:szCs w:val="21"/>
                    </w:rPr>
                    <w:t>（二）</w:t>
                  </w:r>
                  <w:r w:rsidRPr="00BE3473" w:rsidR="00A84732">
                    <w:rPr>
                      <w:rFonts w:ascii="宋体" w:hAnsi="宋体" w:hint="eastAsia"/>
                      <w:color w:val="000000"/>
                    </w:rPr>
                    <w:t>（</w:t>
                  </w:r>
                  <w:r w:rsidRPr="00BE3473" w:rsidR="00492AE0">
                    <w:rPr>
                      <w:rFonts w:ascii="宋体" w:hAnsi="宋体" w:hint="eastAsia"/>
                      <w:color w:val="000000"/>
                    </w:rPr>
                    <w:t>12</w:t>
                  </w:r>
                  <w:r w:rsidRPr="00BE3473" w:rsidR="00A84732">
                    <w:rPr>
                      <w:rFonts w:ascii="宋体" w:hAnsi="宋体" w:hint="eastAsia"/>
                      <w:color w:val="000000"/>
                    </w:rPr>
                    <w:t>分）</w:t>
                  </w:r>
                </w:p>
                <w:p w:rsidR="005E0146" w:rsidRPr="00BE3473" w:rsidP="005E0146">
                  <w:pPr>
                    <w:widowControl/>
                    <w:spacing w:line="520" w:lineRule="exact"/>
                    <w:jc w:val="left"/>
                    <w:rPr>
                      <w:rFonts w:ascii="宋体" w:hAnsi="宋体" w:hint="eastAsia"/>
                      <w:color w:val="000000"/>
                      <w:u w:val="single"/>
                    </w:rPr>
                  </w:pPr>
                  <w:r w:rsidRPr="00BE3473" w:rsidR="00A84732">
                    <w:rPr>
                      <w:rFonts w:ascii="宋体" w:hAnsi="宋体" w:hint="eastAsia"/>
                      <w:color w:val="000000"/>
                    </w:rPr>
                    <w:t>5.（1）</w:t>
                  </w:r>
                  <w:r w:rsidRPr="00BE3473" w:rsidR="00A84732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</w:t>
                  </w:r>
                  <w:r w:rsidRPr="00BE3473" w:rsidR="00DA2DC1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</w:t>
                  </w:r>
                  <w:r w:rsidRPr="00BE3473" w:rsidR="00A84732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</w:t>
                  </w:r>
                  <w:r w:rsidRPr="00BE3473" w:rsidR="00A84732">
                    <w:rPr>
                      <w:rFonts w:ascii="宋体" w:hAnsi="宋体" w:hint="eastAsia"/>
                      <w:color w:val="000000"/>
                    </w:rPr>
                    <w:t xml:space="preserve"> （2）</w:t>
                  </w:r>
                  <w:r w:rsidRPr="00BE3473" w:rsidR="00A84732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</w:t>
                  </w:r>
                  <w:r w:rsidRPr="00BE3473" w:rsidR="00DA2DC1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</w:t>
                  </w:r>
                  <w:r w:rsidRPr="00BE3473" w:rsidR="00A84732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</w:t>
                  </w:r>
                  <w:r w:rsidRPr="00BE3473" w:rsidR="00A84732">
                    <w:rPr>
                      <w:rFonts w:ascii="宋体" w:hAnsi="宋体" w:hint="eastAsia"/>
                      <w:color w:val="000000"/>
                    </w:rPr>
                    <w:t xml:space="preserve">  （3）</w:t>
                  </w:r>
                  <w:r w:rsidRPr="00BE3473" w:rsidR="00A84732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</w:t>
                  </w:r>
                  <w:r w:rsidRPr="00BE3473" w:rsidR="00DA2DC1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 w:rsidRPr="00BE3473" w:rsidR="00A84732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 w:rsidRPr="00BE3473" w:rsidR="00DA2DC1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 w:rsidRPr="00BE3473" w:rsidR="00A84732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</w:t>
                  </w:r>
                  <w:r w:rsidRPr="00BE3473" w:rsidR="00A84732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 w:rsidR="0020496C">
                    <w:rPr>
                      <w:rFonts w:ascii="宋体" w:hAnsi="宋体" w:hint="eastAsia"/>
                      <w:color w:val="000000"/>
                    </w:rPr>
                    <w:t>　　　</w:t>
                  </w:r>
                  <w:r w:rsidRPr="00BE3473" w:rsidR="00A84732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</w:t>
                  </w:r>
                  <w:r w:rsidRPr="00BE3473" w:rsidR="00DA2DC1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 w:rsidRPr="00BE3473" w:rsidR="00DA2DC1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</w:t>
                  </w:r>
                </w:p>
                <w:p w:rsidR="00A84732" w:rsidRPr="00BE3473" w:rsidP="005E0146">
                  <w:pPr>
                    <w:widowControl/>
                    <w:spacing w:line="520" w:lineRule="exact"/>
                    <w:jc w:val="left"/>
                    <w:rPr>
                      <w:rFonts w:ascii="宋体" w:hAnsi="宋体" w:hint="eastAsia"/>
                      <w:b/>
                      <w:color w:val="000000"/>
                      <w:w w:val="150"/>
                      <w:kern w:val="10"/>
                      <w:sz w:val="13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</w:rPr>
                    <w:t>6</w:t>
                  </w:r>
                  <w:r w:rsidRPr="00BE3473">
                    <w:rPr>
                      <w:rFonts w:ascii="宋体" w:hAnsi="宋体" w:cs="宋体" w:hint="eastAsia"/>
                      <w:color w:val="000000"/>
                      <w:spacing w:val="20"/>
                      <w:kern w:val="0"/>
                      <w:szCs w:val="21"/>
                    </w:rPr>
                    <w:t>．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A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B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C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 [</w:t>
                  </w:r>
                  <w:r w:rsidRPr="00BE3473">
                    <w:rPr>
                      <w:rFonts w:ascii="宋体" w:hAnsi="宋体"/>
                      <w:color w:val="000000"/>
                      <w:w w:val="150"/>
                      <w:kern w:val="10"/>
                      <w:sz w:val="13"/>
                    </w:rPr>
                    <w:t>D</w:t>
                  </w:r>
                  <w:r w:rsidRPr="00BE3473">
                    <w:rPr>
                      <w:rFonts w:ascii="宋体" w:hAnsi="宋体"/>
                      <w:b/>
                      <w:color w:val="000000"/>
                      <w:w w:val="150"/>
                      <w:kern w:val="10"/>
                      <w:sz w:val="13"/>
                    </w:rPr>
                    <w:t>]</w:t>
                  </w:r>
                  <w:r w:rsidRPr="00BE3473">
                    <w:rPr>
                      <w:rFonts w:ascii="宋体" w:hAnsi="宋体" w:hint="eastAsia"/>
                      <w:b/>
                      <w:color w:val="000000"/>
                      <w:w w:val="150"/>
                      <w:kern w:val="10"/>
                      <w:sz w:val="13"/>
                    </w:rPr>
                    <w:t xml:space="preserve">   </w:t>
                  </w:r>
                </w:p>
                <w:p w:rsidR="00A84732" w:rsidRPr="00BE3473">
                  <w:pPr>
                    <w:widowControl/>
                    <w:spacing w:line="480" w:lineRule="auto"/>
                    <w:rPr>
                      <w:rFonts w:ascii="宋体" w:hAnsi="宋体" w:hint="eastAsia"/>
                      <w:color w:val="000000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</w:rPr>
                    <w:t>7.（1）译文：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                               </w:t>
                  </w:r>
                  <w:r w:rsidRPr="00BE3473">
                    <w:rPr>
                      <w:rFonts w:ascii="宋体" w:hAnsi="宋体" w:hint="eastAsia"/>
                      <w:color w:val="000000"/>
                    </w:rPr>
                    <w:t xml:space="preserve">       </w:t>
                  </w:r>
                </w:p>
                <w:p w:rsidR="00A84732" w:rsidRPr="00BE3473">
                  <w:pPr>
                    <w:widowControl/>
                    <w:spacing w:line="480" w:lineRule="auto"/>
                    <w:ind w:left="210" w:leftChars="100"/>
                    <w:rPr>
                      <w:rFonts w:ascii="宋体" w:hAnsi="宋体" w:hint="eastAsia"/>
                      <w:color w:val="000000"/>
                      <w:u w:val="single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</w:rPr>
                    <w:t>（2）译文：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                          </w:t>
                  </w:r>
                </w:p>
                <w:p w:rsidR="00A84732" w:rsidRPr="00BE3473">
                  <w:pPr>
                    <w:spacing w:line="480" w:lineRule="auto"/>
                    <w:rPr>
                      <w:rFonts w:ascii="宋体" w:hAnsi="宋体" w:hint="eastAsia"/>
                      <w:color w:val="000000"/>
                    </w:rPr>
                  </w:pPr>
                  <w:r w:rsidRPr="00BE3473">
                    <w:rPr>
                      <w:rFonts w:ascii="宋体" w:hAnsi="宋体" w:hint="eastAsia"/>
                      <w:color w:val="000000"/>
                    </w:rPr>
                    <w:t>8</w:t>
                  </w:r>
                  <w:r w:rsidRPr="00BE3473">
                    <w:rPr>
                      <w:rFonts w:ascii="宋体" w:hAnsi="宋体" w:cs="宋体" w:hint="eastAsia"/>
                      <w:color w:val="000000"/>
                      <w:kern w:val="0"/>
                      <w:szCs w:val="21"/>
                    </w:rPr>
                    <w:t>．</w:t>
                  </w:r>
                  <w:r w:rsidRPr="00BE3473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                                            </w:t>
                  </w:r>
                </w:p>
                <w:p w:rsidR="00A84732" w:rsidRPr="00BE3473">
                  <w:pPr>
                    <w:widowControl/>
                    <w:spacing w:line="480" w:lineRule="auto"/>
                    <w:rPr>
                      <w:rFonts w:ascii="宋体" w:hAnsi="宋体" w:hint="eastAsia"/>
                      <w:color w:val="000000"/>
                      <w:u w:val="single"/>
                    </w:rPr>
                  </w:pPr>
                </w:p>
              </w:txbxContent>
            </v:textbox>
          </v:shape>
        </w:pict>
      </w:r>
      <w:r>
        <w:rPr>
          <w:rFonts w:ascii="宋体" w:hAnsi="宋体" w:hint="eastAsia"/>
        </w:rPr>
        <w:t xml:space="preserve">  </w:t>
      </w:r>
    </w:p>
    <w:p w:rsidR="00A84732">
      <w:pPr>
        <w:rPr>
          <w:rFonts w:hint="eastAsia"/>
          <w:spacing w:val="22"/>
          <w:sz w:val="36"/>
          <w:szCs w:val="36"/>
        </w:rPr>
      </w:pPr>
    </w:p>
    <w:p w:rsidR="00A84732">
      <w:pPr>
        <w:tabs>
          <w:tab w:val="left" w:pos="724"/>
        </w:tabs>
        <w:rPr>
          <w:rFonts w:hint="eastAsia"/>
          <w:spacing w:val="22"/>
          <w:sz w:val="36"/>
          <w:szCs w:val="36"/>
        </w:rPr>
      </w:pPr>
    </w:p>
    <w:p w:rsidR="00A84732">
      <w:pPr>
        <w:rPr>
          <w:rFonts w:hint="eastAsia"/>
          <w:spacing w:val="22"/>
          <w:sz w:val="36"/>
          <w:szCs w:val="36"/>
        </w:rPr>
      </w:pPr>
      <w:r>
        <w:rPr>
          <w:rFonts w:hint="eastAsia"/>
          <w:noProof/>
          <w:spacing w:val="22"/>
          <w:sz w:val="36"/>
          <w:szCs w:val="36"/>
        </w:rPr>
        <w:pict>
          <v:rect id="矩形 1068" o:spid="_x0000_s1050" style="width:15.05pt;height:7pt;margin-top:6.6pt;margin-left:178.65pt;position:absolute;z-index:251686912" fillcolor="black">
            <v:fill color2="black"/>
          </v:rect>
        </w:pict>
      </w:r>
      <w:r>
        <w:rPr>
          <w:rFonts w:hint="eastAsia"/>
          <w:noProof/>
          <w:spacing w:val="22"/>
          <w:sz w:val="36"/>
          <w:szCs w:val="36"/>
        </w:rPr>
        <w:pict>
          <v:shape id="文本框 64" o:spid="_x0000_s1051" type="#_x0000_t202" style="width:531.65pt;height:102.75pt;margin-top:12.6pt;margin-left:572.45pt;position:absolute;z-index:251683840" filled="t" stroked="t">
            <o:lock v:ext="edit" aspectratio="f"/>
            <v:textbox>
              <w:txbxContent>
                <w:p w:rsidR="005E0146" w:rsidP="00594B9E">
                  <w:pPr>
                    <w:adjustRightInd w:val="0"/>
                    <w:snapToGrid w:val="0"/>
                    <w:spacing w:line="440" w:lineRule="exact"/>
                    <w:jc w:val="left"/>
                    <w:rPr>
                      <w:rFonts w:ascii="宋体" w:hAnsi="宋体" w:hint="eastAsia"/>
                    </w:rPr>
                  </w:pPr>
                  <w:r w:rsidR="00785DB1">
                    <w:rPr>
                      <w:rFonts w:ascii="宋体" w:hAnsi="宋体" w:hint="eastAsia"/>
                      <w:szCs w:val="21"/>
                    </w:rPr>
                    <w:t>（六）</w:t>
                  </w:r>
                  <w:r w:rsidR="00785DB1">
                    <w:rPr>
                      <w:rFonts w:ascii="宋体" w:hAnsi="宋体" w:hint="eastAsia"/>
                    </w:rPr>
                    <w:t xml:space="preserve">（3分）                                                                                                                                                            </w:t>
                  </w:r>
                  <w:r w:rsidR="00785DB1">
                    <w:rPr>
                      <w:rFonts w:ascii="宋体" w:hAnsi="宋体" w:cs="宋体" w:hint="eastAsia"/>
                      <w:kern w:val="0"/>
                      <w:szCs w:val="21"/>
                    </w:rPr>
                    <w:t>1</w:t>
                  </w: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8</w:t>
                  </w:r>
                  <w:r w:rsidR="00785DB1">
                    <w:rPr>
                      <w:rFonts w:ascii="宋体" w:hAnsi="宋体" w:cs="宋体" w:hint="eastAsia"/>
                      <w:kern w:val="0"/>
                      <w:szCs w:val="21"/>
                    </w:rPr>
                    <w:t>．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①</w:t>
                  </w:r>
                  <w:r w:rsidR="00785DB1">
                    <w:rPr>
                      <w:rFonts w:ascii="宋体" w:hAnsi="宋体" w:hint="eastAsia"/>
                      <w:u w:val="single"/>
                    </w:rPr>
                    <w:t xml:space="preserve">                           </w:t>
                  </w:r>
                  <w:r w:rsidR="00785DB1">
                    <w:rPr>
                      <w:rFonts w:ascii="宋体" w:hAnsi="宋体" w:hint="eastAsia"/>
                    </w:rPr>
                    <w:t xml:space="preserve">   </w:t>
                  </w:r>
                </w:p>
                <w:p w:rsidR="00785DB1" w:rsidP="005E0146">
                  <w:pPr>
                    <w:adjustRightInd w:val="0"/>
                    <w:snapToGrid w:val="0"/>
                    <w:spacing w:line="500" w:lineRule="exact"/>
                    <w:ind w:firstLine="420" w:firstLineChars="200"/>
                    <w:jc w:val="left"/>
                    <w:rPr>
                      <w:rFonts w:ascii="宋体" w:hAnsi="宋体" w:hint="eastAsia"/>
                    </w:rPr>
                  </w:pPr>
                  <w:r w:rsidR="005E0146">
                    <w:rPr>
                      <w:rFonts w:ascii="宋体" w:hAnsi="宋体" w:hint="eastAsia"/>
                    </w:rPr>
                    <w:t>②</w:t>
                  </w:r>
                  <w:r w:rsidR="005E0146">
                    <w:rPr>
                      <w:rFonts w:ascii="宋体" w:hAnsi="宋体" w:hint="eastAsia"/>
                    </w:rPr>
                    <w:t xml:space="preserve">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</w:t>
                  </w:r>
                  <w:r w:rsidR="005E0146">
                    <w:rPr>
                      <w:rFonts w:ascii="宋体" w:hAnsi="宋体" w:hint="eastAsia"/>
                      <w:u w:val="single"/>
                    </w:rPr>
                    <w:t xml:space="preserve">                       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</w:t>
                  </w:r>
                  <w:r w:rsidR="005E0146">
                    <w:rPr>
                      <w:rFonts w:ascii="宋体" w:hAnsi="宋体" w:hint="eastAsia"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</w:rPr>
                    <w:t xml:space="preserve">                                                                                                                                      </w:t>
                  </w:r>
                </w:p>
                <w:p w:rsidR="00785DB1" w:rsidP="00785DB1">
                  <w:pPr>
                    <w:spacing w:line="500" w:lineRule="exact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</w:t>
                  </w:r>
                  <w:r w:rsidR="005E0146">
                    <w:rPr>
                      <w:rFonts w:ascii="宋体" w:hAnsi="宋体" w:hint="eastAsia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</w:t>
                  </w:r>
                </w:p>
                <w:p w:rsidR="00785DB1" w:rsidP="00785DB1">
                  <w:pPr>
                    <w:spacing w:line="500" w:lineRule="exact"/>
                    <w:rPr>
                      <w:rFonts w:ascii="宋体" w:hAnsi="宋体"/>
                      <w:u w:val="single"/>
                    </w:rPr>
                  </w:pP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</w:txbxContent>
            </v:textbox>
            <w10:wrap type="square"/>
          </v:shape>
        </w:pict>
      </w:r>
    </w:p>
    <w:p w:rsidR="00A84732">
      <w:pPr>
        <w:rPr>
          <w:rFonts w:hint="eastAsia"/>
          <w:spacing w:val="22"/>
          <w:sz w:val="36"/>
          <w:szCs w:val="36"/>
        </w:rPr>
      </w:pPr>
    </w:p>
    <w:p w:rsidR="00A84732">
      <w:pPr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line id="直线 1073" o:spid="_x0000_s1052" style="position:absolute;z-index:251673600" from="554.35pt,-1.5pt" to="554.35pt,773.8pt"/>
        </w:pict>
      </w:r>
      <w:r>
        <w:rPr>
          <w:rFonts w:hint="eastAsia"/>
          <w:spacing w:val="22"/>
          <w:sz w:val="36"/>
          <w:szCs w:val="36"/>
        </w:rPr>
        <w:pict>
          <v:shape id="文本框 1074" o:spid="_x0000_s1053" type="#_x0000_t202" style="width:514.8pt;height:115.8pt;margin-top:9pt;margin-left:578.5pt;position:absolute;z-index:251674624" stroked="t">
            <v:stroke dashstyle="dashDot"/>
            <o:lock v:ext="edit" aspectratio="f"/>
            <v:textbox>
              <w:txbxContent>
                <w:p w:rsidR="00A84732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 w:rsidR="00A84732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 w:rsidR="00A84732">
                  <w:pPr>
                    <w:adjustRightInd w:val="0"/>
                    <w:snapToGrid w:val="0"/>
                    <w:spacing w:line="480" w:lineRule="auto"/>
                    <w:jc w:val="center"/>
                    <w:rPr>
                      <w:rFonts w:ascii="宋体" w:hAnsi="宋体" w:hint="eastAsia"/>
                      <w:sz w:val="48"/>
                      <w:szCs w:val="48"/>
                    </w:rPr>
                  </w:pPr>
                  <w:r>
                    <w:rPr>
                      <w:rFonts w:ascii="宋体" w:hAnsi="宋体" w:hint="eastAsia"/>
                      <w:sz w:val="48"/>
                      <w:szCs w:val="48"/>
                    </w:rPr>
                    <w:t>请勿在此处作任何标记</w:t>
                  </w:r>
                </w:p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shape id="文本框 1042" o:spid="_x0000_s1054" type="#_x0000_t202" style="width:513.45pt;height:18.15pt;margin-top:9.3pt;margin-left:12.8pt;position:absolute;z-index:251664384" filled="t" fillcolor="silver" stroked="f">
            <o:lock v:ext="edit" aspectratio="f"/>
            <v:textbox inset=",0.85pt,,0.85pt">
              <w:txbxContent>
                <w:p w:rsidR="00A84732">
                  <w:pPr>
                    <w:jc w:val="center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以下为非选择题答题区,必须用黑色字迹的签字笔在指定的区域内作答,否则答案无效</w:t>
                  </w:r>
                </w:p>
              </w:txbxContent>
            </v:textbox>
          </v:shape>
        </w:pict>
      </w:r>
    </w:p>
    <w:p w:rsidR="00A84732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50" o:spid="_x0000_s1055" type="#_x0000_t202" style="width:508.25pt;height:716.65pt;margin-top:2.25pt;margin-left:13.6pt;position:absolute;z-index:251666432">
            <v:textbox>
              <w:txbxContent>
                <w:p w:rsidR="00A84732">
                  <w:pPr>
                    <w:tabs>
                      <w:tab w:val="left" w:pos="312"/>
                    </w:tabs>
                    <w:adjustRightInd w:val="0"/>
                    <w:snapToGrid w:val="0"/>
                    <w:spacing w:line="340" w:lineRule="exact"/>
                    <w:jc w:val="left"/>
                    <w:textAlignment w:val="center"/>
                    <w:rPr>
                      <w:rFonts w:ascii="宋体" w:hAnsi="宋体" w:cs="宋体" w:hint="eastAsia"/>
                      <w:szCs w:val="21"/>
                    </w:rPr>
                  </w:pPr>
                  <w:r w:rsidR="007A3635">
                    <w:rPr>
                      <w:rFonts w:ascii="宋体" w:hAnsi="宋体" w:cs="宋体" w:hint="eastAsia"/>
                      <w:b/>
                      <w:bCs/>
                      <w:szCs w:val="21"/>
                    </w:rPr>
                    <w:t>三、写作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（</w:t>
                  </w:r>
                  <w:r w:rsidR="007A3635">
                    <w:rPr>
                      <w:rFonts w:ascii="宋体" w:hAnsi="宋体" w:cs="宋体" w:hint="eastAsia"/>
                      <w:szCs w:val="21"/>
                    </w:rPr>
                    <w:t>40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 xml:space="preserve">分）  </w:t>
                  </w:r>
                </w:p>
                <w:tbl>
                  <w:tblPr>
                    <w:tblStyle w:val="TableNormal"/>
                    <w:tblW w:w="0" w:type="auto"/>
                    <w:jc w:val="center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472"/>
                    <w:gridCol w:w="487"/>
                    <w:gridCol w:w="487"/>
                    <w:gridCol w:w="487"/>
                    <w:gridCol w:w="487"/>
                    <w:gridCol w:w="487"/>
                    <w:gridCol w:w="487"/>
                    <w:gridCol w:w="487"/>
                    <w:gridCol w:w="487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56"/>
                  </w:tblGrid>
                  <w:tr>
                    <w:tblPrEx>
                      <w:tblW w:w="0" w:type="auto"/>
                      <w:jc w:val="center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黑体" w:eastAsia="黑体" w:hAnsi="宋体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黑体" w:eastAsia="黑体" w:hAnsi="宋体" w:hint="eastAsia"/>
                            <w:sz w:val="28"/>
                            <w:szCs w:val="28"/>
                          </w:rPr>
                          <w:t>题</w:t>
                        </w:r>
                      </w:p>
                    </w:tc>
                    <w:tc>
                      <w:tcPr>
                        <w:tcW w:w="487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黑体" w:eastAsia="黑体" w:hAnsi="宋体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黑体" w:eastAsia="黑体" w:hAnsi="宋体" w:hint="eastAsia"/>
                            <w:sz w:val="28"/>
                            <w:szCs w:val="28"/>
                          </w:rPr>
                          <w:t>目</w:t>
                        </w:r>
                      </w:p>
                    </w:tc>
                    <w:tc>
                      <w:tcPr>
                        <w:tcW w:w="487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A84732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cantSplit/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cantSplit/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 w:val="15"/>
                            <w:szCs w:val="15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100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 w:val="15"/>
                            <w:szCs w:val="15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200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 w:val="15"/>
                            <w:szCs w:val="15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300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6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400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6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6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A84732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A84732">
      <w:pPr>
        <w:jc w:val="center"/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45" o:spid="_x0000_s1056" type="#_x0000_t202" style="width:513.45pt;height:18.15pt;margin-top:7.8pt;margin-left:580.7pt;position:absolute;z-index:251665408" filled="t" fillcolor="silver" stroked="f">
            <o:lock v:ext="edit" aspectratio="f"/>
            <v:textbox inset=",0.85pt,,0.85pt">
              <w:txbxContent>
                <w:p w:rsidR="00A84732">
                  <w:pPr>
                    <w:jc w:val="center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以下为非选择题答题区,必须用黑色字迹的签字笔在指定的区域内作答,否则答案无效</w:t>
                  </w:r>
                </w:p>
              </w:txbxContent>
            </v:textbox>
          </v:shape>
        </w:pict>
      </w:r>
    </w:p>
    <w:p w:rsidR="00A84732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51" o:spid="_x0000_s1057" type="#_x0000_t202" style="width:508.3pt;height:608.4pt;margin-top:0;margin-left:582.95pt;position:absolute;z-index:251667456">
            <v:textbox>
              <w:txbxContent>
                <w:tbl>
                  <w:tblPr>
                    <w:tblStyle w:val="TableNormal"/>
                    <w:tblW w:w="0" w:type="auto"/>
                    <w:jc w:val="center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472"/>
                    <w:gridCol w:w="487"/>
                    <w:gridCol w:w="487"/>
                    <w:gridCol w:w="487"/>
                    <w:gridCol w:w="487"/>
                    <w:gridCol w:w="487"/>
                    <w:gridCol w:w="487"/>
                    <w:gridCol w:w="487"/>
                    <w:gridCol w:w="487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56"/>
                  </w:tblGrid>
                  <w:tr>
                    <w:tblPrEx>
                      <w:tblW w:w="0" w:type="auto"/>
                      <w:jc w:val="center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cantSplit/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cantSplit/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8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500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 w:val="15"/>
                            <w:szCs w:val="15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600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 w:val="15"/>
                            <w:szCs w:val="15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700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800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6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A84732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</w:tbl>
                <w:p w:rsidR="00A84732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A84732">
      <w:pPr>
        <w:rPr>
          <w:rFonts w:hint="eastAsia"/>
          <w:spacing w:val="22"/>
          <w:sz w:val="36"/>
          <w:szCs w:val="36"/>
        </w:rPr>
      </w:pPr>
    </w:p>
    <w:p w:rsidR="00A84732">
      <w:pPr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</w:p>
    <w:p w:rsidR="00A84732">
      <w:pPr>
        <w:jc w:val="center"/>
        <w:rPr>
          <w:rFonts w:hint="eastAsia"/>
          <w:spacing w:val="22"/>
          <w:sz w:val="36"/>
          <w:szCs w:val="36"/>
        </w:rPr>
      </w:pPr>
    </w:p>
    <w:p w:rsidR="00A84732">
      <w:pPr>
        <w:rPr>
          <w:rFonts w:hint="eastAsia"/>
          <w:spacing w:val="22"/>
          <w:sz w:val="36"/>
          <w:szCs w:val="36"/>
        </w:rPr>
        <w:sectPr>
          <w:headerReference w:type="default" r:id="rId5"/>
          <w:footerReference w:type="default" r:id="rId6"/>
          <w:pgSz w:w="23814" w:h="16840" w:orient="landscape"/>
          <w:pgMar w:top="709" w:right="851" w:bottom="709" w:left="851" w:header="284" w:footer="992" w:gutter="0"/>
          <w:cols w:space="720"/>
          <w:docGrid w:type="lines" w:linePitch="312"/>
        </w:sectPr>
      </w:pPr>
    </w:p>
    <w:p>
      <w:r w:rsidR="00A84732">
        <w:rPr>
          <w:rFonts w:hint="eastAsia"/>
          <w:spacing w:val="22"/>
          <w:sz w:val="36"/>
          <w:szCs w:val="36"/>
        </w:rPr>
        <w:drawing>
          <wp:inline>
            <wp:extent cx="8182805" cy="9792970"/>
            <wp:docPr id="10005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1537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82805" cy="979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732">
    <w:pPr>
      <w:pStyle w:val="Footer"/>
    </w:pPr>
    <w:r>
      <w:pict>
        <v:rect id="矩形 6" o:spid="_x0000_s2054" style="width:14.35pt;height:9pt;margin-top:19.4pt;margin-left:547.5pt;position:absolute;z-index:251663360" fillcolor="black">
          <v:fill color2="black"/>
        </v:rect>
      </w:pict>
    </w:r>
    <w:r>
      <w:pict>
        <v:rect id="矩形 5" o:spid="_x0000_s2055" style="width:14.35pt;height:9pt;margin-top:20.25pt;margin-left:1091.4pt;position:absolute;z-index:251661312" fillcolor="black">
          <v:fill color2="black"/>
        </v:rect>
      </w:pict>
    </w:r>
    <w:r>
      <w:pict>
        <v:rect id="矩形 4" o:spid="_x0000_s2056" style="width:14.35pt;height:9pt;margin-top:20.05pt;margin-left:0.05pt;position:absolute;z-index:251660288" fillcolor="black">
          <v:fill color2="black"/>
        </v:rect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732">
    <w:pPr>
      <w:pStyle w:val="Header"/>
    </w:pPr>
    <w:r>
      <w:rPr>
        <w:noProof/>
      </w:rPr>
      <w:pict>
        <v:rect id="矩形 2" o:spid="_x0000_s2049" style="width:14.35pt;height:9pt;margin-top:18pt;margin-left:546.75pt;position:absolute;z-index:251666432" fillcolor="black">
          <v:fill color2="black"/>
        </v:rect>
      </w:pict>
    </w:r>
    <w:r>
      <w:pict>
        <v:rect id="矩形 2" o:spid="_x0000_s2050" style="width:14.35pt;height:9pt;margin-top:16.5pt;margin-left:1091.65pt;position:absolute;z-index:251658240" fillcolor="black">
          <v:fill color2="black"/>
        </v:rect>
      </w:pict>
    </w:r>
    <w:r>
      <w:rPr>
        <w:noProof/>
      </w:rPr>
      <w:pict>
        <v:rect id="矩形 2" o:spid="_x0000_s2051" style="width:14.35pt;height:9pt;margin-top:15.8pt;margin-left:0.05pt;position:absolute;z-index:251664384" fillcolor="black">
          <v:fill color2="black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2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3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oNotTrackMoves/>
  <w:defaultTabStop w:val="420"/>
  <w:drawingGridHorizontalSpacing w:val="181"/>
  <w:drawingGridVerticalSpacing w:val="156"/>
  <w:displayHorizontalDrawingGridEvery w:val="2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40D2A"/>
    <w:rsid w:val="00041541"/>
    <w:rsid w:val="00051C0B"/>
    <w:rsid w:val="000602DF"/>
    <w:rsid w:val="00066F0F"/>
    <w:rsid w:val="000751CE"/>
    <w:rsid w:val="000849A8"/>
    <w:rsid w:val="000A372B"/>
    <w:rsid w:val="000B3B51"/>
    <w:rsid w:val="000B7722"/>
    <w:rsid w:val="000C48E5"/>
    <w:rsid w:val="000D187D"/>
    <w:rsid w:val="000F3D5A"/>
    <w:rsid w:val="000F6476"/>
    <w:rsid w:val="00101478"/>
    <w:rsid w:val="00104B1E"/>
    <w:rsid w:val="00113476"/>
    <w:rsid w:val="001142AD"/>
    <w:rsid w:val="00121594"/>
    <w:rsid w:val="00125FEC"/>
    <w:rsid w:val="001322D6"/>
    <w:rsid w:val="00133DFE"/>
    <w:rsid w:val="00136E77"/>
    <w:rsid w:val="0016787F"/>
    <w:rsid w:val="001708F1"/>
    <w:rsid w:val="001719AD"/>
    <w:rsid w:val="0017641F"/>
    <w:rsid w:val="00186562"/>
    <w:rsid w:val="00187103"/>
    <w:rsid w:val="001C282F"/>
    <w:rsid w:val="001E4389"/>
    <w:rsid w:val="001F5399"/>
    <w:rsid w:val="001F6A5D"/>
    <w:rsid w:val="00203AEF"/>
    <w:rsid w:val="00204417"/>
    <w:rsid w:val="0020496C"/>
    <w:rsid w:val="00204F2D"/>
    <w:rsid w:val="00256D54"/>
    <w:rsid w:val="0026042C"/>
    <w:rsid w:val="00261CE0"/>
    <w:rsid w:val="002638AB"/>
    <w:rsid w:val="00266FBE"/>
    <w:rsid w:val="002B02A6"/>
    <w:rsid w:val="002B1A37"/>
    <w:rsid w:val="002C1A6E"/>
    <w:rsid w:val="002C1E09"/>
    <w:rsid w:val="002C38C6"/>
    <w:rsid w:val="002E3341"/>
    <w:rsid w:val="002F3FE8"/>
    <w:rsid w:val="00301E24"/>
    <w:rsid w:val="00315FAD"/>
    <w:rsid w:val="00341025"/>
    <w:rsid w:val="003467D3"/>
    <w:rsid w:val="00347A22"/>
    <w:rsid w:val="00357F3B"/>
    <w:rsid w:val="00362943"/>
    <w:rsid w:val="00363622"/>
    <w:rsid w:val="00374F3A"/>
    <w:rsid w:val="00377988"/>
    <w:rsid w:val="0038109B"/>
    <w:rsid w:val="003831E7"/>
    <w:rsid w:val="00392A8F"/>
    <w:rsid w:val="003A1BA2"/>
    <w:rsid w:val="003A3CEB"/>
    <w:rsid w:val="003B0D0C"/>
    <w:rsid w:val="003D2ADD"/>
    <w:rsid w:val="003F3E4F"/>
    <w:rsid w:val="003F4B90"/>
    <w:rsid w:val="00412B9B"/>
    <w:rsid w:val="00413980"/>
    <w:rsid w:val="004151FC"/>
    <w:rsid w:val="00425BF1"/>
    <w:rsid w:val="00427647"/>
    <w:rsid w:val="004306CA"/>
    <w:rsid w:val="0045514E"/>
    <w:rsid w:val="00461112"/>
    <w:rsid w:val="004664A5"/>
    <w:rsid w:val="004771FC"/>
    <w:rsid w:val="00485DF2"/>
    <w:rsid w:val="004909FD"/>
    <w:rsid w:val="00492AE0"/>
    <w:rsid w:val="004B5D4A"/>
    <w:rsid w:val="004F701C"/>
    <w:rsid w:val="0050502B"/>
    <w:rsid w:val="00517B37"/>
    <w:rsid w:val="00526203"/>
    <w:rsid w:val="00531C37"/>
    <w:rsid w:val="005322FD"/>
    <w:rsid w:val="00532538"/>
    <w:rsid w:val="00545DE9"/>
    <w:rsid w:val="0055640F"/>
    <w:rsid w:val="005603B4"/>
    <w:rsid w:val="005741AB"/>
    <w:rsid w:val="00585240"/>
    <w:rsid w:val="005872A8"/>
    <w:rsid w:val="005949B8"/>
    <w:rsid w:val="00594B9E"/>
    <w:rsid w:val="005A7D00"/>
    <w:rsid w:val="005B3552"/>
    <w:rsid w:val="005E0146"/>
    <w:rsid w:val="005E4F83"/>
    <w:rsid w:val="005E6A81"/>
    <w:rsid w:val="00604FEF"/>
    <w:rsid w:val="00613FDD"/>
    <w:rsid w:val="0061526A"/>
    <w:rsid w:val="0062011B"/>
    <w:rsid w:val="00623AEC"/>
    <w:rsid w:val="006665F3"/>
    <w:rsid w:val="00666708"/>
    <w:rsid w:val="00686AD2"/>
    <w:rsid w:val="00687E94"/>
    <w:rsid w:val="006938E2"/>
    <w:rsid w:val="0069518A"/>
    <w:rsid w:val="006A08CC"/>
    <w:rsid w:val="006B0C19"/>
    <w:rsid w:val="006B311F"/>
    <w:rsid w:val="006B7B3E"/>
    <w:rsid w:val="006C3D13"/>
    <w:rsid w:val="006D07F1"/>
    <w:rsid w:val="00714432"/>
    <w:rsid w:val="007279C2"/>
    <w:rsid w:val="00727AD2"/>
    <w:rsid w:val="00751432"/>
    <w:rsid w:val="0075239D"/>
    <w:rsid w:val="00755B3B"/>
    <w:rsid w:val="0076230C"/>
    <w:rsid w:val="00764DB0"/>
    <w:rsid w:val="0078069D"/>
    <w:rsid w:val="00780A2E"/>
    <w:rsid w:val="00785DB1"/>
    <w:rsid w:val="007A3635"/>
    <w:rsid w:val="007A3B00"/>
    <w:rsid w:val="007C0563"/>
    <w:rsid w:val="007D4C3F"/>
    <w:rsid w:val="007E2882"/>
    <w:rsid w:val="007E50B3"/>
    <w:rsid w:val="008026EA"/>
    <w:rsid w:val="0080434C"/>
    <w:rsid w:val="00810276"/>
    <w:rsid w:val="00816145"/>
    <w:rsid w:val="008619B6"/>
    <w:rsid w:val="008662D8"/>
    <w:rsid w:val="00870A41"/>
    <w:rsid w:val="00892C2B"/>
    <w:rsid w:val="00894229"/>
    <w:rsid w:val="008979A6"/>
    <w:rsid w:val="008B5D73"/>
    <w:rsid w:val="008C28F1"/>
    <w:rsid w:val="008C30AF"/>
    <w:rsid w:val="008D7DBF"/>
    <w:rsid w:val="008E180C"/>
    <w:rsid w:val="008E4D86"/>
    <w:rsid w:val="008F6544"/>
    <w:rsid w:val="00905EFF"/>
    <w:rsid w:val="009174CB"/>
    <w:rsid w:val="0092135D"/>
    <w:rsid w:val="00932595"/>
    <w:rsid w:val="00943530"/>
    <w:rsid w:val="00944DC1"/>
    <w:rsid w:val="00960FC9"/>
    <w:rsid w:val="00966359"/>
    <w:rsid w:val="00970A82"/>
    <w:rsid w:val="00976C21"/>
    <w:rsid w:val="00983049"/>
    <w:rsid w:val="0098318E"/>
    <w:rsid w:val="009850BF"/>
    <w:rsid w:val="0099081B"/>
    <w:rsid w:val="009A1A33"/>
    <w:rsid w:val="009D0470"/>
    <w:rsid w:val="009D21B4"/>
    <w:rsid w:val="009D3999"/>
    <w:rsid w:val="009E73BA"/>
    <w:rsid w:val="009F33E7"/>
    <w:rsid w:val="00A13EBB"/>
    <w:rsid w:val="00A36A85"/>
    <w:rsid w:val="00A51F80"/>
    <w:rsid w:val="00A55C14"/>
    <w:rsid w:val="00A60881"/>
    <w:rsid w:val="00A62181"/>
    <w:rsid w:val="00A7588A"/>
    <w:rsid w:val="00A84732"/>
    <w:rsid w:val="00AA0710"/>
    <w:rsid w:val="00AA1E2C"/>
    <w:rsid w:val="00AA306A"/>
    <w:rsid w:val="00AA516F"/>
    <w:rsid w:val="00AB1FBF"/>
    <w:rsid w:val="00B05E3E"/>
    <w:rsid w:val="00B109FC"/>
    <w:rsid w:val="00B36912"/>
    <w:rsid w:val="00B377BD"/>
    <w:rsid w:val="00B619E8"/>
    <w:rsid w:val="00B673D7"/>
    <w:rsid w:val="00B72AC5"/>
    <w:rsid w:val="00B72D41"/>
    <w:rsid w:val="00B74E3D"/>
    <w:rsid w:val="00B76B73"/>
    <w:rsid w:val="00B8021C"/>
    <w:rsid w:val="00B86DFD"/>
    <w:rsid w:val="00B9258A"/>
    <w:rsid w:val="00B972D8"/>
    <w:rsid w:val="00BB08CB"/>
    <w:rsid w:val="00BB56DB"/>
    <w:rsid w:val="00BC0AEC"/>
    <w:rsid w:val="00BC1CA3"/>
    <w:rsid w:val="00BC338B"/>
    <w:rsid w:val="00BC3499"/>
    <w:rsid w:val="00BC47E0"/>
    <w:rsid w:val="00BE3473"/>
    <w:rsid w:val="00BE66EE"/>
    <w:rsid w:val="00BF07B8"/>
    <w:rsid w:val="00BF1365"/>
    <w:rsid w:val="00C00CBE"/>
    <w:rsid w:val="00C02FC6"/>
    <w:rsid w:val="00C05651"/>
    <w:rsid w:val="00C12B92"/>
    <w:rsid w:val="00C33752"/>
    <w:rsid w:val="00C37CA9"/>
    <w:rsid w:val="00C53D61"/>
    <w:rsid w:val="00C634D8"/>
    <w:rsid w:val="00C84D8A"/>
    <w:rsid w:val="00C86829"/>
    <w:rsid w:val="00C91B34"/>
    <w:rsid w:val="00CA196E"/>
    <w:rsid w:val="00CC0F44"/>
    <w:rsid w:val="00CC2C03"/>
    <w:rsid w:val="00CD5D44"/>
    <w:rsid w:val="00CF6431"/>
    <w:rsid w:val="00D03F87"/>
    <w:rsid w:val="00D62247"/>
    <w:rsid w:val="00D70501"/>
    <w:rsid w:val="00D77498"/>
    <w:rsid w:val="00D829B8"/>
    <w:rsid w:val="00D931B3"/>
    <w:rsid w:val="00D94837"/>
    <w:rsid w:val="00DA2DC1"/>
    <w:rsid w:val="00DB3D40"/>
    <w:rsid w:val="00DE4AB1"/>
    <w:rsid w:val="00E0065C"/>
    <w:rsid w:val="00E03795"/>
    <w:rsid w:val="00E04FF8"/>
    <w:rsid w:val="00E12C5F"/>
    <w:rsid w:val="00E30EEA"/>
    <w:rsid w:val="00E32DC2"/>
    <w:rsid w:val="00E406FF"/>
    <w:rsid w:val="00E54BA9"/>
    <w:rsid w:val="00E5623C"/>
    <w:rsid w:val="00E77928"/>
    <w:rsid w:val="00E815B7"/>
    <w:rsid w:val="00E834E5"/>
    <w:rsid w:val="00EA6441"/>
    <w:rsid w:val="00EA6F2E"/>
    <w:rsid w:val="00EC06F8"/>
    <w:rsid w:val="00EC4FAF"/>
    <w:rsid w:val="00ED34A4"/>
    <w:rsid w:val="00EE0AB5"/>
    <w:rsid w:val="00EE0FEB"/>
    <w:rsid w:val="00EE30C4"/>
    <w:rsid w:val="00EE60B2"/>
    <w:rsid w:val="00EF5330"/>
    <w:rsid w:val="00F00425"/>
    <w:rsid w:val="00F033C1"/>
    <w:rsid w:val="00F04657"/>
    <w:rsid w:val="00F1327D"/>
    <w:rsid w:val="00F1339C"/>
    <w:rsid w:val="00F25E87"/>
    <w:rsid w:val="00F34852"/>
    <w:rsid w:val="00F60606"/>
    <w:rsid w:val="00F91B82"/>
    <w:rsid w:val="00F92809"/>
    <w:rsid w:val="00FA0597"/>
    <w:rsid w:val="00FB3053"/>
    <w:rsid w:val="1451464A"/>
    <w:rsid w:val="17AF007A"/>
    <w:rsid w:val="1C0E4C5A"/>
    <w:rsid w:val="1CCA6C39"/>
    <w:rsid w:val="266768F9"/>
    <w:rsid w:val="29665D11"/>
    <w:rsid w:val="29CF35D0"/>
    <w:rsid w:val="317C4AA8"/>
    <w:rsid w:val="345A48E5"/>
    <w:rsid w:val="354F1A9E"/>
    <w:rsid w:val="3B7D2F24"/>
    <w:rsid w:val="5007251D"/>
    <w:rsid w:val="59651767"/>
    <w:rsid w:val="5AFC16A0"/>
    <w:rsid w:val="6A0958BC"/>
    <w:rsid w:val="7AB75A9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PageNumber">
    <w:name w:val="page number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spacing w:line="300" w:lineRule="auto"/>
      <w:ind w:firstLine="200" w:firstLineChars="200"/>
      <w:jc w:val="both"/>
    </w:pPr>
  </w:style>
  <w:style w:type="paragraph" w:customStyle="1" w:styleId="Char3CharCharCharCharCharChar">
    <w:name w:val="Char3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12</Words>
  <Characters>69</Characters>
  <Application>Microsoft Office Word</Application>
  <DocSecurity>0</DocSecurity>
  <Lines>1</Lines>
  <Paragraphs>1</Paragraphs>
  <ScaleCrop>false</ScaleCrop>
  <Company>17zhong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2009年宁德市初中毕业升学考试数学模拟测试答题卡</dc:title>
  <dc:creator>shaoyi</dc:creator>
  <cp:lastModifiedBy>微软用户</cp:lastModifiedBy>
  <cp:revision>18</cp:revision>
  <cp:lastPrinted>2017-03-17T00:34:00Z</cp:lastPrinted>
  <dcterms:created xsi:type="dcterms:W3CDTF">2022-04-14T00:49:00Z</dcterms:created>
  <dcterms:modified xsi:type="dcterms:W3CDTF">2022-06-13T01:59:00Z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