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37"/>
          <w:tab w:val="center" w:pos="4164"/>
        </w:tabs>
        <w:ind w:firstLine="720" w:firstLineChars="200"/>
        <w:jc w:val="both"/>
        <w:rPr>
          <w:rFonts w:hint="default" w:ascii="黑体" w:hAnsi="宋体" w:eastAsia="黑体"/>
          <w:sz w:val="36"/>
          <w:szCs w:val="36"/>
          <w:lang w:val="en-US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11696700</wp:posOffset>
            </wp:positionV>
            <wp:extent cx="495300" cy="431800"/>
            <wp:effectExtent l="0" t="0" r="0" b="635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-1682750</wp:posOffset>
                </wp:positionH>
                <wp:positionV relativeFrom="paragraph">
                  <wp:posOffset>-137795</wp:posOffset>
                </wp:positionV>
                <wp:extent cx="1174750" cy="9014460"/>
                <wp:effectExtent l="5080" t="0" r="0" b="0"/>
                <wp:wrapNone/>
                <wp:docPr id="82" name="组合 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4750" cy="9014460"/>
                          <a:chOff x="753" y="1526"/>
                          <a:chExt cx="1850" cy="14196"/>
                        </a:xfrm>
                      </wpg:grpSpPr>
                      <wps:wsp>
                        <wps:cNvPr id="63" name="文本框 682"/>
                        <wps:cNvSpPr txBox="1"/>
                        <wps:spPr>
                          <a:xfrm>
                            <a:off x="2063" y="1526"/>
                            <a:ext cx="540" cy="141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○—…………………………………密……………………………………封…………………………………………线……………………………………—</w:t>
                              </w:r>
                            </w:p>
                          </w:txbxContent>
                        </wps:txbx>
                        <wps:bodyPr vert="vert270" wrap="square" anchor="t" anchorCtr="0" upright="1"/>
                      </wps:wsp>
                      <wpg:grpSp>
                        <wpg:cNvPr id="81" name="组合 683"/>
                        <wpg:cNvGrpSpPr/>
                        <wpg:grpSpPr>
                          <a:xfrm>
                            <a:off x="753" y="4088"/>
                            <a:ext cx="1244" cy="5709"/>
                            <a:chOff x="11493" y="37212"/>
                            <a:chExt cx="1244" cy="5709"/>
                          </a:xfrm>
                        </wpg:grpSpPr>
                        <wpg:grpSp>
                          <wpg:cNvPr id="73" name="组合 684"/>
                          <wpg:cNvGrpSpPr/>
                          <wpg:grpSpPr>
                            <a:xfrm>
                              <a:off x="11493" y="39439"/>
                              <a:ext cx="1245" cy="3482"/>
                              <a:chOff x="763" y="6455"/>
                              <a:chExt cx="1245" cy="3482"/>
                            </a:xfrm>
                          </wpg:grpSpPr>
                          <wpg:grpSp>
                            <wpg:cNvPr id="66" name="组合 685"/>
                            <wpg:cNvGrpSpPr/>
                            <wpg:grpSpPr>
                              <a:xfrm>
                                <a:off x="763" y="8793"/>
                                <a:ext cx="1230" cy="1145"/>
                                <a:chOff x="9212" y="9350"/>
                                <a:chExt cx="1230" cy="1107"/>
                              </a:xfrm>
                            </wpg:grpSpPr>
                            <wps:wsp>
                              <wps:cNvPr id="64" name="文本框 686"/>
                              <wps:cNvSpPr txBox="1"/>
                              <wps:spPr>
                                <a:xfrm>
                                  <a:off x="9212" y="9833"/>
                                  <a:ext cx="123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65" name="文本框 687"/>
                              <wps:cNvSpPr txBox="1"/>
                              <wps:spPr>
                                <a:xfrm>
                                  <a:off x="9212" y="9350"/>
                                  <a:ext cx="123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座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val="en-US" w:eastAsia="zh-CN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号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 xml:space="preserve">   别   镇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  <wpg:grpSp>
                            <wpg:cNvPr id="69" name="组合 688"/>
                            <wpg:cNvGrpSpPr/>
                            <wpg:grpSpPr>
                              <a:xfrm>
                                <a:off x="778" y="6455"/>
                                <a:ext cx="1230" cy="1146"/>
                                <a:chOff x="7412" y="7928"/>
                                <a:chExt cx="1230" cy="1107"/>
                              </a:xfrm>
                            </wpg:grpSpPr>
                            <wps:wsp>
                              <wps:cNvPr id="67" name="文本框 689"/>
                              <wps:cNvSpPr txBox="1"/>
                              <wps:spPr>
                                <a:xfrm>
                                  <a:off x="7412" y="8411"/>
                                  <a:ext cx="123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68" name="文本框 690"/>
                              <wps:cNvSpPr txBox="1"/>
                              <wps:spPr>
                                <a:xfrm>
                                  <a:off x="7412" y="7928"/>
                                  <a:ext cx="123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姓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val="en-US" w:eastAsia="zh-CN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名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 xml:space="preserve">   镇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  <wpg:grpSp>
                            <wpg:cNvPr id="72" name="组合 691"/>
                            <wpg:cNvGrpSpPr/>
                            <wpg:grpSpPr>
                              <a:xfrm>
                                <a:off x="763" y="7639"/>
                                <a:ext cx="1230" cy="1145"/>
                                <a:chOff x="9392" y="7751"/>
                                <a:chExt cx="1230" cy="1107"/>
                              </a:xfrm>
                            </wpg:grpSpPr>
                            <wps:wsp>
                              <wps:cNvPr id="70" name="文本框 692"/>
                              <wps:cNvSpPr txBox="1"/>
                              <wps:spPr>
                                <a:xfrm>
                                  <a:off x="9392" y="8234"/>
                                  <a:ext cx="123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71" name="文本框 693"/>
                              <wps:cNvSpPr txBox="1"/>
                              <wps:spPr>
                                <a:xfrm>
                                  <a:off x="9392" y="7751"/>
                                  <a:ext cx="123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考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val="en-US" w:eastAsia="zh-CN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场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 xml:space="preserve">  别   镇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</wpg:grpSp>
                        <wpg:grpSp>
                          <wpg:cNvPr id="80" name="组合 694"/>
                          <wpg:cNvGrpSpPr/>
                          <wpg:grpSpPr>
                            <a:xfrm>
                              <a:off x="11505" y="37212"/>
                              <a:ext cx="1230" cy="2223"/>
                              <a:chOff x="878" y="4581"/>
                              <a:chExt cx="1230" cy="2223"/>
                            </a:xfrm>
                          </wpg:grpSpPr>
                          <wpg:grpSp>
                            <wpg:cNvPr id="76" name="组合 695"/>
                            <wpg:cNvGrpSpPr/>
                            <wpg:grpSpPr>
                              <a:xfrm>
                                <a:off x="878" y="4581"/>
                                <a:ext cx="1230" cy="1099"/>
                                <a:chOff x="763" y="4168"/>
                                <a:chExt cx="1230" cy="1143"/>
                              </a:xfrm>
                            </wpg:grpSpPr>
                            <wps:wsp>
                              <wps:cNvPr id="74" name="文本框 696"/>
                              <wps:cNvSpPr txBox="1"/>
                              <wps:spPr>
                                <a:xfrm>
                                  <a:off x="763" y="4667"/>
                                  <a:ext cx="1230" cy="6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75" name="文本框 697"/>
                              <wps:cNvSpPr txBox="1"/>
                              <wps:spPr>
                                <a:xfrm>
                                  <a:off x="763" y="4168"/>
                                  <a:ext cx="1230" cy="4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="宋体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学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val="en-US" w:eastAsia="zh-CN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校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  <wpg:grpSp>
                            <wpg:cNvPr id="79" name="组合 698"/>
                            <wpg:cNvGrpSpPr/>
                            <wpg:grpSpPr>
                              <a:xfrm>
                                <a:off x="878" y="5732"/>
                                <a:ext cx="1230" cy="1072"/>
                                <a:chOff x="9392" y="5345"/>
                                <a:chExt cx="1230" cy="1107"/>
                              </a:xfrm>
                            </wpg:grpSpPr>
                            <wps:wsp>
                              <wps:cNvPr id="77" name="文本框 699"/>
                              <wps:cNvSpPr txBox="1"/>
                              <wps:spPr>
                                <a:xfrm>
                                  <a:off x="9392" y="5828"/>
                                  <a:ext cx="123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/>
                                </w:txbxContent>
                              </wps:txbx>
                              <wps:bodyPr vert="horz" wrap="square" anchor="t" anchorCtr="0" upright="1"/>
                            </wps:wsp>
                            <wps:wsp>
                              <wps:cNvPr id="78" name="文本框 700"/>
                              <wps:cNvSpPr txBox="1"/>
                              <wps:spPr>
                                <a:xfrm>
                                  <a:off x="9392" y="5345"/>
                                  <a:ext cx="123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班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val="en-US" w:eastAsia="zh-CN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  <w:lang w:eastAsia="zh-CN"/>
                                      </w:rPr>
                                      <w:t>级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 xml:space="preserve">   镇</w:t>
                                    </w:r>
                                  </w:p>
                                </w:txbxContent>
                              </wps:txbx>
                              <wps:bodyPr vert="horz" wrap="square" anchor="t" anchorCtr="0"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81" o:spid="_x0000_s1026" o:spt="203" style="position:absolute;left:0pt;margin-left:-132.5pt;margin-top:-10.85pt;height:709.8pt;width:92.5pt;z-index:251699200;mso-width-relative:page;mso-height-relative:page;" coordorigin="753,1526" coordsize="1850,14196" o:gfxdata="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BVashPcAAAADQEA&#10;AA8AAAAAAAAAAQAgAAAAIgAAAGRycy9kb3ducmV2LnhtbFBLAQIUABQAAAAIAIdO4kDcEeNkbQUA&#10;AI4kAAAOAAAAAAAAAAEAIAAAACsBAABkcnMvZTJvRG9jLnhtbFBLBQYAAAAABgAGAFkBAAAKCQAA&#10;AAA=&#10;">
                <o:lock v:ext="edit" aspectratio="f"/>
                <v:shape id="文本框 682" o:spid="_x0000_s1026" o:spt="202" type="#_x0000_t202" style="position:absolute;left:2063;top:1526;height:14196;width:540;" fillcolor="#FFFFFF" filled="t" stroked="f" coordsize="21600,21600" o:gfxdata="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vCaC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○—…………………………………密……………………………………封…………………………………………线……………………………………—</w:t>
                        </w:r>
                      </w:p>
                    </w:txbxContent>
                  </v:textbox>
                </v:shape>
                <v:group id="组合 683" o:spid="_x0000_s1026" o:spt="203" style="position:absolute;left:753;top:4088;height:5709;width:1244;" coordorigin="11493,37212" coordsize="1244,5709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684" o:spid="_x0000_s1026" o:spt="203" style="position:absolute;left:11493;top:39439;height:3482;width:1245;" coordorigin="763,6455" coordsize="1245,3482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组合 685" o:spid="_x0000_s1026" o:spt="203" style="position:absolute;left:763;top:8793;height:1145;width:1230;" coordorigin="9212,9350" coordsize="1230,1107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文本框 686" o:spid="_x0000_s1026" o:spt="202" type="#_x0000_t202" style="position:absolute;left:9212;top:9833;height:624;width:1230;" fillcolor="#FFFFFF" filled="t" stroked="t" coordsize="21600,21600" o:gfxdata="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mqp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687" o:spid="_x0000_s1026" o:spt="202" type="#_x0000_t202" style="position:absolute;left:9212;top:9350;height:468;width:1230;" fillcolor="#FFFFFF" filled="t" stroked="f" coordsize="21600,21600" o:gfxdata="UEsDBAoAAAAAAIdO4kAAAAAAAAAAAAAAAAAEAAAAZHJzL1BLAwQUAAAACACHTuJA2iN4l7kAAADb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J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ojeJe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座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别   镇</w:t>
                              </w:r>
                            </w:p>
                          </w:txbxContent>
                        </v:textbox>
                      </v:shape>
                    </v:group>
                    <v:group id="组合 688" o:spid="_x0000_s1026" o:spt="203" style="position:absolute;left:778;top:6455;height:1146;width:1230;" coordorigin="7412,7928" coordsize="1230,110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689" o:spid="_x0000_s1026" o:spt="202" type="#_x0000_t202" style="position:absolute;left:7412;top:8411;height:624;width:1230;" fillcolor="#FFFFFF" filled="t" stroked="t" coordsize="21600,21600" o:gfxdata="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qs00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690" o:spid="_x0000_s1026" o:spt="202" type="#_x0000_t202" style="position:absolute;left:7412;top:7928;height:468;width:1230;" fillcolor="#FFFFFF" filled="t" stroked="f" coordsize="21600,21600" o:gfxdata="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CLXCbUAAADbAAAADwAA&#10;AAAAAAABACAAAAAiAAAAZHJzL2Rvd25yZXYueG1sUEsBAhQAFAAAAAgAh07iQDMvBZ47AAAAOQAA&#10;ABAAAAAAAAAAAQAgAAAABAEAAGRycy9zaGFwZXhtbC54bWxQSwUGAAAAAAYABgBbAQAArg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姓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名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镇</w:t>
                              </w:r>
                            </w:p>
                          </w:txbxContent>
                        </v:textbox>
                      </v:shape>
                    </v:group>
                    <v:group id="组合 691" o:spid="_x0000_s1026" o:spt="203" style="position:absolute;left:763;top:7639;height:1145;width:1230;" coordorigin="9392,7751" coordsize="1230,11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692" o:spid="_x0000_s1026" o:spt="202" type="#_x0000_t202" style="position:absolute;left:9392;top:8234;height:624;width:1230;" fillcolor="#FFFFFF" filled="t" stroked="t" coordsize="21600,21600" o:gfxdata="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bOnm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693" o:spid="_x0000_s1026" o:spt="202" type="#_x0000_t202" style="position:absolute;left:9392;top:7751;height:468;width:1230;" fillcolor="#FFFFFF" filled="t" stroked="f" coordsize="21600,21600" o:gfxdata="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wehJ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考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场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别   镇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组合 694" o:spid="_x0000_s1026" o:spt="203" style="position:absolute;left:11505;top:37212;height:2223;width:1230;" coordorigin="878,4581" coordsize="1230,2223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group id="组合 695" o:spid="_x0000_s1026" o:spt="203" style="position:absolute;left:878;top:4581;height:1099;width:1230;" coordorigin="763,4168" coordsize="1230,1143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696" o:spid="_x0000_s1026" o:spt="202" type="#_x0000_t202" style="position:absolute;left:763;top:4667;height:645;width:1230;" fillcolor="#FFFFFF" filled="t" stroked="t" coordsize="21600,21600" o:gfxdata="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6A8e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697" o:spid="_x0000_s1026" o:spt="202" type="#_x0000_t202" style="position:absolute;left:763;top:4168;height:484;width:1230;" fillcolor="#FFFFFF" filled="t" stroked="f" coordsize="21600,21600" o:gfxdata="UEsDBAoAAAAAAIdO4kAAAAAAAAAAAAAAAAAEAAAAZHJzL1BLAwQUAAAACACHTuJAX/ruSr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J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/67kq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b/>
                                  <w:bCs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学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校</w:t>
                              </w:r>
                            </w:p>
                          </w:txbxContent>
                        </v:textbox>
                      </v:shape>
                    </v:group>
                    <v:group id="组合 698" o:spid="_x0000_s1026" o:spt="203" style="position:absolute;left:878;top:5732;height:1072;width:1230;" coordorigin="9392,5345" coordsize="1230,1107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699" o:spid="_x0000_s1026" o:spt="202" type="#_x0000_t202" style="position:absolute;left:9392;top:5828;height:624;width:1230;" fillcolor="#FFFFFF" filled="t" stroked="t" coordsize="21600,21600" o:gfxdata="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3KiD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文本框 700" o:spid="_x0000_s1026" o:spt="202" type="#_x0000_t202" style="position:absolute;left:9392;top:5345;height:468;width:1230;" fillcolor="#FFFFFF" filled="t" stroked="f" coordsize="21600,21600" o:gfxdata="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sftB1LUAAADbAAAADwAA&#10;AAAAAAABACAAAAAiAAAAZHJzL2Rvd25yZXYueG1sUEsBAhQAFAAAAAgAh07iQDMvBZ47AAAAOQAA&#10;ABAAAAAAAAAAAQAgAAAABAEAAGRycy9zaGFwZXhtbC54bWxQSwUGAAAAAAYABgBbAQAArg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班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级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镇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-815340</wp:posOffset>
                </wp:positionH>
                <wp:positionV relativeFrom="paragraph">
                  <wp:posOffset>0</wp:posOffset>
                </wp:positionV>
                <wp:extent cx="459740" cy="8315960"/>
                <wp:effectExtent l="0" t="0" r="0" b="0"/>
                <wp:wrapNone/>
                <wp:docPr id="84" name="文本框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8315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○—…………………………………密……………………………………封…………………………………………线…………………………………………—</w:t>
                            </w:r>
                          </w:p>
                        </w:txbxContent>
                      </wps:txbx>
                      <wps:bodyPr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42" o:spid="_x0000_s1026" o:spt="202" type="#_x0000_t202" style="position:absolute;left:0pt;margin-left:-64.2pt;margin-top:0pt;height:654.8pt;width:36.2pt;z-index:251701248;mso-width-relative:page;mso-height-relative:page;" fillcolor="#FFFFFF" filled="t" stroked="f" coordsize="21600,21600" o:gfxdata="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jCzpy2gAAAAoBAAAPAAAAAAAAAAEAIAAAACIAAABkcnMvZG93bnJldi54bWxQSwECFAAU&#10;AAAACACHTuJAQXGvNO8BAADNAwAADgAAAAAAAAABACAAAAApAQAAZHJzL2Uyb0RvYy54bWxQSwUG&#10;AAAAAAYABgBZAQAAigUAAAAA&#10;">
                <v:fill on="t" opacity="0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○—…………………………………密……………………………………封…………………………………………线…………………………………………—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-1908175</wp:posOffset>
                </wp:positionH>
                <wp:positionV relativeFrom="paragraph">
                  <wp:posOffset>-66040</wp:posOffset>
                </wp:positionV>
                <wp:extent cx="1257300" cy="9011285"/>
                <wp:effectExtent l="0" t="0" r="0" b="0"/>
                <wp:wrapNone/>
                <wp:docPr id="62" name="文本框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011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※※※※※※※※※※※※※※※※※※※※※※※※※※※※※※※※※※※※※※※※※※※※※※※※      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※※※※※※※※※※※※※※※※※※※※※※※※※※※※※※※※※※※※※※※※※※※※※※※※※※※※※※※※※※※※※※※※※※※※※※※※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80" o:spid="_x0000_s1026" o:spt="202" type="#_x0000_t202" style="position:absolute;left:0pt;margin-left:-150.25pt;margin-top:-5.2pt;height:709.55pt;width:99pt;z-index:251698176;mso-width-relative:page;mso-height-relative:page;" fillcolor="#FFFFFF" filled="t" stroked="f" coordsize="21600,21600" o:gfxdata="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8eHyj2gAAAA4BAAAPAAAAAAAA&#10;AAEAIAAAACIAAABkcnMvZG93bnJldi54bWxQSwECFAAUAAAACACHTuJAXjXia9cBAACmAwAADgAA&#10;AAAAAAABACAAAAApAQAAZHJzL2Uyb0RvYy54bWxQSwUGAAAAAAYABgBZAQAAcgUA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※※※※※※※※※※※※※※※※※※※※※※※※※※※※※※※※※※※※※※※※※※※※※※※※      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※※※※※※※※※※※※※※※※※※※※※※※※※※※※※※※※※※※※※※※※※※※※※※※※※※※※※※※※※※※※※※※※※※※※※※※※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2022年秋季期</w:t>
      </w:r>
      <w:r>
        <w:rPr>
          <w:rFonts w:hint="eastAsia" w:ascii="黑体" w:hAnsi="宋体" w:eastAsia="黑体"/>
          <w:sz w:val="36"/>
          <w:szCs w:val="36"/>
        </w:rPr>
        <w:t>六年级英语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期中阶段知识评价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题  号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一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二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三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四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五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六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七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八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九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十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总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评价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400" w:lineRule="exact"/>
      </w:pPr>
      <w:r>
        <w:t>同学们，请你们仔细审题，认真思考，把字母写漂亮，争取考出好成绩。</w:t>
      </w:r>
    </w:p>
    <w:p>
      <w:pPr>
        <w:tabs>
          <w:tab w:val="center" w:pos="4164"/>
        </w:tabs>
        <w:spacing w:line="520" w:lineRule="exact"/>
        <w:ind w:firstLine="1656" w:firstLineChars="550"/>
        <w:rPr>
          <w:rFonts w:hint="eastAsia" w:eastAsia="楷体_GB2312"/>
          <w:b/>
          <w:sz w:val="30"/>
          <w:szCs w:val="30"/>
        </w:rPr>
      </w:pPr>
      <w:r>
        <w:rPr>
          <w:b/>
          <w:sz w:val="30"/>
          <w:szCs w:val="30"/>
        </w:rPr>
        <w:t>第Ⅰ卷</w:t>
      </w:r>
      <w:r>
        <w:rPr>
          <w:rFonts w:eastAsia="楷体_GB2312"/>
          <w:b/>
          <w:sz w:val="30"/>
          <w:szCs w:val="30"/>
        </w:rPr>
        <w:t>（选择题，共</w:t>
      </w:r>
      <w:r>
        <w:rPr>
          <w:rFonts w:hint="eastAsia" w:eastAsia="楷体_GB2312"/>
          <w:b/>
          <w:sz w:val="30"/>
          <w:szCs w:val="30"/>
        </w:rPr>
        <w:t>70</w:t>
      </w:r>
      <w:r>
        <w:rPr>
          <w:rFonts w:eastAsia="楷体_GB2312"/>
          <w:b/>
          <w:sz w:val="30"/>
          <w:szCs w:val="30"/>
        </w:rPr>
        <w:t>分）</w:t>
      </w:r>
    </w:p>
    <w:p>
      <w:pPr>
        <w:spacing w:line="320" w:lineRule="exact"/>
        <w:ind w:left="480" w:hanging="480" w:hangingChars="200"/>
        <w:rPr>
          <w:rFonts w:hint="eastAsia"/>
        </w:rPr>
      </w:pPr>
      <w:r>
        <w:rPr>
          <w:rFonts w:hint="eastAsia"/>
        </w:rPr>
        <w:t>一</w:t>
      </w:r>
      <w:r>
        <w:t>、判断</w:t>
      </w:r>
      <w:r>
        <w:rPr>
          <w:spacing w:val="-4"/>
        </w:rPr>
        <w:t>下列图文是否一致？一致的在括号里</w:t>
      </w:r>
      <w:r>
        <w:t>写“T”，不一致的写“F”。（每</w:t>
      </w:r>
    </w:p>
    <w:p>
      <w:pPr>
        <w:spacing w:line="320" w:lineRule="exact"/>
        <w:ind w:left="480" w:hanging="480" w:hangingChars="200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2648585</wp:posOffset>
            </wp:positionH>
            <wp:positionV relativeFrom="paragraph">
              <wp:posOffset>172720</wp:posOffset>
            </wp:positionV>
            <wp:extent cx="1007745" cy="818515"/>
            <wp:effectExtent l="0" t="0" r="1905" b="635"/>
            <wp:wrapNone/>
            <wp:docPr id="3" name="图片 599" descr="dcb29f2284da35db05e29324be2807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99" descr="dcb29f2284da35db05e29324be2807a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121285</wp:posOffset>
            </wp:positionV>
            <wp:extent cx="1120775" cy="771525"/>
            <wp:effectExtent l="0" t="0" r="3175" b="9525"/>
            <wp:wrapNone/>
            <wp:docPr id="7" name="图片 609" descr="龙舟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09" descr="龙舟赛"/>
                    <pic:cNvPicPr>
                      <a:picLocks noChangeAspect="1"/>
                    </pic:cNvPicPr>
                  </pic:nvPicPr>
                  <pic:blipFill>
                    <a:blip r:embed="rId10">
                      <a:lum bright="-41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小题</w:t>
      </w:r>
      <w:r>
        <w:rPr>
          <w:rFonts w:hint="eastAsia"/>
        </w:rPr>
        <w:t>1.5</w:t>
      </w:r>
      <w:r>
        <w:t>分，共</w:t>
      </w:r>
      <w:r>
        <w:rPr>
          <w:rFonts w:hint="eastAsia"/>
        </w:rPr>
        <w:t>12</w:t>
      </w:r>
      <w:r>
        <w:t>分）</w:t>
      </w:r>
    </w:p>
    <w:p>
      <w:pPr>
        <w:spacing w:line="480" w:lineRule="exact"/>
        <w:rPr>
          <w:rFonts w:hint="eastAsia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1467485</wp:posOffset>
            </wp:positionH>
            <wp:positionV relativeFrom="paragraph">
              <wp:posOffset>154940</wp:posOffset>
            </wp:positionV>
            <wp:extent cx="594995" cy="594995"/>
            <wp:effectExtent l="0" t="0" r="14605" b="14605"/>
            <wp:wrapNone/>
            <wp:docPr id="15" name="图片 619" descr="桌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19" descr="桌子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3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112395</wp:posOffset>
            </wp:positionV>
            <wp:extent cx="795020" cy="552450"/>
            <wp:effectExtent l="0" t="0" r="5080" b="0"/>
            <wp:wrapNone/>
            <wp:docPr id="4" name="图片 595" descr="2-1F91GS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95" descr="2-1F91GS053"/>
                    <pic:cNvPicPr>
                      <a:picLocks noChangeAspect="1"/>
                    </pic:cNvPicPr>
                  </pic:nvPicPr>
                  <pic:blipFill>
                    <a:blip r:embed="rId12">
                      <a:lum bright="-17999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80" w:lineRule="exact"/>
      </w:pPr>
    </w:p>
    <w:p>
      <w:pPr>
        <w:spacing w:line="580" w:lineRule="exact"/>
      </w:pPr>
      <w:r>
        <w:t>(   ) 1.</w:t>
      </w:r>
      <w:r>
        <w:rPr>
          <w:rFonts w:hint="eastAsia"/>
        </w:rPr>
        <w:t xml:space="preserve"> lantern</w:t>
      </w:r>
      <w:r>
        <w:t xml:space="preserve">  </w:t>
      </w:r>
      <w:r>
        <w:rPr>
          <w:rFonts w:hint="eastAsia"/>
        </w:rPr>
        <w:t xml:space="preserve"> </w:t>
      </w:r>
      <w:r>
        <w:t xml:space="preserve"> (   ) 2.  </w:t>
      </w:r>
      <w:r>
        <w:rPr>
          <w:rFonts w:hint="eastAsia"/>
        </w:rPr>
        <w:t>table</w:t>
      </w:r>
      <w:r>
        <w:t xml:space="preserve">  </w:t>
      </w:r>
      <w:r>
        <w:rPr>
          <w:rFonts w:hint="eastAsia"/>
        </w:rPr>
        <w:t xml:space="preserve"> </w:t>
      </w:r>
      <w:r>
        <w:t xml:space="preserve"> (   ) 3</w:t>
      </w:r>
      <w:r>
        <w:rPr>
          <w:rFonts w:hint="eastAsia"/>
        </w:rPr>
        <w:t xml:space="preserve">. candles    </w:t>
      </w:r>
      <w:r>
        <w:t>(   ) 4. t</w:t>
      </w:r>
      <w:r>
        <w:rPr>
          <w:rFonts w:hint="eastAsia"/>
        </w:rPr>
        <w:t xml:space="preserve">he </w:t>
      </w:r>
      <w:r>
        <w:t>Spring</w:t>
      </w:r>
      <w:r>
        <w:rPr>
          <w:rFonts w:hint="eastAsia"/>
        </w:rPr>
        <w:t xml:space="preserve"> Festival</w:t>
      </w:r>
    </w:p>
    <w:p>
      <w:pPr>
        <w:spacing w:line="580" w:lineRule="exact"/>
        <w:ind w:firstLine="1663" w:firstLineChars="693"/>
        <w:rPr>
          <w:rFonts w:hint="eastAsia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107950</wp:posOffset>
            </wp:positionV>
            <wp:extent cx="563880" cy="619125"/>
            <wp:effectExtent l="0" t="0" r="7620" b="9525"/>
            <wp:wrapNone/>
            <wp:docPr id="17" name="图片 622" descr="鲜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22" descr="鲜花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1528445</wp:posOffset>
            </wp:positionH>
            <wp:positionV relativeFrom="paragraph">
              <wp:posOffset>102235</wp:posOffset>
            </wp:positionV>
            <wp:extent cx="700405" cy="651510"/>
            <wp:effectExtent l="100965" t="112395" r="113030" b="131445"/>
            <wp:wrapNone/>
            <wp:docPr id="10" name="图片 613" descr="信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13" descr="信封"/>
                    <pic:cNvPicPr>
                      <a:picLocks noChangeAspect="1"/>
                    </pic:cNvPicPr>
                  </pic:nvPicPr>
                  <pic:blipFill>
                    <a:blip r:embed="rId14">
                      <a:lum bright="-12000" contrast="23999"/>
                    </a:blip>
                    <a:stretch>
                      <a:fillRect/>
                    </a:stretch>
                  </pic:blipFill>
                  <pic:spPr>
                    <a:xfrm rot="1408883">
                      <a:off x="0" y="0"/>
                      <a:ext cx="70040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33020</wp:posOffset>
            </wp:positionV>
            <wp:extent cx="1080135" cy="710565"/>
            <wp:effectExtent l="0" t="0" r="5715" b="13335"/>
            <wp:wrapNone/>
            <wp:docPr id="12" name="图片 616" descr="游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16" descr="游泳"/>
                    <pic:cNvPicPr>
                      <a:picLocks noChangeAspect="1"/>
                    </pic:cNvPicPr>
                  </pic:nvPicPr>
                  <pic:blipFill>
                    <a:blip r:embed="rId15">
                      <a:lum bright="-6000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66675</wp:posOffset>
            </wp:positionV>
            <wp:extent cx="1392555" cy="613410"/>
            <wp:effectExtent l="0" t="0" r="17145" b="15240"/>
            <wp:wrapNone/>
            <wp:docPr id="18" name="图片 623" descr="跳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23" descr="跳远"/>
                    <pic:cNvPicPr>
                      <a:picLocks noChangeAspect="1"/>
                    </pic:cNvPicPr>
                  </pic:nvPicPr>
                  <pic:blipFill>
                    <a:blip r:embed="rId16">
                      <a:lum bright="-12000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 xml:space="preserve"> </w:t>
      </w:r>
    </w:p>
    <w:p>
      <w:pPr>
        <w:spacing w:line="500" w:lineRule="exact"/>
      </w:pPr>
      <w:r>
        <w:t xml:space="preserve">   </w:t>
      </w:r>
    </w:p>
    <w:p>
      <w:pPr>
        <w:spacing w:line="500" w:lineRule="exact"/>
        <w:rPr>
          <w:rFonts w:hint="eastAsia"/>
        </w:rPr>
      </w:pPr>
      <w:r>
        <w:t>(   ) 5.</w:t>
      </w:r>
      <w:r>
        <w:rPr>
          <w:rFonts w:hint="eastAsia"/>
        </w:rPr>
        <w:t xml:space="preserve"> run       </w:t>
      </w:r>
      <w:r>
        <w:t>(   ) 6.</w:t>
      </w:r>
      <w:r>
        <w:rPr>
          <w:rFonts w:hint="eastAsia"/>
        </w:rPr>
        <w:t xml:space="preserve"> letter     </w:t>
      </w:r>
      <w:r>
        <w:t xml:space="preserve">(   ) </w:t>
      </w:r>
      <w:r>
        <w:rPr>
          <w:rFonts w:hint="eastAsia"/>
        </w:rPr>
        <w:t>7</w:t>
      </w:r>
      <w:r>
        <w:t>.</w:t>
      </w:r>
      <w:r>
        <w:rPr>
          <w:rFonts w:hint="eastAsia"/>
        </w:rPr>
        <w:t xml:space="preserve"> tree       </w:t>
      </w:r>
      <w:r>
        <w:t xml:space="preserve">(   ) </w:t>
      </w:r>
      <w:r>
        <w:rPr>
          <w:rFonts w:hint="eastAsia"/>
        </w:rPr>
        <w:t>8</w:t>
      </w:r>
      <w:r>
        <w:t>.</w:t>
      </w:r>
      <w:r>
        <w:rPr>
          <w:rFonts w:hint="eastAsia"/>
        </w:rPr>
        <w:t xml:space="preserve"> </w:t>
      </w:r>
      <w:r>
        <w:t>do the long jump</w:t>
      </w:r>
      <w:r>
        <w:rPr>
          <w:rFonts w:hint="eastAsia"/>
        </w:rPr>
        <w:t xml:space="preserve"> </w:t>
      </w:r>
    </w:p>
    <w:p>
      <w:pPr>
        <w:spacing w:line="300" w:lineRule="exact"/>
      </w:pPr>
      <w:r>
        <w:t>二、给下列图片选择相应的单词，把其标号填在图片下的括号里。（每小题</w:t>
      </w:r>
      <w:r>
        <w:rPr>
          <w:rFonts w:hint="eastAsia"/>
        </w:rPr>
        <w:t>1.5</w:t>
      </w:r>
      <w:r>
        <w:t>分，共1</w:t>
      </w:r>
      <w:r>
        <w:rPr>
          <w:rFonts w:hint="eastAsia"/>
        </w:rPr>
        <w:t>2</w:t>
      </w:r>
      <w:r>
        <w:t>分）</w:t>
      </w:r>
    </w:p>
    <w:p>
      <w:pPr>
        <w:spacing w:line="300" w:lineRule="auto"/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102870</wp:posOffset>
                </wp:positionV>
                <wp:extent cx="5168265" cy="375285"/>
                <wp:effectExtent l="4445" t="4445" r="8890" b="20320"/>
                <wp:wrapNone/>
                <wp:docPr id="24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6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360" w:firstLineChars="150"/>
                            </w:pPr>
                            <w:r>
                              <w:t>A.</w:t>
                            </w:r>
                            <w:r>
                              <w:rPr>
                                <w:rFonts w:hint="eastAsia"/>
                              </w:rPr>
                              <w:t xml:space="preserve"> stop</w:t>
                            </w:r>
                            <w:r>
                              <w:t xml:space="preserve">      B.</w:t>
                            </w:r>
                            <w:r>
                              <w:rPr>
                                <w:rFonts w:hint="eastAsia"/>
                              </w:rPr>
                              <w:t xml:space="preserve"> gift</w:t>
                            </w:r>
                            <w:r>
                              <w:t xml:space="preserve">      C. </w:t>
                            </w:r>
                            <w:r>
                              <w:rPr>
                                <w:rFonts w:hint="eastAsia"/>
                              </w:rPr>
                              <w:t>mooncakes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t xml:space="preserve">  D.</w:t>
                            </w:r>
                            <w:r>
                              <w:rPr>
                                <w:rFonts w:hint="eastAsia"/>
                              </w:rPr>
                              <w:t xml:space="preserve"> fireworks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5.25pt;margin-top:8.1pt;height:29.55pt;width:406.95pt;z-index:251683840;mso-width-relative:page;mso-height-relative:page;" fillcolor="#FFFFFF" filled="t" stroked="t" coordsize="21600,21600" o:gfxdata="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7ogW7ZAAAACQEAAA8AAAAAAAAAAQAgAAAAIgAA&#10;AGRycy9kb3ducmV2LnhtbFBLAQIUABQAAAAIAIdO4kDPm00lBwIAAEU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360" w:firstLineChars="150"/>
                      </w:pPr>
                      <w:r>
                        <w:t>A.</w:t>
                      </w:r>
                      <w:r>
                        <w:rPr>
                          <w:rFonts w:hint="eastAsia"/>
                        </w:rPr>
                        <w:t xml:space="preserve"> stop</w:t>
                      </w:r>
                      <w:r>
                        <w:t xml:space="preserve">      B.</w:t>
                      </w:r>
                      <w:r>
                        <w:rPr>
                          <w:rFonts w:hint="eastAsia"/>
                        </w:rPr>
                        <w:t xml:space="preserve"> gift</w:t>
                      </w:r>
                      <w:r>
                        <w:t xml:space="preserve">      C. </w:t>
                      </w:r>
                      <w:r>
                        <w:rPr>
                          <w:rFonts w:hint="eastAsia"/>
                        </w:rPr>
                        <w:t>mooncakes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t xml:space="preserve">  D.</w:t>
                      </w:r>
                      <w:r>
                        <w:rPr>
                          <w:rFonts w:hint="eastAsia"/>
                        </w:rPr>
                        <w:t xml:space="preserve"> fireworks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</w:t>
      </w:r>
    </w:p>
    <w:p>
      <w:pPr>
        <w:spacing w:line="300" w:lineRule="auto"/>
      </w:pPr>
    </w:p>
    <w:p>
      <w:pPr>
        <w:spacing w:line="500" w:lineRule="exact"/>
        <w:rPr>
          <w:rFonts w:hint="eastAsia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125730</wp:posOffset>
            </wp:positionV>
            <wp:extent cx="631825" cy="424815"/>
            <wp:effectExtent l="0" t="0" r="15875" b="13335"/>
            <wp:wrapNone/>
            <wp:docPr id="13" name="图片 617" descr="月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7" descr="月饼"/>
                    <pic:cNvPicPr>
                      <a:picLocks noChangeAspect="1"/>
                    </pic:cNvPicPr>
                  </pic:nvPicPr>
                  <pic:blipFill>
                    <a:blip r:embed="rId17">
                      <a:lum bright="-12000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3810</wp:posOffset>
            </wp:positionV>
            <wp:extent cx="777875" cy="631825"/>
            <wp:effectExtent l="0" t="0" r="3175" b="15875"/>
            <wp:wrapNone/>
            <wp:docPr id="20" name="图片 625" descr="车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25" descr="车站"/>
                    <pic:cNvPicPr>
                      <a:picLocks noChangeAspect="1"/>
                    </pic:cNvPicPr>
                  </pic:nvPicPr>
                  <pic:blipFill>
                    <a:blip r:embed="rId18">
                      <a:lum bright="-41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286385</wp:posOffset>
            </wp:positionH>
            <wp:positionV relativeFrom="paragraph">
              <wp:posOffset>189865</wp:posOffset>
            </wp:positionV>
            <wp:extent cx="414020" cy="414020"/>
            <wp:effectExtent l="0" t="0" r="5080" b="5080"/>
            <wp:wrapNone/>
            <wp:docPr id="6" name="图片 608" descr="礼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08" descr="礼物"/>
                    <pic:cNvPicPr>
                      <a:picLocks noChangeAspect="1"/>
                    </pic:cNvPicPr>
                  </pic:nvPicPr>
                  <pic:blipFill>
                    <a:blip r:embed="rId19">
                      <a:lum bright="-17999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20320</wp:posOffset>
            </wp:positionV>
            <wp:extent cx="772795" cy="697865"/>
            <wp:effectExtent l="0" t="0" r="8255" b="6985"/>
            <wp:wrapNone/>
            <wp:docPr id="19" name="图片 624" descr="烟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24" descr="烟花"/>
                    <pic:cNvPicPr>
                      <a:picLocks noChangeAspect="1"/>
                    </pic:cNvPicPr>
                  </pic:nvPicPr>
                  <pic:blipFill>
                    <a:blip r:embed="rId20">
                      <a:lum bright="-29999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color w:val="0000FF"/>
          <w:shd w:val="clear" w:color="auto" w:fill="FFFFFF"/>
        </w:rPr>
        <w:t xml:space="preserve">     </w:t>
      </w:r>
      <w:r>
        <w:t xml:space="preserve">          </w:t>
      </w: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  <w:r>
        <w:rPr>
          <w:rFonts w:hint="eastAsia"/>
        </w:rPr>
        <w:t>9</w:t>
      </w:r>
      <w:r>
        <w:t xml:space="preserve">.（     ） </w:t>
      </w:r>
      <w:r>
        <w:rPr>
          <w:rFonts w:hint="eastAsia"/>
        </w:rPr>
        <w:t xml:space="preserve">   </w:t>
      </w:r>
      <w:r>
        <w:t xml:space="preserve">  </w:t>
      </w:r>
      <w:r>
        <w:rPr>
          <w:rFonts w:hint="eastAsia"/>
        </w:rPr>
        <w:t>10</w:t>
      </w:r>
      <w:r>
        <w:t xml:space="preserve">.（     ）   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11</w:t>
      </w:r>
      <w:r>
        <w:t xml:space="preserve">.（     ）     </w:t>
      </w:r>
      <w:r>
        <w:rPr>
          <w:rFonts w:hint="eastAsia"/>
        </w:rPr>
        <w:t>12</w:t>
      </w:r>
      <w:r>
        <w:t>.（     ）</w:t>
      </w:r>
    </w:p>
    <w:p>
      <w:pPr>
        <w:spacing w:line="240" w:lineRule="exact"/>
        <w:rPr>
          <w:rFonts w:hint="eastAsia"/>
        </w:rPr>
      </w:pPr>
    </w:p>
    <w:p>
      <w:pPr>
        <w:spacing w:line="320" w:lineRule="exact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96520</wp:posOffset>
                </wp:positionV>
                <wp:extent cx="5103495" cy="379730"/>
                <wp:effectExtent l="4445" t="4445" r="16510" b="15875"/>
                <wp:wrapNone/>
                <wp:docPr id="25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3495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240" w:firstLineChars="100"/>
                            </w:pPr>
                            <w:r>
                              <w:t xml:space="preserve">A. </w:t>
                            </w:r>
                            <w:r>
                              <w:rPr>
                                <w:rFonts w:hint="eastAsia"/>
                              </w:rPr>
                              <w:t>fly kites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B. </w:t>
                            </w:r>
                            <w:r>
                              <w:rPr>
                                <w:rFonts w:hint="eastAsia"/>
                              </w:rPr>
                              <w:t>bottle</w:t>
                            </w:r>
                            <w:r>
                              <w:t xml:space="preserve">     C. </w:t>
                            </w:r>
                            <w:r>
                              <w:rPr>
                                <w:rFonts w:hint="eastAsia"/>
                              </w:rPr>
                              <w:t>play football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t xml:space="preserve"> D.</w:t>
                            </w:r>
                            <w:r>
                              <w:rPr>
                                <w:rFonts w:hint="eastAsia"/>
                              </w:rPr>
                              <w:t xml:space="preserve"> Christmas Day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99" o:spid="_x0000_s1026" o:spt="202" type="#_x0000_t202" style="position:absolute;left:0pt;margin-left:-5.25pt;margin-top:7.6pt;height:29.9pt;width:401.85pt;z-index:251684864;mso-width-relative:page;mso-height-relative:page;" fillcolor="#FFFFFF" filled="t" stroked="t" coordsize="21600,21600" o:gfxdata="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+nYGvYAAAACQEAAA8AAAAAAAAAAQAgAAAAIgAA&#10;AGRycy9kb3ducmV2LnhtbFBLAQIUABQAAAAIAIdO4kBNwg3GCAIAAEU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240" w:firstLineChars="100"/>
                      </w:pPr>
                      <w:r>
                        <w:t xml:space="preserve">A. </w:t>
                      </w:r>
                      <w:r>
                        <w:rPr>
                          <w:rFonts w:hint="eastAsia"/>
                        </w:rPr>
                        <w:t>fly kites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B. </w:t>
                      </w:r>
                      <w:r>
                        <w:rPr>
                          <w:rFonts w:hint="eastAsia"/>
                        </w:rPr>
                        <w:t>bottle</w:t>
                      </w:r>
                      <w:r>
                        <w:t xml:space="preserve">     C. </w:t>
                      </w:r>
                      <w:r>
                        <w:rPr>
                          <w:rFonts w:hint="eastAsia"/>
                        </w:rPr>
                        <w:t>play football</w:t>
                      </w:r>
                      <w:r>
                        <w:t xml:space="preserve">   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t xml:space="preserve"> D.</w:t>
                      </w:r>
                      <w:r>
                        <w:rPr>
                          <w:rFonts w:hint="eastAsia"/>
                        </w:rPr>
                        <w:t xml:space="preserve"> Christmas Day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20" w:lineRule="exact"/>
        <w:rPr>
          <w:rFonts w:hint="eastAsia"/>
        </w:rPr>
      </w:pPr>
    </w:p>
    <w:p>
      <w:pPr>
        <w:spacing w:line="320" w:lineRule="exact"/>
        <w:rPr>
          <w:rFonts w:hint="eastAsia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145415</wp:posOffset>
            </wp:positionV>
            <wp:extent cx="812165" cy="705485"/>
            <wp:effectExtent l="0" t="0" r="6985" b="18415"/>
            <wp:wrapNone/>
            <wp:docPr id="5" name="图片 607" descr="放风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07" descr="放风筝"/>
                    <pic:cNvPicPr>
                      <a:picLocks noChangeAspect="1"/>
                    </pic:cNvPicPr>
                  </pic:nvPicPr>
                  <pic:blipFill>
                    <a:blip r:embed="rId21">
                      <a:lum bright="-71997" contrast="9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2896235</wp:posOffset>
            </wp:positionH>
            <wp:positionV relativeFrom="paragraph">
              <wp:posOffset>145415</wp:posOffset>
            </wp:positionV>
            <wp:extent cx="485140" cy="606425"/>
            <wp:effectExtent l="129540" t="84455" r="147320" b="90170"/>
            <wp:wrapNone/>
            <wp:docPr id="8" name="图片 610" descr="瓶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10" descr="瓶子"/>
                    <pic:cNvPicPr>
                      <a:picLocks noChangeAspect="1"/>
                    </pic:cNvPicPr>
                  </pic:nvPicPr>
                  <pic:blipFill>
                    <a:blip r:embed="rId22">
                      <a:lum bright="-12000" contrast="23999"/>
                    </a:blip>
                    <a:stretch>
                      <a:fillRect/>
                    </a:stretch>
                  </pic:blipFill>
                  <pic:spPr>
                    <a:xfrm rot="-2088761">
                      <a:off x="0" y="0"/>
                      <a:ext cx="48514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145415</wp:posOffset>
            </wp:positionV>
            <wp:extent cx="643890" cy="705485"/>
            <wp:effectExtent l="0" t="0" r="3810" b="18415"/>
            <wp:wrapNone/>
            <wp:docPr id="56" name="图片 611" descr="圣诞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11" descr="圣诞树"/>
                    <pic:cNvPicPr>
                      <a:picLocks noChangeAspect="1"/>
                    </pic:cNvPicPr>
                  </pic:nvPicPr>
                  <pic:blipFill>
                    <a:blip r:embed="rId23">
                      <a:lum bright="-23999" contrast="42000"/>
                    </a:blip>
                    <a:srcRect r="1695" b="5800"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exact"/>
        <w:rPr>
          <w:rFonts w:hint="eastAsia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1440180</wp:posOffset>
            </wp:positionH>
            <wp:positionV relativeFrom="paragraph">
              <wp:posOffset>41275</wp:posOffset>
            </wp:positionV>
            <wp:extent cx="922655" cy="622935"/>
            <wp:effectExtent l="0" t="0" r="10795" b="5715"/>
            <wp:wrapNone/>
            <wp:docPr id="9" name="图片 612" descr="踢足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12" descr="踢足球"/>
                    <pic:cNvPicPr>
                      <a:picLocks noChangeAspect="1"/>
                    </pic:cNvPicPr>
                  </pic:nvPicPr>
                  <pic:blipFill>
                    <a:blip r:embed="rId24">
                      <a:lum bright="-41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exact"/>
        <w:rPr>
          <w:rFonts w:hint="eastAsia"/>
        </w:rPr>
      </w:pPr>
    </w:p>
    <w:p>
      <w:pPr>
        <w:spacing w:line="220" w:lineRule="exact"/>
        <w:rPr>
          <w:rFonts w:hint="eastAsia"/>
        </w:rPr>
      </w:pPr>
    </w:p>
    <w:p>
      <w:pPr>
        <w:spacing w:line="320" w:lineRule="exact"/>
        <w:rPr>
          <w:rFonts w:hint="eastAsia"/>
        </w:rPr>
      </w:pPr>
    </w:p>
    <w:p>
      <w:pPr>
        <w:spacing w:line="300" w:lineRule="auto"/>
        <w:rPr>
          <w:rFonts w:hint="eastAsia"/>
        </w:rPr>
      </w:pPr>
      <w:r>
        <w:rPr>
          <w:rFonts w:hint="eastAsia"/>
        </w:rPr>
        <w:t>13</w:t>
      </w:r>
      <w:r>
        <w:t xml:space="preserve">.（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</w:t>
      </w:r>
      <w:r>
        <w:t xml:space="preserve"> ）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>14</w:t>
      </w:r>
      <w:r>
        <w:t xml:space="preserve">.（   </w:t>
      </w:r>
      <w:r>
        <w:rPr>
          <w:rFonts w:hint="eastAsia"/>
        </w:rPr>
        <w:t xml:space="preserve"> </w:t>
      </w:r>
      <w:r>
        <w:t xml:space="preserve"> ）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15</w:t>
      </w:r>
      <w:r>
        <w:t xml:space="preserve">.（  </w:t>
      </w:r>
      <w:r>
        <w:rPr>
          <w:rFonts w:hint="eastAsia"/>
        </w:rPr>
        <w:t xml:space="preserve">  </w:t>
      </w:r>
      <w:r>
        <w:t xml:space="preserve"> ）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16</w:t>
      </w:r>
      <w:r>
        <w:t xml:space="preserve">.（   </w:t>
      </w:r>
      <w:r>
        <w:rPr>
          <w:rFonts w:hint="eastAsia"/>
        </w:rPr>
        <w:t xml:space="preserve">  </w:t>
      </w:r>
      <w:r>
        <w:t xml:space="preserve"> ）</w:t>
      </w:r>
    </w:p>
    <w:p>
      <w:pPr>
        <w:spacing w:line="320" w:lineRule="exact"/>
        <w:rPr>
          <w:rFonts w:hint="eastAsia"/>
        </w:rPr>
      </w:pPr>
    </w:p>
    <w:p>
      <w:pPr>
        <w:spacing w:line="320" w:lineRule="exact"/>
        <w:rPr>
          <w:rFonts w:hAnsi="宋体"/>
        </w:rPr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读一读，选出下列单词中与其它两项不同的一项，把其标号填在题前的括号里</w:t>
      </w:r>
      <w:r>
        <w:t>。（每小题</w:t>
      </w:r>
      <w:r>
        <w:rPr>
          <w:rFonts w:hint="eastAsia"/>
        </w:rPr>
        <w:t>1.5</w:t>
      </w:r>
      <w:r>
        <w:t>分，共</w:t>
      </w:r>
      <w:r>
        <w:rPr>
          <w:rFonts w:hint="eastAsia"/>
        </w:rPr>
        <w:t>6</w:t>
      </w:r>
      <w:r>
        <w:t>分）</w:t>
      </w:r>
    </w:p>
    <w:p>
      <w:pPr>
        <w:spacing w:line="520" w:lineRule="exact"/>
        <w:ind w:firstLine="120" w:firstLineChars="50"/>
      </w:pPr>
      <w:r>
        <w:t>（    ）</w:t>
      </w:r>
      <w:r>
        <w:rPr>
          <w:rFonts w:hint="eastAsia"/>
        </w:rPr>
        <w:t>17</w:t>
      </w:r>
      <w:r>
        <w:t>.</w:t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May        </w:t>
      </w:r>
      <w:r>
        <w:tab/>
      </w:r>
      <w:r>
        <w:t xml:space="preserve">B. </w:t>
      </w:r>
      <w:r>
        <w:rPr>
          <w:rFonts w:hint="eastAsia"/>
        </w:rPr>
        <w:t>Monday</w:t>
      </w:r>
      <w:r>
        <w:t xml:space="preserve">  </w:t>
      </w:r>
      <w:r>
        <w:rPr>
          <w:rFonts w:hint="eastAsia"/>
        </w:rPr>
        <w:t xml:space="preserve">        </w:t>
      </w:r>
      <w:r>
        <w:t>C.</w:t>
      </w:r>
      <w:r>
        <w:rPr>
          <w:rFonts w:hint="eastAsia"/>
        </w:rPr>
        <w:t xml:space="preserve"> June</w:t>
      </w:r>
    </w:p>
    <w:p>
      <w:pPr>
        <w:spacing w:line="520" w:lineRule="exact"/>
        <w:ind w:firstLine="120" w:firstLineChars="50"/>
      </w:pPr>
      <w:r>
        <w:t>（    ）</w:t>
      </w:r>
      <w:r>
        <w:rPr>
          <w:rFonts w:hint="eastAsia"/>
        </w:rPr>
        <w:t>18</w:t>
      </w:r>
      <w:r>
        <w:t>.</w:t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animal         </w:t>
      </w:r>
      <w:r>
        <w:t>B.</w:t>
      </w:r>
      <w:r>
        <w:rPr>
          <w:rFonts w:hint="eastAsia"/>
        </w:rPr>
        <w:t xml:space="preserve"> late              </w:t>
      </w:r>
      <w:r>
        <w:t>C.</w:t>
      </w:r>
      <w:r>
        <w:rPr>
          <w:rFonts w:hint="eastAsia"/>
        </w:rPr>
        <w:t xml:space="preserve"> easy</w:t>
      </w:r>
    </w:p>
    <w:p>
      <w:pPr>
        <w:spacing w:line="520" w:lineRule="exact"/>
        <w:ind w:firstLine="120" w:firstLineChars="50"/>
      </w:pPr>
      <w:r>
        <w:t>（    ）</w:t>
      </w:r>
      <w:r>
        <w:rPr>
          <w:rFonts w:hint="eastAsia"/>
        </w:rPr>
        <w:t>19</w:t>
      </w:r>
      <w:r>
        <w:t>.</w:t>
      </w:r>
      <w:r>
        <w:rPr>
          <w:rFonts w:hint="eastAsia"/>
        </w:rPr>
        <w:t xml:space="preserve">   </w:t>
      </w:r>
      <w:r>
        <w:t>A.</w:t>
      </w:r>
      <w:r>
        <w:rPr>
          <w:rFonts w:hint="eastAsia"/>
        </w:rPr>
        <w:t xml:space="preserve"> cake           </w:t>
      </w:r>
      <w:r>
        <w:t>B.</w:t>
      </w:r>
      <w:r>
        <w:rPr>
          <w:rFonts w:hint="eastAsia"/>
        </w:rPr>
        <w:t xml:space="preserve"> zongzi           </w:t>
      </w:r>
      <w:r>
        <w:t>C.</w:t>
      </w:r>
      <w:r>
        <w:rPr>
          <w:rFonts w:hint="eastAsia"/>
        </w:rPr>
        <w:t xml:space="preserve"> dinner</w:t>
      </w:r>
    </w:p>
    <w:p>
      <w:pPr>
        <w:spacing w:line="520" w:lineRule="exact"/>
        <w:ind w:firstLine="120" w:firstLineChars="50"/>
      </w:pPr>
      <w:r>
        <w:t>（    ）</w:t>
      </w:r>
      <w:r>
        <w:rPr>
          <w:rFonts w:hint="eastAsia"/>
        </w:rPr>
        <w:t>20</w:t>
      </w:r>
      <w:r>
        <w:t>.</w:t>
      </w:r>
      <w:r>
        <w:tab/>
      </w:r>
      <w:r>
        <w:t>A.</w:t>
      </w:r>
      <w:r>
        <w:rPr>
          <w:rFonts w:hint="eastAsia"/>
        </w:rPr>
        <w:t xml:space="preserve"> fa</w:t>
      </w:r>
      <w:r>
        <w:rPr>
          <w:rFonts w:hint="eastAsia"/>
          <w:u w:val="single"/>
        </w:rPr>
        <w:t>s</w:t>
      </w:r>
      <w:r>
        <w:rPr>
          <w:rFonts w:hint="eastAsia"/>
        </w:rPr>
        <w:t xml:space="preserve">t            </w:t>
      </w:r>
      <w:r>
        <w:t>B.</w:t>
      </w:r>
      <w:r>
        <w:rPr>
          <w:rFonts w:hint="eastAsia"/>
          <w:u w:val="single"/>
        </w:rPr>
        <w:t xml:space="preserve"> s</w:t>
      </w:r>
      <w:r>
        <w:rPr>
          <w:rFonts w:hint="eastAsia"/>
        </w:rPr>
        <w:t xml:space="preserve">eat             </w:t>
      </w:r>
      <w:r>
        <w:t>C.</w:t>
      </w:r>
      <w:r>
        <w:rPr>
          <w:rFonts w:hint="eastAsia"/>
        </w:rPr>
        <w:t xml:space="preserve"> exerci</w:t>
      </w:r>
      <w:r>
        <w:rPr>
          <w:rFonts w:hint="eastAsia"/>
          <w:u w:val="single"/>
        </w:rPr>
        <w:t>s</w:t>
      </w:r>
      <w:r>
        <w:rPr>
          <w:rFonts w:hint="eastAsia"/>
        </w:rPr>
        <w:t>e</w:t>
      </w:r>
    </w:p>
    <w:p>
      <w:pPr>
        <w:spacing w:line="440" w:lineRule="exact"/>
        <w:rPr>
          <w:rFonts w:hint="eastAsia"/>
        </w:rPr>
      </w:pPr>
      <w:r>
        <w:rPr>
          <w:rFonts w:hint="eastAsia"/>
        </w:rPr>
        <w:t>四</w:t>
      </w:r>
      <w:r>
        <w:t>、根据提示，把正确答案的标号写在题前的括号里。（每小题</w:t>
      </w:r>
      <w:r>
        <w:rPr>
          <w:rFonts w:hint="eastAsia"/>
        </w:rPr>
        <w:t>1.5</w:t>
      </w:r>
      <w:r>
        <w:t>分，共</w:t>
      </w:r>
      <w:r>
        <w:rPr>
          <w:rFonts w:hint="eastAsia"/>
        </w:rPr>
        <w:t>12</w:t>
      </w:r>
      <w:r>
        <w:t>分）</w:t>
      </w:r>
    </w:p>
    <w:p>
      <w:pPr>
        <w:spacing w:line="460" w:lineRule="exact"/>
        <w:rPr>
          <w:rFonts w:hint="eastAsia"/>
        </w:rPr>
      </w:pPr>
      <w:r>
        <w:t>（     ）</w:t>
      </w:r>
      <w:r>
        <w:rPr>
          <w:rFonts w:hint="eastAsia"/>
        </w:rPr>
        <w:t>21</w:t>
      </w:r>
      <w:r>
        <w:t>.</w:t>
      </w:r>
      <w:r>
        <w:rPr>
          <w:rFonts w:hint="eastAsia"/>
        </w:rPr>
        <w:t>下列三组</w:t>
      </w:r>
      <w:r>
        <w:t>字母中，</w:t>
      </w:r>
      <w:r>
        <w:rPr>
          <w:rFonts w:hint="eastAsia"/>
        </w:rPr>
        <w:t>都</w:t>
      </w:r>
      <w:r>
        <w:t>是</w:t>
      </w:r>
      <w:r>
        <w:rPr>
          <w:rFonts w:hint="eastAsia"/>
        </w:rPr>
        <w:t>一</w:t>
      </w:r>
      <w:r>
        <w:t>笔写成的</w:t>
      </w:r>
      <w:r>
        <w:rPr>
          <w:rFonts w:hint="eastAsia"/>
        </w:rPr>
        <w:t xml:space="preserve">是：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</w:t>
      </w:r>
      <w:r>
        <w:t xml:space="preserve">           </w:t>
      </w:r>
    </w:p>
    <w:p>
      <w:pPr>
        <w:spacing w:line="460" w:lineRule="exact"/>
        <w:ind w:firstLine="1320" w:firstLineChars="550"/>
        <w:outlineLvl w:val="0"/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219710</wp:posOffset>
            </wp:positionV>
            <wp:extent cx="868045" cy="561975"/>
            <wp:effectExtent l="0" t="0" r="8255" b="9525"/>
            <wp:wrapNone/>
            <wp:docPr id="14" name="图片 618" descr="植树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18" descr="植树节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b,d</w:t>
      </w:r>
      <w:r>
        <w:t xml:space="preserve">        B</w:t>
      </w:r>
      <w:r>
        <w:rPr>
          <w:rFonts w:hint="eastAsia"/>
        </w:rPr>
        <w:t xml:space="preserve">. a,m       </w:t>
      </w:r>
      <w:r>
        <w:t>C.</w:t>
      </w:r>
      <w:r>
        <w:rPr>
          <w:rFonts w:hint="eastAsia"/>
        </w:rPr>
        <w:t xml:space="preserve"> f,y</w:t>
      </w:r>
    </w:p>
    <w:p>
      <w:pPr>
        <w:spacing w:line="600" w:lineRule="exact"/>
        <w:rPr>
          <w:rFonts w:hint="eastAsia"/>
        </w:rPr>
      </w:pPr>
      <w:r>
        <w:t>（     ）</w:t>
      </w:r>
      <w:r>
        <w:rPr>
          <w:rFonts w:hint="eastAsia"/>
        </w:rPr>
        <w:t>22</w:t>
      </w:r>
      <w:r>
        <w:t>.</w:t>
      </w:r>
      <w:r>
        <w:rPr>
          <w:rFonts w:hint="eastAsia"/>
        </w:rPr>
        <w:t xml:space="preserve"> 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is on March 12th.</w:t>
      </w:r>
      <w:r>
        <w:t xml:space="preserve">             </w:t>
      </w:r>
    </w:p>
    <w:p>
      <w:pPr>
        <w:spacing w:line="600" w:lineRule="exact"/>
        <w:ind w:firstLine="1440" w:firstLineChars="600"/>
        <w:rPr>
          <w:rFonts w:hint="eastAsia"/>
        </w:rPr>
      </w:pP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3503930</wp:posOffset>
            </wp:positionH>
            <wp:positionV relativeFrom="paragraph">
              <wp:posOffset>247650</wp:posOffset>
            </wp:positionV>
            <wp:extent cx="1371600" cy="1002665"/>
            <wp:effectExtent l="0" t="0" r="0" b="6985"/>
            <wp:wrapNone/>
            <wp:docPr id="22" name="图片 627" descr="跑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27" descr="跑步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the Mid-Autumn Festival</w:t>
      </w:r>
      <w:r>
        <w:t xml:space="preserve">  B</w:t>
      </w:r>
      <w:r>
        <w:rPr>
          <w:rFonts w:hint="eastAsia"/>
        </w:rPr>
        <w:t>.Children</w:t>
      </w:r>
      <w:r>
        <w:t>’</w:t>
      </w:r>
      <w:r>
        <w:rPr>
          <w:rFonts w:hint="eastAsia"/>
        </w:rPr>
        <w:t xml:space="preserve">s Day  </w:t>
      </w:r>
      <w:r>
        <w:t xml:space="preserve">C. </w:t>
      </w:r>
      <w:r>
        <w:rPr>
          <w:rFonts w:hint="eastAsia"/>
        </w:rPr>
        <w:t xml:space="preserve">Tree-Planting Day </w:t>
      </w:r>
    </w:p>
    <w:p>
      <w:pPr>
        <w:spacing w:line="600" w:lineRule="exac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133350</wp:posOffset>
                </wp:positionV>
                <wp:extent cx="266700" cy="108585"/>
                <wp:effectExtent l="0" t="54610" r="1905" b="46355"/>
                <wp:wrapNone/>
                <wp:docPr id="60" name="自选图形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2220152">
                          <a:off x="0" y="0"/>
                          <a:ext cx="266700" cy="108585"/>
                        </a:xfrm>
                        <a:prstGeom prst="leftArrow">
                          <a:avLst>
                            <a:gd name="adj1" fmla="val 50000"/>
                            <a:gd name="adj2" fmla="val 61403"/>
                          </a:avLst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37" o:spid="_x0000_s1026" o:spt="66" type="#_x0000_t66" style="position:absolute;left:0pt;margin-left:359.15pt;margin-top:10.5pt;height:8.55pt;width:21pt;rotation:-2424998f;z-index:251696128;mso-width-relative:page;mso-height-relative:page;" filled="f" stroked="t" coordsize="21600,21600" o:gfxdata="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gKVjvXAAAACQEAAA8AAAAAAAAAAQAgAAAAIgAAAGRycy9k&#10;b3ducmV2LnhtbFBLAQIUABQAAAAIAIdO4kBLlqNsPAIAAHAEAAAOAAAAAAAAAAEAIAAAACYBAABk&#10;cnMvZTJvRG9jLnhtbFBLBQYAAAAABgAGAFkBAADUBQAAAAA=&#10;" adj="5399,5400">
                <v:fill on="f" focussize="0,0"/>
                <v:stroke weight="0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53340</wp:posOffset>
                </wp:positionV>
                <wp:extent cx="257175" cy="114300"/>
                <wp:effectExtent l="0" t="0" r="0" b="0"/>
                <wp:wrapNone/>
                <wp:docPr id="61" name="自选图形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2546030">
                          <a:off x="0" y="0"/>
                          <a:ext cx="257175" cy="114300"/>
                        </a:xfrm>
                        <a:prstGeom prst="leftArrow">
                          <a:avLst>
                            <a:gd name="adj1" fmla="val 50000"/>
                            <a:gd name="adj2" fmla="val 56250"/>
                          </a:avLst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38" o:spid="_x0000_s1026" o:spt="66" type="#_x0000_t66" style="position:absolute;left:0pt;margin-left:371.9pt;margin-top:4.2pt;height:9pt;width:20.25pt;rotation:-2780944f;z-index:251697152;mso-width-relative:page;mso-height-relative:page;" filled="f" stroked="f" coordsize="21600,21600" o:gfxdata="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cUMp2QAA&#10;AAgBAAAPAAAAAAAAAAEAIAAAACIAAABkcnMvZG93bnJldi54bWxQSwECFAAUAAAACACHTuJAaH5D&#10;8uQBAACxAwAADgAAAAAAAAABACAAAAAoAQAAZHJzL2Uyb0RvYy54bWxQSwUGAAAAAAYABgBZAQAA&#10;fgUAAAAA&#10;" adj="5400,5400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5085080</wp:posOffset>
                </wp:positionH>
                <wp:positionV relativeFrom="paragraph">
                  <wp:posOffset>241935</wp:posOffset>
                </wp:positionV>
                <wp:extent cx="47625" cy="0"/>
                <wp:effectExtent l="0" t="0" r="0" b="0"/>
                <wp:wrapNone/>
                <wp:docPr id="59" name="自选图形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0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4" o:spid="_x0000_s1026" o:spt="32" type="#_x0000_t32" style="position:absolute;left:0pt;flip:x;margin-left:400.4pt;margin-top:19.05pt;height:0pt;width:3.75pt;z-index:251695104;mso-width-relative:page;mso-height-relative:page;" filled="f" stroked="f" coordsize="21600,21600" o:gfxdata="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r8DbzNQAAAAJAQAA&#10;DwAAAAAAAAABACAAAAAiAAAAZHJzL2Rvd25yZXYueG1sUEsBAhQAFAAAAAgAh07iQMee5iirAQAA&#10;OQMAAA4AAAAAAAAAAQAgAAAAIwEAAGRycy9lMm9Eb2MueG1sUEsFBgAAAAAGAAYAWQEAAEAFAAAA&#10;AA=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5085080</wp:posOffset>
                </wp:positionH>
                <wp:positionV relativeFrom="paragraph">
                  <wp:posOffset>38735</wp:posOffset>
                </wp:positionV>
                <wp:extent cx="209550" cy="100965"/>
                <wp:effectExtent l="0" t="0" r="0" b="0"/>
                <wp:wrapNone/>
                <wp:docPr id="58" name="自选图形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00965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3" o:spid="_x0000_s1026" o:spt="32" type="#_x0000_t32" style="position:absolute;left:0pt;flip:x;margin-left:400.4pt;margin-top:3.05pt;height:7.95pt;width:16.5pt;z-index:251694080;mso-width-relative:page;mso-height-relative:page;" filled="f" stroked="f" coordsize="21600,21600" o:gfxdata="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+uUl9UA&#10;AAAIAQAADwAAAAAAAAABACAAAAAiAAAAZHJzL2Rvd25yZXYueG1sUEsBAhQAFAAAAAgAh07iQLEV&#10;KoKwAQAAPwMAAA4AAAAAAAAAAQAgAAAAJAEAAGRycy9lMm9Eb2MueG1sUEsFBgAAAAAGAAYAWQEA&#10;AEYFAAAAAA=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t>（     ）</w:t>
      </w:r>
      <w:r>
        <w:rPr>
          <w:rFonts w:hint="eastAsia"/>
        </w:rPr>
        <w:t>23</w:t>
      </w:r>
      <w:r>
        <w:t>.</w:t>
      </w:r>
      <w:r>
        <w:rPr>
          <w:rFonts w:hint="eastAsia"/>
        </w:rPr>
        <w:t xml:space="preserve"> He is the 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.</w:t>
      </w:r>
      <w:r>
        <w:t xml:space="preserve">                        </w:t>
      </w:r>
    </w:p>
    <w:p>
      <w:pPr>
        <w:spacing w:line="600" w:lineRule="exact"/>
        <w:ind w:firstLine="1440" w:firstLineChars="60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5132705</wp:posOffset>
                </wp:positionH>
                <wp:positionV relativeFrom="paragraph">
                  <wp:posOffset>22860</wp:posOffset>
                </wp:positionV>
                <wp:extent cx="161925" cy="146050"/>
                <wp:effectExtent l="0" t="0" r="0" b="0"/>
                <wp:wrapNone/>
                <wp:docPr id="57" name="自选图形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46050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2" o:spid="_x0000_s1026" o:spt="32" type="#_x0000_t32" style="position:absolute;left:0pt;flip:x;margin-left:404.15pt;margin-top:1.8pt;height:11.5pt;width:12.75pt;z-index:251693056;mso-width-relative:page;mso-height-relative:page;" filled="f" stroked="f" coordsize="21600,21600" o:gfxdata="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8KvuDV&#10;AAAACAEAAA8AAAAAAAAAAQAgAAAAIgAAAGRycy9kb3ducmV2LnhtbFBLAQIUABQAAAAIAIdO4kDP&#10;9+3wsQEAAD8DAAAOAAAAAAAAAAEAIAAAACQBAABkcnMvZTJvRG9jLnhtbFBLBQYAAAAABgAGAFkB&#10;AABHBQAAAAA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first</w:t>
      </w:r>
      <w:r>
        <w:t xml:space="preserve">         B</w:t>
      </w:r>
      <w:r>
        <w:rPr>
          <w:rFonts w:hint="eastAsia"/>
        </w:rPr>
        <w:t xml:space="preserve">. second      </w:t>
      </w:r>
      <w:r>
        <w:t xml:space="preserve">C. </w:t>
      </w:r>
      <w:r>
        <w:rPr>
          <w:rFonts w:hint="eastAsia"/>
        </w:rPr>
        <w:t>third</w:t>
      </w:r>
      <w:r>
        <w:t xml:space="preserve">           </w:t>
      </w:r>
    </w:p>
    <w:p>
      <w:pPr>
        <w:spacing w:line="600" w:lineRule="exact"/>
        <w:rPr>
          <w:rFonts w:hint="eastAsia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3753485</wp:posOffset>
            </wp:positionH>
            <wp:positionV relativeFrom="paragraph">
              <wp:posOffset>48260</wp:posOffset>
            </wp:positionV>
            <wp:extent cx="771525" cy="775970"/>
            <wp:effectExtent l="0" t="0" r="9525" b="5080"/>
            <wp:wrapNone/>
            <wp:docPr id="11" name="图片 615" descr="椅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15" descr="椅子"/>
                    <pic:cNvPicPr>
                      <a:picLocks noChangeAspect="1"/>
                    </pic:cNvPicPr>
                  </pic:nvPicPr>
                  <pic:blipFill>
                    <a:blip r:embed="rId27">
                      <a:lum bright="-71997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4439920</wp:posOffset>
            </wp:positionH>
            <wp:positionV relativeFrom="paragraph">
              <wp:posOffset>43815</wp:posOffset>
            </wp:positionV>
            <wp:extent cx="755015" cy="758825"/>
            <wp:effectExtent l="0" t="0" r="6985" b="3175"/>
            <wp:wrapNone/>
            <wp:docPr id="16" name="图片 620" descr="椅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20" descr="椅子"/>
                    <pic:cNvPicPr>
                      <a:picLocks noChangeAspect="1"/>
                    </pic:cNvPicPr>
                  </pic:nvPicPr>
                  <pic:blipFill>
                    <a:blip r:embed="rId28">
                      <a:lum bright="-59998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     ）</w:t>
      </w:r>
      <w:r>
        <w:rPr>
          <w:rFonts w:hint="eastAsia"/>
        </w:rPr>
        <w:t>24</w:t>
      </w:r>
      <w:r>
        <w:t>.</w:t>
      </w:r>
      <w:r>
        <w:rPr>
          <w:rFonts w:hint="eastAsia"/>
        </w:rPr>
        <w:t xml:space="preserve"> Are there  </w:t>
      </w:r>
      <w:r>
        <w:rPr>
          <w:u w:val="single"/>
        </w:rPr>
        <w:t xml:space="preserve">     </w:t>
      </w:r>
      <w:r>
        <w:rPr>
          <w:rFonts w:hint="eastAsia"/>
        </w:rPr>
        <w:t xml:space="preserve"> </w:t>
      </w:r>
      <w:r>
        <w:t>chairs</w:t>
      </w:r>
      <w:r>
        <w:rPr>
          <w:rFonts w:hint="eastAsia"/>
        </w:rPr>
        <w:t xml:space="preserve"> in your room ?</w:t>
      </w:r>
      <w:r>
        <w:t xml:space="preserve">        </w:t>
      </w:r>
    </w:p>
    <w:p>
      <w:pPr>
        <w:spacing w:line="600" w:lineRule="exact"/>
        <w:ind w:firstLine="1440" w:firstLineChars="600"/>
        <w:rPr>
          <w:rFonts w:hint="eastAsia"/>
        </w:rPr>
      </w:pP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some</w:t>
      </w:r>
      <w:r>
        <w:t xml:space="preserve">      B</w:t>
      </w:r>
      <w:r>
        <w:rPr>
          <w:rFonts w:hint="eastAsia"/>
        </w:rPr>
        <w:t xml:space="preserve">. many       </w:t>
      </w:r>
      <w:r>
        <w:t xml:space="preserve">C. </w:t>
      </w:r>
      <w:r>
        <w:rPr>
          <w:rFonts w:hint="eastAsia"/>
        </w:rPr>
        <w:t>any</w:t>
      </w:r>
      <w:r>
        <w:t xml:space="preserve">       </w:t>
      </w:r>
    </w:p>
    <w:p>
      <w:pPr>
        <w:spacing w:line="600" w:lineRule="exact"/>
        <w:rPr>
          <w:rFonts w:hint="eastAsia"/>
        </w:rPr>
      </w:pP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3923030</wp:posOffset>
            </wp:positionH>
            <wp:positionV relativeFrom="paragraph">
              <wp:posOffset>110490</wp:posOffset>
            </wp:positionV>
            <wp:extent cx="790575" cy="737870"/>
            <wp:effectExtent l="0" t="0" r="9525" b="5080"/>
            <wp:wrapNone/>
            <wp:docPr id="21" name="图片 626" descr="跳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26" descr="跳高"/>
                    <pic:cNvPicPr>
                      <a:picLocks noChangeAspect="1"/>
                    </pic:cNvPicPr>
                  </pic:nvPicPr>
                  <pic:blipFill>
                    <a:blip r:embed="rId29"/>
                    <a:srcRect b="849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（     ）</w:t>
      </w:r>
      <w:r>
        <w:rPr>
          <w:rFonts w:hint="eastAsia"/>
        </w:rPr>
        <w:t>25</w:t>
      </w:r>
      <w:r>
        <w:t>.</w:t>
      </w:r>
      <w:r>
        <w:rPr>
          <w:rFonts w:hint="eastAsia"/>
        </w:rPr>
        <w:t xml:space="preserve"> ----What are they doing ?</w:t>
      </w:r>
    </w:p>
    <w:p>
      <w:pPr>
        <w:spacing w:line="600" w:lineRule="exact"/>
        <w:rPr>
          <w:u w:val="single"/>
        </w:rPr>
      </w:pPr>
      <w:r>
        <w:rPr>
          <w:rFonts w:hint="eastAsia"/>
        </w:rPr>
        <w:t xml:space="preserve">            ---- They are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.</w:t>
      </w:r>
      <w:r>
        <w:t xml:space="preserve">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</w:t>
      </w:r>
    </w:p>
    <w:p>
      <w:pPr>
        <w:spacing w:line="600" w:lineRule="exact"/>
        <w:ind w:firstLine="1440" w:firstLineChars="600"/>
      </w:pP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4049395</wp:posOffset>
            </wp:positionH>
            <wp:positionV relativeFrom="paragraph">
              <wp:posOffset>335280</wp:posOffset>
            </wp:positionV>
            <wp:extent cx="826135" cy="922655"/>
            <wp:effectExtent l="0" t="0" r="12065" b="10795"/>
            <wp:wrapNone/>
            <wp:docPr id="23" name="图片 639" descr="弹钢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39" descr="弹钢琴"/>
                    <pic:cNvPicPr>
                      <a:picLocks noChangeAspect="1"/>
                    </pic:cNvPicPr>
                  </pic:nvPicPr>
                  <pic:blipFill>
                    <a:blip r:embed="rId30">
                      <a:lum bright="-17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p</w:t>
      </w:r>
      <w:r>
        <w:t>laying basketball   B</w:t>
      </w:r>
      <w:r>
        <w:rPr>
          <w:rFonts w:hint="eastAsia"/>
        </w:rPr>
        <w:t xml:space="preserve">. doing the high jump    </w:t>
      </w:r>
      <w:r>
        <w:t>C.</w:t>
      </w:r>
      <w:r>
        <w:rPr>
          <w:rFonts w:hint="eastAsia"/>
        </w:rPr>
        <w:t xml:space="preserve"> doing the long jump</w:t>
      </w:r>
    </w:p>
    <w:p>
      <w:pPr>
        <w:spacing w:line="600" w:lineRule="exact"/>
        <w:rPr>
          <w:rFonts w:hint="eastAsia"/>
        </w:rPr>
      </w:pPr>
      <w:r>
        <w:t>（     ）</w:t>
      </w:r>
      <w:r>
        <w:rPr>
          <w:rFonts w:hint="eastAsia"/>
        </w:rPr>
        <w:t>26</w:t>
      </w:r>
      <w:r>
        <w:t>.</w:t>
      </w:r>
      <w:r>
        <w:rPr>
          <w:rFonts w:hint="eastAsia"/>
        </w:rPr>
        <w:t xml:space="preserve"> She </w:t>
      </w:r>
      <w:r>
        <w:rPr>
          <w:u w:val="single"/>
        </w:rPr>
        <w:t xml:space="preserve">     </w:t>
      </w:r>
      <w:r>
        <w:rPr>
          <w:rFonts w:hint="eastAsia"/>
        </w:rPr>
        <w:t xml:space="preserve"> the piano yesterday.</w:t>
      </w:r>
    </w:p>
    <w:p>
      <w:pPr>
        <w:spacing w:line="600" w:lineRule="exact"/>
        <w:ind w:firstLine="1440" w:firstLineChars="600"/>
        <w:rPr>
          <w:rFonts w:hint="eastAsia"/>
        </w:rPr>
      </w:pP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playing</w:t>
      </w:r>
      <w:r>
        <w:t xml:space="preserve">    B</w:t>
      </w:r>
      <w:r>
        <w:rPr>
          <w:rFonts w:hint="eastAsia"/>
        </w:rPr>
        <w:t xml:space="preserve">. played     </w:t>
      </w:r>
      <w:r>
        <w:t>C.</w:t>
      </w:r>
      <w:r>
        <w:rPr>
          <w:rFonts w:hint="eastAsia"/>
        </w:rPr>
        <w:t xml:space="preserve"> plays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t>（     ）</w:t>
      </w:r>
      <w:r>
        <w:rPr>
          <w:rFonts w:hint="eastAsia"/>
        </w:rPr>
        <w:t>27</w:t>
      </w:r>
      <w:r>
        <w:t>.</w:t>
      </w:r>
      <w:r>
        <w:rPr>
          <w:rFonts w:hint="eastAsia"/>
        </w:rPr>
        <w:t xml:space="preserve"> 能将以下单词连成句子的正确排序是 </w:t>
      </w:r>
      <w:r>
        <w:rPr>
          <w:u w:val="single"/>
        </w:rPr>
        <w:t xml:space="preserve">     </w:t>
      </w:r>
      <w:r>
        <w:rPr>
          <w:rFonts w:hint="eastAsia"/>
        </w:rPr>
        <w:t xml:space="preserve">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</w:pPr>
      <w:r>
        <w:rPr>
          <w:rFonts w:ascii="Calibri" w:hAnsi="Calibri" w:cs="Calibri"/>
        </w:rPr>
        <w:t>①</w:t>
      </w:r>
      <w:r>
        <w:t xml:space="preserve"> runs</w:t>
      </w:r>
      <w:r>
        <w:rPr>
          <w:rFonts w:hint="eastAsia" w:ascii="Calibri" w:hAnsi="Calibri" w:cs="Calibri"/>
        </w:rPr>
        <w:t xml:space="preserve">   </w:t>
      </w:r>
      <w:r>
        <w:rPr>
          <w:rFonts w:ascii="Calibri" w:hAnsi="Calibri" w:cs="Calibri"/>
        </w:rPr>
        <w:t>②</w:t>
      </w:r>
      <w:r>
        <w:rPr>
          <w:rFonts w:hint="eastAsia" w:ascii="Calibri" w:hAnsi="Calibri" w:cs="Calibri"/>
        </w:rPr>
        <w:t xml:space="preserve"> </w:t>
      </w:r>
      <w:r>
        <w:t>Steven</w:t>
      </w:r>
      <w:r>
        <w:rPr>
          <w:rFonts w:hint="eastAsia" w:ascii="Calibri" w:hAnsi="Calibri" w:cs="Calibri"/>
        </w:rPr>
        <w:t xml:space="preserve">   </w:t>
      </w:r>
      <w:r>
        <w:rPr>
          <w:rFonts w:ascii="Calibri" w:hAnsi="Calibri" w:cs="Calibri"/>
        </w:rPr>
        <w:t>③</w:t>
      </w:r>
      <w:r>
        <w:rPr>
          <w:rFonts w:hint="eastAsia" w:ascii="Calibri" w:hAnsi="Calibri" w:cs="Calibri"/>
        </w:rPr>
        <w:t xml:space="preserve">  .    </w:t>
      </w:r>
      <w:r>
        <w:rPr>
          <w:rFonts w:ascii="Calibri" w:hAnsi="Calibri" w:cs="Calibri"/>
        </w:rPr>
        <w:t>④</w:t>
      </w:r>
      <w:r>
        <w:rPr>
          <w:rFonts w:hint="eastAsia" w:ascii="Calibri" w:hAnsi="Calibri" w:cs="Calibri"/>
        </w:rPr>
        <w:t xml:space="preserve"> </w:t>
      </w:r>
      <w:r>
        <w:t xml:space="preserve"> fast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/>
        </w:rPr>
      </w:pP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ascii="Calibri" w:hAnsi="Calibri" w:cs="Calibri"/>
        </w:rPr>
        <w:t>①②④③</w:t>
      </w:r>
      <w:r>
        <w:t xml:space="preserve">    B</w:t>
      </w:r>
      <w:r>
        <w:rPr>
          <w:rFonts w:hint="eastAsia"/>
        </w:rPr>
        <w:t xml:space="preserve">. </w:t>
      </w:r>
      <w:r>
        <w:rPr>
          <w:rFonts w:ascii="Calibri" w:hAnsi="Calibri" w:cs="Calibri"/>
        </w:rPr>
        <w:t>②①④③</w:t>
      </w:r>
      <w:r>
        <w:rPr>
          <w:rFonts w:hint="eastAsia"/>
        </w:rPr>
        <w:t xml:space="preserve">    </w:t>
      </w:r>
      <w:r>
        <w:t>C.</w:t>
      </w:r>
      <w:r>
        <w:rPr>
          <w:rFonts w:hint="eastAsia"/>
        </w:rPr>
        <w:t xml:space="preserve"> </w:t>
      </w:r>
      <w:r>
        <w:rPr>
          <w:rFonts w:ascii="Calibri" w:hAnsi="Calibri" w:cs="Calibri"/>
        </w:rPr>
        <w:t>②④①③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t>（     ）</w:t>
      </w:r>
      <w:r>
        <w:rPr>
          <w:rFonts w:hint="eastAsia"/>
        </w:rPr>
        <w:t>28</w:t>
      </w:r>
      <w:r>
        <w:t>.</w:t>
      </w:r>
      <w:r>
        <w:rPr>
          <w:rFonts w:hint="eastAsia"/>
        </w:rPr>
        <w:t xml:space="preserve"> 能将以下单词连成句子的正确排序是 </w:t>
      </w:r>
      <w:r>
        <w:rPr>
          <w:u w:val="single"/>
        </w:rPr>
        <w:t xml:space="preserve">     </w:t>
      </w:r>
      <w:r>
        <w:rPr>
          <w:rFonts w:hint="eastAsia"/>
        </w:rPr>
        <w:t xml:space="preserve">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</w:pPr>
      <w:r>
        <w:rPr>
          <w:rFonts w:ascii="Calibri" w:hAnsi="Calibri" w:cs="Calibri"/>
        </w:rPr>
        <w:t>①</w:t>
      </w:r>
      <w:r>
        <w:t xml:space="preserve"> </w:t>
      </w:r>
      <w:r>
        <w:rPr>
          <w:rFonts w:hint="eastAsia"/>
        </w:rPr>
        <w:t>What</w:t>
      </w:r>
      <w:r>
        <w:rPr>
          <w:rFonts w:hint="eastAsia" w:ascii="Calibri" w:hAnsi="Calibri" w:cs="Calibri"/>
        </w:rPr>
        <w:t xml:space="preserve">   </w:t>
      </w:r>
      <w:r>
        <w:rPr>
          <w:rFonts w:ascii="Calibri" w:hAnsi="Calibri" w:cs="Calibri"/>
        </w:rPr>
        <w:t>②</w:t>
      </w:r>
      <w:r>
        <w:rPr>
          <w:rFonts w:hint="eastAsia" w:ascii="Calibri" w:hAnsi="Calibri" w:cs="Calibri"/>
        </w:rPr>
        <w:t xml:space="preserve"> luck   </w:t>
      </w:r>
      <w:r>
        <w:rPr>
          <w:rFonts w:ascii="Calibri" w:hAnsi="Calibri" w:cs="Calibri"/>
        </w:rPr>
        <w:t>③</w:t>
      </w:r>
      <w:r>
        <w:rPr>
          <w:rFonts w:hint="eastAsia" w:ascii="Calibri" w:hAnsi="Calibri" w:cs="Calibri"/>
        </w:rPr>
        <w:t xml:space="preserve">  bad    </w:t>
      </w:r>
      <w:r>
        <w:rPr>
          <w:rFonts w:ascii="Calibri" w:hAnsi="Calibri" w:cs="Calibri"/>
        </w:rPr>
        <w:t>④</w:t>
      </w:r>
      <w:r>
        <w:rPr>
          <w:rFonts w:hint="eastAsia" w:ascii="Calibri" w:hAnsi="Calibri" w:cs="Calibri"/>
        </w:rPr>
        <w:t xml:space="preserve"> </w:t>
      </w:r>
      <w:r>
        <w:t xml:space="preserve"> </w:t>
      </w:r>
      <w:r>
        <w:rPr>
          <w:rFonts w:hint="eastAsia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textAlignment w:val="auto"/>
        <w:rPr>
          <w:rFonts w:hint="eastAsia"/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①③②④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 xml:space="preserve">   B</w:t>
      </w:r>
      <w:r>
        <w:rPr>
          <w:rFonts w:hint="eastAsia"/>
          <w:sz w:val="21"/>
          <w:szCs w:val="21"/>
        </w:rPr>
        <w:t xml:space="preserve">. </w:t>
      </w:r>
      <w:r>
        <w:rPr>
          <w:rFonts w:ascii="Calibri" w:hAnsi="Calibri" w:cs="Calibri"/>
          <w:sz w:val="21"/>
          <w:szCs w:val="21"/>
        </w:rPr>
        <w:t>①②③④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C.</w:t>
      </w:r>
      <w:r>
        <w:rPr>
          <w:rFonts w:hint="eastAsia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②①③④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</w:rPr>
        <w:t>五</w:t>
      </w:r>
      <w:r>
        <w:t>、读一读，想一想，下面各种情景用英语怎样表达。请把正确答案的标号填到题前的括号里。（每小题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10</w:t>
      </w:r>
      <w:r>
        <w:t>分）</w:t>
      </w:r>
    </w:p>
    <w:p>
      <w:pPr>
        <w:snapToGrid w:val="0"/>
        <w:spacing w:line="460" w:lineRule="exact"/>
        <w:rPr>
          <w:bCs/>
        </w:rPr>
      </w:pPr>
      <w:r>
        <w:rPr>
          <w:bCs/>
        </w:rPr>
        <w:t>（     ）</w:t>
      </w:r>
      <w:r>
        <w:rPr>
          <w:rFonts w:hint="eastAsia"/>
          <w:bCs/>
        </w:rPr>
        <w:t>29</w:t>
      </w:r>
      <w:r>
        <w:rPr>
          <w:bCs/>
        </w:rPr>
        <w:t>.</w:t>
      </w:r>
      <w:r>
        <w:rPr>
          <w:rFonts w:hint="eastAsia"/>
          <w:bCs/>
        </w:rPr>
        <w:t xml:space="preserve"> 当你不知道这是一个什么节日，</w:t>
      </w:r>
      <w:r>
        <w:rPr>
          <w:rFonts w:hint="eastAsia"/>
        </w:rPr>
        <w:t>应该这样问</w:t>
      </w:r>
      <w:r>
        <w:t>：</w:t>
      </w:r>
      <w:r>
        <w:rPr>
          <w:u w:val="single"/>
        </w:rPr>
        <w:t xml:space="preserve">     </w:t>
      </w:r>
      <w:r>
        <w:rPr>
          <w:rFonts w:hint="eastAsia"/>
        </w:rPr>
        <w:t>.</w:t>
      </w:r>
      <w:r>
        <w:rPr>
          <w:u w:val="single"/>
        </w:rPr>
        <w:t xml:space="preserve">     </w:t>
      </w:r>
    </w:p>
    <w:p>
      <w:pPr>
        <w:spacing w:line="460" w:lineRule="exact"/>
        <w:ind w:firstLine="1320" w:firstLineChars="550"/>
        <w:rPr>
          <w:rFonts w:hint="eastAsia"/>
        </w:rPr>
      </w:pPr>
      <w:r>
        <w:rPr>
          <w:bCs/>
        </w:rPr>
        <w:t xml:space="preserve"> </w:t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When is the Mid-Autumn Festival?</w:t>
      </w:r>
      <w:r>
        <w:t xml:space="preserve">    B</w:t>
      </w:r>
      <w:r>
        <w:rPr>
          <w:rFonts w:hint="eastAsia"/>
        </w:rPr>
        <w:t xml:space="preserve">. What did you do?      </w:t>
      </w:r>
    </w:p>
    <w:p>
      <w:pPr>
        <w:spacing w:line="460" w:lineRule="exact"/>
        <w:ind w:firstLine="1440" w:firstLineChars="600"/>
        <w:rPr>
          <w:rFonts w:hint="eastAsia"/>
        </w:rPr>
      </w:pPr>
      <w:r>
        <w:t>C.</w:t>
      </w:r>
      <w:r>
        <w:rPr>
          <w:rFonts w:hint="eastAsia"/>
        </w:rPr>
        <w:t xml:space="preserve"> What festival is it?</w:t>
      </w:r>
    </w:p>
    <w:p>
      <w:pPr>
        <w:spacing w:line="460" w:lineRule="exact"/>
        <w:rPr>
          <w:u w:val="single"/>
        </w:rPr>
      </w:pPr>
      <w:r>
        <w:t>（     ）</w:t>
      </w:r>
      <w:r>
        <w:rPr>
          <w:rFonts w:hint="eastAsia"/>
        </w:rPr>
        <w:t>30</w:t>
      </w:r>
      <w:r>
        <w:t>.</w:t>
      </w:r>
      <w:r>
        <w:rPr>
          <w:rFonts w:hint="eastAsia"/>
        </w:rPr>
        <w:t xml:space="preserve"> 你想知道蛋糕上有多少根蜡烛，你会问</w:t>
      </w:r>
      <w:r>
        <w:rPr>
          <w:bCs/>
        </w:rPr>
        <w:t>：</w:t>
      </w:r>
      <w:r>
        <w:rPr>
          <w:u w:val="single"/>
        </w:rPr>
        <w:t xml:space="preserve">     </w:t>
      </w:r>
      <w:r>
        <w:rPr>
          <w:rFonts w:hint="eastAsia"/>
        </w:rPr>
        <w:t>.</w:t>
      </w:r>
      <w:r>
        <w:t xml:space="preserve"> </w:t>
      </w:r>
      <w:r>
        <w:rPr>
          <w:u w:val="single"/>
        </w:rPr>
        <w:t xml:space="preserve">     </w:t>
      </w:r>
    </w:p>
    <w:p>
      <w:pPr>
        <w:numPr>
          <w:ilvl w:val="0"/>
          <w:numId w:val="1"/>
        </w:numPr>
        <w:spacing w:line="460" w:lineRule="exact"/>
        <w:rPr>
          <w:rFonts w:hint="eastAsia"/>
        </w:rPr>
      </w:pPr>
      <w:r>
        <w:rPr>
          <w:rFonts w:hint="eastAsia"/>
        </w:rPr>
        <w:t>How many candles are there?</w:t>
      </w:r>
      <w:r>
        <w:t xml:space="preserve">       B</w:t>
      </w:r>
      <w:r>
        <w:rPr>
          <w:rFonts w:hint="eastAsia"/>
        </w:rPr>
        <w:t xml:space="preserve">. There are five. </w:t>
      </w:r>
    </w:p>
    <w:p>
      <w:pPr>
        <w:spacing w:line="460" w:lineRule="exact"/>
        <w:ind w:firstLine="1440" w:firstLineChars="600"/>
      </w:pPr>
      <w:r>
        <w:t>C.</w:t>
      </w:r>
      <w:r>
        <w:rPr>
          <w:rFonts w:hint="eastAsia"/>
        </w:rPr>
        <w:t xml:space="preserve"> Are there any candles on the cake?</w:t>
      </w:r>
    </w:p>
    <w:p>
      <w:pPr>
        <w:spacing w:line="460" w:lineRule="exact"/>
      </w:pPr>
      <w:r>
        <w:t>（     ）</w:t>
      </w:r>
      <w:r>
        <w:rPr>
          <w:rFonts w:hint="eastAsia"/>
        </w:rPr>
        <w:t>31</w:t>
      </w:r>
      <w:r>
        <w:t>.</w:t>
      </w:r>
      <w:r>
        <w:rPr>
          <w:rFonts w:hint="eastAsia"/>
        </w:rPr>
        <w:t xml:space="preserve"> 在我国的传统节日端午节，人们通常会吃的食物是 ：</w:t>
      </w:r>
      <w:r>
        <w:rPr>
          <w:u w:val="single"/>
        </w:rPr>
        <w:t xml:space="preserve">     </w:t>
      </w:r>
      <w:r>
        <w:rPr>
          <w:rFonts w:hint="eastAsia"/>
        </w:rPr>
        <w:t>.</w:t>
      </w:r>
      <w:r>
        <w:t xml:space="preserve">   </w:t>
      </w:r>
    </w:p>
    <w:p>
      <w:pPr>
        <w:spacing w:line="460" w:lineRule="exact"/>
        <w:ind w:firstLine="600" w:firstLineChars="250"/>
      </w:pPr>
      <w:r>
        <w:t xml:space="preserve">      </w:t>
      </w:r>
      <w:r>
        <w:rPr>
          <w:rFonts w:hint="eastAsia"/>
        </w:rPr>
        <w:t xml:space="preserve"> </w:t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mooncake</w:t>
      </w:r>
      <w:r>
        <w:t xml:space="preserve"> </w:t>
      </w:r>
      <w:r>
        <w:rPr>
          <w:rFonts w:hint="eastAsia"/>
        </w:rPr>
        <w:t xml:space="preserve">      </w:t>
      </w:r>
      <w:r>
        <w:t xml:space="preserve"> B</w:t>
      </w:r>
      <w:r>
        <w:rPr>
          <w:rFonts w:hint="eastAsia"/>
        </w:rPr>
        <w:t xml:space="preserve">. zongzi          </w:t>
      </w:r>
      <w:r>
        <w:t>C.</w:t>
      </w:r>
      <w:r>
        <w:rPr>
          <w:rFonts w:hint="eastAsia"/>
        </w:rPr>
        <w:t xml:space="preserve"> turkey</w:t>
      </w:r>
    </w:p>
    <w:p>
      <w:pPr>
        <w:spacing w:line="460" w:lineRule="exact"/>
        <w:rPr>
          <w:u w:val="single"/>
        </w:rPr>
      </w:pPr>
      <w:r>
        <w:t>（     ）</w:t>
      </w:r>
      <w:r>
        <w:rPr>
          <w:rFonts w:hint="eastAsia"/>
        </w:rPr>
        <w:t>32. 你想告诉你的朋友“我们家要吃一个家庭大餐”，你会这样说</w:t>
      </w:r>
      <w:r>
        <w:t>：</w:t>
      </w:r>
      <w:r>
        <w:rPr>
          <w:u w:val="single"/>
        </w:rPr>
        <w:t xml:space="preserve">     </w:t>
      </w:r>
      <w:r>
        <w:rPr>
          <w:rFonts w:hint="eastAsia"/>
        </w:rPr>
        <w:t>.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</w:t>
      </w:r>
      <w:r>
        <w:t xml:space="preserve">   </w:t>
      </w:r>
      <w:r>
        <w:rPr>
          <w:u w:val="single"/>
        </w:rPr>
        <w:t xml:space="preserve">   </w:t>
      </w:r>
    </w:p>
    <w:p>
      <w:pPr>
        <w:spacing w:line="460" w:lineRule="exact"/>
        <w:ind w:firstLine="1320" w:firstLineChars="550"/>
        <w:rPr>
          <w:rFonts w:hint="eastAsia"/>
        </w:rPr>
      </w:pP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We are going to have a family dinner.</w:t>
      </w:r>
      <w:r>
        <w:t xml:space="preserve">   B</w:t>
      </w:r>
      <w:r>
        <w:rPr>
          <w:rFonts w:hint="eastAsia"/>
        </w:rPr>
        <w:t xml:space="preserve">. We eat turkey on the festival.      </w:t>
      </w:r>
    </w:p>
    <w:p>
      <w:pPr>
        <w:spacing w:line="460" w:lineRule="exact"/>
        <w:ind w:firstLine="1320" w:firstLineChars="550"/>
        <w:rPr>
          <w:rFonts w:hint="eastAsia"/>
        </w:rPr>
      </w:pPr>
      <w:r>
        <w:t>C.</w:t>
      </w:r>
      <w:r>
        <w:rPr>
          <w:rFonts w:hint="eastAsia"/>
        </w:rPr>
        <w:t xml:space="preserve"> We look at the moon and eat mooncakes.</w:t>
      </w:r>
    </w:p>
    <w:p>
      <w:pPr>
        <w:spacing w:line="460" w:lineRule="exact"/>
        <w:rPr>
          <w:rFonts w:hint="eastAsia"/>
        </w:rPr>
      </w:pPr>
      <w:r>
        <w:t>（     ）</w:t>
      </w:r>
      <w:r>
        <w:rPr>
          <w:rFonts w:hint="eastAsia"/>
        </w:rPr>
        <w:t>33. 你想告诉老师“我迟到了半小时”，应该这样表达：</w:t>
      </w:r>
      <w:r>
        <w:rPr>
          <w:u w:val="single"/>
        </w:rPr>
        <w:t xml:space="preserve">     </w:t>
      </w:r>
      <w:r>
        <w:rPr>
          <w:rFonts w:hint="eastAsia"/>
        </w:rPr>
        <w:t>.</w:t>
      </w:r>
    </w:p>
    <w:p>
      <w:pPr>
        <w:spacing w:line="460" w:lineRule="exact"/>
        <w:ind w:firstLine="600" w:firstLineChars="250"/>
      </w:pPr>
      <w:r>
        <w:rPr>
          <w:rFonts w:hint="eastAsia"/>
        </w:rPr>
        <w:t xml:space="preserve">      </w:t>
      </w:r>
      <w:r>
        <w:t>A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I got up at 6:30.  </w:t>
      </w:r>
      <w:r>
        <w:t>B</w:t>
      </w:r>
      <w:r>
        <w:rPr>
          <w:rFonts w:hint="eastAsia"/>
        </w:rPr>
        <w:t xml:space="preserve">. I was half an hour late.   </w:t>
      </w:r>
      <w:r>
        <w:t>C.</w:t>
      </w:r>
      <w:r>
        <w:rPr>
          <w:rFonts w:hint="eastAsia"/>
        </w:rPr>
        <w:t xml:space="preserve"> I ran to the school.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0"/>
        <w:rPr>
          <w:bCs/>
        </w:rPr>
      </w:pPr>
      <w:r>
        <w:rPr>
          <w:rFonts w:hint="eastAsia"/>
        </w:rPr>
        <w:t>六</w:t>
      </w:r>
      <w:r>
        <w:t>、对话搭配，从右边的句子中选择相应答语的标号填在题前的括号里。（每小题</w:t>
      </w:r>
      <w:r>
        <w:rPr>
          <w:rFonts w:hint="eastAsia"/>
        </w:rPr>
        <w:t>2</w:t>
      </w:r>
      <w:r>
        <w:t>分，共1</w:t>
      </w:r>
      <w:r>
        <w:rPr>
          <w:rFonts w:hint="eastAsia"/>
        </w:rPr>
        <w:t>2</w:t>
      </w:r>
      <w:r>
        <w:t>分）</w:t>
      </w:r>
    </w:p>
    <w:p>
      <w:pPr>
        <w:snapToGrid w:val="0"/>
        <w:spacing w:line="680" w:lineRule="exact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102235</wp:posOffset>
                </wp:positionV>
                <wp:extent cx="5367020" cy="1228725"/>
                <wp:effectExtent l="4445" t="4445" r="19685" b="5080"/>
                <wp:wrapNone/>
                <wp:docPr id="1" name="自选图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7020" cy="1228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When is the Mid-Autumn Festival?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 xml:space="preserve">A. </w:t>
                            </w:r>
                            <w:r>
                              <w:rPr>
                                <w:rFonts w:hint="eastAsia"/>
                              </w:rPr>
                              <w:t>They are running.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hint="eastAsia"/>
                              </w:rPr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t xml:space="preserve">. </w:t>
                            </w:r>
                            <w:r>
                              <w:rPr>
                                <w:rFonts w:hint="eastAsia"/>
                              </w:rPr>
                              <w:t xml:space="preserve">Are there any gifts on the table?       </w:t>
                            </w:r>
                            <w:r>
                              <w:t xml:space="preserve">B. </w:t>
                            </w:r>
                            <w:r>
                              <w:rPr>
                                <w:rFonts w:hint="eastAsia"/>
                              </w:rPr>
                              <w:t>It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 next Sunday.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hint="eastAsia"/>
                              </w:rPr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.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What are they doing?</w:t>
                            </w:r>
                            <w:r>
                              <w:rPr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No,there aren</w:t>
                            </w:r>
                            <w:r>
                              <w:rPr>
                                <w:szCs w:val="21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t.</w:t>
                            </w:r>
                          </w:p>
                          <w:p>
                            <w:pPr>
                              <w:rPr>
                                <w:rFonts w:hint="eastAsia" w:ascii="Calibri" w:hAnsi="Calibri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44" o:spid="_x0000_s1026" o:spt="2" style="position:absolute;left:0pt;margin-left:0.55pt;margin-top:8.05pt;height:96.75pt;width:422.6pt;z-index:-251656192;mso-width-relative:page;mso-height-relative:page;" fillcolor="#FFFFFF" filled="t" stroked="t" coordsize="21600,21600" arcsize="0.166666666666667" o:gfxdata="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6u2qZ1AAAAAgBAAAPAAAAAAAAAAEAIAAAACIAAABkcnMvZG93bnJldi54bWxQSwECFAAU&#10;AAAACACHTuJABWb0pi4CAABnBAAADgAAAAAAAAABACAAAAAjAQAAZHJzL2Uyb0RvYy54bWxQSwUG&#10;AAAAAAYABgBZAQAAw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 xml:space="preserve"> When is the Mid-Autumn Festival?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 xml:space="preserve">A. </w:t>
                      </w:r>
                      <w:r>
                        <w:rPr>
                          <w:rFonts w:hint="eastAsia"/>
                        </w:rPr>
                        <w:t>They are running.</w:t>
                      </w:r>
                    </w:p>
                    <w:p>
                      <w:pPr>
                        <w:spacing w:line="480" w:lineRule="exact"/>
                        <w:rPr>
                          <w:rFonts w:hint="eastAsia"/>
                        </w:rPr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5</w:t>
                      </w:r>
                      <w:r>
                        <w:t xml:space="preserve">. </w:t>
                      </w:r>
                      <w:r>
                        <w:rPr>
                          <w:rFonts w:hint="eastAsia"/>
                        </w:rPr>
                        <w:t xml:space="preserve">Are there any gifts on the table?       </w:t>
                      </w:r>
                      <w:r>
                        <w:t xml:space="preserve">B. </w:t>
                      </w:r>
                      <w:r>
                        <w:rPr>
                          <w:rFonts w:hint="eastAsia"/>
                        </w:rPr>
                        <w:t>It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 next Sunday.</w:t>
                      </w:r>
                    </w:p>
                    <w:p>
                      <w:pPr>
                        <w:spacing w:line="480" w:lineRule="exact"/>
                        <w:rPr>
                          <w:rFonts w:hint="eastAsia"/>
                        </w:rPr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.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What are they doing?</w:t>
                      </w:r>
                      <w:r>
                        <w:rPr>
                          <w:szCs w:val="21"/>
                        </w:rPr>
                        <w:t xml:space="preserve">   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      </w:t>
                      </w:r>
                      <w:r>
                        <w:rPr>
                          <w:szCs w:val="21"/>
                        </w:rPr>
                        <w:t>C</w:t>
                      </w:r>
                      <w:r>
                        <w:rPr>
                          <w:rFonts w:hint="eastAsia"/>
                          <w:szCs w:val="21"/>
                        </w:rPr>
                        <w:t>.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No,there aren</w:t>
                      </w:r>
                      <w:r>
                        <w:rPr>
                          <w:szCs w:val="21"/>
                        </w:rPr>
                        <w:t>’</w:t>
                      </w:r>
                      <w:r>
                        <w:rPr>
                          <w:rFonts w:hint="eastAsia"/>
                          <w:szCs w:val="21"/>
                        </w:rPr>
                        <w:t>t.</w:t>
                      </w:r>
                    </w:p>
                    <w:p>
                      <w:pPr>
                        <w:rPr>
                          <w:rFonts w:hint="eastAsia" w:ascii="Calibri" w:hAnsi="Calibr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napToGrid w:val="0"/>
        <w:spacing w:line="680" w:lineRule="exact"/>
        <w:rPr>
          <w:rFonts w:hint="eastAsia"/>
        </w:rPr>
      </w:pPr>
    </w:p>
    <w:p>
      <w:pPr>
        <w:snapToGrid w:val="0"/>
        <w:spacing w:line="680" w:lineRule="exact"/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141605</wp:posOffset>
                </wp:positionV>
                <wp:extent cx="5367020" cy="1221105"/>
                <wp:effectExtent l="4445" t="4445" r="19685" b="12700"/>
                <wp:wrapNone/>
                <wp:docPr id="2" name="自选图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7020" cy="1221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What did you do,then?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</w:t>
                            </w:r>
                            <w:r>
                              <w:t xml:space="preserve">A. </w:t>
                            </w:r>
                            <w:r>
                              <w:rPr>
                                <w:rFonts w:hint="eastAsia"/>
                              </w:rPr>
                              <w:t>No, I got up at 6:30.</w:t>
                            </w:r>
                          </w:p>
                          <w:p>
                            <w:pPr>
                              <w:spacing w:line="520" w:lineRule="exact"/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t xml:space="preserve">. </w:t>
                            </w:r>
                            <w:r>
                              <w:rPr>
                                <w:rFonts w:hint="eastAsia"/>
                              </w:rPr>
                              <w:t>What do you eat on the Lantern Festival？</w:t>
                            </w:r>
                            <w:r>
                              <w:t xml:space="preserve">   B. </w:t>
                            </w:r>
                            <w:r>
                              <w:rPr>
                                <w:rFonts w:hint="eastAsia"/>
                              </w:rPr>
                              <w:t>Yuanxiao.</w:t>
                            </w:r>
                          </w:p>
                          <w:p>
                            <w:pPr>
                              <w:spacing w:line="520" w:lineRule="exact"/>
                            </w:pPr>
                            <w:r>
                              <w:t>(    )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t>.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Did you get up late?</w:t>
                            </w:r>
                            <w:r>
                              <w:rPr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         </w:t>
                            </w:r>
                            <w:r>
                              <w:rPr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I ran to the school.</w:t>
                            </w:r>
                          </w:p>
                          <w:p>
                            <w:pPr>
                              <w:rPr>
                                <w:rFonts w:hint="eastAsia" w:ascii="Calibri" w:hAnsi="Calibri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144" o:spid="_x0000_s1026" o:spt="2" style="position:absolute;left:0pt;margin-left:-4.7pt;margin-top:11.15pt;height:96.15pt;width:422.6pt;z-index:-251655168;mso-width-relative:page;mso-height-relative:page;" fillcolor="#FFFFFF" filled="t" stroked="t" coordsize="21600,21600" arcsize="0.166666666666667" o:gfxdata="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3GcFHXAAAACQEAAA8AAAAAAAAAAQAgAAAAIgAAAGRycy9kb3ducmV2LnhtbFBLAQIU&#10;ABQAAAAIAIdO4kCqHw+dLQIAAGcEAAAOAAAAAAAAAAEAIAAAACYBAABkcnMvZTJvRG9jLnhtbFBL&#10;BQYAAAAABgAGAFkBAADF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520" w:lineRule="exact"/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 xml:space="preserve"> What did you do,then?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 xml:space="preserve">              </w:t>
                      </w:r>
                      <w:r>
                        <w:t xml:space="preserve">A. </w:t>
                      </w:r>
                      <w:r>
                        <w:rPr>
                          <w:rFonts w:hint="eastAsia"/>
                        </w:rPr>
                        <w:t>No, I got up at 6:30.</w:t>
                      </w:r>
                    </w:p>
                    <w:p>
                      <w:pPr>
                        <w:spacing w:line="520" w:lineRule="exact"/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t xml:space="preserve">. </w:t>
                      </w:r>
                      <w:r>
                        <w:rPr>
                          <w:rFonts w:hint="eastAsia"/>
                        </w:rPr>
                        <w:t>What do you eat on the Lantern Festival？</w:t>
                      </w:r>
                      <w:r>
                        <w:t xml:space="preserve">   B. </w:t>
                      </w:r>
                      <w:r>
                        <w:rPr>
                          <w:rFonts w:hint="eastAsia"/>
                        </w:rPr>
                        <w:t>Yuanxiao.</w:t>
                      </w:r>
                    </w:p>
                    <w:p>
                      <w:pPr>
                        <w:spacing w:line="520" w:lineRule="exact"/>
                      </w:pPr>
                      <w:r>
                        <w:t>(    )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9</w:t>
                      </w:r>
                      <w:r>
                        <w:t>.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Did you get up late?</w:t>
                      </w:r>
                      <w:r>
                        <w:rPr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               </w:t>
                      </w:r>
                      <w:r>
                        <w:rPr>
                          <w:szCs w:val="21"/>
                        </w:rPr>
                        <w:t>C</w:t>
                      </w:r>
                      <w:r>
                        <w:rPr>
                          <w:rFonts w:hint="eastAsia"/>
                          <w:szCs w:val="21"/>
                        </w:rPr>
                        <w:t>.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I ran to the school.</w:t>
                      </w:r>
                    </w:p>
                    <w:p>
                      <w:pPr>
                        <w:rPr>
                          <w:rFonts w:hint="eastAsia" w:ascii="Calibri" w:hAnsi="Calibr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1200"/>
        </w:tabs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</w:p>
    <w:p>
      <w:pPr>
        <w:tabs>
          <w:tab w:val="left" w:pos="1200"/>
        </w:tabs>
        <w:rPr>
          <w:rFonts w:hint="eastAsia"/>
        </w:rPr>
      </w:pPr>
    </w:p>
    <w:p>
      <w:pPr>
        <w:spacing w:line="460" w:lineRule="exact"/>
        <w:rPr>
          <w:rFonts w:hAnsi="宋体"/>
          <w:bCs/>
        </w:rPr>
      </w:pPr>
    </w:p>
    <w:p>
      <w:pPr>
        <w:spacing w:line="460" w:lineRule="exact"/>
        <w:rPr>
          <w:rFonts w:ascii="黑体" w:hAnsi="黑体" w:eastAsia="黑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241300</wp:posOffset>
                </wp:positionV>
                <wp:extent cx="839470" cy="7882255"/>
                <wp:effectExtent l="0" t="0" r="0" b="0"/>
                <wp:wrapNone/>
                <wp:docPr id="83" name="文本框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78822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…………………………密……………………………………封…………………………………………线…………………………………………—</w:t>
                            </w:r>
                          </w:p>
                        </w:txbxContent>
                      </wps:txbx>
                      <wps:bodyPr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41" o:spid="_x0000_s1026" o:spt="202" type="#_x0000_t202" style="position:absolute;left:0pt;margin-left:435.7pt;margin-top:19pt;height:620.65pt;width:66.1pt;z-index:251700224;mso-width-relative:page;mso-height-relative:page;" fillcolor="#FFFFFF" filled="t" stroked="f" coordsize="21600,21600" o:gfxdata="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je142wAAAAwBAAAPAAAAAAAAAAEAIAAAACIAAABkcnMvZG93bnJldi54bWxQSwECFAAU&#10;AAAACACHTuJA67vNK+4BAADNAwAADgAAAAAAAAABACAAAAAqAQAAZHJzL2Uyb0RvYy54bWxQSwUG&#10;AAAAAAYABgBZAQAAigUAAAAA&#10;">
                <v:fill on="t" opacity="0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…………………………密……………………………………封…………………………………………线…………………………………………—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Cs/>
        </w:rPr>
        <w:t>七、</w:t>
      </w:r>
      <w:r>
        <w:rPr>
          <w:rFonts w:hint="eastAsia" w:eastAsia="黑体"/>
          <w:spacing w:val="-4"/>
        </w:rPr>
        <w:t>快乐阅读，精心选择。（每小题2分，共8分）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We had a sports meet last week. All of the students were very excited.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There are many kinds of sports. Liming did very well in the sports meet, he ran fast,he won the 400-meter race. Chenchen can jump very far, so he won the long jump.Wangling is good at doing the high jump, she jumped very high, she was the winner. </w:t>
      </w:r>
    </w:p>
    <w:p>
      <w:pPr>
        <w:snapToGrid w:val="0"/>
        <w:spacing w:line="520" w:lineRule="exact"/>
      </w:pPr>
      <w:r>
        <w:t xml:space="preserve">(    )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40</w:t>
      </w:r>
      <w:r>
        <w:t>.</w:t>
      </w:r>
      <w:r>
        <w:rPr>
          <w:rFonts w:hint="eastAsia"/>
          <w:lang w:val="en-US" w:eastAsia="zh-CN"/>
        </w:rPr>
        <w:t xml:space="preserve"> </w:t>
      </w:r>
      <w:r>
        <w:rPr>
          <w:u w:val="single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won the 400-meter race</w:t>
      </w:r>
      <w:r>
        <w:t>.</w:t>
      </w:r>
    </w:p>
    <w:p>
      <w:pPr>
        <w:numPr>
          <w:ilvl w:val="0"/>
          <w:numId w:val="2"/>
        </w:numPr>
        <w:snapToGrid w:val="0"/>
        <w:spacing w:line="520" w:lineRule="exact"/>
        <w:ind w:firstLine="1080" w:firstLineChars="450"/>
      </w:pPr>
      <w:r>
        <w:rPr>
          <w:rFonts w:hint="eastAsia"/>
          <w:lang w:val="en-US" w:eastAsia="zh-CN"/>
        </w:rPr>
        <w:t>Liming</w:t>
      </w:r>
      <w:r>
        <w:t xml:space="preserve">   B. </w:t>
      </w:r>
      <w:r>
        <w:rPr>
          <w:rFonts w:hint="eastAsia"/>
          <w:lang w:val="en-US" w:eastAsia="zh-CN"/>
        </w:rPr>
        <w:t>Chenchen</w:t>
      </w:r>
      <w:r>
        <w:t xml:space="preserve">  C.</w:t>
      </w:r>
      <w:r>
        <w:rPr>
          <w:rFonts w:hint="eastAsia"/>
          <w:lang w:val="en-US" w:eastAsia="zh-CN"/>
        </w:rPr>
        <w:t xml:space="preserve"> Wangling</w:t>
      </w:r>
    </w:p>
    <w:p>
      <w:pPr>
        <w:snapToGrid w:val="0"/>
        <w:spacing w:line="520" w:lineRule="exact"/>
        <w:ind w:firstLine="120" w:firstLineChars="50"/>
      </w:pPr>
      <w:r>
        <w:t xml:space="preserve">(    )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41</w:t>
      </w:r>
      <w:r>
        <w:t>.</w:t>
      </w:r>
      <w:r>
        <w:rPr>
          <w:u w:val="single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is good at doing the high jump</w:t>
      </w:r>
      <w:r>
        <w:t>.</w:t>
      </w:r>
    </w:p>
    <w:p>
      <w:pPr>
        <w:snapToGrid w:val="0"/>
        <w:spacing w:line="520" w:lineRule="exact"/>
        <w:ind w:firstLine="1080" w:firstLineChars="450"/>
        <w:rPr>
          <w:rFonts w:hint="default" w:eastAsia="宋体"/>
          <w:lang w:val="en-US" w:eastAsia="zh-CN"/>
        </w:rPr>
      </w:pPr>
      <w:r>
        <w:t xml:space="preserve">A. </w:t>
      </w:r>
      <w:r>
        <w:rPr>
          <w:rFonts w:hint="eastAsia"/>
          <w:lang w:val="en-US" w:eastAsia="zh-CN"/>
        </w:rPr>
        <w:t>Chenchen</w:t>
      </w:r>
      <w:r>
        <w:t xml:space="preserve">    B. </w:t>
      </w:r>
      <w:r>
        <w:rPr>
          <w:rFonts w:hint="eastAsia"/>
          <w:lang w:val="en-US" w:eastAsia="zh-CN"/>
        </w:rPr>
        <w:t>Tom</w:t>
      </w:r>
      <w:r>
        <w:t xml:space="preserve">    C.</w:t>
      </w:r>
      <w:r>
        <w:rPr>
          <w:rFonts w:hint="eastAsia"/>
          <w:lang w:val="en-US" w:eastAsia="zh-CN"/>
        </w:rPr>
        <w:t xml:space="preserve"> Wangling</w:t>
      </w:r>
    </w:p>
    <w:p>
      <w:pPr>
        <w:snapToGrid w:val="0"/>
        <w:spacing w:line="520" w:lineRule="exact"/>
        <w:ind w:firstLine="120" w:firstLineChars="50"/>
      </w:pPr>
      <w:r>
        <w:t>(    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42</w:t>
      </w:r>
      <w:r>
        <w:t>.</w:t>
      </w:r>
      <w:r>
        <w:rPr>
          <w:rFonts w:hint="eastAsia"/>
          <w:lang w:val="en-US" w:eastAsia="zh-CN"/>
        </w:rPr>
        <w:t xml:space="preserve">We had a sports meet </w:t>
      </w:r>
      <w:r>
        <w:rPr>
          <w:u w:val="single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</w:t>
      </w:r>
      <w:r>
        <w:t xml:space="preserve">. </w:t>
      </w:r>
      <w:r>
        <w:rPr>
          <w:u w:val="single"/>
        </w:rPr>
        <w:t xml:space="preserve">          </w:t>
      </w:r>
      <w:r>
        <w:t xml:space="preserve">        </w:t>
      </w:r>
    </w:p>
    <w:p>
      <w:pPr>
        <w:snapToGrid w:val="0"/>
        <w:spacing w:line="520" w:lineRule="exact"/>
        <w:ind w:firstLine="1080" w:firstLineChars="450"/>
        <w:rPr>
          <w:rFonts w:hint="default" w:eastAsia="宋体"/>
          <w:lang w:val="en-US" w:eastAsia="zh-CN"/>
        </w:rPr>
      </w:pPr>
      <w:r>
        <w:t xml:space="preserve">A. </w:t>
      </w:r>
      <w:r>
        <w:rPr>
          <w:rFonts w:hint="eastAsia"/>
          <w:lang w:val="en-US" w:eastAsia="zh-CN"/>
        </w:rPr>
        <w:t>last weekend</w:t>
      </w:r>
      <w:r>
        <w:t xml:space="preserve">   B. </w:t>
      </w:r>
      <w:r>
        <w:rPr>
          <w:rFonts w:hint="eastAsia"/>
          <w:lang w:val="en-US" w:eastAsia="zh-CN"/>
        </w:rPr>
        <w:t>last week</w:t>
      </w:r>
      <w:r>
        <w:t xml:space="preserve">    C.</w:t>
      </w:r>
      <w:r>
        <w:rPr>
          <w:rFonts w:hint="eastAsia"/>
          <w:lang w:val="en-US" w:eastAsia="zh-CN"/>
        </w:rPr>
        <w:t xml:space="preserve"> last night</w:t>
      </w:r>
    </w:p>
    <w:p>
      <w:pPr>
        <w:tabs>
          <w:tab w:val="center" w:pos="4164"/>
        </w:tabs>
        <w:spacing w:line="520" w:lineRule="exact"/>
        <w:rPr>
          <w:rFonts w:hint="eastAsia"/>
          <w:b/>
          <w:sz w:val="32"/>
          <w:szCs w:val="32"/>
        </w:rPr>
      </w:pPr>
    </w:p>
    <w:p>
      <w:pPr>
        <w:tabs>
          <w:tab w:val="center" w:pos="4164"/>
        </w:tabs>
        <w:spacing w:line="520" w:lineRule="exact"/>
        <w:ind w:firstLine="1958" w:firstLineChars="650"/>
        <w:rPr>
          <w:rFonts w:hint="eastAsia" w:eastAsia="楷体_GB2312"/>
          <w:b/>
          <w:sz w:val="32"/>
          <w:szCs w:val="32"/>
        </w:rPr>
      </w:pPr>
      <w:r>
        <w:rPr>
          <w:b/>
          <w:sz w:val="30"/>
          <w:szCs w:val="30"/>
        </w:rPr>
        <w:t>第</w:t>
      </w:r>
      <w:r>
        <w:rPr>
          <w:rFonts w:hint="eastAsia"/>
          <w:b/>
          <w:sz w:val="30"/>
          <w:szCs w:val="30"/>
        </w:rPr>
        <w:t>Ⅱ</w:t>
      </w:r>
      <w:r>
        <w:rPr>
          <w:b/>
          <w:sz w:val="30"/>
          <w:szCs w:val="30"/>
        </w:rPr>
        <w:t>卷</w:t>
      </w:r>
      <w:r>
        <w:rPr>
          <w:rFonts w:eastAsia="楷体_GB2312"/>
          <w:b/>
          <w:sz w:val="30"/>
          <w:szCs w:val="30"/>
        </w:rPr>
        <w:t>（选择题，共</w:t>
      </w:r>
      <w:r>
        <w:rPr>
          <w:rFonts w:hint="eastAsia" w:eastAsia="楷体_GB2312"/>
          <w:b/>
          <w:sz w:val="30"/>
          <w:szCs w:val="30"/>
        </w:rPr>
        <w:t>30</w:t>
      </w:r>
      <w:r>
        <w:rPr>
          <w:rFonts w:eastAsia="楷体_GB2312"/>
          <w:b/>
          <w:sz w:val="30"/>
          <w:szCs w:val="30"/>
        </w:rPr>
        <w:t>分）</w:t>
      </w:r>
    </w:p>
    <w:p>
      <w:r>
        <w:rPr>
          <w:rFonts w:hAnsi="宋体"/>
        </w:rPr>
        <w:t>八、按字母表顺序，把所缺字母填在四线格上。</w:t>
      </w:r>
      <w:r>
        <w:t>(</w:t>
      </w:r>
      <w:r>
        <w:rPr>
          <w:rFonts w:hAnsi="宋体"/>
        </w:rPr>
        <w:t>每小题</w:t>
      </w:r>
      <w:r>
        <w:t>1</w:t>
      </w:r>
      <w:r>
        <w:rPr>
          <w:rFonts w:hAnsi="宋体"/>
        </w:rPr>
        <w:t>分，共</w:t>
      </w:r>
      <w:r>
        <w:rPr>
          <w:rFonts w:hint="eastAsia" w:hAnsi="宋体"/>
        </w:rPr>
        <w:t>10</w:t>
      </w:r>
      <w:r>
        <w:rPr>
          <w:rFonts w:hAnsi="宋体"/>
        </w:rPr>
        <w:t>分</w:t>
      </w:r>
      <w:r>
        <w:t xml:space="preserve">)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4260"/>
          <w:tab w:val="left" w:pos="4560"/>
          <w:tab w:val="left" w:pos="4620"/>
          <w:tab w:val="left" w:pos="5040"/>
          <w:tab w:val="left" w:pos="5460"/>
          <w:tab w:val="left" w:pos="5880"/>
          <w:tab w:val="left" w:pos="7200"/>
          <w:tab w:val="left" w:pos="7650"/>
        </w:tabs>
        <w:ind w:firstLine="1080" w:firstLineChars="450"/>
      </w:pPr>
      <w:r>
        <w:t>4</w:t>
      </w:r>
      <w:r>
        <w:rPr>
          <w:rFonts w:hint="eastAsia"/>
        </w:rPr>
        <w:t>3</w:t>
      </w:r>
      <w:r>
        <w:t xml:space="preserve">.  </w:t>
      </w:r>
      <w:r>
        <w:rPr>
          <w:rFonts w:hint="eastAsia"/>
        </w:rPr>
        <w:t xml:space="preserve"> </w:t>
      </w:r>
      <w:r>
        <w:rPr>
          <w:kern w:val="0"/>
        </w:rPr>
        <w:t>4</w:t>
      </w:r>
      <w:r>
        <w:rPr>
          <w:rFonts w:hint="eastAsia"/>
          <w:kern w:val="0"/>
        </w:rPr>
        <w:t>4</w:t>
      </w:r>
      <w:r>
        <w:t xml:space="preserve">. </w:t>
      </w:r>
      <w:r>
        <w:rPr>
          <w:rFonts w:hint="eastAsia"/>
        </w:rPr>
        <w:t xml:space="preserve"> </w:t>
      </w:r>
      <w:r>
        <w:rPr>
          <w:kern w:val="0"/>
        </w:rPr>
        <w:t xml:space="preserve"> </w:t>
      </w:r>
      <w:r>
        <w:t>4</w:t>
      </w:r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 xml:space="preserve"> </w:t>
      </w:r>
      <w:r>
        <w:t xml:space="preserve"> 4</w:t>
      </w:r>
      <w:r>
        <w:rPr>
          <w:rFonts w:hint="eastAsia"/>
        </w:rPr>
        <w:t>6</w:t>
      </w:r>
      <w:r>
        <w:t xml:space="preserve">.  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7</w:t>
      </w:r>
      <w:r>
        <w:t xml:space="preserve">. </w:t>
      </w:r>
      <w:r>
        <w:rPr>
          <w:rFonts w:hint="eastAsia"/>
        </w:rPr>
        <w:t xml:space="preserve">           48.  49.  50.  51.  52.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4260"/>
          <w:tab w:val="left" w:pos="4560"/>
          <w:tab w:val="left" w:pos="4620"/>
          <w:tab w:val="left" w:pos="5040"/>
          <w:tab w:val="left" w:pos="5460"/>
          <w:tab w:val="left" w:pos="5880"/>
          <w:tab w:val="left" w:pos="7200"/>
          <w:tab w:val="left" w:pos="7650"/>
        </w:tabs>
      </w:pP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127000</wp:posOffset>
                </wp:positionV>
                <wp:extent cx="1990090" cy="252095"/>
                <wp:effectExtent l="0" t="4445" r="10160" b="10160"/>
                <wp:wrapNone/>
                <wp:docPr id="45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090" cy="252095"/>
                          <a:chOff x="0" y="0"/>
                          <a:chExt cx="2340" cy="468"/>
                        </a:xfrm>
                      </wpg:grpSpPr>
                      <wps:wsp>
                        <wps:cNvPr id="41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47.95pt;margin-top:10pt;height:19.85pt;width:156.7pt;z-index:251688960;mso-width-relative:page;mso-height-relative:page;" coordsize="2340,468" o:gfxdata="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IhD6BDYAAAACAEAAA8AAAAAAAAAAQAgAAAAIgAAAGRycy9kb3ducmV2LnhtbFBLAQIU&#10;ABQAAAAIAIdO4kAkf/lPngIAAAQLAAAOAAAAAAAAAAEAIAAAACcBAABkcnMvZTJvRG9jLnhtbFBL&#10;BQYAAAAABgAGAFkBAAA3BgAAAAA=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146050</wp:posOffset>
                </wp:positionV>
                <wp:extent cx="1857375" cy="252095"/>
                <wp:effectExtent l="0" t="4445" r="9525" b="10160"/>
                <wp:wrapNone/>
                <wp:docPr id="40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252095"/>
                          <a:chOff x="0" y="0"/>
                          <a:chExt cx="2340" cy="468"/>
                        </a:xfrm>
                      </wpg:grpSpPr>
                      <wps:wsp>
                        <wps:cNvPr id="36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269.2pt;margin-top:11.5pt;height:19.85pt;width:146.25pt;z-index:251687936;mso-width-relative:page;mso-height-relative:page;" coordsize="2340,468" o:gfxdata="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CjenR2gAAAAkBAAAPAAAAAAAAAAEAIAAAACIAAABkcnMvZG93bnJldi54&#10;bWxQSwECFAAUAAAACACHTuJAgfdY+KMCAAAECwAADgAAAAAAAAABACAAAAApAQAAZHJzL2Uyb0Rv&#10;Yy54bWxQSwUGAAAAAAYABgBZAQAAPgYAAAAA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4260"/>
          <w:tab w:val="left" w:pos="4560"/>
          <w:tab w:val="left" w:pos="4620"/>
          <w:tab w:val="left" w:pos="5040"/>
          <w:tab w:val="left" w:pos="5460"/>
          <w:tab w:val="left" w:pos="5880"/>
          <w:tab w:val="left" w:pos="7200"/>
          <w:tab w:val="left" w:pos="7650"/>
        </w:tabs>
        <w:spacing w:line="240" w:lineRule="exact"/>
      </w:pPr>
      <w:r>
        <w:rPr>
          <w:rFonts w:hint="eastAsia"/>
        </w:rPr>
        <w:t>Cc Dd</w:t>
      </w:r>
      <w:r>
        <w:t xml:space="preserve">           </w:t>
      </w:r>
      <w:r>
        <w:rPr>
          <w:rFonts w:hint="eastAsia"/>
        </w:rPr>
        <w:t xml:space="preserve"> </w:t>
      </w:r>
      <w:r>
        <w:t xml:space="preserve">                        </w:t>
      </w:r>
      <w:r>
        <w:rPr>
          <w:rFonts w:hint="eastAsia"/>
        </w:rPr>
        <w:t xml:space="preserve">o p                         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4260"/>
          <w:tab w:val="left" w:pos="4560"/>
          <w:tab w:val="left" w:pos="4620"/>
          <w:tab w:val="left" w:pos="5040"/>
          <w:tab w:val="left" w:pos="5460"/>
          <w:tab w:val="left" w:pos="5880"/>
          <w:tab w:val="left" w:pos="7200"/>
          <w:tab w:val="left" w:pos="7650"/>
        </w:tabs>
        <w:ind w:firstLine="600" w:firstLineChars="250"/>
        <w:rPr>
          <w:kern w:val="0"/>
        </w:rPr>
      </w:pPr>
      <w:r>
        <w:t xml:space="preserve">        </w:t>
      </w:r>
    </w:p>
    <w:p>
      <w:pPr>
        <w:spacing w:line="440" w:lineRule="exact"/>
      </w:pPr>
      <w:r>
        <w:rPr>
          <w:rFonts w:hAnsi="宋体"/>
        </w:rPr>
        <w:t>九、认一认，正确抄写下列单词和句子。（每</w:t>
      </w:r>
      <w:r>
        <w:rPr>
          <w:rFonts w:hint="eastAsia" w:hAnsi="宋体"/>
        </w:rPr>
        <w:t>小题</w:t>
      </w:r>
      <w:r>
        <w:rPr>
          <w:rFonts w:hAnsi="宋体"/>
        </w:rPr>
        <w:t>单词</w:t>
      </w:r>
      <w:r>
        <w:t>2</w:t>
      </w:r>
      <w:r>
        <w:rPr>
          <w:rFonts w:hAnsi="宋体"/>
        </w:rPr>
        <w:t>分，句子</w:t>
      </w:r>
      <w:r>
        <w:t>4</w:t>
      </w:r>
      <w:r>
        <w:rPr>
          <w:rFonts w:hAnsi="宋体"/>
        </w:rPr>
        <w:t>分，共</w:t>
      </w:r>
      <w:r>
        <w:rPr>
          <w:rFonts w:hint="eastAsia"/>
        </w:rPr>
        <w:t>10</w:t>
      </w:r>
      <w:r>
        <w:rPr>
          <w:rFonts w:hAnsi="宋体"/>
        </w:rPr>
        <w:t>分）</w:t>
      </w:r>
    </w:p>
    <w:p>
      <w:pPr>
        <w:widowControl/>
        <w:tabs>
          <w:tab w:val="left" w:pos="4935"/>
        </w:tabs>
        <w:spacing w:line="440" w:lineRule="exact"/>
        <w:ind w:firstLine="120" w:firstLineChars="50"/>
        <w:jc w:val="left"/>
        <w:rPr>
          <w:kern w:val="0"/>
        </w:rPr>
      </w:pPr>
      <w:r>
        <w:rPr>
          <w:rFonts w:hint="eastAsia"/>
        </w:rPr>
        <w:t>53</w:t>
      </w:r>
      <w:r>
        <w:t xml:space="preserve">. </w:t>
      </w:r>
      <w:r>
        <w:rPr>
          <w:rFonts w:hint="eastAsia"/>
        </w:rPr>
        <w:t>stop</w:t>
      </w:r>
      <w:r>
        <w:t xml:space="preserve">  </w:t>
      </w:r>
      <w:r>
        <w:rPr>
          <w:rFonts w:hint="eastAsia"/>
        </w:rPr>
        <w:t xml:space="preserve">  54</w:t>
      </w:r>
      <w:r>
        <w:t>.</w:t>
      </w:r>
      <w:r>
        <w:rPr>
          <w:rFonts w:hint="eastAsia"/>
        </w:rPr>
        <w:t xml:space="preserve"> high</w:t>
      </w:r>
      <w:r>
        <w:t xml:space="preserve">  </w:t>
      </w:r>
      <w:r>
        <w:rPr>
          <w:rFonts w:hint="eastAsia"/>
        </w:rPr>
        <w:t xml:space="preserve">   55</w:t>
      </w:r>
      <w:r>
        <w:t>.</w:t>
      </w:r>
      <w:r>
        <w:rPr>
          <w:rFonts w:hint="eastAsia"/>
        </w:rPr>
        <w:t xml:space="preserve"> candle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 56.</w:t>
      </w:r>
      <w:r>
        <w:rPr>
          <w:kern w:val="0"/>
        </w:rPr>
        <w:t xml:space="preserve"> </w:t>
      </w:r>
      <w:r>
        <w:rPr>
          <w:rFonts w:hint="eastAsia"/>
          <w:kern w:val="0"/>
        </w:rPr>
        <w:t>The bus didn</w:t>
      </w:r>
      <w:r>
        <w:rPr>
          <w:kern w:val="0"/>
        </w:rPr>
        <w:t>’</w:t>
      </w:r>
      <w:r>
        <w:rPr>
          <w:rFonts w:hint="eastAsia"/>
          <w:kern w:val="0"/>
        </w:rPr>
        <w:t>t come.</w:t>
      </w:r>
      <w:r>
        <w:rPr>
          <w:kern w:val="0"/>
        </w:rPr>
        <w:t xml:space="preserve">       </w:t>
      </w:r>
    </w:p>
    <w:p>
      <w:r>
        <w:rPr>
          <w:kern w:val="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48260</wp:posOffset>
                </wp:positionV>
                <wp:extent cx="704215" cy="252095"/>
                <wp:effectExtent l="0" t="4445" r="635" b="10160"/>
                <wp:wrapNone/>
                <wp:docPr id="55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215" cy="252095"/>
                          <a:chOff x="0" y="0"/>
                          <a:chExt cx="2340" cy="468"/>
                        </a:xfrm>
                      </wpg:grpSpPr>
                      <wps:wsp>
                        <wps:cNvPr id="51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140.2pt;margin-top:3.8pt;height:19.85pt;width:55.45pt;z-index:251691008;mso-width-relative:page;mso-height-relative:page;" coordsize="2340,468" o:gfxdata="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gezzWNkAAAAIAQAADwAAAAAAAAABACAAAAAiAAAAZHJzL2Rvd25yZXYueG1sUEsB&#10;AhQAFAAAAAgAh07iQA2EtIyfAgAAAwsAAA4AAAAAAAAAAQAgAAAAKAEAAGRycy9lMm9Eb2MueG1s&#10;UEsFBgAAAAAGAAYAWQEAADkGAAAAAA==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48260</wp:posOffset>
                </wp:positionV>
                <wp:extent cx="647700" cy="252095"/>
                <wp:effectExtent l="0" t="4445" r="0" b="10160"/>
                <wp:wrapNone/>
                <wp:docPr id="30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252095"/>
                          <a:chOff x="0" y="0"/>
                          <a:chExt cx="2340" cy="468"/>
                        </a:xfrm>
                      </wpg:grpSpPr>
                      <wps:wsp>
                        <wps:cNvPr id="26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69.75pt;margin-top:3.8pt;height:19.85pt;width:51pt;z-index:251685888;mso-width-relative:page;mso-height-relative:page;" coordsize="2340,468" o:gfxdata="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WpAMG2AAAAAgBAAAPAAAAAAAAAAEAIAAAACIAAABkcnMvZG93bnJldi54bWxQ&#10;SwECFAAUAAAACACHTuJAWPf806ICAAADCwAADgAAAAAAAAABACAAAAAnAQAAZHJzL2Uyb0RvYy54&#10;bWxQSwUGAAAAAAYABgBZAQAAOwYAAAAA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48260</wp:posOffset>
                </wp:positionV>
                <wp:extent cx="2581910" cy="252095"/>
                <wp:effectExtent l="0" t="4445" r="8890" b="10160"/>
                <wp:wrapNone/>
                <wp:docPr id="50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910" cy="252095"/>
                          <a:chOff x="0" y="0"/>
                          <a:chExt cx="2340" cy="468"/>
                        </a:xfrm>
                      </wpg:grpSpPr>
                      <wps:wsp>
                        <wps:cNvPr id="46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210.8pt;margin-top:3.8pt;height:19.85pt;width:203.3pt;z-index:251689984;mso-width-relative:page;mso-height-relative:page;" coordsize="2340,468" o:gfxdata="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j+hay2AAAAAgBAAAPAAAAAAAAAAEAIAAAACIAAABkcnMvZG93bnJldi54bWxQ&#10;SwECFAAUAAAACACHTuJAFivceqICAAAECwAADgAAAAAAAAABACAAAAAnAQAAZHJzL2Uyb0RvYy54&#10;bWxQSwUGAAAAAAYABgBZAQAAOwYAAAAA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48260</wp:posOffset>
                </wp:positionV>
                <wp:extent cx="666750" cy="252095"/>
                <wp:effectExtent l="0" t="4445" r="0" b="10160"/>
                <wp:wrapNone/>
                <wp:docPr id="35" name="组合 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252095"/>
                          <a:chOff x="0" y="0"/>
                          <a:chExt cx="2340" cy="468"/>
                        </a:xfrm>
                      </wpg:grpSpPr>
                      <wps:wsp>
                        <wps:cNvPr id="31" name="直线 887"/>
                        <wps:cNvSpPr/>
                        <wps:spPr>
                          <a:xfrm>
                            <a:off x="0" y="0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888"/>
                        <wps:cNvSpPr/>
                        <wps:spPr>
                          <a:xfrm>
                            <a:off x="0" y="156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889"/>
                        <wps:cNvSpPr/>
                        <wps:spPr>
                          <a:xfrm>
                            <a:off x="0" y="312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890"/>
                        <wps:cNvSpPr/>
                        <wps:spPr>
                          <a:xfrm>
                            <a:off x="0" y="468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86" o:spid="_x0000_s1026" o:spt="203" style="position:absolute;left:0pt;margin-left:4.45pt;margin-top:3.8pt;height:19.85pt;width:52.5pt;z-index:251686912;mso-width-relative:page;mso-height-relative:page;" coordsize="2340,468" o:gfxdata="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63+g01gAAAAYBAAAPAAAAAAAAAAEAIAAAACIAAABkcnMvZG93bnJldi54bWxQSwECFAAU&#10;AAAACACHTuJANCx+B54CAAADCwAADgAAAAAAAAABACAAAAAlAQAAZHJzL2Uyb0RvYy54bWxQSwUG&#10;AAAAAAYABgBZAQAANQYAAAAA&#10;">
                <o:lock v:ext="edit" aspectratio="f"/>
                <v:line id="直线 887" o:spid="_x0000_s1026" o:spt="20" style="position:absolute;left:0;top:0;height:0;width:2340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8" o:spid="_x0000_s1026" o:spt="20" style="position:absolute;left:0;top:156;height:0;width:234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89" o:spid="_x0000_s1026" o:spt="20" style="position:absolute;left:0;top:312;height:0;width:234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90" o:spid="_x0000_s1026" o:spt="20" style="position:absolute;left:0;top:468;height:0;width:234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460" w:lineRule="exact"/>
        <w:rPr>
          <w:kern w:val="0"/>
        </w:rPr>
      </w:pPr>
      <w:r>
        <w:rPr>
          <w:kern w:val="0"/>
        </w:rPr>
        <w:t xml:space="preserve">                        </w:t>
      </w:r>
    </w:p>
    <w:p>
      <w:pPr>
        <w:spacing w:line="560" w:lineRule="exact"/>
        <w:outlineLvl w:val="0"/>
      </w:pPr>
      <w:r>
        <w:rPr>
          <w:rFonts w:hAnsi="宋体"/>
        </w:rPr>
        <w:t>十、我是小小翻译家。（每小题</w:t>
      </w:r>
      <w:r>
        <w:rPr>
          <w:rFonts w:hint="eastAsia" w:hAnsi="宋体"/>
        </w:rPr>
        <w:t>单词</w:t>
      </w:r>
      <w:r>
        <w:t>1</w:t>
      </w:r>
      <w:r>
        <w:rPr>
          <w:rFonts w:hAnsi="宋体"/>
        </w:rPr>
        <w:t>分</w:t>
      </w:r>
      <w:r>
        <w:rPr>
          <w:rFonts w:hint="eastAsia" w:hAnsi="宋体"/>
        </w:rPr>
        <w:t>,短语</w:t>
      </w:r>
      <w:r>
        <w:t>2</w:t>
      </w:r>
      <w:r>
        <w:rPr>
          <w:rFonts w:hAnsi="宋体"/>
        </w:rPr>
        <w:t>分，</w:t>
      </w:r>
      <w:r>
        <w:rPr>
          <w:rFonts w:hint="eastAsia" w:hAnsi="宋体"/>
        </w:rPr>
        <w:t>句子3分，</w:t>
      </w:r>
      <w:r>
        <w:rPr>
          <w:rFonts w:hAnsi="宋体"/>
        </w:rPr>
        <w:t>共</w:t>
      </w:r>
      <w:r>
        <w:rPr>
          <w:rFonts w:hint="eastAsia" w:hAnsi="宋体"/>
        </w:rPr>
        <w:t>10</w:t>
      </w:r>
      <w:r>
        <w:rPr>
          <w:rFonts w:hAnsi="宋体"/>
        </w:rPr>
        <w:t>分）</w:t>
      </w:r>
    </w:p>
    <w:p>
      <w:pPr>
        <w:spacing w:line="700" w:lineRule="exact"/>
        <w:rPr>
          <w:rFonts w:hint="eastAsia" w:eastAsia="黑体"/>
        </w:rPr>
      </w:pPr>
      <w:r>
        <w:rPr>
          <w:rFonts w:hint="eastAsia" w:eastAsia="黑体"/>
        </w:rPr>
        <w:t>57</w:t>
      </w:r>
      <w:r>
        <w:rPr>
          <w:rFonts w:eastAsia="黑体"/>
        </w:rPr>
        <w:t>.</w:t>
      </w:r>
      <w:r>
        <w:rPr>
          <w:rFonts w:hint="eastAsia" w:eastAsia="黑体"/>
        </w:rPr>
        <w:t xml:space="preserve"> begin </w:t>
      </w:r>
      <w:r>
        <w:rPr>
          <w:rFonts w:hint="eastAsia" w:eastAsia="黑体"/>
          <w:u w:val="single"/>
        </w:rPr>
        <w:t xml:space="preserve">      </w:t>
      </w:r>
      <w:r>
        <w:rPr>
          <w:rFonts w:hint="eastAsia" w:eastAsia="黑体"/>
        </w:rPr>
        <w:t xml:space="preserve">   58. luck</w:t>
      </w:r>
      <w:r>
        <w:rPr>
          <w:rFonts w:hint="eastAsia"/>
        </w:rPr>
        <w:t xml:space="preserve">  </w:t>
      </w:r>
      <w:r>
        <w:rPr>
          <w:rFonts w:hint="eastAsia" w:eastAsia="黑体"/>
        </w:rPr>
        <w:t>_______   59.</w:t>
      </w:r>
      <w:r>
        <w:rPr>
          <w:rFonts w:hint="eastAsia"/>
        </w:rPr>
        <w:t xml:space="preserve"> exercise </w:t>
      </w:r>
      <w:r>
        <w:rPr>
          <w:rFonts w:hint="eastAsia" w:eastAsia="黑体"/>
        </w:rPr>
        <w:t>________</w:t>
      </w:r>
    </w:p>
    <w:p>
      <w:pPr>
        <w:spacing w:line="700" w:lineRule="exact"/>
        <w:rPr>
          <w:rFonts w:hint="eastAsia" w:eastAsia="黑体"/>
        </w:rPr>
      </w:pPr>
      <w:r>
        <w:rPr>
          <w:rFonts w:hint="eastAsia" w:eastAsia="黑体"/>
        </w:rPr>
        <w:t xml:space="preserve">60. watch lanterns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</w:t>
      </w:r>
      <w:r>
        <w:rPr>
          <w:rFonts w:hint="eastAsia" w:eastAsia="黑体"/>
        </w:rPr>
        <w:t xml:space="preserve">     61. take the bus  ________</w:t>
      </w:r>
    </w:p>
    <w:p>
      <w:pPr>
        <w:spacing w:line="700" w:lineRule="exact"/>
        <w:rPr>
          <w:rFonts w:eastAsia="黑体"/>
        </w:rPr>
      </w:pPr>
      <w:r>
        <w:rPr>
          <w:rFonts w:hint="eastAsia" w:eastAsia="黑体"/>
        </w:rPr>
        <w:t>62.</w:t>
      </w:r>
      <w:r>
        <w:rPr>
          <w:rFonts w:hint="eastAsia"/>
        </w:rPr>
        <w:t xml:space="preserve"> We are having a sports meet.</w:t>
      </w:r>
      <w:r>
        <w:t xml:space="preserve"> </w:t>
      </w:r>
      <w:r>
        <w:rPr>
          <w:rFonts w:hint="eastAsia" w:eastAsia="黑体"/>
        </w:rPr>
        <w:t>_____________________________</w:t>
      </w:r>
    </w:p>
    <w:p>
      <w:pPr>
        <w:tabs>
          <w:tab w:val="left" w:pos="1200"/>
        </w:tabs>
        <w:spacing w:line="700" w:lineRule="exact"/>
        <w:rPr>
          <w:color w:val="333333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2" w:h="15309" w:orient="landscape"/>
          <w:pgMar w:top="1134" w:right="567" w:bottom="1134" w:left="284" w:header="851" w:footer="709" w:gutter="2835"/>
          <w:cols w:space="720" w:num="2"/>
          <w:docGrid w:type="lines" w:linePitch="312" w:charSpace="-3578"/>
        </w:sectPr>
      </w:pPr>
      <w:r>
        <w:rPr>
          <w:rFonts w:hint="eastAsia"/>
          <w:color w:val="333333"/>
        </w:rPr>
        <w:t xml:space="preserve">          </w:t>
      </w:r>
    </w:p>
    <w:p>
      <w:bookmarkStart w:id="0" w:name="_GoBack"/>
      <w:bookmarkEnd w:id="0"/>
    </w:p>
    <w:sectPr>
      <w:pgSz w:w="2211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页（共4页）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第2页（共4页）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页（共4页）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第4页（共4页）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hint="eastAsia" w:ascii="宋体" w:hAnsi="宋体"/>
        <w:sz w:val="21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4F000"/>
    <w:multiLevelType w:val="singleLevel"/>
    <w:tmpl w:val="A4C4F00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79EB5FC8"/>
    <w:multiLevelType w:val="singleLevel"/>
    <w:tmpl w:val="79EB5FC8"/>
    <w:lvl w:ilvl="0" w:tentative="0">
      <w:start w:val="1"/>
      <w:numFmt w:val="upperLetter"/>
      <w:suff w:val="space"/>
      <w:lvlText w:val="%1."/>
      <w:lvlJc w:val="left"/>
      <w:pPr>
        <w:ind w:left="1426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attachedTemplate r:id="rId1"/>
  <w:documentProtection w:enforcement="0"/>
  <w:defaultTabStop w:val="420"/>
  <w:evenAndOddHeaders w:val="1"/>
  <w:drawingGridHorizontalSpacing w:val="192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5BEA"/>
    <w:rsid w:val="0001196F"/>
    <w:rsid w:val="00024A6B"/>
    <w:rsid w:val="00032E74"/>
    <w:rsid w:val="00041853"/>
    <w:rsid w:val="00044B12"/>
    <w:rsid w:val="00070041"/>
    <w:rsid w:val="00071489"/>
    <w:rsid w:val="00072ADA"/>
    <w:rsid w:val="00075DDE"/>
    <w:rsid w:val="000924FC"/>
    <w:rsid w:val="00092961"/>
    <w:rsid w:val="000A00DC"/>
    <w:rsid w:val="000A1F63"/>
    <w:rsid w:val="000B1BD9"/>
    <w:rsid w:val="000B574C"/>
    <w:rsid w:val="000C0D1F"/>
    <w:rsid w:val="000C0FE9"/>
    <w:rsid w:val="000D6797"/>
    <w:rsid w:val="000D78C4"/>
    <w:rsid w:val="000E3003"/>
    <w:rsid w:val="000E40F9"/>
    <w:rsid w:val="000F7AD4"/>
    <w:rsid w:val="00110B79"/>
    <w:rsid w:val="00112273"/>
    <w:rsid w:val="00113834"/>
    <w:rsid w:val="00126232"/>
    <w:rsid w:val="00130EE8"/>
    <w:rsid w:val="001354D4"/>
    <w:rsid w:val="0014397D"/>
    <w:rsid w:val="0014524D"/>
    <w:rsid w:val="0015003F"/>
    <w:rsid w:val="001537DC"/>
    <w:rsid w:val="00160A14"/>
    <w:rsid w:val="001656AA"/>
    <w:rsid w:val="0017098C"/>
    <w:rsid w:val="00173CC8"/>
    <w:rsid w:val="00175653"/>
    <w:rsid w:val="00182C29"/>
    <w:rsid w:val="00183E3B"/>
    <w:rsid w:val="0018426D"/>
    <w:rsid w:val="0018567B"/>
    <w:rsid w:val="001870D7"/>
    <w:rsid w:val="001A0AA3"/>
    <w:rsid w:val="001B4CF0"/>
    <w:rsid w:val="001B6E7B"/>
    <w:rsid w:val="001C3304"/>
    <w:rsid w:val="001D1084"/>
    <w:rsid w:val="001D1EE2"/>
    <w:rsid w:val="001E0A9B"/>
    <w:rsid w:val="001E7BEA"/>
    <w:rsid w:val="00202175"/>
    <w:rsid w:val="002115DD"/>
    <w:rsid w:val="00225D4D"/>
    <w:rsid w:val="002310D7"/>
    <w:rsid w:val="00232F79"/>
    <w:rsid w:val="0023525C"/>
    <w:rsid w:val="00242B94"/>
    <w:rsid w:val="00243CE4"/>
    <w:rsid w:val="00256DDF"/>
    <w:rsid w:val="00260513"/>
    <w:rsid w:val="00261E99"/>
    <w:rsid w:val="00272FD1"/>
    <w:rsid w:val="002749D8"/>
    <w:rsid w:val="00281AFA"/>
    <w:rsid w:val="00286B9D"/>
    <w:rsid w:val="002A25D8"/>
    <w:rsid w:val="002D1E15"/>
    <w:rsid w:val="002F2E05"/>
    <w:rsid w:val="00303F0A"/>
    <w:rsid w:val="0030687E"/>
    <w:rsid w:val="00317FBD"/>
    <w:rsid w:val="003207EA"/>
    <w:rsid w:val="003238FA"/>
    <w:rsid w:val="00323AE8"/>
    <w:rsid w:val="00323B60"/>
    <w:rsid w:val="003344B9"/>
    <w:rsid w:val="0034198C"/>
    <w:rsid w:val="003445B1"/>
    <w:rsid w:val="00344EC7"/>
    <w:rsid w:val="00346268"/>
    <w:rsid w:val="0036026E"/>
    <w:rsid w:val="00361865"/>
    <w:rsid w:val="00365D42"/>
    <w:rsid w:val="00366BC8"/>
    <w:rsid w:val="00370B6F"/>
    <w:rsid w:val="003715F4"/>
    <w:rsid w:val="00386839"/>
    <w:rsid w:val="003A73DE"/>
    <w:rsid w:val="003B3050"/>
    <w:rsid w:val="003B4549"/>
    <w:rsid w:val="003C1A32"/>
    <w:rsid w:val="003E0A66"/>
    <w:rsid w:val="003E4D6A"/>
    <w:rsid w:val="003E5384"/>
    <w:rsid w:val="003E6A8B"/>
    <w:rsid w:val="003F0537"/>
    <w:rsid w:val="004140C2"/>
    <w:rsid w:val="004151FC"/>
    <w:rsid w:val="00423205"/>
    <w:rsid w:val="00423CBC"/>
    <w:rsid w:val="00431F90"/>
    <w:rsid w:val="00434EF8"/>
    <w:rsid w:val="004376BF"/>
    <w:rsid w:val="0044261B"/>
    <w:rsid w:val="004449C0"/>
    <w:rsid w:val="00452775"/>
    <w:rsid w:val="00457E9E"/>
    <w:rsid w:val="00464C29"/>
    <w:rsid w:val="00467B23"/>
    <w:rsid w:val="004725DD"/>
    <w:rsid w:val="00472D2C"/>
    <w:rsid w:val="0048199E"/>
    <w:rsid w:val="00491E53"/>
    <w:rsid w:val="00491FD1"/>
    <w:rsid w:val="00491FE2"/>
    <w:rsid w:val="00495795"/>
    <w:rsid w:val="004D1AC2"/>
    <w:rsid w:val="004D4152"/>
    <w:rsid w:val="004E0529"/>
    <w:rsid w:val="004E19A7"/>
    <w:rsid w:val="004E692F"/>
    <w:rsid w:val="004E76A1"/>
    <w:rsid w:val="004F6B38"/>
    <w:rsid w:val="00506641"/>
    <w:rsid w:val="005128C0"/>
    <w:rsid w:val="0052543C"/>
    <w:rsid w:val="00526FFC"/>
    <w:rsid w:val="00537279"/>
    <w:rsid w:val="005419AA"/>
    <w:rsid w:val="00547BAC"/>
    <w:rsid w:val="00557BF6"/>
    <w:rsid w:val="0057118D"/>
    <w:rsid w:val="00573E07"/>
    <w:rsid w:val="00576872"/>
    <w:rsid w:val="00576A52"/>
    <w:rsid w:val="0059286E"/>
    <w:rsid w:val="00597BFE"/>
    <w:rsid w:val="005A7301"/>
    <w:rsid w:val="005C623A"/>
    <w:rsid w:val="005D0DF5"/>
    <w:rsid w:val="005E35DC"/>
    <w:rsid w:val="005F61EC"/>
    <w:rsid w:val="005F7C1A"/>
    <w:rsid w:val="006045A7"/>
    <w:rsid w:val="006052FE"/>
    <w:rsid w:val="00611A80"/>
    <w:rsid w:val="00616A19"/>
    <w:rsid w:val="006279EA"/>
    <w:rsid w:val="00630305"/>
    <w:rsid w:val="00645979"/>
    <w:rsid w:val="006532B3"/>
    <w:rsid w:val="00657112"/>
    <w:rsid w:val="00664A9F"/>
    <w:rsid w:val="00666C6A"/>
    <w:rsid w:val="00675706"/>
    <w:rsid w:val="00680C26"/>
    <w:rsid w:val="00686871"/>
    <w:rsid w:val="006935BC"/>
    <w:rsid w:val="006962EC"/>
    <w:rsid w:val="006A5E2C"/>
    <w:rsid w:val="006A7DD3"/>
    <w:rsid w:val="006B26BB"/>
    <w:rsid w:val="006C0A9A"/>
    <w:rsid w:val="006C23DF"/>
    <w:rsid w:val="006C2CD0"/>
    <w:rsid w:val="006C3F03"/>
    <w:rsid w:val="006C4278"/>
    <w:rsid w:val="006C56FD"/>
    <w:rsid w:val="006C5E1D"/>
    <w:rsid w:val="006E67A1"/>
    <w:rsid w:val="006E7F6F"/>
    <w:rsid w:val="006F4548"/>
    <w:rsid w:val="007000A0"/>
    <w:rsid w:val="007152BF"/>
    <w:rsid w:val="00725A07"/>
    <w:rsid w:val="00745897"/>
    <w:rsid w:val="00747603"/>
    <w:rsid w:val="00763495"/>
    <w:rsid w:val="0079053E"/>
    <w:rsid w:val="00793C39"/>
    <w:rsid w:val="007A2493"/>
    <w:rsid w:val="007B334E"/>
    <w:rsid w:val="007C2077"/>
    <w:rsid w:val="007C7382"/>
    <w:rsid w:val="007C7BF0"/>
    <w:rsid w:val="007D08F7"/>
    <w:rsid w:val="007D56C5"/>
    <w:rsid w:val="007D6B50"/>
    <w:rsid w:val="007F0FC6"/>
    <w:rsid w:val="007F3EAB"/>
    <w:rsid w:val="007F48BE"/>
    <w:rsid w:val="00800C00"/>
    <w:rsid w:val="00803A4D"/>
    <w:rsid w:val="00812C0B"/>
    <w:rsid w:val="0081706E"/>
    <w:rsid w:val="00817436"/>
    <w:rsid w:val="00822BEC"/>
    <w:rsid w:val="00831AD3"/>
    <w:rsid w:val="0083233D"/>
    <w:rsid w:val="0083251B"/>
    <w:rsid w:val="00833074"/>
    <w:rsid w:val="008433B4"/>
    <w:rsid w:val="00866060"/>
    <w:rsid w:val="0086734D"/>
    <w:rsid w:val="00871C8C"/>
    <w:rsid w:val="0087575B"/>
    <w:rsid w:val="00880A1D"/>
    <w:rsid w:val="00881570"/>
    <w:rsid w:val="00883E5E"/>
    <w:rsid w:val="00891E22"/>
    <w:rsid w:val="00893CD6"/>
    <w:rsid w:val="00893DB5"/>
    <w:rsid w:val="008947D9"/>
    <w:rsid w:val="008A20E9"/>
    <w:rsid w:val="008A4DEB"/>
    <w:rsid w:val="008B37E2"/>
    <w:rsid w:val="008B6835"/>
    <w:rsid w:val="008C5125"/>
    <w:rsid w:val="008D2318"/>
    <w:rsid w:val="008D54DD"/>
    <w:rsid w:val="008E096B"/>
    <w:rsid w:val="008F3024"/>
    <w:rsid w:val="00901964"/>
    <w:rsid w:val="00902CB7"/>
    <w:rsid w:val="00925920"/>
    <w:rsid w:val="00932251"/>
    <w:rsid w:val="00946223"/>
    <w:rsid w:val="00976C6A"/>
    <w:rsid w:val="00986266"/>
    <w:rsid w:val="00994108"/>
    <w:rsid w:val="0099595A"/>
    <w:rsid w:val="009A0551"/>
    <w:rsid w:val="009A0C80"/>
    <w:rsid w:val="009A13BA"/>
    <w:rsid w:val="009B2419"/>
    <w:rsid w:val="009B4BA2"/>
    <w:rsid w:val="009F0A54"/>
    <w:rsid w:val="009F0FA1"/>
    <w:rsid w:val="00A04EC8"/>
    <w:rsid w:val="00A13E37"/>
    <w:rsid w:val="00A16A81"/>
    <w:rsid w:val="00A2474F"/>
    <w:rsid w:val="00A44776"/>
    <w:rsid w:val="00A45D06"/>
    <w:rsid w:val="00A4603D"/>
    <w:rsid w:val="00A674F1"/>
    <w:rsid w:val="00A721EE"/>
    <w:rsid w:val="00A74509"/>
    <w:rsid w:val="00A8376D"/>
    <w:rsid w:val="00AA1455"/>
    <w:rsid w:val="00AB55D2"/>
    <w:rsid w:val="00AC6DD8"/>
    <w:rsid w:val="00AE6638"/>
    <w:rsid w:val="00B035A2"/>
    <w:rsid w:val="00B0445A"/>
    <w:rsid w:val="00B0528E"/>
    <w:rsid w:val="00B115D5"/>
    <w:rsid w:val="00B11D05"/>
    <w:rsid w:val="00B33D60"/>
    <w:rsid w:val="00B33F83"/>
    <w:rsid w:val="00B349EB"/>
    <w:rsid w:val="00B36F4D"/>
    <w:rsid w:val="00B36FF4"/>
    <w:rsid w:val="00B43A38"/>
    <w:rsid w:val="00B53D8D"/>
    <w:rsid w:val="00B73673"/>
    <w:rsid w:val="00B75949"/>
    <w:rsid w:val="00B77A40"/>
    <w:rsid w:val="00B80C8C"/>
    <w:rsid w:val="00BA07C6"/>
    <w:rsid w:val="00BA585D"/>
    <w:rsid w:val="00BA5C3D"/>
    <w:rsid w:val="00BC01D0"/>
    <w:rsid w:val="00BC72BD"/>
    <w:rsid w:val="00BD45F0"/>
    <w:rsid w:val="00BE4CB4"/>
    <w:rsid w:val="00BE4F07"/>
    <w:rsid w:val="00BF470D"/>
    <w:rsid w:val="00BF6DE5"/>
    <w:rsid w:val="00C02FC6"/>
    <w:rsid w:val="00C03E3B"/>
    <w:rsid w:val="00C0600E"/>
    <w:rsid w:val="00C11BC1"/>
    <w:rsid w:val="00C167D3"/>
    <w:rsid w:val="00C20ADB"/>
    <w:rsid w:val="00C30B71"/>
    <w:rsid w:val="00C346EF"/>
    <w:rsid w:val="00C34C1D"/>
    <w:rsid w:val="00C41242"/>
    <w:rsid w:val="00C41D7D"/>
    <w:rsid w:val="00C455D7"/>
    <w:rsid w:val="00C45768"/>
    <w:rsid w:val="00C61BA5"/>
    <w:rsid w:val="00C66360"/>
    <w:rsid w:val="00C72B54"/>
    <w:rsid w:val="00C87FF1"/>
    <w:rsid w:val="00C9145D"/>
    <w:rsid w:val="00CA42FF"/>
    <w:rsid w:val="00CA4380"/>
    <w:rsid w:val="00CB6657"/>
    <w:rsid w:val="00CC4F90"/>
    <w:rsid w:val="00CD3ECF"/>
    <w:rsid w:val="00CF252E"/>
    <w:rsid w:val="00CF41C8"/>
    <w:rsid w:val="00D00B98"/>
    <w:rsid w:val="00D048B7"/>
    <w:rsid w:val="00D04E98"/>
    <w:rsid w:val="00D11DE9"/>
    <w:rsid w:val="00D32015"/>
    <w:rsid w:val="00D40365"/>
    <w:rsid w:val="00D46B1E"/>
    <w:rsid w:val="00D51F5A"/>
    <w:rsid w:val="00D52C24"/>
    <w:rsid w:val="00D532AC"/>
    <w:rsid w:val="00D536A5"/>
    <w:rsid w:val="00D5433C"/>
    <w:rsid w:val="00D63068"/>
    <w:rsid w:val="00D75C1F"/>
    <w:rsid w:val="00D7612D"/>
    <w:rsid w:val="00D7717D"/>
    <w:rsid w:val="00D77277"/>
    <w:rsid w:val="00D83FA7"/>
    <w:rsid w:val="00DA7A59"/>
    <w:rsid w:val="00DB76F1"/>
    <w:rsid w:val="00DC0EF3"/>
    <w:rsid w:val="00DC3E1A"/>
    <w:rsid w:val="00DC797C"/>
    <w:rsid w:val="00DD618D"/>
    <w:rsid w:val="00DE26AA"/>
    <w:rsid w:val="00DE2E0F"/>
    <w:rsid w:val="00DE3750"/>
    <w:rsid w:val="00DE59C9"/>
    <w:rsid w:val="00E00A5E"/>
    <w:rsid w:val="00E16D6E"/>
    <w:rsid w:val="00E25558"/>
    <w:rsid w:val="00E31C2D"/>
    <w:rsid w:val="00E32449"/>
    <w:rsid w:val="00E548D2"/>
    <w:rsid w:val="00E57018"/>
    <w:rsid w:val="00E57C71"/>
    <w:rsid w:val="00E66538"/>
    <w:rsid w:val="00E76D33"/>
    <w:rsid w:val="00E92201"/>
    <w:rsid w:val="00E93A6A"/>
    <w:rsid w:val="00EA7288"/>
    <w:rsid w:val="00EC2787"/>
    <w:rsid w:val="00ED473B"/>
    <w:rsid w:val="00ED66D4"/>
    <w:rsid w:val="00EE1233"/>
    <w:rsid w:val="00EE484B"/>
    <w:rsid w:val="00EE4B65"/>
    <w:rsid w:val="00EE67D4"/>
    <w:rsid w:val="00F02B33"/>
    <w:rsid w:val="00F0547E"/>
    <w:rsid w:val="00F30DBC"/>
    <w:rsid w:val="00F35312"/>
    <w:rsid w:val="00F3571E"/>
    <w:rsid w:val="00F4124F"/>
    <w:rsid w:val="00F41F19"/>
    <w:rsid w:val="00F439E5"/>
    <w:rsid w:val="00F45FA9"/>
    <w:rsid w:val="00F53235"/>
    <w:rsid w:val="00F53795"/>
    <w:rsid w:val="00F5515A"/>
    <w:rsid w:val="00F5593D"/>
    <w:rsid w:val="00F62350"/>
    <w:rsid w:val="00F638DD"/>
    <w:rsid w:val="00F72FEB"/>
    <w:rsid w:val="00F74366"/>
    <w:rsid w:val="00F9331A"/>
    <w:rsid w:val="00FB2EC5"/>
    <w:rsid w:val="00FB7116"/>
    <w:rsid w:val="00FD1E01"/>
    <w:rsid w:val="00FD5060"/>
    <w:rsid w:val="00FE0B7F"/>
    <w:rsid w:val="00FE6344"/>
    <w:rsid w:val="01477FF2"/>
    <w:rsid w:val="02723474"/>
    <w:rsid w:val="03AA6470"/>
    <w:rsid w:val="05D617A2"/>
    <w:rsid w:val="07580619"/>
    <w:rsid w:val="091031EE"/>
    <w:rsid w:val="0ABD57A5"/>
    <w:rsid w:val="0D7E04AF"/>
    <w:rsid w:val="0F495096"/>
    <w:rsid w:val="0F8E5C62"/>
    <w:rsid w:val="10670292"/>
    <w:rsid w:val="121E0BAE"/>
    <w:rsid w:val="12605389"/>
    <w:rsid w:val="1527522D"/>
    <w:rsid w:val="15843D9A"/>
    <w:rsid w:val="170959EA"/>
    <w:rsid w:val="186924FE"/>
    <w:rsid w:val="1D6A39F9"/>
    <w:rsid w:val="1FBE798E"/>
    <w:rsid w:val="206D27FC"/>
    <w:rsid w:val="209B3D8A"/>
    <w:rsid w:val="209C5C31"/>
    <w:rsid w:val="21E71D29"/>
    <w:rsid w:val="249B429A"/>
    <w:rsid w:val="261A197A"/>
    <w:rsid w:val="26DB1E14"/>
    <w:rsid w:val="27835E18"/>
    <w:rsid w:val="291A637D"/>
    <w:rsid w:val="29F47AB9"/>
    <w:rsid w:val="2D7410AD"/>
    <w:rsid w:val="302C244A"/>
    <w:rsid w:val="33DF2DA8"/>
    <w:rsid w:val="35E923D8"/>
    <w:rsid w:val="361E5FD8"/>
    <w:rsid w:val="37D65ED1"/>
    <w:rsid w:val="3A2A57F0"/>
    <w:rsid w:val="3A613357"/>
    <w:rsid w:val="41710BEB"/>
    <w:rsid w:val="427C2248"/>
    <w:rsid w:val="433713D5"/>
    <w:rsid w:val="45E6783E"/>
    <w:rsid w:val="47236543"/>
    <w:rsid w:val="47962CC5"/>
    <w:rsid w:val="488D6AB4"/>
    <w:rsid w:val="4B601AA7"/>
    <w:rsid w:val="4C97104B"/>
    <w:rsid w:val="4E027C52"/>
    <w:rsid w:val="50C71901"/>
    <w:rsid w:val="51B86C8B"/>
    <w:rsid w:val="56FD4E3D"/>
    <w:rsid w:val="58851FB5"/>
    <w:rsid w:val="59D50F4F"/>
    <w:rsid w:val="5BA1536F"/>
    <w:rsid w:val="5EED457C"/>
    <w:rsid w:val="60CA0949"/>
    <w:rsid w:val="67CC5DCE"/>
    <w:rsid w:val="6CCE519E"/>
    <w:rsid w:val="71D9325F"/>
    <w:rsid w:val="735F40D6"/>
    <w:rsid w:val="747A3F68"/>
    <w:rsid w:val="77284227"/>
    <w:rsid w:val="77F00652"/>
    <w:rsid w:val="7A7C0D6F"/>
    <w:rsid w:val="7BCC16CA"/>
    <w:rsid w:val="7D8830E6"/>
    <w:rsid w:val="7FC51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1">
    <w:name w:val="Default Paragraph Font"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 Indent"/>
    <w:basedOn w:val="1"/>
    <w:uiPriority w:val="0"/>
    <w:pPr>
      <w:ind w:left="540" w:leftChars="-242" w:hanging="1048" w:hangingChars="499"/>
    </w:pPr>
    <w:rPr>
      <w:rFonts w:ascii="宋体" w:hAnsi="宋体"/>
      <w:sz w:val="21"/>
    </w:r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uiPriority w:val="0"/>
    <w:rPr>
      <w:b/>
      <w:bCs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iPriority w:val="0"/>
    <w:rPr>
      <w:sz w:val="21"/>
      <w:szCs w:val="21"/>
    </w:rPr>
  </w:style>
  <w:style w:type="paragraph" w:customStyle="1" w:styleId="13">
    <w:name w:val=" Char"/>
    <w:basedOn w:val="1"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14">
    <w:name w:val="p0"/>
    <w:basedOn w:val="1"/>
    <w:uiPriority w:val="0"/>
    <w:pPr>
      <w:widowControl/>
      <w:ind w:firstLine="420"/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4.jpeg"/><Relationship Id="rId3" Type="http://schemas.openxmlformats.org/officeDocument/2006/relationships/header" Target="header1.xml"/><Relationship Id="rId29" Type="http://schemas.openxmlformats.org/officeDocument/2006/relationships/image" Target="media/image23.jpe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we\Downloads\8&#24320;&#21452;&#38754;&#21452;&#39029;&#30721;&#23494;&#23553;&#35797;&#21367;&#27169;&#26495;(&#20462;&#27491;&#29256;)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8开双面双页码密封试卷模板(修正版)</Template>
  <Pages>3</Pages>
  <Words>1118</Words>
  <Characters>2264</Characters>
  <Lines>23</Lines>
  <Paragraphs>6</Paragraphs>
  <TotalTime>0</TotalTime>
  <ScaleCrop>false</ScaleCrop>
  <LinksUpToDate>false</LinksUpToDate>
  <CharactersWithSpaces>3590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2019-05-03T01:52:00Z</dcterms:created>
  <dc:creator>微软用户</dc:creator>
  <cp:keywords>8开双面双页码密封试卷模板</cp:keywords>
  <cp:lastModifiedBy>。</cp:lastModifiedBy>
  <cp:lastPrinted>2016-11-30T02:52:00Z</cp:lastPrinted>
  <dcterms:modified xsi:type="dcterms:W3CDTF">2022-11-08T11:05:31Z</dcterms:modified>
  <dc:subject>此试卷基于“8开双面双页码密封试卷模板”创建</dc:subject>
  <dc:title>请更改此试卷文件名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48AFA33416414138B6AC4F653619408F</vt:lpwstr>
  </property>
</Properties>
</file>