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napToGrid w:val="0"/>
        <w:spacing w:line="240" w:lineRule="auto"/>
        <w:jc w:val="center"/>
        <w:rPr>
          <w:rFonts w:hint="eastAsia" w:ascii="Times New Roman" w:hAnsi="Times New Roman" w:eastAsia="新宋体"/>
          <w:b/>
          <w:sz w:val="32"/>
          <w:szCs w:val="32"/>
        </w:rPr>
      </w:pPr>
      <w:r>
        <w:rPr>
          <w:rFonts w:hint="eastAsia" w:ascii="Times New Roman" w:hAnsi="Times New Roman" w:eastAsia="新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11417300</wp:posOffset>
            </wp:positionV>
            <wp:extent cx="304800" cy="355600"/>
            <wp:effectExtent l="0" t="0" r="0" b="6350"/>
            <wp:wrapNone/>
            <wp:docPr id="100120" name="图片 100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0" name="图片 1001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2"/>
          <w:szCs w:val="32"/>
        </w:rPr>
        <w:t>代数式 单元测试重点题型精选</w:t>
      </w:r>
    </w:p>
    <w:p>
      <w:pPr>
        <w:snapToGrid w:val="0"/>
        <w:spacing w:line="240" w:lineRule="auto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一、选择题（共16小题）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1．下列各式最符合代数式书写规范的是（　　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</w:t>
      </w:r>
      <w:r>
        <w:rPr>
          <w:position w:val="-22"/>
        </w:rPr>
        <w:pict>
          <v:shape id="_x0000_i1025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22"/>
        </w:rPr>
        <w:pict>
          <v:shape id="_x0000_i1026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﹣1个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×3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2．引进字母，用适当的代数式表示不正确的是（　　）</w:t>
      </w:r>
    </w:p>
    <w:p>
      <w:pPr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A．“除以7余3的数字”可表示为7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+3</w:t>
      </w:r>
      <w:r>
        <w:tab/>
      </w:r>
    </w:p>
    <w:p>
      <w:pPr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B．奇数可表示为2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</w:t>
      </w:r>
      <w:r>
        <w:tab/>
      </w:r>
    </w:p>
    <w:p>
      <w:pPr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两数的平方和减去它们积的两倍”可表示为（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tab/>
      </w:r>
    </w:p>
    <w:p>
      <w:pPr>
        <w:snapToGrid w:val="0"/>
        <w:spacing w:line="240" w:lineRule="auto"/>
        <w:ind w:firstLine="273" w:firstLineChars="130"/>
        <w:jc w:val="left"/>
        <w:rPr>
          <w:position w:val="-22"/>
        </w:rPr>
      </w:pPr>
      <w:r>
        <w:rPr>
          <w:rFonts w:hint="eastAsia" w:ascii="Times New Roman" w:hAnsi="Times New Roman" w:eastAsia="新宋体"/>
          <w:szCs w:val="21"/>
        </w:rPr>
        <w:t>D．“底面半径为</w:t>
      </w:r>
      <w:r>
        <w:rPr>
          <w:rFonts w:hint="eastAsia" w:ascii="Times New Roman" w:hAnsi="Times New Roman" w:eastAsia="新宋体"/>
          <w:i/>
          <w:szCs w:val="21"/>
        </w:rPr>
        <w:t>r</w:t>
      </w:r>
      <w:r>
        <w:rPr>
          <w:rFonts w:hint="eastAsia" w:ascii="Times New Roman" w:hAnsi="Times New Roman" w:eastAsia="新宋体"/>
          <w:szCs w:val="21"/>
        </w:rPr>
        <w:t>，高为</w:t>
      </w:r>
      <w:r>
        <w:rPr>
          <w:rFonts w:hint="eastAsia"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的圆锥的体积”可表示为</w:t>
      </w:r>
      <w:r>
        <w:rPr>
          <w:position w:val="-22"/>
        </w:rPr>
        <w:pict>
          <v:shape id="_x0000_i1027" o:spt="75" alt="http://www.zxxk.com" type="#_x0000_t75" style="height:26.3pt;width:45.05pt;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3．若2019×14＝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，则下列代数式表示2019×15的是（　　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  <w:rPr>
          <w:position w:val="-22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</w:t>
      </w:r>
      <w:r>
        <w:tab/>
      </w:r>
      <w:r>
        <w:rPr>
          <w:rFonts w:hint="eastAsia" w:ascii="Times New Roman" w:hAnsi="Times New Roman" w:eastAsia="新宋体"/>
          <w:szCs w:val="21"/>
        </w:rPr>
        <w:t>B．2019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+2019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+15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+2019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＝1，则代数式1﹣2（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）的值为（　　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</w:t>
      </w:r>
      <w:r>
        <w:tab/>
      </w:r>
      <w:r>
        <w:rPr>
          <w:rFonts w:hint="eastAsia" w:ascii="Times New Roman" w:hAnsi="Times New Roman" w:eastAsia="新宋体"/>
          <w:szCs w:val="21"/>
        </w:rPr>
        <w:t>B．1</w:t>
      </w:r>
      <w:r>
        <w:tab/>
      </w:r>
      <w:r>
        <w:rPr>
          <w:rFonts w:hint="eastAsia" w:ascii="Times New Roman" w:hAnsi="Times New Roman" w:eastAsia="新宋体"/>
          <w:szCs w:val="21"/>
        </w:rPr>
        <w:t>C．﹣1</w:t>
      </w:r>
      <w:r>
        <w:tab/>
      </w:r>
      <w:r>
        <w:rPr>
          <w:rFonts w:hint="eastAsia" w:ascii="Times New Roman" w:hAnsi="Times New Roman" w:eastAsia="新宋体"/>
          <w:szCs w:val="21"/>
        </w:rPr>
        <w:t>D．﹣2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5．设某数为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，则代数式</w:t>
      </w:r>
      <w:r>
        <w:rPr>
          <w:position w:val="-23"/>
        </w:rPr>
        <w:pict>
          <v:shape id="_x0000_i1028" o:spt="75" alt="http://www.zxxk.com" type="#_x0000_t75" style="height:30.65pt;width:37.6pt;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表示（　　）</w:t>
      </w:r>
    </w:p>
    <w:p>
      <w:pPr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A．某数的3倍的平方减去5除以2</w:t>
      </w:r>
      <w:r>
        <w:tab/>
      </w:r>
    </w:p>
    <w:p>
      <w:pPr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B．某数平方的3倍与5的差的一半</w:t>
      </w:r>
      <w:r>
        <w:tab/>
      </w:r>
    </w:p>
    <w:p>
      <w:pPr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C．某数的3倍减5的一半</w:t>
      </w:r>
      <w:r>
        <w:tab/>
      </w:r>
    </w:p>
    <w:p>
      <w:pPr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D．某数与5的差的3倍除以2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6．填在下面各正方形中的四个数之间都有相同的规律，根据这种规律，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的值应是（　　）</w:t>
      </w:r>
      <w:r>
        <w:rPr>
          <w:rFonts w:hint="eastAsia" w:ascii="Times New Roman" w:hAnsi="Times New Roman" w:eastAsia="新宋体"/>
          <w:szCs w:val="21"/>
        </w:rPr>
        <w:pict>
          <v:shape id="_x0000_i1029" o:spt="75" alt="http://www.zxxk.com" type="#_x0000_t75" style="height:41.25pt;width:244.55pt;" filled="f" o:preferrelative="t" stroked="f" coordsize="21600,21600">
            <v:path/>
            <v:fill on="f" focussize="0,0"/>
            <v:stroke on="f" joinstyle="miter"/>
            <v:imagedata r:id="rId15" o:title=" 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A．110</w:t>
      </w:r>
      <w:r>
        <w:tab/>
      </w:r>
      <w:r>
        <w:rPr>
          <w:rFonts w:hint="eastAsia" w:ascii="Times New Roman" w:hAnsi="Times New Roman" w:eastAsia="新宋体"/>
          <w:szCs w:val="21"/>
        </w:rPr>
        <w:t>B．158</w:t>
      </w:r>
      <w:r>
        <w:tab/>
      </w:r>
      <w:r>
        <w:rPr>
          <w:rFonts w:hint="eastAsia" w:ascii="Times New Roman" w:hAnsi="Times New Roman" w:eastAsia="新宋体"/>
          <w:szCs w:val="21"/>
        </w:rPr>
        <w:t>C．168</w:t>
      </w:r>
      <w:r>
        <w:tab/>
      </w:r>
      <w:r>
        <w:rPr>
          <w:rFonts w:hint="eastAsia" w:ascii="Times New Roman" w:hAnsi="Times New Roman" w:eastAsia="新宋体"/>
          <w:szCs w:val="21"/>
        </w:rPr>
        <w:t>D．178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7．某企业今年9月份产值为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万元，10月份比9月份减少了5%，11月份比10月份增加了10%，则11月份的产值是（　　）</w:t>
      </w:r>
    </w:p>
    <w:p>
      <w:pPr>
        <w:tabs>
          <w:tab w:val="left" w:pos="4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﹣5%）（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+10%）万元</w:t>
      </w:r>
      <w:r>
        <w:tab/>
      </w:r>
      <w:r>
        <w:rPr>
          <w:rFonts w:hint="eastAsia" w:ascii="Times New Roman" w:hAnsi="Times New Roman" w:eastAsia="新宋体"/>
          <w:szCs w:val="21"/>
        </w:rPr>
        <w:t>B．（1﹣5%）（1+10%）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 xml:space="preserve"> 万元</w:t>
      </w:r>
      <w:r>
        <w:tab/>
      </w:r>
    </w:p>
    <w:p>
      <w:pPr>
        <w:tabs>
          <w:tab w:val="left" w:pos="4400"/>
        </w:tabs>
        <w:snapToGrid w:val="0"/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C．（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﹣5%+10%）万元</w:t>
      </w:r>
      <w:r>
        <w:tab/>
      </w:r>
      <w:r>
        <w:rPr>
          <w:rFonts w:hint="eastAsia" w:ascii="Times New Roman" w:hAnsi="Times New Roman" w:eastAsia="新宋体"/>
          <w:szCs w:val="21"/>
        </w:rPr>
        <w:t>D．（1﹣5%+10%）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 xml:space="preserve"> 万元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＝2时，代数式</w:t>
      </w:r>
      <w:r>
        <w:rPr>
          <w:position w:val="-22"/>
        </w:rPr>
        <w:pict>
          <v:shape id="_x0000_i1030" o:spt="75" alt="http://www.zxxk.com" type="#_x0000_t75" style="height:27.05pt;width:27.7pt;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2"/>
        </w:rPr>
        <w:pict>
          <v:shape id="_x0000_i1031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Cs w:val="21"/>
        </w:rPr>
        <w:t>D．3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9．观察下列各数：</w:t>
      </w:r>
      <w:r>
        <w:rPr>
          <w:position w:val="-22"/>
        </w:rPr>
        <w:pict>
          <v:shape id="_x0000_i1032" o:spt="75" alt="http://www.zxxk.com" type="#_x0000_t75" style="height:26.3pt;width:91.45pt;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，它们是按一定规律排列的，则第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个数是（　　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30"/>
        </w:rPr>
        <w:pict>
          <v:shape id="_x0000_i1033" o:spt="75" alt="http://www.zxxk.com" type="#_x0000_t75" style="height:34.6pt;width:30.05pt;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30"/>
        </w:rPr>
        <w:pict>
          <v:shape id="_x0000_i1034" o:spt="75" alt="http://www.zxxk.com" type="#_x0000_t75" style="height:34.6pt;width:30.05pt;" filled="f" o:preferrelative="t" stroked="f" coordsize="21600,21600">
            <v:path/>
            <v:fill on="f" focussize="0,0"/>
            <v:stroke on="f" joinstyle="miter"/>
            <v:imagedata r:id="rId20" o:title=" 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30"/>
        </w:rPr>
        <w:pict>
          <v:shape id="_x0000_i1035" o:spt="75" alt="http://www.zxxk.com" type="#_x0000_t75" style="height:34.6pt;width:30.05pt;" filled="f" o:preferrelative="t" stroked="f" coordsize="21600,21600">
            <v:path/>
            <v:fill on="f" focussize="0,0"/>
            <v:stroke on="f" joinstyle="miter"/>
            <v:imagedata r:id="rId21" o:title=" 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30"/>
        </w:rPr>
        <w:pict>
          <v:shape id="_x0000_i1036" o:spt="75" alt="http://www.zxxk.com" type="#_x0000_t75" style="height:34.6pt;width:30.05pt;" filled="f" o:preferrelative="t" stroked="f" coordsize="21600,21600">
            <v:path/>
            <v:fill on="f" focussize="0,0"/>
            <v:stroke on="f" joinstyle="miter"/>
            <v:imagedata r:id="rId22" o:title=" "/>
            <o:lock v:ext="edit" aspectratio="t"/>
            <w10:wrap type="none"/>
            <w10:anchorlock/>
          </v:shape>
        </w:pic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10．如图为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四点在数轴上的位置图，其中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为原点，且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＝1，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，若点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所表示的数为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，则点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所表示的数为（　　）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7" o:spt="75" alt="http://www.zxxk.com" type="#_x0000_t75" style="height:16.5pt;width:123.75pt;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A．﹣（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+1）</w:t>
      </w:r>
      <w:r>
        <w:tab/>
      </w:r>
      <w:r>
        <w:rPr>
          <w:rFonts w:hint="eastAsia" w:ascii="Times New Roman" w:hAnsi="Times New Roman" w:eastAsia="新宋体"/>
          <w:szCs w:val="21"/>
        </w:rPr>
        <w:t>B．﹣（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11．如图所示，第1个图案是由黑白两种颜色的六边形地面砖组成的，第2个，第3个图案可以看成是由第1个图案经过平移而得，那么第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个图案中有白色六边形地面砖（　　）块．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8" o:spt="75" alt="http://www.zxxk.com" type="#_x0000_t75" style="height:71.25pt;width:281.3pt;" filled="f" o:preferrelative="t" stroked="f" coordsize="21600,21600">
            <v:path/>
            <v:fill on="f" focussize="0,0"/>
            <v:stroke on="f" joinstyle="miter"/>
            <v:imagedata r:id="rId24" o:title=" 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A．6+4（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+1）</w:t>
      </w:r>
      <w:r>
        <w:tab/>
      </w:r>
      <w:r>
        <w:rPr>
          <w:rFonts w:hint="eastAsia" w:ascii="Times New Roman" w:hAnsi="Times New Roman" w:eastAsia="新宋体"/>
          <w:szCs w:val="21"/>
        </w:rPr>
        <w:t>B．6+4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tab/>
      </w:r>
      <w:r>
        <w:rPr>
          <w:rFonts w:hint="eastAsia" w:ascii="Times New Roman" w:hAnsi="Times New Roman" w:eastAsia="新宋体"/>
          <w:szCs w:val="21"/>
        </w:rPr>
        <w:t>C．4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﹣2</w:t>
      </w:r>
      <w:r>
        <w:tab/>
      </w:r>
      <w:r>
        <w:rPr>
          <w:rFonts w:hint="eastAsia" w:ascii="Times New Roman" w:hAnsi="Times New Roman" w:eastAsia="新宋体"/>
          <w:szCs w:val="21"/>
        </w:rPr>
        <w:t>D．4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+2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12．观察下列图形：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9" o:spt="75" alt="http://www.zxxk.com" type="#_x0000_t75" style="height:70.5pt;width:336.8pt;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</w:pic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它们是按一定规律排列的，依照此规律，第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为正整数）个图形中共有的点数是（　　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A．6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</w:t>
      </w:r>
      <w:r>
        <w:tab/>
      </w:r>
      <w:r>
        <w:rPr>
          <w:rFonts w:hint="eastAsia" w:ascii="Times New Roman" w:hAnsi="Times New Roman" w:eastAsia="新宋体"/>
          <w:szCs w:val="21"/>
        </w:rPr>
        <w:t>B．6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+4</w:t>
      </w:r>
      <w:r>
        <w:tab/>
      </w:r>
      <w:r>
        <w:rPr>
          <w:rFonts w:hint="eastAsia" w:ascii="Times New Roman" w:hAnsi="Times New Roman" w:eastAsia="新宋体"/>
          <w:szCs w:val="21"/>
        </w:rPr>
        <w:t>C．5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</w:t>
      </w:r>
      <w:r>
        <w:tab/>
      </w:r>
      <w:r>
        <w:rPr>
          <w:rFonts w:hint="eastAsia" w:ascii="Times New Roman" w:hAnsi="Times New Roman" w:eastAsia="新宋体"/>
          <w:szCs w:val="21"/>
        </w:rPr>
        <w:t>D．5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+4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13．按照如图所示的计算机程序计算，若开始输入的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值为1，第一次得到的结果为4，第二次得到的结果为2，……，第2019次得到的结果为（　　）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0" o:spt="75" alt="http://www.zxxk.com" type="#_x0000_t75" style="height:81pt;width:250.55pt;" filled="f" o:preferrelative="t" stroked="f" coordsize="21600,21600">
            <v:path/>
            <v:fill on="f" focussize="0,0"/>
            <v:stroke on="f" joinstyle="miter"/>
            <v:imagedata r:id="rId26" o:title=" 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Cs w:val="21"/>
        </w:rPr>
        <w:t>D．4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14．用形状和大小相同的</w:t>
      </w:r>
      <w:r>
        <w:rPr>
          <w:rFonts w:hint="eastAsia" w:ascii="Times New Roman" w:hAnsi="Times New Roman" w:eastAsia="新宋体"/>
          <w:szCs w:val="21"/>
        </w:rPr>
        <w:pict>
          <v:shape id="_x0000_i1041" o:spt="75" alt="http://www.zxxk.com" type="#_x0000_t75" style="height:15.75pt;width:16.5pt;" filled="f" o:preferrelative="t" stroked="f" coordsize="21600,21600">
            <v:path/>
            <v:fill on="f" focussize="0,0"/>
            <v:stroke on="f" joinstyle="miter"/>
            <v:imagedata r:id="rId2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按如图所示的方式排列，按照这样的规律，第2019个图形有（　　）个</w:t>
      </w:r>
      <w:r>
        <w:rPr>
          <w:rFonts w:hint="eastAsia" w:ascii="Times New Roman" w:hAnsi="Times New Roman" w:eastAsia="新宋体"/>
          <w:szCs w:val="21"/>
        </w:rPr>
        <w:pict>
          <v:shape id="_x0000_i1042" o:spt="75" alt="http://www.zxxk.com" type="#_x0000_t75" style="height:15.75pt;width:16.5pt;" filled="f" o:preferrelative="t" stroked="f" coordsize="21600,21600">
            <v:path/>
            <v:fill on="f" focussize="0,0"/>
            <v:stroke on="f" joinstyle="miter"/>
            <v:imagedata r:id="rId2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3" o:spt="75" alt="http://www.zxxk.com" type="#_x0000_t75" style="height:66pt;width:238.55pt;" filled="f" o:preferrelative="t" stroked="f" coordsize="21600,21600">
            <v:path/>
            <v:fill on="f" focussize="0,0"/>
            <v:stroke on="f" joinstyle="miter"/>
            <v:imagedata r:id="rId28" o:title=" 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A．2019</w:t>
      </w:r>
      <w:r>
        <w:tab/>
      </w:r>
      <w:r>
        <w:rPr>
          <w:rFonts w:hint="eastAsia" w:ascii="Times New Roman" w:hAnsi="Times New Roman" w:eastAsia="新宋体"/>
          <w:szCs w:val="21"/>
        </w:rPr>
        <w:t>B．4039</w:t>
      </w:r>
      <w:r>
        <w:tab/>
      </w:r>
      <w:r>
        <w:rPr>
          <w:rFonts w:hint="eastAsia" w:ascii="Times New Roman" w:hAnsi="Times New Roman" w:eastAsia="新宋体"/>
          <w:szCs w:val="21"/>
        </w:rPr>
        <w:t>C．6057</w:t>
      </w:r>
      <w:r>
        <w:tab/>
      </w:r>
      <w:r>
        <w:rPr>
          <w:rFonts w:hint="eastAsia" w:ascii="Times New Roman" w:hAnsi="Times New Roman" w:eastAsia="新宋体"/>
          <w:szCs w:val="21"/>
        </w:rPr>
        <w:t>D．6058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≠1，则我们把﹣</w:t>
      </w:r>
      <w:r>
        <w:rPr>
          <w:position w:val="-22"/>
        </w:rPr>
        <w:pict>
          <v:shape id="_x0000_i1044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29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称为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的“和1负倒数”，如：2的“和1负倒数”为﹣</w:t>
      </w:r>
      <w:r>
        <w:rPr>
          <w:position w:val="-22"/>
        </w:rPr>
        <w:pict>
          <v:shape id="_x0000_i1045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30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，﹣3的“和1负倒数”为</w:t>
      </w:r>
      <w:r>
        <w:rPr>
          <w:position w:val="-22"/>
        </w:rPr>
        <w:pict>
          <v:shape id="_x0000_i1046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31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47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的“和1负倒数”，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的“和1负倒数”，…，依此类推，则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2019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2"/>
        </w:rPr>
        <w:pict>
          <v:shape id="_x0000_i1048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B．﹣</w:t>
      </w:r>
      <w:r>
        <w:rPr>
          <w:position w:val="-22"/>
        </w:rPr>
        <w:pict>
          <v:shape id="_x0000_i1049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33" o:title=" 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050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34" o:title=" 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D．﹣</w:t>
      </w:r>
      <w:r>
        <w:rPr>
          <w:position w:val="-22"/>
        </w:rPr>
        <w:pict>
          <v:shape id="_x0000_i1051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35" o:title=" "/>
            <o:lock v:ext="edit" aspectratio="t"/>
            <w10:wrap type="none"/>
            <w10:anchorlock/>
          </v:shape>
        </w:pic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16．如图是一组按照某种规律摆放而成的图形，第1个图中有3条线段，第二个图中有8条线段，第三个图中有15条线，则第6个图中线段的条数是（　　）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2" o:spt="75" alt="http://www.zxxk.com" type="#_x0000_t75" style="height:97.5pt;width:350.3pt;" filled="f" o:preferrelative="t" stroked="f" coordsize="21600,21600">
            <v:path/>
            <v:fill on="f" focussize="0,0"/>
            <v:stroke on="f" joinstyle="miter"/>
            <v:imagedata r:id="rId36" o:title=" 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A．35</w:t>
      </w:r>
      <w:r>
        <w:tab/>
      </w:r>
      <w:r>
        <w:rPr>
          <w:rFonts w:hint="eastAsia" w:ascii="Times New Roman" w:hAnsi="Times New Roman" w:eastAsia="新宋体"/>
          <w:szCs w:val="21"/>
        </w:rPr>
        <w:t>B．48</w:t>
      </w:r>
      <w:r>
        <w:tab/>
      </w:r>
      <w:r>
        <w:rPr>
          <w:rFonts w:hint="eastAsia" w:ascii="Times New Roman" w:hAnsi="Times New Roman" w:eastAsia="新宋体"/>
          <w:szCs w:val="21"/>
        </w:rPr>
        <w:t>C．63</w:t>
      </w:r>
      <w:r>
        <w:tab/>
      </w:r>
      <w:r>
        <w:rPr>
          <w:rFonts w:hint="eastAsia" w:ascii="Times New Roman" w:hAnsi="Times New Roman" w:eastAsia="新宋体"/>
          <w:szCs w:val="21"/>
        </w:rPr>
        <w:t>D．65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40" w:lineRule="auto"/>
        <w:ind w:firstLine="274" w:firstLineChars="130"/>
        <w:jc w:val="left"/>
        <w:rPr>
          <w:rFonts w:hint="eastAsia"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二、填空题（共3小题）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17．已知整式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+6的值为</w:t>
      </w:r>
      <w:r>
        <w:rPr>
          <w:position w:val="-22"/>
        </w:rPr>
        <w:pict>
          <v:shape id="_x0000_i1053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3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，则﹣2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﹣12的值为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18．给定一列按规律排列的数：</w:t>
      </w:r>
      <w:r>
        <w:rPr>
          <w:position w:val="-22"/>
        </w:rPr>
        <w:pict>
          <v:shape id="_x0000_i1054" o:spt="75" alt="http://www.zxxk.com" type="#_x0000_t75" style="height:26.3pt;width:17.25pt;" filled="f" o:preferrelative="t" stroked="f" coordsize="21600,21600">
            <v:path/>
            <v:fill on="f" focussize="0,0"/>
            <v:stroke on="f" joinstyle="miter"/>
            <v:imagedata r:id="rId3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，1，</w:t>
      </w:r>
      <w:r>
        <w:rPr>
          <w:position w:val="-22"/>
        </w:rPr>
        <w:pict>
          <v:shape id="_x0000_i1055" o:spt="75" alt="http://www.zxxk.com" type="#_x0000_t75" style="height:26.3pt;width:23.35pt;" filled="f" o:preferrelative="t" stroked="f" coordsize="21600,21600">
            <v:path/>
            <v:fill on="f" focussize="0,0"/>
            <v:stroke on="f" joinstyle="miter"/>
            <v:imagedata r:id="rId39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position w:val="-22"/>
        </w:rPr>
        <w:pict>
          <v:shape id="_x0000_i1056" o:spt="75" alt="http://www.zxxk.com" type="#_x0000_t75" style="height:26.3pt;width:15.85pt;" filled="f" o:preferrelative="t" stroked="f" coordsize="21600,21600">
            <v:path/>
            <v:fill on="f" focussize="0,0"/>
            <v:stroke on="f" joinstyle="miter"/>
            <v:imagedata r:id="rId40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，…，根据前4个数的规律，第2020个数是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19．如图是由火柴棒搭成的几何图案，则第4个图案中有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根火柴棒；第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个图案中比第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﹣1个图案多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根火柴棒（用含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的代数式表示）．</w:t>
      </w:r>
    </w:p>
    <w:p>
      <w:pPr>
        <w:snapToGrid w:val="0"/>
        <w:spacing w:line="24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pict>
          <v:shape id="_x0000_i1057" o:spt="75" alt="http://www.zxxk.com" type="#_x0000_t75" style="height:79.5pt;width:142.5pt;" filled="f" o:preferrelative="t" stroked="f" coordsize="21600,21600">
            <v:path/>
            <v:fill on="f" focussize="0,0"/>
            <v:stroke on="f" joinstyle="miter"/>
            <v:imagedata r:id="rId41" o:title=" "/>
            <o:lock v:ext="edit" aspectratio="t"/>
            <w10:wrap type="none"/>
            <w10:anchorlock/>
          </v:shape>
        </w:pict>
      </w:r>
    </w:p>
    <w:p>
      <w:pPr>
        <w:snapToGrid w:val="0"/>
        <w:spacing w:line="240" w:lineRule="auto"/>
        <w:ind w:left="273" w:leftChars="130"/>
        <w:rPr>
          <w:rFonts w:hint="eastAsia"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三、解答题（共7小题）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20．如图，是一所住宅的建筑平面图（图中长度单位：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（1）用式子表示这所住宅的建筑面积；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＝6，求出这所住宅的建筑面积．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8" o:spt="75" alt="http://www.zxxk.com" type="#_x0000_t75" style="height:168pt;width:216.05pt;" filled="f" o:preferrelative="t" stroked="f" coordsize="21600,21600">
            <v:path/>
            <v:fill on="f" focussize="0,0"/>
            <v:stroke on="f" joinstyle="miter"/>
            <v:imagedata r:id="rId42" o:title=" "/>
            <o:lock v:ext="edit" aspectratio="t"/>
            <w10:wrap type="none"/>
            <w10:anchorlock/>
          </v:shape>
        </w:pic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21．某地出租车的收费标准如下：3千米以内（包括3千米）为起步价收费10元，3千米以后每千米收费2.4元．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（1）小明乘出租车行驶了2.3千米，他应付车费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元；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（2）小亮乘出租车行驶了7千米，他应付车费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元；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（3）小朋乘出租车去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千米（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＞3）外的姥姥家，那么她要准备多少钱才够乘坐出租车？（用含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的代数式表示）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22．用同样大小的两种不同颜色的正方形纸片，按下图方式拼正方形．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9" o:spt="75" alt="http://www.zxxk.com" type="#_x0000_t75" style="height:81.75pt;width:244.55pt;" filled="f" o:preferrelative="t" stroked="f" coordsize="21600,21600">
            <v:path/>
            <v:fill on="f" focussize="0,0"/>
            <v:stroke on="f" joinstyle="miter"/>
            <v:imagedata r:id="rId43" o:title=" "/>
            <o:lock v:ext="edit" aspectratio="t"/>
            <w10:wrap type="none"/>
            <w10:anchorlock/>
          </v:shape>
        </w:pic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第（1）个图形中有1个正方形；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第（2）个图形有1+3＝4个小正方形；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第（3）个图形1+3+5＝9个小正方形；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第（5）个图形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个小正方形（直接写出结果）；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…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（1）根据上面的发现我们可以猜想：1+3+5+7+…+（2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﹣1）＝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（用含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的代数式表示）；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（2）请根据你的发现计算：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1+3+5+7+…+99＝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napToGrid w:val="0"/>
        <w:spacing w:line="240" w:lineRule="auto"/>
        <w:ind w:left="273" w:leftChars="130"/>
      </w:pPr>
      <w:r>
        <w:rPr>
          <w:rFonts w:ascii="Cambria Math" w:hAnsi="Cambria Math" w:eastAsia="Cambria Math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101+103+105+…+199＝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23．观察下面三行数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﹣3，9，﹣27，81…</w:t>
      </w:r>
      <w:r>
        <w:rPr>
          <w:rFonts w:ascii="Cambria Math" w:hAnsi="Cambria Math" w:eastAsia="Cambria Math"/>
          <w:szCs w:val="21"/>
        </w:rPr>
        <w:t>①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1，﹣3，9，﹣27…</w:t>
      </w:r>
      <w:r>
        <w:rPr>
          <w:rFonts w:ascii="Cambria Math" w:hAnsi="Cambria Math" w:eastAsia="Cambria Math"/>
          <w:szCs w:val="21"/>
        </w:rPr>
        <w:t>②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﹣2，10，﹣26，82…</w:t>
      </w:r>
      <w:r>
        <w:rPr>
          <w:rFonts w:ascii="Cambria Math" w:hAnsi="Cambria Math" w:eastAsia="Cambria Math"/>
          <w:szCs w:val="21"/>
        </w:rPr>
        <w:t>③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（1）第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行数按什么规律排列？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（2）第</w:t>
      </w:r>
      <w:r>
        <w:rPr>
          <w:rFonts w:ascii="Cambria Math" w:hAnsi="Cambria Math" w:eastAsia="Cambria Math"/>
          <w:szCs w:val="21"/>
        </w:rPr>
        <w:t>②③</w:t>
      </w:r>
      <w:r>
        <w:rPr>
          <w:rFonts w:hint="eastAsia" w:ascii="Times New Roman" w:hAnsi="Times New Roman" w:eastAsia="新宋体"/>
          <w:szCs w:val="21"/>
        </w:rPr>
        <w:t>行数与第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行数分别有什么关系？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（3）设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z</w:t>
      </w:r>
      <w:r>
        <w:rPr>
          <w:rFonts w:hint="eastAsia" w:ascii="Times New Roman" w:hAnsi="Times New Roman" w:eastAsia="新宋体"/>
          <w:szCs w:val="21"/>
        </w:rPr>
        <w:t>分别为第</w:t>
      </w:r>
      <w:r>
        <w:rPr>
          <w:rFonts w:ascii="Cambria Math" w:hAnsi="Cambria Math" w:eastAsia="Cambria Math"/>
          <w:szCs w:val="21"/>
        </w:rPr>
        <w:t>①②③</w:t>
      </w:r>
      <w:r>
        <w:rPr>
          <w:rFonts w:hint="eastAsia" w:ascii="Times New Roman" w:hAnsi="Times New Roman" w:eastAsia="新宋体"/>
          <w:szCs w:val="21"/>
        </w:rPr>
        <w:t>行的2019个数，求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+6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z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24．观察下列各式：﹣1×</w:t>
      </w:r>
      <w:r>
        <w:rPr>
          <w:position w:val="-22"/>
        </w:rPr>
        <w:pict>
          <v:shape id="_x0000_i1060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4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＝﹣1+</w:t>
      </w:r>
      <w:r>
        <w:rPr>
          <w:position w:val="-22"/>
        </w:rPr>
        <w:pict>
          <v:shape id="_x0000_i1061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4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，﹣</w:t>
      </w:r>
      <w:r>
        <w:rPr>
          <w:position w:val="-22"/>
        </w:rPr>
        <w:pict>
          <v:shape id="_x0000_i1062" o:spt="75" alt="http://www.zxxk.com" type="#_x0000_t75" style="height:26.3pt;width:33pt;" filled="f" o:preferrelative="t" stroked="f" coordsize="21600,21600">
            <v:path/>
            <v:fill on="f" focussize="0,0"/>
            <v:stroke on="f" joinstyle="miter"/>
            <v:imagedata r:id="rId4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063" o:spt="75" alt="http://www.zxxk.com" type="#_x0000_t75" style="height:26.3pt;width:27.05pt;" filled="f" o:preferrelative="t" stroked="f" coordsize="21600,21600">
            <v:path/>
            <v:fill on="f" focussize="0,0"/>
            <v:stroke on="f" joinstyle="miter"/>
            <v:imagedata r:id="rId46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，﹣</w:t>
      </w:r>
      <w:r>
        <w:rPr>
          <w:position w:val="-22"/>
        </w:rPr>
        <w:pict>
          <v:shape id="_x0000_i1064" o:spt="75" alt="http://www.zxxk.com" type="#_x0000_t75" style="height:26.3pt;width:33pt;" filled="f" o:preferrelative="t" stroked="f" coordsize="21600,21600">
            <v:path/>
            <v:fill on="f" focussize="0,0"/>
            <v:stroke on="f" joinstyle="miter"/>
            <v:imagedata r:id="rId4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065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48" o:title=" "/>
            <o:lock v:ext="edit" aspectratio="t"/>
            <w10:wrap type="none"/>
            <w10:anchorlock/>
          </v:shape>
        </w:pict>
      </w:r>
      <w:r>
        <w:rPr>
          <w:position w:val="-22"/>
        </w:rPr>
        <w:pict>
          <v:shape id="_x0000_i1066" o:spt="75" alt="http://www.zxxk.com" type="#_x0000_t75" style="height:26.3pt;width:17.25pt;" filled="f" o:preferrelative="t" stroked="f" coordsize="21600,21600">
            <v:path/>
            <v:fill on="f" focussize="0,0"/>
            <v:stroke on="f" joinstyle="miter"/>
            <v:imagedata r:id="rId49" o:title=" "/>
            <o:lock v:ext="edit" aspectratio="t"/>
            <w10:wrap type="none"/>
            <w10:anchorlock/>
          </v:shape>
        </w:pic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（1）猜想：﹣</w:t>
      </w:r>
      <w:r>
        <w:rPr>
          <w:position w:val="-22"/>
        </w:rPr>
        <w:pict>
          <v:shape id="_x0000_i1067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50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pict>
          <v:shape id="_x0000_i1068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51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（写成和的形式）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（2）你发现的规律是：﹣</w:t>
      </w:r>
      <w:r>
        <w:rPr>
          <w:position w:val="-22"/>
        </w:rPr>
        <w:pict>
          <v:shape id="_x0000_i1069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52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pict>
          <v:shape id="_x0000_i1070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53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为正整数）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（3）用规律计算：（﹣1×</w:t>
      </w:r>
      <w:r>
        <w:rPr>
          <w:position w:val="-22"/>
        </w:rPr>
        <w:pict>
          <v:shape id="_x0000_i1071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4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）+（﹣</w:t>
      </w:r>
      <w:r>
        <w:rPr>
          <w:position w:val="-22"/>
        </w:rPr>
        <w:pict>
          <v:shape id="_x0000_i1072" o:spt="75" alt="http://www.zxxk.com" type="#_x0000_t75" style="height:26.3pt;width:33pt;" filled="f" o:preferrelative="t" stroked="f" coordsize="21600,21600">
            <v:path/>
            <v:fill on="f" focussize="0,0"/>
            <v:stroke on="f" joinstyle="miter"/>
            <v:imagedata r:id="rId4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）+（﹣</w:t>
      </w:r>
      <w:r>
        <w:rPr>
          <w:position w:val="-22"/>
        </w:rPr>
        <w:pict>
          <v:shape id="_x0000_i1073" o:spt="75" alt="http://www.zxxk.com" type="#_x0000_t75" style="height:26.3pt;width:33pt;" filled="f" o:preferrelative="t" stroked="f" coordsize="21600,21600">
            <v:path/>
            <v:fill on="f" focussize="0,0"/>
            <v:stroke on="f" joinstyle="miter"/>
            <v:imagedata r:id="rId4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）+…+（﹣</w:t>
      </w:r>
      <w:r>
        <w:rPr>
          <w:position w:val="-22"/>
        </w:rPr>
        <w:pict>
          <v:shape id="_x0000_i1074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5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pict>
          <v:shape id="_x0000_i1075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5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）+（﹣</w:t>
      </w:r>
      <w:r>
        <w:rPr>
          <w:position w:val="-22"/>
        </w:rPr>
        <w:pict>
          <v:shape id="_x0000_i1076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5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pict>
          <v:shape id="_x0000_i1077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56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25．一种蔬菜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千克，不加工直接出售每千克可卖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元；如果经过加工重量减少了15%，价格增加了40%，问：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千克这种蔬菜加工后可卖多少钱？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（2）如果这种蔬菜1000千克，不加工直接出售每千克可卖1.50元，问加工后原1000千克这种蔬菜可卖多少钱？比加工前多卖多少钱？</w:t>
      </w:r>
    </w:p>
    <w:p>
      <w:pPr>
        <w:snapToGrid w:val="0"/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26．某服装厂生产一种西装和领带，西装每套定价400元，领带每条定价50元．厂方在开展促销活动期间，向客户提供两种优惠方案：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方案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：买一套西装送一条领带；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方案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：西装和领带都按定价的90%付款．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现某客户要到该服装厂购买西装20套，领带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条（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＞20）．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（1）若该客户按方案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购买，需付款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元（用含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的代数式表示）；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若该客户按方案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购买，需付款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元（用含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的代数式表示）；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＝30，通过计算说明此时按哪种方案购买较为合算？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（3）若两种优惠方案可同时使用，当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＝30时，你能给出一种更为省钱的购买方案吗？试写出你的购买方法并计算出此种方案的付款金额．</w:t>
      </w:r>
    </w:p>
    <w:p>
      <w:pPr>
        <w:widowControl/>
        <w:snapToGrid w:val="0"/>
        <w:spacing w:line="240" w:lineRule="auto"/>
        <w:jc w:val="left"/>
      </w:pPr>
      <w:r>
        <w:br w:type="page"/>
      </w:r>
    </w:p>
    <w:p>
      <w:pPr>
        <w:snapToGrid w:val="0"/>
        <w:spacing w:line="240" w:lineRule="auto"/>
        <w:jc w:val="center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试题解析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1．解：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、正确的书写格式是</w:t>
      </w:r>
      <w:r>
        <w:rPr>
          <w:position w:val="-22"/>
        </w:rPr>
        <w:pict>
          <v:shape id="_x0000_i1078" o:spt="75" alt="http://www.zxxk.com" type="#_x0000_t75" style="height:26.3pt;width:17.25pt;" filled="f" o:preferrelative="t" stroked="f" coordsize="21600,21600">
            <v:path/>
            <v:fill on="f" focussize="0,0"/>
            <v:stroke on="f" joinstyle="miter"/>
            <v:imagedata r:id="rId5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，不符合题意；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、正确，符合题意；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、正确的书写格式是（3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﹣1）个，不符合题意；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、正确的书写格式是3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，不符合题意．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2．解：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、“除以7余3的数字”可表示为7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+3，故正确；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、奇数可表示为2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﹣1，故正确；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两数的平方和减去它们积的两倍”可表示为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，故错误；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、底面半径为</w:t>
      </w:r>
      <w:r>
        <w:rPr>
          <w:rFonts w:hint="eastAsia" w:ascii="Times New Roman" w:hAnsi="Times New Roman" w:eastAsia="新宋体"/>
          <w:i/>
          <w:szCs w:val="21"/>
        </w:rPr>
        <w:t>r</w:t>
      </w:r>
      <w:r>
        <w:rPr>
          <w:rFonts w:hint="eastAsia" w:ascii="Times New Roman" w:hAnsi="Times New Roman" w:eastAsia="新宋体"/>
          <w:szCs w:val="21"/>
        </w:rPr>
        <w:t>，高为</w:t>
      </w:r>
      <w:r>
        <w:rPr>
          <w:rFonts w:hint="eastAsia"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的圆锥的体积”可表示为</w:t>
      </w:r>
      <w:r>
        <w:rPr>
          <w:position w:val="-22"/>
        </w:rPr>
        <w:pict>
          <v:shape id="_x0000_i1079" o:spt="75" alt="http://www.zxxk.com" type="#_x0000_t75" style="height:26.3pt;width:45.05pt;" filled="f" o:preferrelative="t" stroked="f" coordsize="21600,21600">
            <v:path/>
            <v:fill on="f" focussize="0,0"/>
            <v:stroke on="f" joinstyle="miter"/>
            <v:imagedata r:id="rId5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，故正确；</w:t>
      </w:r>
    </w:p>
    <w:p>
      <w:pPr>
        <w:snapToGrid w:val="0"/>
        <w:spacing w:line="24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解：∵2019×14＝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∴2019×15＝2019×（14+1）＝2019×14+2019＝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+2019．</w:t>
      </w:r>
    </w:p>
    <w:p>
      <w:pPr>
        <w:snapToGrid w:val="0"/>
        <w:spacing w:line="24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4．解：因为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所以1﹣2（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＝1﹣2×1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＝1﹣2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＝﹣1．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5．解：∵设某数为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，代数式</w:t>
      </w:r>
      <w:r>
        <w:rPr>
          <w:position w:val="-23"/>
        </w:rPr>
        <w:pict>
          <v:shape id="_x0000_i1080" o:spt="75" alt="http://www.zxxk.com" type="#_x0000_t75" style="height:30.65pt;width:37.6pt;" filled="f" o:preferrelative="t" stroked="f" coordsize="21600,21600">
            <v:path/>
            <v:fill on="f" focussize="0,0"/>
            <v:stroke on="f" joinstyle="miter"/>
            <v:imagedata r:id="rId59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表示：某数平方的3倍与5的差的一半．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6．解：根据排列规律，10下面的数是12，10右面的数是14，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∵8＝2×4﹣0，22＝4×6﹣2，44＝6×8﹣4，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＝12×14﹣10＝158．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7．解：∵某企业今年9月份产值为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万元，10月份比9月份减少了5%，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∴该企业今年10月份产值为（1﹣5%）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万元，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又∵11月份比10月份增加了10%，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∴该企业今年11月份产值为（1﹣5%）（1+10%）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万元．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8．解：</w:t>
      </w:r>
      <w:r>
        <w:rPr>
          <w:position w:val="-22"/>
        </w:rPr>
        <w:pict>
          <v:shape id="_x0000_i1081" o:spt="75" alt="http://www.zxxk.com" type="#_x0000_t75" style="height:27.05pt;width:27.7pt;" filled="f" o:preferrelative="t" stroked="f" coordsize="21600,21600">
            <v:path/>
            <v:fill on="f" focussize="0,0"/>
            <v:stroke on="f" joinstyle="miter"/>
            <v:imagedata r:id="rId60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82" o:spt="75" alt="http://www.zxxk.com" type="#_x0000_t75" style="height:26.3pt;width:39.75pt;" filled="f" o:preferrelative="t" stroked="f" coordsize="21600,21600">
            <v:path/>
            <v:fill on="f" focussize="0,0"/>
            <v:stroke on="f" joinstyle="miter"/>
            <v:imagedata r:id="rId61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83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62" o:title=" "/>
            <o:lock v:ext="edit" aspectratio="t"/>
            <w10:wrap type="none"/>
            <w10:anchorlock/>
          </v:shape>
        </w:pic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9.解：第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个数是</w:t>
      </w:r>
      <w:r>
        <w:rPr>
          <w:position w:val="-30"/>
        </w:rPr>
        <w:pict>
          <v:shape id="_x0000_i1084" o:spt="75" alt="http://www.zxxk.com" type="#_x0000_t75" style="height:34.6pt;width:30.05pt;" filled="f" o:preferrelative="t" stroked="f" coordsize="21600,21600">
            <v:path/>
            <v:fill on="f" focussize="0,0"/>
            <v:stroke on="f" joinstyle="miter"/>
            <v:imagedata r:id="rId63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10．解：∵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＝1，点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所表示的数为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pict>
          <v:shape id="_x0000_i108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表示的数为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为原点，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所表示的数为﹣（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11．解：∵第一个图案中，有白色的是6个，后边是依次多4个．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个图案中，是6+4（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﹣1）＝4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+2．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12．解：设第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个图形共有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szCs w:val="21"/>
        </w:rPr>
        <w:t>个点（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为正整数），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观察图形，可知：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＝10＝6+4，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＝16＝6×2+4，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＝22＝6×3+4，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Cs w:val="21"/>
        </w:rPr>
        <w:t>＝28＝6×4+4，…，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szCs w:val="21"/>
        </w:rPr>
        <w:t>＝6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+4（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为正整数）．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13．解：根据计算机程序可知：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开始输入的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值为1，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第一次得到的结果为4，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第二次得到的结果为2，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第三次得到的结果为1，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第四次得到的结果为4，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……，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发现规律：三次一循环结果为4、2、1，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2019÷3＝693．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第2019次得到的结果为：1．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14．解：观察图形的变化可知：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第1个图形有（3×1+1＝4）个；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第2个图形有（3×2+1＝7）个；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第3个图形有（3×3+1＝10）个；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…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发现规律：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个图形有（3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+1）个</w:t>
      </w:r>
      <w:r>
        <w:rPr>
          <w:rFonts w:hint="eastAsia" w:ascii="Times New Roman" w:hAnsi="Times New Roman" w:eastAsia="新宋体"/>
          <w:szCs w:val="21"/>
        </w:rPr>
        <w:pict>
          <v:shape id="_x0000_i1086" o:spt="75" alt="http://www.zxxk.com" type="#_x0000_t75" style="height:15.75pt;width:16.5pt;" filled="f" o:preferrelative="t" stroked="f" coordsize="21600,21600">
            <v:path/>
            <v:fill on="f" focussize="0,0"/>
            <v:stroke on="f" joinstyle="miter"/>
            <v:imagedata r:id="rId6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第2019个图形有（3×2019+1＝6058）个</w:t>
      </w:r>
      <w:r>
        <w:rPr>
          <w:rFonts w:hint="eastAsia" w:ascii="Times New Roman" w:hAnsi="Times New Roman" w:eastAsia="新宋体"/>
          <w:szCs w:val="21"/>
        </w:rPr>
        <w:pict>
          <v:shape id="_x0000_i1087" o:spt="75" alt="http://www.zxxk.com" type="#_x0000_t75" style="height:15.75pt;width:16.5pt;" filled="f" o:preferrelative="t" stroked="f" coordsize="21600,21600">
            <v:path/>
            <v:fill on="f" focussize="0,0"/>
            <v:stroke on="f" joinstyle="miter"/>
            <v:imagedata r:id="rId6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15．解：∵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88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66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46"/>
        </w:rPr>
        <w:pict>
          <v:shape id="_x0000_i1089" o:spt="75" alt="http://www.zxxk.com" type="#_x0000_t75" style="height:40.5pt;width:25.5pt;" filled="f" o:preferrelative="t" stroked="f" coordsize="21600,21600">
            <v:path/>
            <v:fill on="f" focussize="0,0"/>
            <v:stroke on="f" joinstyle="miter"/>
            <v:imagedata r:id="rId6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090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6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46"/>
        </w:rPr>
        <w:pict>
          <v:shape id="_x0000_i1091" o:spt="75" alt="http://www.zxxk.com" type="#_x0000_t75" style="height:40.5pt;width:25.5pt;" filled="f" o:preferrelative="t" stroked="f" coordsize="21600,21600">
            <v:path/>
            <v:fill on="f" focussize="0,0"/>
            <v:stroke on="f" joinstyle="miter"/>
            <v:imagedata r:id="rId69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092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70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46"/>
        </w:rPr>
        <w:pict>
          <v:shape id="_x0000_i1093" o:spt="75" alt="http://www.zxxk.com" type="#_x0000_t75" style="height:40.5pt;width:33pt;" filled="f" o:preferrelative="t" stroked="f" coordsize="21600,21600">
            <v:path/>
            <v:fill on="f" focussize="0,0"/>
            <v:stroke on="f" joinstyle="miter"/>
            <v:imagedata r:id="rId71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94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66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……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∴此数列每3个数为一周期循环，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∵2019÷3＝673，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2019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095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70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16．解：由图可得，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第1个图形中有：3条线段，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第2个图形中有：3+3+2＝3×2+2×1＝8条线段，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第3个图形中有：3+3+3+2+2+2＝3×3+2×3＝15条线段，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第4个图形中有：3+3+3+3+2+2+2+2+2+2＝3×4+2×6＝24条线段，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…，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个图形中有：[（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﹣1]条线段，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∴当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＝6时，[（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﹣1]＝[（6+1）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﹣1]＝48，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17．解：∵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+6＝</w:t>
      </w:r>
      <w:r>
        <w:rPr>
          <w:position w:val="-22"/>
        </w:rPr>
        <w:pict>
          <v:shape id="_x0000_i1096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72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097" o:spt="75" alt="http://www.zxxk.com" type="#_x0000_t75" style="height:26.3pt;width:15.85pt;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则原式＝﹣2（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）﹣12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＝﹣2×（﹣</w:t>
      </w:r>
      <w:r>
        <w:rPr>
          <w:position w:val="-22"/>
        </w:rPr>
        <w:pict>
          <v:shape id="_x0000_i1098" o:spt="75" alt="http://www.zxxk.com" type="#_x0000_t75" style="height:26.3pt;width:15.85pt;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）﹣12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99" o:spt="75" alt="http://www.zxxk.com" type="#_x0000_t75" style="height:26.3pt;width:15.85pt;" filled="f" o:preferrelative="t" stroked="f" coordsize="21600,21600">
            <v:path/>
            <v:fill on="f" focussize="0,0"/>
            <v:stroke on="f" joinstyle="miter"/>
            <v:imagedata r:id="rId7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﹣12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100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7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故答案为：﹣</w:t>
      </w:r>
      <w:r>
        <w:rPr>
          <w:position w:val="-22"/>
        </w:rPr>
        <w:pict>
          <v:shape id="_x0000_i1101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7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18.解：观察这列数发现，奇数项是负数，偶数项是正数；分子分别为3，5，7，9，…；分子分别为1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+1，2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+1，3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+1，…，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∴该列数的第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项是（﹣1）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position w:val="-30"/>
        </w:rPr>
        <w:pict>
          <v:shape id="_x0000_i1102" o:spt="75" alt="http://www.zxxk.com" type="#_x0000_t75" style="height:30.65pt;width:30.05pt;" filled="f" o:preferrelative="t" stroked="f" coordsize="21600,21600">
            <v:path/>
            <v:fill on="f" focussize="0,0"/>
            <v:stroke on="f" joinstyle="miter"/>
            <v:imagedata r:id="rId76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∴第2020个数是</w:t>
      </w:r>
      <w:r>
        <w:rPr>
          <w:position w:val="-30"/>
        </w:rPr>
        <w:pict>
          <v:shape id="_x0000_i1103" o:spt="75" alt="http://www.zxxk.com" type="#_x0000_t75" style="height:30.65pt;width:57.7pt;" filled="f" o:preferrelative="t" stroked="f" coordsize="21600,21600">
            <v:path/>
            <v:fill on="f" focussize="0,0"/>
            <v:stroke on="f" joinstyle="miter"/>
            <v:imagedata r:id="rId7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4" o:spt="75" alt="http://www.zxxk.com" type="#_x0000_t75" style="height:26.3pt;width:45.85pt;" filled="f" o:preferrelative="t" stroked="f" coordsize="21600,21600">
            <v:path/>
            <v:fill on="f" focussize="0,0"/>
            <v:stroke on="f" joinstyle="miter"/>
            <v:imagedata r:id="rId7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</w:t>
      </w:r>
      <w:r>
        <w:rPr>
          <w:position w:val="-22"/>
        </w:rPr>
        <w:pict>
          <v:shape id="_x0000_i1105" o:spt="75" alt="http://www.zxxk.com" type="#_x0000_t75" style="height:26.3pt;width:45.85pt;" filled="f" o:preferrelative="t" stroked="f" coordsize="21600,21600">
            <v:path/>
            <v:fill on="f" focussize="0,0"/>
            <v:stroke on="f" joinstyle="miter"/>
            <v:imagedata r:id="rId7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19．解：∵第1个图案中有火柴棒根数为：4＝1×2×2；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第2个图案中有火柴棒根数为：12＝2×3×2；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第3个图案中有火柴棒根数为：24＝3×4×2；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∴第4个图案中有火柴棒根数为4×5×2＝40；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…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﹣1个图案中有火柴棒根数为：2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﹣1）；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个图案中有火柴棒根数为：2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+1）；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个图案中比第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﹣1个图案多4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根火柴棒．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故答案为：40，4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20．解：（1）这所宅子的建筑面积是：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•（3+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）+5×4+5</w:t>
      </w:r>
      <w:r>
        <w:rPr>
          <w:rFonts w:hint="eastAsia" w:ascii="Times New Roman" w:hAnsi="Times New Roman" w:eastAsia="新宋体"/>
          <w:i/>
          <w:szCs w:val="21"/>
        </w:rPr>
        <w:t>a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＝11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+20</w:t>
      </w:r>
    </w:p>
    <w:p>
      <w:pPr>
        <w:snapToGrid w:val="0"/>
        <w:spacing w:line="240" w:lineRule="auto"/>
        <w:ind w:left="273" w:leftChars="130"/>
      </w:pP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（2）当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＝6时，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＝11×4+2×4×6+20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＝112（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          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∴这所宅子的建筑面积为112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21．解：（1）由题意可得，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小明乘出租车行驶了2.3千米，他应付车费10元，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故答案为：10；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（2）由题意可得，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小亮乘出租车行驶了7千米，他应付车费：10+（7﹣3）×2.4＝10+4×2.4＝10+9.6＝19.6（元），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故答案为：19.6；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（3）由题意可得，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10+（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﹣3）×2.4＝2.4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+2.8，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即她要准备（2.4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+2.8）元才够乘坐出租车．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22．解：第（5）个图形1+3+5+7+9＝25个小正方形，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故答案为：25；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（1）1+3+5+7+…+（2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﹣1）＝</w:t>
      </w:r>
      <w:r>
        <w:rPr>
          <w:position w:val="-22"/>
        </w:rPr>
        <w:pict>
          <v:shape id="_x0000_i1106" o:spt="75" alt="http://www.zxxk.com" type="#_x0000_t75" style="height:26.3pt;width:61.45pt;" filled="f" o:preferrelative="t" stroked="f" coordsize="21600,21600">
            <v:path/>
            <v:fill on="f" focussize="0,0"/>
            <v:stroke on="f" joinstyle="miter"/>
            <v:imagedata r:id="rId79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令2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﹣1＝99，得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＝50，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则：1+3+5+7+…+99＝50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故答案为：50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napToGrid w:val="0"/>
        <w:spacing w:line="240" w:lineRule="auto"/>
        <w:ind w:left="273" w:leftChars="130"/>
      </w:pPr>
      <w:r>
        <w:rPr>
          <w:rFonts w:ascii="Cambria Math" w:hAnsi="Cambria Math" w:eastAsia="Cambria Math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101+103+105+…+199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＝（1+3+5+…+199）﹣（1+3+5+…+99）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＝100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﹣50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＝（100+50）（100﹣50）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＝150×50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＝7500，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故答案为：7500．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23．解：（1）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行数后一个数前一个数的﹣3倍；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的每一个数是第一行对应数的﹣</w:t>
      </w:r>
      <w:r>
        <w:rPr>
          <w:position w:val="-22"/>
        </w:rPr>
        <w:pict>
          <v:shape id="_x0000_i1107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80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倍；</w:t>
      </w:r>
      <w:r>
        <w:rPr>
          <w:rFonts w:ascii="Cambria Math" w:hAnsi="Cambria Math" w:eastAsia="Cambria Math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的每一个数是第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行对应数加1；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（3）由（1）（2）可得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2019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2019</w:t>
      </w:r>
      <w:r>
        <w:rPr>
          <w:rFonts w:hint="eastAsia" w:ascii="Times New Roman" w:hAnsi="Times New Roman" w:eastAsia="新宋体"/>
          <w:szCs w:val="21"/>
        </w:rPr>
        <w:t>×（﹣3）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﹣1</w:t>
      </w:r>
      <w:r>
        <w:rPr>
          <w:rFonts w:hint="eastAsia" w:ascii="Times New Roman" w:hAnsi="Times New Roman" w:eastAsia="新宋体"/>
          <w:szCs w:val="21"/>
        </w:rPr>
        <w:t>＝（﹣3）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z</w:t>
      </w:r>
      <w:r>
        <w:rPr>
          <w:rFonts w:hint="eastAsia" w:ascii="Times New Roman" w:hAnsi="Times New Roman" w:eastAsia="新宋体"/>
          <w:szCs w:val="21"/>
        </w:rPr>
        <w:t>＝（﹣3）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2019</w:t>
      </w:r>
      <w:r>
        <w:rPr>
          <w:rFonts w:hint="eastAsia" w:ascii="Times New Roman" w:hAnsi="Times New Roman" w:eastAsia="新宋体"/>
          <w:szCs w:val="21"/>
        </w:rPr>
        <w:t>+1，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+6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z</w:t>
      </w:r>
      <w:r>
        <w:rPr>
          <w:rFonts w:hint="eastAsia" w:ascii="Times New Roman" w:hAnsi="Times New Roman" w:eastAsia="新宋体"/>
          <w:szCs w:val="21"/>
        </w:rPr>
        <w:t>＝（﹣3）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2019</w:t>
      </w:r>
      <w:r>
        <w:rPr>
          <w:rFonts w:hint="eastAsia" w:ascii="Times New Roman" w:hAnsi="Times New Roman" w:eastAsia="新宋体"/>
          <w:szCs w:val="21"/>
        </w:rPr>
        <w:t>+6×（﹣3）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2018</w:t>
      </w:r>
      <w:r>
        <w:rPr>
          <w:rFonts w:hint="eastAsia" w:ascii="Times New Roman" w:hAnsi="Times New Roman" w:eastAsia="新宋体"/>
          <w:szCs w:val="21"/>
        </w:rPr>
        <w:t>+（﹣3）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2019</w:t>
      </w:r>
      <w:r>
        <w:rPr>
          <w:rFonts w:hint="eastAsia" w:ascii="Times New Roman" w:hAnsi="Times New Roman" w:eastAsia="新宋体"/>
          <w:szCs w:val="21"/>
        </w:rPr>
        <w:t>+1＝1．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24．解：（1）由所给的已知发现乘积的等于和，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∴﹣</w:t>
      </w:r>
      <w:r>
        <w:rPr>
          <w:position w:val="-22"/>
        </w:rPr>
        <w:pict>
          <v:shape id="_x0000_i1108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81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pict>
          <v:shape id="_x0000_i1109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82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110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81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11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82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故答案为﹣</w:t>
      </w:r>
      <w:r>
        <w:rPr>
          <w:position w:val="-22"/>
        </w:rPr>
        <w:pict>
          <v:shape id="_x0000_i1112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81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13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82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（2）﹣</w:t>
      </w:r>
      <w:r>
        <w:rPr>
          <w:position w:val="-22"/>
        </w:rPr>
        <w:pict>
          <v:shape id="_x0000_i1114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83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pict>
          <v:shape id="_x0000_i1115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8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116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83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17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8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故答案为﹣</w:t>
      </w:r>
      <w:r>
        <w:rPr>
          <w:position w:val="-22"/>
        </w:rPr>
        <w:pict>
          <v:shape id="_x0000_i1118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83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19" o:spt="75" alt="http://www.zxxk.com" type="#_x0000_t75" style="height:26.3pt;width:21.75pt;" filled="f" o:preferrelative="t" stroked="f" coordsize="21600,21600">
            <v:path/>
            <v:fill on="f" focussize="0,0"/>
            <v:stroke on="f" joinstyle="miter"/>
            <v:imagedata r:id="rId8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（3）（﹣1×</w:t>
      </w:r>
      <w:r>
        <w:rPr>
          <w:position w:val="-22"/>
        </w:rPr>
        <w:pict>
          <v:shape id="_x0000_i1120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86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）+（﹣</w:t>
      </w:r>
      <w:r>
        <w:rPr>
          <w:position w:val="-22"/>
        </w:rPr>
        <w:pict>
          <v:shape id="_x0000_i1121" o:spt="75" alt="http://www.zxxk.com" type="#_x0000_t75" style="height:26.3pt;width:33pt;" filled="f" o:preferrelative="t" stroked="f" coordsize="21600,21600">
            <v:path/>
            <v:fill on="f" focussize="0,0"/>
            <v:stroke on="f" joinstyle="miter"/>
            <v:imagedata r:id="rId8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）+（﹣</w:t>
      </w:r>
      <w:r>
        <w:rPr>
          <w:position w:val="-22"/>
        </w:rPr>
        <w:pict>
          <v:shape id="_x0000_i1122" o:spt="75" alt="http://www.zxxk.com" type="#_x0000_t75" style="height:26.3pt;width:33pt;" filled="f" o:preferrelative="t" stroked="f" coordsize="21600,21600">
            <v:path/>
            <v:fill on="f" focussize="0,0"/>
            <v:stroke on="f" joinstyle="miter"/>
            <v:imagedata r:id="rId8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）+…+（﹣</w:t>
      </w:r>
      <w:r>
        <w:rPr>
          <w:position w:val="-22"/>
        </w:rPr>
        <w:pict>
          <v:shape id="_x0000_i1123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89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pict>
          <v:shape id="_x0000_i1124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90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）+（﹣</w:t>
      </w:r>
      <w:r>
        <w:rPr>
          <w:position w:val="-22"/>
        </w:rPr>
        <w:pict>
          <v:shape id="_x0000_i1125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90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position w:val="-22"/>
        </w:rPr>
        <w:pict>
          <v:shape id="_x0000_i1126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91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）＝﹣1+</w:t>
      </w:r>
      <w:r>
        <w:rPr>
          <w:position w:val="-22"/>
        </w:rPr>
        <w:pict>
          <v:shape id="_x0000_i1127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86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128" o:spt="75" alt="http://www.zxxk.com" type="#_x0000_t75" style="height:26.3pt;width:27.05pt;" filled="f" o:preferrelative="t" stroked="f" coordsize="21600,21600">
            <v:path/>
            <v:fill on="f" focussize="0,0"/>
            <v:stroke on="f" joinstyle="miter"/>
            <v:imagedata r:id="rId92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129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93" o:title=" "/>
            <o:lock v:ext="edit" aspectratio="t"/>
            <w10:wrap type="none"/>
            <w10:anchorlock/>
          </v:shape>
        </w:pict>
      </w:r>
      <w:r>
        <w:rPr>
          <w:position w:val="-22"/>
        </w:rPr>
        <w:pict>
          <v:shape id="_x0000_i1130" o:spt="75" alt="http://www.zxxk.com" type="#_x0000_t75" style="height:26.3pt;width:17.25pt;" filled="f" o:preferrelative="t" stroked="f" coordsize="21600,21600">
            <v:path/>
            <v:fill on="f" focussize="0,0"/>
            <v:stroke on="f" joinstyle="miter"/>
            <v:imagedata r:id="rId9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﹣…﹣</w:t>
      </w:r>
      <w:r>
        <w:rPr>
          <w:position w:val="-22"/>
        </w:rPr>
        <w:pict>
          <v:shape id="_x0000_i1131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90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32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91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＝﹣1+</w:t>
      </w:r>
      <w:r>
        <w:rPr>
          <w:position w:val="-22"/>
        </w:rPr>
        <w:pict>
          <v:shape id="_x0000_i1133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91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134" o:spt="75" alt="http://www.zxxk.com" type="#_x0000_t75" style="height:26.3pt;width:27.7pt;" filled="f" o:preferrelative="t" stroked="f" coordsize="21600,21600">
            <v:path/>
            <v:fill on="f" focussize="0,0"/>
            <v:stroke on="f" joinstyle="miter"/>
            <v:imagedata r:id="rId9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25．解：（1）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千克这种蔬菜加工后重量为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（1﹣15%）千克，价格为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（1+40%）元．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千克这种蔬菜加工后可卖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（1﹣15%）•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（1+40%）＝1.19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元．</w:t>
      </w:r>
    </w:p>
    <w:p>
      <w:pPr>
        <w:snapToGrid w:val="0"/>
        <w:spacing w:line="240" w:lineRule="auto"/>
        <w:ind w:left="273" w:leftChars="130"/>
      </w:pP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（2）加工后可卖1.19×1000×1.5＝1785元，1.19×1000×1.5﹣1000×1.5＝285（元），比加工前多卖285元．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26．解：（1）按方案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购买，需付款：400×20+（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﹣20）×50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＝（7000+50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）元；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按方案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购买，需付款：400×90%×20+50×90%×</w:t>
      </w:r>
      <w:r>
        <w:rPr>
          <w:rFonts w:hint="eastAsia" w:ascii="Times New Roman" w:hAnsi="Times New Roman" w:eastAsia="新宋体"/>
          <w:i/>
          <w:szCs w:val="21"/>
        </w:rPr>
        <w:t>x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＝（45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+7200）元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故答案为：（50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+7000）；（45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+7200）；</w:t>
      </w:r>
    </w:p>
    <w:p>
      <w:pPr>
        <w:snapToGrid w:val="0"/>
        <w:spacing w:line="240" w:lineRule="auto"/>
        <w:ind w:left="273" w:leftChars="130"/>
      </w:pP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＝30时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方案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：50×30+7000＝8500（元）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方案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：45×30+7200＝8550（元）8500元＜8550元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答：此时按方案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购买较为合算．</w:t>
      </w:r>
    </w:p>
    <w:p>
      <w:pPr>
        <w:snapToGrid w:val="0"/>
        <w:spacing w:line="240" w:lineRule="auto"/>
        <w:ind w:left="273" w:leftChars="130"/>
      </w:pP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（3）用方案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买20套西装送20条领带，再用方案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买10条领带．</w:t>
      </w:r>
    </w:p>
    <w:p>
      <w:pPr>
        <w:snapToGrid w:val="0"/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总价钱为20×400+10×50×90%＝8450（元）＜8500元，</w:t>
      </w:r>
    </w:p>
    <w:p>
      <w:pPr>
        <w:snapToGrid w:val="0"/>
        <w:spacing w:line="240" w:lineRule="auto"/>
        <w:ind w:left="273" w:leftChars="130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新宋体"/>
          <w:szCs w:val="21"/>
        </w:rPr>
        <w:t>所以可以．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D8B1"/>
    <w:multiLevelType w:val="singleLevel"/>
    <w:tmpl w:val="0691D8B1"/>
    <w:lvl w:ilvl="0" w:tentative="0">
      <w:start w:val="3"/>
      <w:numFmt w:val="decimal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1F47"/>
    <w:rsid w:val="004151FC"/>
    <w:rsid w:val="004F533E"/>
    <w:rsid w:val="00591F47"/>
    <w:rsid w:val="006E014B"/>
    <w:rsid w:val="008C093A"/>
    <w:rsid w:val="00BA064E"/>
    <w:rsid w:val="00C02FC6"/>
    <w:rsid w:val="00FA2ECA"/>
    <w:rsid w:val="087C3951"/>
    <w:rsid w:val="3C83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semiHidden="0" w:name="Balloon Text"/>
    <w:lsdException w:unhideWhenUsed="0" w:uiPriority="99" w:semiHidden="0" w:name="Table Grid"/>
    <w:lsdException w:unhideWhenUsed="0" w:uiPriority="0" w:semiHidden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unhideWhenUsed/>
    <w:uiPriority w:val="99"/>
    <w:pPr>
      <w:ind w:left="100" w:leftChars="2500"/>
    </w:pPr>
  </w:style>
  <w:style w:type="paragraph" w:styleId="3">
    <w:name w:val="Balloon Text"/>
    <w:basedOn w:val="1"/>
    <w:link w:val="16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无间隔 字符"/>
    <w:link w:val="11"/>
    <w:uiPriority w:val="1"/>
    <w:rPr>
      <w:kern w:val="0"/>
      <w:sz w:val="22"/>
    </w:rPr>
  </w:style>
  <w:style w:type="paragraph" w:styleId="11">
    <w:name w:val="No Spacing"/>
    <w:link w:val="10"/>
    <w:qFormat/>
    <w:uiPriority w:val="1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2">
    <w:name w:val="页脚 字符"/>
    <w:link w:val="4"/>
    <w:semiHidden/>
    <w:qFormat/>
    <w:uiPriority w:val="99"/>
    <w:rPr>
      <w:sz w:val="18"/>
      <w:szCs w:val="18"/>
    </w:rPr>
  </w:style>
  <w:style w:type="character" w:customStyle="1" w:styleId="13">
    <w:name w:val="日期 字符"/>
    <w:basedOn w:val="6"/>
    <w:link w:val="2"/>
    <w:semiHidden/>
    <w:uiPriority w:val="99"/>
  </w:style>
  <w:style w:type="character" w:customStyle="1" w:styleId="14">
    <w:name w:val="页眉 字符"/>
    <w:link w:val="5"/>
    <w:semiHidden/>
    <w:uiPriority w:val="99"/>
    <w:rPr>
      <w:sz w:val="18"/>
      <w:szCs w:val="18"/>
    </w:rPr>
  </w:style>
  <w:style w:type="character" w:styleId="15">
    <w:name w:val="Placeholder Text"/>
    <w:semiHidden/>
    <w:qFormat/>
    <w:uiPriority w:val="99"/>
    <w:rPr>
      <w:color w:val="808080"/>
    </w:rPr>
  </w:style>
  <w:style w:type="character" w:customStyle="1" w:styleId="16">
    <w:name w:val="批注框文本 字符"/>
    <w:link w:val="3"/>
    <w:semiHidden/>
    <w:uiPriority w:val="99"/>
    <w:rPr>
      <w:sz w:val="18"/>
      <w:szCs w:val="18"/>
    </w:rPr>
  </w:style>
  <w:style w:type="paragraph" w:customStyle="1" w:styleId="17">
    <w:name w:val="DefaultParagraph"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8" Type="http://schemas.openxmlformats.org/officeDocument/2006/relationships/fontTable" Target="fontTable.xml"/><Relationship Id="rId97" Type="http://schemas.openxmlformats.org/officeDocument/2006/relationships/numbering" Target="numbering.xml"/><Relationship Id="rId96" Type="http://schemas.openxmlformats.org/officeDocument/2006/relationships/customXml" Target="../customXml/item1.xml"/><Relationship Id="rId95" Type="http://schemas.openxmlformats.org/officeDocument/2006/relationships/image" Target="media/image87.png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theme" Target="theme/theme1.xml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footer" Target="footer3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2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footer" Target="footer1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3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9978;&#20256;&#36164;&#26009;&#31995;&#21015;\&#33729;&#20248;&#26448;&#26009;\&#32452;&#21367;\&#25968;&#23398;\&#20276;&#21360;\&#19971;&#24180;&#32423;&#25968;&#23398;&#31532;&#19968;&#23398;&#26399;&#26399;&#20013;&#24635;&#22797;&#20064;&#21333;&#20803;&#37325;&#28857;&#39064;&#22411;&#31934;&#36873;&#65288;&#20864;&#25945;&#29256;&#65289;\&#19971;&#24180;&#32423;&#25968;&#23398;&#31532;&#19968;&#23398;&#26399;%20&#31532;3&#31456;%20&#20195;&#25968;&#24335;%20&#21333;&#20803;&#27979;&#35797;&#37325;&#28857;&#39064;&#22411;&#31934;&#36873;&#65288;&#20864;&#25945;&#29256;&#65289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七年级数学第一学期 第3章 代数式 单元测试重点题型精选（冀教版）.doc</Template>
  <Pages>12</Pages>
  <Words>859</Words>
  <Characters>4901</Characters>
  <Lines>40</Lines>
  <Paragraphs>11</Paragraphs>
  <TotalTime>1</TotalTime>
  <ScaleCrop>false</ScaleCrop>
  <LinksUpToDate>false</LinksUpToDate>
  <CharactersWithSpaces>5749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微信：letaotao999666</cp:category>
  <dcterms:created xsi:type="dcterms:W3CDTF">2021-01-18T16:09:00Z</dcterms:created>
  <dc:creator>微信：letaotao999666</dc:creator>
  <dc:description>微信：letaotao999666</dc:description>
  <cp:keywords>微信：letaotao999666</cp:keywords>
  <cp:lastModifiedBy>Administrator</cp:lastModifiedBy>
  <dcterms:modified xsi:type="dcterms:W3CDTF">2022-11-19T08:43:02Z</dcterms:modified>
  <dc:subject>微信：letaotao999666</dc:subject>
  <dc:title>微信：letaotao999666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