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华文行楷" w:eastAsia="华文行楷"/>
          <w:b/>
          <w:sz w:val="40"/>
          <w:szCs w:val="40"/>
          <w:highlight w:val="none"/>
        </w:rPr>
      </w:pPr>
      <w:r>
        <w:rPr>
          <w:rFonts w:hint="eastAsia" w:ascii="华文行楷" w:eastAsia="华文行楷"/>
          <w:b/>
          <w:sz w:val="40"/>
          <w:szCs w:val="40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11836400</wp:posOffset>
            </wp:positionV>
            <wp:extent cx="304800" cy="457200"/>
            <wp:effectExtent l="0" t="0" r="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行楷" w:eastAsia="华文行楷"/>
          <w:b/>
          <w:sz w:val="40"/>
          <w:szCs w:val="40"/>
          <w:highlight w:val="none"/>
        </w:rPr>
        <w:t>红寺堡</w:t>
      </w:r>
      <w:r>
        <w:rPr>
          <w:rFonts w:hint="eastAsia" w:ascii="华文行楷" w:eastAsia="华文行楷"/>
          <w:b/>
          <w:sz w:val="40"/>
          <w:szCs w:val="40"/>
          <w:highlight w:val="none"/>
          <w:lang w:val="en-US" w:eastAsia="zh-CN"/>
        </w:rPr>
        <w:t>区红寺堡镇中心学校</w:t>
      </w:r>
      <w:r>
        <w:rPr>
          <w:rFonts w:hint="eastAsia" w:ascii="华文行楷" w:eastAsia="华文行楷"/>
          <w:b/>
          <w:sz w:val="40"/>
          <w:szCs w:val="40"/>
          <w:highlight w:val="none"/>
        </w:rPr>
        <w:t>20</w:t>
      </w:r>
      <w:r>
        <w:rPr>
          <w:rFonts w:hint="eastAsia" w:ascii="华文行楷" w:eastAsia="华文行楷"/>
          <w:b/>
          <w:sz w:val="40"/>
          <w:szCs w:val="40"/>
          <w:highlight w:val="none"/>
          <w:lang w:val="en-US" w:eastAsia="zh-CN"/>
        </w:rPr>
        <w:t>22</w:t>
      </w:r>
      <w:r>
        <w:rPr>
          <w:rFonts w:hint="eastAsia" w:ascii="华文行楷" w:eastAsia="华文行楷"/>
          <w:b/>
          <w:sz w:val="40"/>
          <w:szCs w:val="40"/>
          <w:highlight w:val="none"/>
        </w:rPr>
        <w:t>-20</w:t>
      </w:r>
      <w:r>
        <w:rPr>
          <w:rFonts w:hint="eastAsia" w:ascii="华文行楷" w:eastAsia="华文行楷"/>
          <w:b/>
          <w:sz w:val="40"/>
          <w:szCs w:val="40"/>
          <w:highlight w:val="none"/>
          <w:lang w:val="en-US" w:eastAsia="zh-CN"/>
        </w:rPr>
        <w:t>23</w:t>
      </w:r>
      <w:r>
        <w:rPr>
          <w:rFonts w:hint="eastAsia" w:ascii="华文行楷" w:eastAsia="华文行楷"/>
          <w:b/>
          <w:sz w:val="40"/>
          <w:szCs w:val="40"/>
          <w:highlight w:val="none"/>
        </w:rPr>
        <w:t>学年度第</w:t>
      </w:r>
      <w:r>
        <w:rPr>
          <w:rFonts w:hint="eastAsia" w:ascii="华文行楷" w:eastAsia="华文行楷"/>
          <w:b/>
          <w:sz w:val="40"/>
          <w:szCs w:val="40"/>
          <w:highlight w:val="none"/>
          <w:lang w:eastAsia="zh-CN"/>
        </w:rPr>
        <w:t>一</w:t>
      </w:r>
      <w:r>
        <w:rPr>
          <w:rFonts w:hint="eastAsia" w:ascii="华文行楷" w:eastAsia="华文行楷"/>
          <w:b/>
          <w:sz w:val="40"/>
          <w:szCs w:val="40"/>
          <w:highlight w:val="none"/>
        </w:rPr>
        <w:t>学期</w:t>
      </w:r>
    </w:p>
    <w:p>
      <w:pPr>
        <w:spacing w:line="240" w:lineRule="atLeast"/>
        <w:jc w:val="center"/>
        <w:rPr>
          <w:rFonts w:hint="default" w:ascii="华文行楷" w:eastAsia="华文行楷"/>
          <w:b/>
          <w:sz w:val="44"/>
          <w:szCs w:val="44"/>
          <w:highlight w:val="none"/>
          <w:lang w:val="en-US" w:eastAsia="zh-CN"/>
        </w:rPr>
      </w:pPr>
      <w:r>
        <w:rPr>
          <w:rFonts w:hint="eastAsia" w:ascii="华文行楷" w:eastAsia="华文行楷"/>
          <w:b/>
          <w:sz w:val="40"/>
          <w:szCs w:val="40"/>
          <w:highlight w:val="none"/>
          <w:u w:val="single"/>
          <w:lang w:val="en-US" w:eastAsia="zh-CN"/>
        </w:rPr>
        <w:t xml:space="preserve"> 六 </w:t>
      </w:r>
      <w:r>
        <w:rPr>
          <w:rFonts w:hint="eastAsia" w:ascii="华文行楷" w:eastAsia="华文行楷"/>
          <w:b/>
          <w:sz w:val="40"/>
          <w:szCs w:val="40"/>
          <w:highlight w:val="none"/>
          <w:lang w:val="en-US" w:eastAsia="zh-CN"/>
        </w:rPr>
        <w:t>年级</w:t>
      </w:r>
      <w:r>
        <w:rPr>
          <w:rFonts w:hint="eastAsia" w:ascii="华文行楷" w:eastAsia="华文行楷"/>
          <w:b/>
          <w:sz w:val="40"/>
          <w:szCs w:val="40"/>
          <w:highlight w:val="none"/>
          <w:u w:val="single"/>
          <w:lang w:val="en-US" w:eastAsia="zh-CN"/>
        </w:rPr>
        <w:t xml:space="preserve"> 英语 </w:t>
      </w:r>
      <w:r>
        <w:rPr>
          <w:rFonts w:hint="eastAsia" w:ascii="华文行楷" w:eastAsia="华文行楷"/>
          <w:b/>
          <w:sz w:val="40"/>
          <w:szCs w:val="40"/>
          <w:highlight w:val="none"/>
          <w:lang w:val="en-US" w:eastAsia="zh-CN"/>
        </w:rPr>
        <w:t>学科期末线上知识漏点筛查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选出每组单词中不同类的一项。（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  ）1. A. mouse        B. ant         C.gym      D.cat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  ）2. A. turn left       B. turn right    C.street     D.go straight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  ）3. A. supermarket    B. visit       C.see       D.count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  ）4. A. swimming     B. something   C.hiking    D.making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（    ）5. A. angry         B. afraid      C.sad       D.wear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二、将下列句中的汉语译成英语。（每空1分，共10分）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1.How can I _______  _______ (到达)the post office?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2.I want to be a _________(飞行员)in the future（将来）.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3.I go to the Shanghai________  ________(乘飞机).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4.I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m going to buy a _______ _______(漫画书)on Sunday.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5.My uncle is a _________(渔民).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6.She is _________(担心的)because her cat is ill.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80" w:firstLineChars="1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7.We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re going to the ________(电影院).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三、单项选择。（20分）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　 )1. ________is the museum shop?　　　　　　　　　　　　　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A. Where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      B. How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   C. Who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(   )2.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I want to_______a postcard to my friend today.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.sending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sends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   C.send (   )3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.I'm going to______him the Chinese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song,Jasmine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Flower.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A.teaches    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B.teach    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C.teaching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840" w:hanging="840" w:hangingChars="3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(   )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-What does Miss White do?   -______________________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A.She likes English.    B.She is a teacher.    C.At a school.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)5. The rabbit is afraid _______the tiger.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840" w:firstLineChars="3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A.in                 B. of               C.with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(   )6.There are two ______behind the computer.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840" w:firstLineChars="3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A.mouse             B. mouth            C.mice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)7.Sarah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father is ill. He should__________.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840" w:firstLineChars="3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A.count to ten         B. see a doctor        C.take a deep breath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)8.Amy________going to the supermarket this afternoon.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840" w:firstLineChars="3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A.is                 B. am               C.are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)9.Does your pen pal________to school by sled?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840" w:firstLineChars="3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A.go                 B. goes             C.going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)10.I have ________storybooks.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840" w:firstLineChars="3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A.lot of               B. a lot             C.lots of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四、用括号内所给单词的适当形式填空。（ 10 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80" w:firstLineChars="1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1.What are __________(Mike)hobbies?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2.I like___________(write)stories. I want to be a writer.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3.__________(not) be angry. You should take a deep breath.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80" w:firstLineChars="1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4.He often ___________(watch) TV after dinner.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80" w:firstLineChars="1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5.Look！The fox________________(chase)a hen.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五、情景交际。（10分）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)1.你想询问对方下个周末打算做什么，应该说：______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A.What are you going to do next weekend?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B.What do you do next weekend?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C.Where are you going next weekend?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)2.如果要用英文提醒行人过马路注意红绿灯，可以使用：_______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A.Slow down and stop at the traffic lights.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B.Pay attention to the traffic lights.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C.Stop and wait at the traffic lights.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)3.你想知道吴彬彬的爸爸是做什么工作，你可以问：_______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A.Where is Wu Binbin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s  father ?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B.What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Wu Binbin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 father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 hobby?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C.What does Wu Binbin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father do?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)4.Amy在看一本书，你想问她书是关于什么的，你可以说：________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A.How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s this book?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B.What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this book about?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C.Whose book is this?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)5.你看到弟弟正在生气，想给他合理的建议，你应该说：____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A.You should take a deep breath and count to ten.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B.You should see a doctor.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C.You should wear warm clothes.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六、从方框中给下列问句选择恰当的答语。（10分）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)1.How can I get there?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)2.What are you going to buy tomorrow?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)3.Does John often read stories to the cow?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)4.What are Peter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s hobbies?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(   )5.How does Dad feel now?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135255</wp:posOffset>
                </wp:positionV>
                <wp:extent cx="4306570" cy="1802765"/>
                <wp:effectExtent l="4445" t="5080" r="13335" b="209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6570" cy="180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360" w:lineRule="auto"/>
                              <w:jc w:val="left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A.Not well.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360" w:lineRule="auto"/>
                              <w:jc w:val="left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B.I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m going to buy some books.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360" w:lineRule="auto"/>
                              <w:jc w:val="left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C.Turn left at the bookstore.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360" w:lineRule="auto"/>
                              <w:jc w:val="left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D.No, he doesn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t.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0" w:line="360" w:lineRule="auto"/>
                              <w:jc w:val="left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E.He likes going hiking and doing word puzzles.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10.65pt;height:141.95pt;width:339.1pt;z-index:251661312;mso-width-relative:page;mso-height-relative:page;" fillcolor="#FFFFFF" filled="t" stroked="t" coordsize="21600,21600" o:gfxdata="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IZqw9gAAAAIAQAADwAAAAAAAAABACAAAAAiAAAAZHJzL2Rvd25yZXYueG1sUEsBAhQA&#10;FAAAAAgAh07iQKnxjygrAgAAa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0" w:line="360" w:lineRule="auto"/>
                        <w:jc w:val="left"/>
                        <w:textAlignment w:val="auto"/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A.Not well.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0" w:line="360" w:lineRule="auto"/>
                        <w:jc w:val="left"/>
                        <w:textAlignment w:val="auto"/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B.I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m going to buy some books.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0" w:line="360" w:lineRule="auto"/>
                        <w:jc w:val="left"/>
                        <w:textAlignment w:val="auto"/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C.Turn left at the bookstore.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0" w:line="360" w:lineRule="auto"/>
                        <w:jc w:val="left"/>
                        <w:textAlignment w:val="auto"/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D.No, he doesn</w:t>
                      </w:r>
                      <w:r>
                        <w:rPr>
                          <w:rFonts w:hint="default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t.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0" w:line="360" w:lineRule="auto"/>
                        <w:jc w:val="left"/>
                        <w:textAlignment w:val="auto"/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28"/>
                          <w:szCs w:val="28"/>
                          <w:lang w:val="en-US" w:eastAsia="zh-CN"/>
                        </w:rPr>
                        <w:t>E.He likes going hiking and doing word puzzles.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594995</wp:posOffset>
                </wp:positionH>
                <wp:positionV relativeFrom="paragraph">
                  <wp:posOffset>293370</wp:posOffset>
                </wp:positionV>
                <wp:extent cx="3200400" cy="320040"/>
                <wp:effectExtent l="6350" t="6350" r="12700" b="16510"/>
                <wp:wrapNone/>
                <wp:docPr id="1" name="文本框 1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How   What   Where  When   Why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418" o:spid="_x0000_s1026" o:spt="202" type="#_x0000_t202" style="position:absolute;left:0pt;margin-left:46.85pt;margin-top:23.1pt;height:25.2pt;width:252pt;z-index:251660288;mso-width-relative:page;mso-height-relative:page;" fillcolor="#FFFFFF" filled="t" stroked="t" coordsize="21600,21600" o:gfxdata="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cA8tg2gAAAAgBAAAPAAAAAAAAAAEAIAAAACIAAABkcnMvZG93bnJldi54bWxQSwECFAAUAAAA&#10;CACHTuJAnZ0aMyUCAABtBAAADgAAAAAAAAABACAAAAApAQAAZHJzL2Uyb0RvYy54bWxQSwUGAAAA&#10;AAYABgBZAQAAwA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How   What   Where  When   Why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七、用方框内所给的单词填空，每词只能用一次。（10分）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1.-_________does your brother go to work?   -He goes to work by bike.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2.-__________is the post office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?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-It's 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next to the museum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-__________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should I do?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-You should 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do more exercise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4.-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not go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today?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-Because 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I have to do homework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-__________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are you going?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-Next Wednesday.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八、连词成句。（10分）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1. doctor  should  he  see  a  morning   this  (.)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work  he  where  does (?)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like  does  he  word  doing  puzzles (?)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at  light  don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t  the  red  go (.)   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them  with  cat  the  angry  is (.)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九、阅读短文，判断句子正（T)误（F)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(10分）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Hello! My name is Bill. I am eleven. I am from the USA. I live in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China with my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parents now. I like travelling. I want to tell you my travel plan. I want to go to Henan with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my parents this summer vacation(暑假）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We want to go there by train. I want to go to the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Shaolin Temple and learn kung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fu there. My father wants to climb the mountains.He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thinks it's great. My mother wants to draw pictures. She thinks it's exciting. I think we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will have fun there.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）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1. Bill is going to Henan by plane this summer vacation.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）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2. Bill is going to the Shaolin Temple.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）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3. Bill wants to learn kung fu in the Shaolin Temple.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）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4. Bill's father wants to climb the mountains.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930" w:right="851" w:bottom="986" w:left="1928" w:header="851" w:footer="992" w:gutter="0"/>
          <w:cols w:equalWidth="0" w:num="2">
            <w:col w:w="9624" w:space="425"/>
            <w:col w:w="9284"/>
          </w:cols>
          <w:docGrid w:type="lines" w:linePitch="326" w:charSpace="0"/>
        </w:sect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  <w:t>（  ）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/>
        </w:rPr>
        <w:t>5. Bill's mother doesn't like drawing pictures.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（共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页）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 （共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numpages</w:instrText>
    </w:r>
    <w:r>
      <w:instrText xml:space="preserve">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 （共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numpages</w:instrText>
    </w:r>
    <w:r>
      <w:instrText xml:space="preserve">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页）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（共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-1238885</wp:posOffset>
              </wp:positionH>
              <wp:positionV relativeFrom="paragraph">
                <wp:posOffset>-121285</wp:posOffset>
              </wp:positionV>
              <wp:extent cx="1065530" cy="8816340"/>
              <wp:effectExtent l="0" t="0" r="0" b="0"/>
              <wp:wrapNone/>
              <wp:docPr id="25" name="组合 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5530" cy="8816340"/>
                        <a:chOff x="422" y="660"/>
                        <a:chExt cx="1678" cy="13884"/>
                      </a:xfrm>
                    </wpg:grpSpPr>
                    <wpg:grpSp>
                      <wpg:cNvPr id="19" name="组合 32"/>
                      <wpg:cNvGrpSpPr/>
                      <wpg:grpSpPr>
                        <a:xfrm>
                          <a:off x="990" y="816"/>
                          <a:ext cx="994" cy="13728"/>
                          <a:chOff x="1132" y="816"/>
                          <a:chExt cx="994" cy="13728"/>
                        </a:xfrm>
                      </wpg:grpSpPr>
                      <wps:wsp>
                        <wps:cNvPr id="3" name="直线 5"/>
                        <wps:cNvSpPr/>
                        <wps:spPr>
                          <a:xfrm flipH="1">
                            <a:off x="1920" y="1284"/>
                            <a:ext cx="64" cy="2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文本框 14"/>
                        <wps:cNvSpPr txBox="1"/>
                        <wps:spPr>
                          <a:xfrm>
                            <a:off x="1132" y="816"/>
                            <a:ext cx="994" cy="1372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ind w:firstLine="384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密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5" name="直线 17"/>
                        <wps:cNvSpPr/>
                        <wps:spPr>
                          <a:xfrm>
                            <a:off x="1700" y="972"/>
                            <a:ext cx="0" cy="1404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椭圆 18"/>
                        <wps:cNvSpPr/>
                        <wps:spPr>
                          <a:xfrm>
                            <a:off x="1633" y="2412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7" name="直线 20"/>
                        <wps:cNvSpPr/>
                        <wps:spPr>
                          <a:xfrm>
                            <a:off x="1700" y="2592"/>
                            <a:ext cx="0" cy="1032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21"/>
                        <wps:cNvSpPr/>
                        <wps:spPr>
                          <a:xfrm>
                            <a:off x="1695" y="3840"/>
                            <a:ext cx="5" cy="1344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椭圆 22"/>
                        <wps:cNvSpPr/>
                        <wps:spPr>
                          <a:xfrm>
                            <a:off x="1618" y="5118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0" name="直线 23"/>
                        <wps:cNvSpPr/>
                        <wps:spPr>
                          <a:xfrm>
                            <a:off x="1700" y="5319"/>
                            <a:ext cx="0" cy="1560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24"/>
                        <wps:cNvSpPr/>
                        <wps:spPr>
                          <a:xfrm>
                            <a:off x="1700" y="7212"/>
                            <a:ext cx="0" cy="873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椭圆 25"/>
                        <wps:cNvSpPr/>
                        <wps:spPr>
                          <a:xfrm>
                            <a:off x="1633" y="8115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3" name="直线 26"/>
                        <wps:cNvSpPr/>
                        <wps:spPr>
                          <a:xfrm>
                            <a:off x="1700" y="8304"/>
                            <a:ext cx="0" cy="975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椭圆 27"/>
                        <wps:cNvSpPr/>
                        <wps:spPr>
                          <a:xfrm>
                            <a:off x="1633" y="936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5" name="直线 28"/>
                        <wps:cNvSpPr/>
                        <wps:spPr>
                          <a:xfrm>
                            <a:off x="1700" y="10644"/>
                            <a:ext cx="0" cy="996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椭圆 29"/>
                        <wps:cNvSpPr/>
                        <wps:spPr>
                          <a:xfrm>
                            <a:off x="1618" y="11706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7" name="直线 30"/>
                        <wps:cNvSpPr/>
                        <wps:spPr>
                          <a:xfrm>
                            <a:off x="1700" y="11892"/>
                            <a:ext cx="0" cy="1560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31"/>
                        <wps:cNvSpPr/>
                        <wps:spPr>
                          <a:xfrm>
                            <a:off x="1700" y="9552"/>
                            <a:ext cx="0" cy="780"/>
                          </a:xfrm>
                          <a:prstGeom prst="line">
                            <a:avLst/>
                          </a:prstGeom>
                          <a:ln w="19050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grpSp>
                    <wps:wsp>
                      <wps:cNvPr id="20" name="直线 34"/>
                      <wps:cNvSpPr/>
                      <wps:spPr>
                        <a:xfrm>
                          <a:off x="1132" y="660"/>
                          <a:ext cx="0" cy="13104"/>
                        </a:xfrm>
                        <a:prstGeom prst="line">
                          <a:avLst/>
                        </a:prstGeom>
                        <a:ln w="1651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1" name="文本框 35"/>
                      <wps:cNvSpPr txBox="1"/>
                      <wps:spPr>
                        <a:xfrm>
                          <a:off x="422" y="1908"/>
                          <a:ext cx="710" cy="1107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560" w:firstLineChars="650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班级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姓名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  <wps:wsp>
                      <wps:cNvPr id="22" name="文本框 38"/>
                      <wps:cNvSpPr txBox="1"/>
                      <wps:spPr>
                        <a:xfrm>
                          <a:off x="1558" y="660"/>
                          <a:ext cx="542" cy="1341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3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密   封   线   内   不   得   答   题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  <wps:wsp>
                      <wps:cNvPr id="23" name="直线 39"/>
                      <wps:cNvSpPr/>
                      <wps:spPr>
                        <a:xfrm>
                          <a:off x="1842" y="660"/>
                          <a:ext cx="9" cy="4232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4" name="直线 40"/>
                      <wps:cNvSpPr/>
                      <wps:spPr>
                        <a:xfrm flipH="1" flipV="1">
                          <a:off x="1842" y="9864"/>
                          <a:ext cx="3" cy="4212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49" o:spid="_x0000_s1026" o:spt="203" style="position:absolute;left:0pt;margin-left:-97.55pt;margin-top:-9.55pt;height:694.2pt;width:83.9pt;z-index:251659264;mso-width-relative:page;mso-height-relative:page;" coordorigin="422,660" coordsize="1678,13884" o:gfxdata="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">
              <o:lock v:ext="edit" aspectratio="f"/>
              <v:group id="组合 32" o:spid="_x0000_s1026" o:spt="203" style="position:absolute;left:990;top:816;height:13728;width:994;" coordorigin="1132,816" coordsize="994,13728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<o:lock v:ext="edit" aspectratio="f"/>
                <v:line id="直线 5" o:spid="_x0000_s1026" o:spt="20" style="position:absolute;left:1920;top:1284;flip:x;height:21;width:64;" filled="f" stroked="t" coordsize="21600,21600" o:gfxdata="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87kTm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4" o:spid="_x0000_s1026" o:spt="202" type="#_x0000_t202" style="position:absolute;left:1132;top:816;height:13728;width:994;" filled="f" stroked="f" coordsize="21600,21600" o:gfxdata="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Wzc7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ind w:firstLine="384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密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封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>线</w:t>
                        </w:r>
                      </w:p>
                    </w:txbxContent>
                  </v:textbox>
                </v:shape>
                <v:line id="直线 17" o:spid="_x0000_s1026" o:spt="20" style="position:absolute;left:1700;top:972;height:1404;width:0;" filled="f" stroked="t" coordsize="21600,21600" o:gfxdata="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JA95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椭圆 18" o:spid="_x0000_s1026" o:spt="3" type="#_x0000_t3" style="position:absolute;left:1633;top:2412;height:156;width:156;" fillcolor="#FFFFFF" filled="t" stroked="t" coordsize="21600,21600" o:gfxdata="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s3WZr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20" o:spid="_x0000_s1026" o:spt="20" style="position:absolute;left:1700;top:2592;height:1032;width:0;" filled="f" stroked="t" coordsize="21600,21600" o:gfxdata="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jSV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直线 21" o:spid="_x0000_s1026" o:spt="20" style="position:absolute;left:1695;top:3840;height:1344;width:5;" filled="f" stroked="t" coordsize="21600,21600" o:gfxdata="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JaDn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椭圆 22" o:spid="_x0000_s1026" o:spt="3" type="#_x0000_t3" style="position:absolute;left:1618;top:5118;height:156;width:156;" fillcolor="#FFFFFF" filled="t" stroked="t" coordsize="21600,21600" o:gfxdata="UEsDBAoAAAAAAIdO4kAAAAAAAAAAAAAAAAAEAAAAZHJzL1BLAwQUAAAACACHTuJAF1JCFLwAAADa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bAO/xdiTdAr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SQhS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23" o:spid="_x0000_s1026" o:spt="20" style="position:absolute;left:1700;top:5319;height:1560;width:0;" filled="f" stroked="t" coordsize="21600,21600" o:gfxdata="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9+IV2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直线 24" o:spid="_x0000_s1026" o:spt="20" style="position:absolute;left:1700;top:7212;height:873;width:0;" filled="f" stroked="t" coordsize="21600,21600" o:gfxdata="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DKEx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椭圆 25" o:spid="_x0000_s1026" o:spt="3" type="#_x0000_t3" style="position:absolute;left:1633;top:8115;height:156;width:156;" fillcolor="#FFFFFF" filled="t" stroked="t" coordsize="21600,21600" o:gfxdata="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EsS3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26" o:spid="_x0000_s1026" o:spt="20" style="position:absolute;left:1700;top:8304;height:975;width:0;" filled="f" stroked="t" coordsize="21600,21600" o:gfxdata="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+svy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椭圆 27" o:spid="_x0000_s1026" o:spt="3" type="#_x0000_t3" style="position:absolute;left:1633;top:9369;height:156;width:156;" fillcolor="#FFFFFF" filled="t" stroked="t" coordsize="21600,21600" o:gfxdata="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t/lY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28" o:spid="_x0000_s1026" o:spt="20" style="position:absolute;left:1700;top:10644;height:996;width:0;" filled="f" stroked="t" coordsize="21600,21600" o:gfxdata="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mCxb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椭圆 29" o:spid="_x0000_s1026" o:spt="3" type="#_x0000_t3" style="position:absolute;left:1618;top:11706;height:156;width:156;" fillcolor="#FFFFFF" filled="t" stroked="t" coordsize="21600,21600" o:gfxdata="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KcK0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直线 30" o:spid="_x0000_s1026" o:spt="20" style="position:absolute;left:1700;top:11892;height:1560;width:0;" filled="f" stroked="t" coordsize="21600,21600" o:gfxdata="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XuS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直线 31" o:spid="_x0000_s1026" o:spt="20" style="position:absolute;left:1700;top:9552;height:780;width:0;" filled="f" stroked="t" coordsize="21600,21600" o:gfxdata="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ILVu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  <v:line id="直线 34" o:spid="_x0000_s1026" o:spt="20" style="position:absolute;left:1132;top:660;height:13104;width:0;" filled="f" stroked="t" coordsize="21600,21600" o:gfxdata="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bv8i8AAAA&#10;2wAAAA8AAAAAAAAAAQAgAAAAIgAAAGRycy9kb3ducmV2LnhtbFBLAQIUABQAAAAIAIdO4kAzLwWe&#10;OwAAADkAAAAQAAAAAAAAAAEAIAAAAAsBAABkcnMvc2hhcGV4bWwueG1sUEsFBgAAAAAGAAYAWwEA&#10;ALUDAAAAAA==&#10;">
                <v:fill on="f" focussize="0,0"/>
                <v:stroke weight="1.3pt" color="#000000" joinstyle="round"/>
                <v:imagedata o:title=""/>
                <o:lock v:ext="edit" aspectratio="f"/>
              </v:line>
              <v:shape id="文本框 35" o:spid="_x0000_s1026" o:spt="202" type="#_x0000_t202" style="position:absolute;left:422;top:1908;height:11076;width:710;" filled="f" stroked="f" coordsize="21600,21600" o:gfxdata="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BGmqm/&#10;AAAA2wAAAA8AAAAAAAAAAQAgAAAAIgAAAGRycy9kb3ducmV2LnhtbFBLAQIUABQAAAAIAIdO4kAz&#10;LwWeOwAAADkAAAAQAAAAAAAAAAEAIAAAAA4BAABkcnMvc2hhcGV4bWwueG1sUEsFBgAAAAAGAAYA&#10;WwEAALgDAAAAAA==&#10;">
                <v:fill on="f" focussize="0,0"/>
                <v:stroke on="f" weight="1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560" w:firstLineChars="650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班级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姓名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</w:p>
                  </w:txbxContent>
                </v:textbox>
              </v:shape>
              <v:shape id="文本框 38" o:spid="_x0000_s1026" o:spt="202" type="#_x0000_t202" style="position:absolute;left:1558;top:660;height:13416;width:542;" filled="f" stroked="f" coordsize="21600,21600" o:gfxdata="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UBN6/&#10;AAAA2wAAAA8AAAAAAAAAAQAgAAAAIgAAAGRycy9kb3ducmV2LnhtbFBLAQIUABQAAAAIAIdO4kAz&#10;LwWeOwAAADkAAAAQAAAAAAAAAAEAIAAAAA4BAABkcnMvc2hhcGV4bWwueG1sUEsFBgAAAAAGAAYA&#10;WwEAALgDAAAAAA==&#10;">
                <v:fill on="f" focussize="0,0"/>
                <v:stroke on="f" weight="1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43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密   封   线   内   不   得   答   题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line id="直线 39" o:spid="_x0000_s1026" o:spt="20" style="position:absolute;left:1842;top:660;height:4232;width:9;" filled="f" stroked="t" coordsize="21600,21600" o:gfxdata="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qCPEvQAA&#10;ANsAAAAPAAAAAAAAAAEAIAAAACIAAABkcnMvZG93bnJldi54bWxQSwECFAAUAAAACACHTuJAMy8F&#10;njsAAAA5AAAAEAAAAAAAAAABACAAAAAMAQAAZHJzL3NoYXBleG1sLnhtbFBLBQYAAAAABgAGAFsB&#10;AAC2AwAAAAA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直线 40" o:spid="_x0000_s1026" o:spt="20" style="position:absolute;left:1842;top:9864;flip:x y;height:4212;width:3;" filled="f" stroked="t" coordsize="21600,21600" o:gfxdata="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oIeC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</w:pPr>
    <w: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12339955</wp:posOffset>
              </wp:positionH>
              <wp:positionV relativeFrom="paragraph">
                <wp:posOffset>-98425</wp:posOffset>
              </wp:positionV>
              <wp:extent cx="0" cy="8629650"/>
              <wp:effectExtent l="9525" t="0" r="9525" b="0"/>
              <wp:wrapNone/>
              <wp:docPr id="29" name="组合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0" cy="8629650"/>
                        <a:chOff x="18952" y="696"/>
                        <a:chExt cx="0" cy="13590"/>
                      </a:xfrm>
                    </wpg:grpSpPr>
                    <wps:wsp>
                      <wps:cNvPr id="27" name="直线 46"/>
                      <wps:cNvSpPr/>
                      <wps:spPr>
                        <a:xfrm>
                          <a:off x="18952" y="696"/>
                          <a:ext cx="0" cy="4212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8" name="直线 47"/>
                      <wps:cNvSpPr/>
                      <wps:spPr>
                        <a:xfrm>
                          <a:off x="18952" y="9918"/>
                          <a:ext cx="0" cy="4368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51" o:spid="_x0000_s1026" o:spt="203" style="position:absolute;left:0pt;margin-left:971.65pt;margin-top:-7.75pt;height:679.5pt;width:0pt;z-index:251662336;mso-width-relative:page;mso-height-relative:page;" coordorigin="18952,696" coordsize="0,13590" o:gfxdata="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brNXjbAAAADgEAAA8AAAAAAAAAAQAgAAAA&#10;IgAAAGRycy9kb3ducmV2LnhtbFBLAQIUABQAAAAIAIdO4kBlW/aZegIAABAHAAAOAAAAAAAAAAEA&#10;IAAAACoBAABkcnMvZTJvRG9jLnhtbFBLBQYAAAAABgAGAFkBAAAWBgAAAAA=&#10;">
              <o:lock v:ext="edit" aspectratio="f"/>
              <v:line id="直线 46" o:spid="_x0000_s1026" o:spt="20" style="position:absolute;left:18952;top:696;height:4212;width:0;" filled="f" stroked="t" coordsize="21600,21600" o:gfxdata="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kyXHvQAA&#10;ANsAAAAPAAAAAAAAAAEAIAAAACIAAABkcnMvZG93bnJldi54bWxQSwECFAAUAAAACACHTuJAMy8F&#10;njsAAAA5AAAAEAAAAAAAAAABACAAAAAMAQAAZHJzL3NoYXBleG1sLnhtbFBLBQYAAAAABgAGAFsB&#10;AAC2AwAAAAA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直线 47" o:spid="_x0000_s1026" o:spt="20" style="position:absolute;left:18952;top:9918;height:4368;width:0;" filled="f" stroked="t" coordsize="21600,21600" o:gfxdata="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sbW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11755120</wp:posOffset>
              </wp:positionH>
              <wp:positionV relativeFrom="paragraph">
                <wp:posOffset>175895</wp:posOffset>
              </wp:positionV>
              <wp:extent cx="778510" cy="8221980"/>
              <wp:effectExtent l="0" t="0" r="2540" b="7620"/>
              <wp:wrapNone/>
              <wp:docPr id="26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822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396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密   封   线   内   不   得   答   题</w:t>
                          </w:r>
                        </w:p>
                        <w:p/>
                      </w:txbxContent>
                    </wps:txbx>
                    <wps:bodyPr vert="vert" wrap="square" upright="1"/>
                  </wps:wsp>
                </a:graphicData>
              </a:graphic>
            </wp:anchor>
          </w:drawing>
        </mc:Choice>
        <mc:Fallback>
          <w:pict>
            <v:shape id="文本框 45" o:spid="_x0000_s1026" o:spt="202" type="#_x0000_t202" style="position:absolute;left:0pt;margin-left:925.6pt;margin-top:13.85pt;height:647.4pt;width:61.3pt;z-index:251661312;mso-width-relative:page;mso-height-relative:page;" fillcolor="#FFFFFF" filled="t" stroked="f" coordsize="21600,21600" o:gfxdata="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OKA9y2gAAAA0BAAAP&#10;AAAAAAAAAAEAIAAAACIAAABkcnMvZG93bnJldi54bWxQSwECFAAUAAAACACHTuJACDm9ON0BAACd&#10;AwAADgAAAAAAAAABACAAAAApAQAAZHJzL2Uyb0RvYy54bWxQSwUGAAAAAAYABgBZAQAAeAUAAAAA&#10;">
              <v:fill on="t" focussize="0,0"/>
              <v:stroke on="f" weight="1.5pt"/>
              <v:imagedata o:title=""/>
              <o:lock v:ext="edit" aspectratio="f"/>
              <v:textbox style="layout-flow:vertical;">
                <w:txbxContent>
                  <w:p>
                    <w:pPr>
                      <w:ind w:firstLine="396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密   封   线   内   不   得   答   题</w:t>
                    </w:r>
                  </w:p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4EECAB"/>
    <w:multiLevelType w:val="singleLevel"/>
    <w:tmpl w:val="C04EECA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attachedTemplate r:id="rId1"/>
  <w:documentProtection w:enforcement="0"/>
  <w:defaultTabStop w:val="420"/>
  <w:evenAndOddHeaders w:val="1"/>
  <w:drawingGridHorizontalSpacing w:val="120"/>
  <w:drawingGridVerticalSpacing w:val="16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E126A5"/>
    <w:rsid w:val="00003E2E"/>
    <w:rsid w:val="00007F97"/>
    <w:rsid w:val="00017F67"/>
    <w:rsid w:val="00022E15"/>
    <w:rsid w:val="00040DB1"/>
    <w:rsid w:val="00073B34"/>
    <w:rsid w:val="0009231E"/>
    <w:rsid w:val="000B3E55"/>
    <w:rsid w:val="000C0B36"/>
    <w:rsid w:val="000C0C4A"/>
    <w:rsid w:val="000C111D"/>
    <w:rsid w:val="000E5029"/>
    <w:rsid w:val="000E7AA6"/>
    <w:rsid w:val="001031F4"/>
    <w:rsid w:val="001037C9"/>
    <w:rsid w:val="00114D5C"/>
    <w:rsid w:val="00122360"/>
    <w:rsid w:val="00123F6D"/>
    <w:rsid w:val="0016668A"/>
    <w:rsid w:val="0016718F"/>
    <w:rsid w:val="0017648B"/>
    <w:rsid w:val="00180536"/>
    <w:rsid w:val="001805E6"/>
    <w:rsid w:val="001B1EE7"/>
    <w:rsid w:val="001B2064"/>
    <w:rsid w:val="001B6403"/>
    <w:rsid w:val="001C3684"/>
    <w:rsid w:val="001D2A1A"/>
    <w:rsid w:val="001F25CE"/>
    <w:rsid w:val="00207AE9"/>
    <w:rsid w:val="00212A8F"/>
    <w:rsid w:val="00215589"/>
    <w:rsid w:val="00237A13"/>
    <w:rsid w:val="00237B1D"/>
    <w:rsid w:val="00237F85"/>
    <w:rsid w:val="00261A8A"/>
    <w:rsid w:val="00262362"/>
    <w:rsid w:val="0026242D"/>
    <w:rsid w:val="00280933"/>
    <w:rsid w:val="0029270D"/>
    <w:rsid w:val="002A0740"/>
    <w:rsid w:val="002A2071"/>
    <w:rsid w:val="002A287E"/>
    <w:rsid w:val="002B09F9"/>
    <w:rsid w:val="002B65AF"/>
    <w:rsid w:val="002B709B"/>
    <w:rsid w:val="002B7B3D"/>
    <w:rsid w:val="002D3ECE"/>
    <w:rsid w:val="002D53AE"/>
    <w:rsid w:val="002D7709"/>
    <w:rsid w:val="002F2FBB"/>
    <w:rsid w:val="00302469"/>
    <w:rsid w:val="003035D9"/>
    <w:rsid w:val="00322735"/>
    <w:rsid w:val="0034387D"/>
    <w:rsid w:val="0035525E"/>
    <w:rsid w:val="00377262"/>
    <w:rsid w:val="00385235"/>
    <w:rsid w:val="00394502"/>
    <w:rsid w:val="00396B87"/>
    <w:rsid w:val="003A00BC"/>
    <w:rsid w:val="003A6074"/>
    <w:rsid w:val="003A6294"/>
    <w:rsid w:val="003E4DE0"/>
    <w:rsid w:val="003F0CB5"/>
    <w:rsid w:val="004074A5"/>
    <w:rsid w:val="004151FC"/>
    <w:rsid w:val="004165B0"/>
    <w:rsid w:val="0043090C"/>
    <w:rsid w:val="00436E7C"/>
    <w:rsid w:val="004523AE"/>
    <w:rsid w:val="00456E52"/>
    <w:rsid w:val="00480771"/>
    <w:rsid w:val="004915B8"/>
    <w:rsid w:val="004B4DA1"/>
    <w:rsid w:val="004C0002"/>
    <w:rsid w:val="004C0502"/>
    <w:rsid w:val="004C1943"/>
    <w:rsid w:val="004E1121"/>
    <w:rsid w:val="00506F7C"/>
    <w:rsid w:val="00510AD5"/>
    <w:rsid w:val="00516FF4"/>
    <w:rsid w:val="005202A6"/>
    <w:rsid w:val="00524595"/>
    <w:rsid w:val="00525DC8"/>
    <w:rsid w:val="00527769"/>
    <w:rsid w:val="00583397"/>
    <w:rsid w:val="00593BD3"/>
    <w:rsid w:val="0059613F"/>
    <w:rsid w:val="005A1420"/>
    <w:rsid w:val="005A147E"/>
    <w:rsid w:val="005A17BE"/>
    <w:rsid w:val="005D1D22"/>
    <w:rsid w:val="005D3DDF"/>
    <w:rsid w:val="005F3283"/>
    <w:rsid w:val="005F793B"/>
    <w:rsid w:val="00632A91"/>
    <w:rsid w:val="00633527"/>
    <w:rsid w:val="00635A59"/>
    <w:rsid w:val="00636432"/>
    <w:rsid w:val="006739C2"/>
    <w:rsid w:val="00677273"/>
    <w:rsid w:val="00695150"/>
    <w:rsid w:val="00695185"/>
    <w:rsid w:val="006A2906"/>
    <w:rsid w:val="006A7321"/>
    <w:rsid w:val="006B0571"/>
    <w:rsid w:val="006B1269"/>
    <w:rsid w:val="006B7F92"/>
    <w:rsid w:val="006C2288"/>
    <w:rsid w:val="006C7415"/>
    <w:rsid w:val="006F4B8E"/>
    <w:rsid w:val="00701335"/>
    <w:rsid w:val="00705352"/>
    <w:rsid w:val="00707D72"/>
    <w:rsid w:val="00712FDC"/>
    <w:rsid w:val="00722A2F"/>
    <w:rsid w:val="007268F6"/>
    <w:rsid w:val="0073336B"/>
    <w:rsid w:val="00743F4A"/>
    <w:rsid w:val="00752E11"/>
    <w:rsid w:val="00753ED6"/>
    <w:rsid w:val="00762C4F"/>
    <w:rsid w:val="00764B60"/>
    <w:rsid w:val="0078238B"/>
    <w:rsid w:val="00783BBF"/>
    <w:rsid w:val="00790CEB"/>
    <w:rsid w:val="007B49FE"/>
    <w:rsid w:val="007B75D7"/>
    <w:rsid w:val="007C7C14"/>
    <w:rsid w:val="007E2E0A"/>
    <w:rsid w:val="00836465"/>
    <w:rsid w:val="00837D02"/>
    <w:rsid w:val="00845450"/>
    <w:rsid w:val="00852986"/>
    <w:rsid w:val="0086090C"/>
    <w:rsid w:val="008620D3"/>
    <w:rsid w:val="00865870"/>
    <w:rsid w:val="00866A54"/>
    <w:rsid w:val="0087020D"/>
    <w:rsid w:val="00880837"/>
    <w:rsid w:val="008910DC"/>
    <w:rsid w:val="00891FC0"/>
    <w:rsid w:val="00897C8A"/>
    <w:rsid w:val="008A0B62"/>
    <w:rsid w:val="008A3B38"/>
    <w:rsid w:val="008A4EC1"/>
    <w:rsid w:val="008C4B79"/>
    <w:rsid w:val="008D4696"/>
    <w:rsid w:val="008D6FFD"/>
    <w:rsid w:val="008E1D0A"/>
    <w:rsid w:val="008E5BD3"/>
    <w:rsid w:val="008E5C48"/>
    <w:rsid w:val="008F2818"/>
    <w:rsid w:val="009114FA"/>
    <w:rsid w:val="00912B1F"/>
    <w:rsid w:val="00917964"/>
    <w:rsid w:val="0094017F"/>
    <w:rsid w:val="0096747A"/>
    <w:rsid w:val="009A0EBD"/>
    <w:rsid w:val="009C407A"/>
    <w:rsid w:val="009D70CE"/>
    <w:rsid w:val="009E1599"/>
    <w:rsid w:val="009E7F9A"/>
    <w:rsid w:val="009F29E3"/>
    <w:rsid w:val="00A02584"/>
    <w:rsid w:val="00A07337"/>
    <w:rsid w:val="00A14BE4"/>
    <w:rsid w:val="00A279BD"/>
    <w:rsid w:val="00A3140E"/>
    <w:rsid w:val="00A40A05"/>
    <w:rsid w:val="00A65515"/>
    <w:rsid w:val="00A6613D"/>
    <w:rsid w:val="00A6713F"/>
    <w:rsid w:val="00A72C1E"/>
    <w:rsid w:val="00A76123"/>
    <w:rsid w:val="00A97D8A"/>
    <w:rsid w:val="00AA593D"/>
    <w:rsid w:val="00AB2931"/>
    <w:rsid w:val="00AB4654"/>
    <w:rsid w:val="00AC0C64"/>
    <w:rsid w:val="00AC497F"/>
    <w:rsid w:val="00AC5DBB"/>
    <w:rsid w:val="00AD005A"/>
    <w:rsid w:val="00AD51F4"/>
    <w:rsid w:val="00AE09D5"/>
    <w:rsid w:val="00AE7E48"/>
    <w:rsid w:val="00AF1273"/>
    <w:rsid w:val="00B30AB2"/>
    <w:rsid w:val="00B312FD"/>
    <w:rsid w:val="00B31600"/>
    <w:rsid w:val="00B3289D"/>
    <w:rsid w:val="00B329F9"/>
    <w:rsid w:val="00B4453D"/>
    <w:rsid w:val="00B473BB"/>
    <w:rsid w:val="00B54F1E"/>
    <w:rsid w:val="00B65FCE"/>
    <w:rsid w:val="00B711B5"/>
    <w:rsid w:val="00B74746"/>
    <w:rsid w:val="00B754D8"/>
    <w:rsid w:val="00B7686F"/>
    <w:rsid w:val="00B81B6B"/>
    <w:rsid w:val="00B86705"/>
    <w:rsid w:val="00B940D0"/>
    <w:rsid w:val="00BA435B"/>
    <w:rsid w:val="00BB6756"/>
    <w:rsid w:val="00BC3EE4"/>
    <w:rsid w:val="00BD0A98"/>
    <w:rsid w:val="00C02FC6"/>
    <w:rsid w:val="00C03D70"/>
    <w:rsid w:val="00C14D4C"/>
    <w:rsid w:val="00C2402C"/>
    <w:rsid w:val="00C274C4"/>
    <w:rsid w:val="00C312FC"/>
    <w:rsid w:val="00C32ABB"/>
    <w:rsid w:val="00C32C2A"/>
    <w:rsid w:val="00C414B4"/>
    <w:rsid w:val="00C57CAB"/>
    <w:rsid w:val="00C639CF"/>
    <w:rsid w:val="00C6726A"/>
    <w:rsid w:val="00C83A4F"/>
    <w:rsid w:val="00C9426D"/>
    <w:rsid w:val="00CC6DA3"/>
    <w:rsid w:val="00CD6605"/>
    <w:rsid w:val="00CE3C51"/>
    <w:rsid w:val="00CF0D4D"/>
    <w:rsid w:val="00CF2448"/>
    <w:rsid w:val="00D11F71"/>
    <w:rsid w:val="00D22AEC"/>
    <w:rsid w:val="00D30D07"/>
    <w:rsid w:val="00D33180"/>
    <w:rsid w:val="00D366E2"/>
    <w:rsid w:val="00D43E73"/>
    <w:rsid w:val="00D52148"/>
    <w:rsid w:val="00D52658"/>
    <w:rsid w:val="00D528DE"/>
    <w:rsid w:val="00D563C5"/>
    <w:rsid w:val="00D606FD"/>
    <w:rsid w:val="00D63603"/>
    <w:rsid w:val="00D63FF4"/>
    <w:rsid w:val="00D702C8"/>
    <w:rsid w:val="00D73F69"/>
    <w:rsid w:val="00D96A88"/>
    <w:rsid w:val="00DA05F1"/>
    <w:rsid w:val="00DA5FD1"/>
    <w:rsid w:val="00DB0886"/>
    <w:rsid w:val="00DC0198"/>
    <w:rsid w:val="00DD0EFD"/>
    <w:rsid w:val="00DD4401"/>
    <w:rsid w:val="00E04DAD"/>
    <w:rsid w:val="00E126A5"/>
    <w:rsid w:val="00E176F1"/>
    <w:rsid w:val="00E223BE"/>
    <w:rsid w:val="00E27E4B"/>
    <w:rsid w:val="00E316A7"/>
    <w:rsid w:val="00E32CC8"/>
    <w:rsid w:val="00E74361"/>
    <w:rsid w:val="00E8178A"/>
    <w:rsid w:val="00EB6299"/>
    <w:rsid w:val="00EC21A7"/>
    <w:rsid w:val="00EC2803"/>
    <w:rsid w:val="00EC2A82"/>
    <w:rsid w:val="00ED2994"/>
    <w:rsid w:val="00EF5BB9"/>
    <w:rsid w:val="00F126C7"/>
    <w:rsid w:val="00F20297"/>
    <w:rsid w:val="00F20848"/>
    <w:rsid w:val="00F4551D"/>
    <w:rsid w:val="00F508D4"/>
    <w:rsid w:val="00F577DD"/>
    <w:rsid w:val="00F61ABD"/>
    <w:rsid w:val="00F67FB3"/>
    <w:rsid w:val="00F70ED3"/>
    <w:rsid w:val="00F82CC7"/>
    <w:rsid w:val="00F83E0C"/>
    <w:rsid w:val="00F91738"/>
    <w:rsid w:val="00F96E7A"/>
    <w:rsid w:val="00FB312E"/>
    <w:rsid w:val="00FC2E3C"/>
    <w:rsid w:val="00FD759B"/>
    <w:rsid w:val="00FF0D1A"/>
    <w:rsid w:val="01053343"/>
    <w:rsid w:val="021805D3"/>
    <w:rsid w:val="02345488"/>
    <w:rsid w:val="029C045C"/>
    <w:rsid w:val="02CD0063"/>
    <w:rsid w:val="03C1603F"/>
    <w:rsid w:val="044E7D8A"/>
    <w:rsid w:val="06777557"/>
    <w:rsid w:val="074A2333"/>
    <w:rsid w:val="08AF5C17"/>
    <w:rsid w:val="08C86F96"/>
    <w:rsid w:val="09694018"/>
    <w:rsid w:val="0AE65847"/>
    <w:rsid w:val="0C23302D"/>
    <w:rsid w:val="0C8B339C"/>
    <w:rsid w:val="0C8C0B1C"/>
    <w:rsid w:val="0F447AED"/>
    <w:rsid w:val="0F6D6D37"/>
    <w:rsid w:val="0FD26CA4"/>
    <w:rsid w:val="104B57F8"/>
    <w:rsid w:val="10862CD9"/>
    <w:rsid w:val="10A84EE1"/>
    <w:rsid w:val="10DA0D9A"/>
    <w:rsid w:val="111C76BF"/>
    <w:rsid w:val="112B289C"/>
    <w:rsid w:val="116C67E6"/>
    <w:rsid w:val="119A4AFC"/>
    <w:rsid w:val="11E676D5"/>
    <w:rsid w:val="11FA4D5E"/>
    <w:rsid w:val="11FD11A7"/>
    <w:rsid w:val="12A62926"/>
    <w:rsid w:val="12C952DF"/>
    <w:rsid w:val="12DF3E5B"/>
    <w:rsid w:val="13F3657D"/>
    <w:rsid w:val="1435424C"/>
    <w:rsid w:val="143A1DAD"/>
    <w:rsid w:val="14717772"/>
    <w:rsid w:val="161017BF"/>
    <w:rsid w:val="161741BD"/>
    <w:rsid w:val="170C717F"/>
    <w:rsid w:val="17BC30BB"/>
    <w:rsid w:val="17D673CE"/>
    <w:rsid w:val="1A0A2108"/>
    <w:rsid w:val="1A3E41D6"/>
    <w:rsid w:val="1B0F02EE"/>
    <w:rsid w:val="1B3B0AEF"/>
    <w:rsid w:val="1BEE782D"/>
    <w:rsid w:val="1C146065"/>
    <w:rsid w:val="1C85731A"/>
    <w:rsid w:val="1D0E4561"/>
    <w:rsid w:val="1D717A87"/>
    <w:rsid w:val="1E3D34F9"/>
    <w:rsid w:val="204659D0"/>
    <w:rsid w:val="2063386A"/>
    <w:rsid w:val="20B51A49"/>
    <w:rsid w:val="21F5285E"/>
    <w:rsid w:val="22425B84"/>
    <w:rsid w:val="22F44DE2"/>
    <w:rsid w:val="2310606D"/>
    <w:rsid w:val="233F1C4D"/>
    <w:rsid w:val="23887B11"/>
    <w:rsid w:val="238F7E91"/>
    <w:rsid w:val="242C7B6B"/>
    <w:rsid w:val="24C001EA"/>
    <w:rsid w:val="24EC7344"/>
    <w:rsid w:val="250A77D2"/>
    <w:rsid w:val="25711C1B"/>
    <w:rsid w:val="26DF72ED"/>
    <w:rsid w:val="274912B9"/>
    <w:rsid w:val="27CB098E"/>
    <w:rsid w:val="28B573AA"/>
    <w:rsid w:val="29436285"/>
    <w:rsid w:val="29B13617"/>
    <w:rsid w:val="29BB6F9A"/>
    <w:rsid w:val="29D95EF3"/>
    <w:rsid w:val="2A5033EE"/>
    <w:rsid w:val="2B047537"/>
    <w:rsid w:val="2BB131CA"/>
    <w:rsid w:val="2C1D4AC2"/>
    <w:rsid w:val="2E2272E9"/>
    <w:rsid w:val="2EA315A3"/>
    <w:rsid w:val="2FC01685"/>
    <w:rsid w:val="305605F7"/>
    <w:rsid w:val="305F12B7"/>
    <w:rsid w:val="306B5BC4"/>
    <w:rsid w:val="30922A7A"/>
    <w:rsid w:val="30B867C1"/>
    <w:rsid w:val="30C81259"/>
    <w:rsid w:val="31091D92"/>
    <w:rsid w:val="31353AD5"/>
    <w:rsid w:val="31D90A11"/>
    <w:rsid w:val="323701D4"/>
    <w:rsid w:val="324F7819"/>
    <w:rsid w:val="32AA1D3F"/>
    <w:rsid w:val="32C131C6"/>
    <w:rsid w:val="336E7568"/>
    <w:rsid w:val="33C93CD5"/>
    <w:rsid w:val="33FC29C2"/>
    <w:rsid w:val="34ED0AD0"/>
    <w:rsid w:val="35032D3B"/>
    <w:rsid w:val="35530485"/>
    <w:rsid w:val="35EB7B8C"/>
    <w:rsid w:val="35EF448C"/>
    <w:rsid w:val="35F07553"/>
    <w:rsid w:val="36FD26E2"/>
    <w:rsid w:val="370302C5"/>
    <w:rsid w:val="374821FF"/>
    <w:rsid w:val="378B4569"/>
    <w:rsid w:val="37E609A5"/>
    <w:rsid w:val="37F201C4"/>
    <w:rsid w:val="388F2D7B"/>
    <w:rsid w:val="39663761"/>
    <w:rsid w:val="3A1B04F7"/>
    <w:rsid w:val="3A772369"/>
    <w:rsid w:val="3B376B79"/>
    <w:rsid w:val="3BE2679A"/>
    <w:rsid w:val="3D43066B"/>
    <w:rsid w:val="3D7E36FC"/>
    <w:rsid w:val="3DD038BD"/>
    <w:rsid w:val="3DF15C14"/>
    <w:rsid w:val="3DFA5E8B"/>
    <w:rsid w:val="3E9F0479"/>
    <w:rsid w:val="3EF149E7"/>
    <w:rsid w:val="40E531CD"/>
    <w:rsid w:val="42660943"/>
    <w:rsid w:val="427C1337"/>
    <w:rsid w:val="428F18D9"/>
    <w:rsid w:val="42DC4489"/>
    <w:rsid w:val="42FD20DD"/>
    <w:rsid w:val="432A539B"/>
    <w:rsid w:val="448A2C8E"/>
    <w:rsid w:val="4491072B"/>
    <w:rsid w:val="44A04761"/>
    <w:rsid w:val="44AF0B5C"/>
    <w:rsid w:val="44FE443A"/>
    <w:rsid w:val="45CD7102"/>
    <w:rsid w:val="45E55DE6"/>
    <w:rsid w:val="466277F0"/>
    <w:rsid w:val="490D388F"/>
    <w:rsid w:val="49295AB5"/>
    <w:rsid w:val="49586257"/>
    <w:rsid w:val="4A6A0186"/>
    <w:rsid w:val="4A8013DF"/>
    <w:rsid w:val="4A997D95"/>
    <w:rsid w:val="4B165219"/>
    <w:rsid w:val="4B3D7CAE"/>
    <w:rsid w:val="4B630DCE"/>
    <w:rsid w:val="4BA23AE8"/>
    <w:rsid w:val="4CC04CC9"/>
    <w:rsid w:val="4D6C642D"/>
    <w:rsid w:val="4DDD7ECB"/>
    <w:rsid w:val="4DE8563E"/>
    <w:rsid w:val="4FA537A4"/>
    <w:rsid w:val="512B01B4"/>
    <w:rsid w:val="51A91ECA"/>
    <w:rsid w:val="52397532"/>
    <w:rsid w:val="539B656E"/>
    <w:rsid w:val="543860DC"/>
    <w:rsid w:val="54525A12"/>
    <w:rsid w:val="54E312B0"/>
    <w:rsid w:val="54ED26F5"/>
    <w:rsid w:val="56503E58"/>
    <w:rsid w:val="56CB4C6D"/>
    <w:rsid w:val="592D39AB"/>
    <w:rsid w:val="593C0C13"/>
    <w:rsid w:val="5950577A"/>
    <w:rsid w:val="596D0175"/>
    <w:rsid w:val="596F3BF6"/>
    <w:rsid w:val="598E62FE"/>
    <w:rsid w:val="5A8816CA"/>
    <w:rsid w:val="5AFE3670"/>
    <w:rsid w:val="5B952647"/>
    <w:rsid w:val="5C317202"/>
    <w:rsid w:val="5CFC27B2"/>
    <w:rsid w:val="5D693ED6"/>
    <w:rsid w:val="5DCF41F8"/>
    <w:rsid w:val="5E4036B9"/>
    <w:rsid w:val="5E5E1FA2"/>
    <w:rsid w:val="5E8548C1"/>
    <w:rsid w:val="5F8F7568"/>
    <w:rsid w:val="5FF43C6F"/>
    <w:rsid w:val="600812E6"/>
    <w:rsid w:val="60485BB9"/>
    <w:rsid w:val="606C09EB"/>
    <w:rsid w:val="60830EB1"/>
    <w:rsid w:val="616575BB"/>
    <w:rsid w:val="61BB6CC9"/>
    <w:rsid w:val="62FA1FE2"/>
    <w:rsid w:val="63262C3F"/>
    <w:rsid w:val="63DF2364"/>
    <w:rsid w:val="63F244CF"/>
    <w:rsid w:val="65870848"/>
    <w:rsid w:val="65D929DA"/>
    <w:rsid w:val="66BD1F68"/>
    <w:rsid w:val="66CA3165"/>
    <w:rsid w:val="66EC125F"/>
    <w:rsid w:val="670669F2"/>
    <w:rsid w:val="67323E63"/>
    <w:rsid w:val="68660F89"/>
    <w:rsid w:val="68BD7612"/>
    <w:rsid w:val="69367B29"/>
    <w:rsid w:val="69FA0111"/>
    <w:rsid w:val="6A4C13F4"/>
    <w:rsid w:val="6ABC5E32"/>
    <w:rsid w:val="6BC12A25"/>
    <w:rsid w:val="6C5C5468"/>
    <w:rsid w:val="6CE42656"/>
    <w:rsid w:val="6DFB4E07"/>
    <w:rsid w:val="6E417255"/>
    <w:rsid w:val="6E7A5B22"/>
    <w:rsid w:val="6EB54A88"/>
    <w:rsid w:val="6ECB482F"/>
    <w:rsid w:val="6EF977E2"/>
    <w:rsid w:val="6F38420F"/>
    <w:rsid w:val="702A1905"/>
    <w:rsid w:val="724C368B"/>
    <w:rsid w:val="72A22D3A"/>
    <w:rsid w:val="739B701C"/>
    <w:rsid w:val="74892F3B"/>
    <w:rsid w:val="74CE4F50"/>
    <w:rsid w:val="755236A6"/>
    <w:rsid w:val="757E39C0"/>
    <w:rsid w:val="75C0635B"/>
    <w:rsid w:val="76952714"/>
    <w:rsid w:val="769A20F6"/>
    <w:rsid w:val="774A6DB8"/>
    <w:rsid w:val="777C176C"/>
    <w:rsid w:val="789C313B"/>
    <w:rsid w:val="78EA1FA9"/>
    <w:rsid w:val="79CD4BFB"/>
    <w:rsid w:val="7A2B3C69"/>
    <w:rsid w:val="7BB54123"/>
    <w:rsid w:val="7C961804"/>
    <w:rsid w:val="7C97518C"/>
    <w:rsid w:val="7D8C77DB"/>
    <w:rsid w:val="7DBB5AF7"/>
    <w:rsid w:val="7F7307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iPriority w:val="99"/>
    <w:rPr>
      <w:rFonts w:ascii="宋体" w:hAnsi="Courier New" w:cs="Courier New"/>
      <w:sz w:val="21"/>
      <w:szCs w:val="21"/>
    </w:rPr>
  </w:style>
  <w:style w:type="paragraph" w:styleId="4">
    <w:name w:val="Body Text Indent 2"/>
    <w:basedOn w:val="1"/>
    <w:uiPriority w:val="0"/>
    <w:pPr>
      <w:tabs>
        <w:tab w:val="left" w:pos="3330"/>
      </w:tabs>
      <w:ind w:firstLine="5280" w:firstLineChars="2200"/>
    </w:pPr>
    <w:rPr>
      <w:rFonts w:ascii="宋体" w:hAnsi="宋体"/>
      <w:bCs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纯文本 Char"/>
    <w:basedOn w:val="11"/>
    <w:link w:val="3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4">
    <w:name w:val="Subtle Emphasis"/>
    <w:basedOn w:val="11"/>
    <w:qFormat/>
    <w:uiPriority w:val="19"/>
    <w:rPr>
      <w:i/>
      <w:iCs/>
      <w:color w:val="808080"/>
    </w:rPr>
  </w:style>
  <w:style w:type="character" w:customStyle="1" w:styleId="15">
    <w:name w:val="apple-converted-space"/>
    <w:basedOn w:val="11"/>
    <w:qFormat/>
    <w:uiPriority w:val="0"/>
  </w:style>
  <w:style w:type="paragraph" w:styleId="16">
    <w:name w:val="List Paragraph"/>
    <w:basedOn w:val="1"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45;&#21153;\&#20013;&#24515;&#35797;&#39064;&#24211;\2014&#24180;&#31179;\&#26399;&#26411;&#35797;&#21367;\&#33521;&#35821;\&#20108;&#24180;&#32423;&#25968;&#23398;&#26399;&#26411;&#32771;&#35797;&#21367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二年级数学期末考试卷</Template>
  <Company>Win10NeT.COM</Company>
  <Pages>3</Pages>
  <Words>975</Words>
  <Characters>3529</Characters>
  <Lines>6</Lines>
  <Paragraphs>1</Paragraphs>
  <TotalTime>157460640</TotalTime>
  <ScaleCrop>false</ScaleCrop>
  <LinksUpToDate>false</LinksUpToDate>
  <CharactersWithSpaces>4538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2019-06-25T09:14:00Z</dcterms:created>
  <dc:creator>user</dc:creator>
  <cp:lastModifiedBy>。</cp:lastModifiedBy>
  <cp:lastPrinted>2019-06-25T09:05:00Z</cp:lastPrinted>
  <dcterms:modified xsi:type="dcterms:W3CDTF">2022-12-28T04:09:40Z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810F15D22EB34D42AFDF773076150A8B</vt:lpwstr>
  </property>
</Properties>
</file>