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exact"/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11252200</wp:posOffset>
            </wp:positionV>
            <wp:extent cx="292100" cy="279400"/>
            <wp:effectExtent l="0" t="0" r="12700" b="635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2022-2023学年上学期聊城市北大培文学校期末考试</w:t>
      </w:r>
    </w:p>
    <w:p>
      <w:pPr>
        <w:widowControl/>
        <w:spacing w:line="420" w:lineRule="exact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七年级数学</w:t>
      </w:r>
    </w:p>
    <w:p>
      <w:pPr>
        <w:adjustRightInd w:val="0"/>
        <w:spacing w:line="360" w:lineRule="auto"/>
        <w:ind w:firstLine="240" w:firstLineChars="100"/>
        <w:jc w:val="center"/>
        <w:textAlignment w:val="baseline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（限时：</w:t>
      </w:r>
      <w:r>
        <w:rPr>
          <w:rFonts w:ascii="宋体" w:hAnsi="宋体" w:cs="宋体"/>
        </w:rPr>
        <w:t>120</w:t>
      </w:r>
      <w:r>
        <w:rPr>
          <w:rFonts w:hint="eastAsia" w:ascii="宋体" w:hAnsi="宋体" w:cs="宋体"/>
        </w:rPr>
        <w:t>分钟）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</w:rPr>
        <w:t>一、选择题（每小题3分，共36分）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1．（3分）﹣</w:t>
      </w:r>
      <w:r>
        <w:rPr>
          <w:rFonts w:ascii="宋体" w:hAnsi="宋体"/>
          <w:position w:val="-22"/>
        </w:rPr>
        <w:pict>
          <v:shape id="_x0000_i1025" o:spt="75" type="#_x0000_t75" style="height:28pt;width:10.1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的相反数是（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A．﹣</w:t>
      </w:r>
      <w:r>
        <w:rPr>
          <w:rFonts w:ascii="宋体" w:hAnsi="宋体"/>
          <w:position w:val="-22"/>
        </w:rPr>
        <w:pict>
          <v:shape id="_x0000_i1026" o:spt="75" type="#_x0000_t75" style="height:28pt;width:10.1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B．﹣</w:t>
      </w:r>
      <w:r>
        <w:rPr>
          <w:rFonts w:ascii="宋体" w:hAnsi="宋体"/>
          <w:position w:val="-22"/>
        </w:rPr>
        <w:pict>
          <v:shape id="_x0000_i1027" o:spt="75" type="#_x0000_t75" style="height:28pt;width:10.1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ascii="宋体" w:hAnsi="宋体"/>
          <w:position w:val="-22"/>
        </w:rPr>
        <w:pict>
          <v:shape id="_x0000_i1028" o:spt="75" type="#_x0000_t75" style="height:28pt;width:10.1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ascii="宋体" w:hAnsi="宋体"/>
          <w:position w:val="-22"/>
        </w:rPr>
        <w:pict>
          <v:shape id="_x0000_i1029" o:spt="75" type="#_x0000_t75" style="height:28pt;width:10.1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2．（3分）在﹣2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、（﹣2）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、﹣（﹣2）、﹣|﹣2|中，负数的个数是（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A．4个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B．3个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C．2个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D．1个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3．（3分）下列各组数中，数值相等的是（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A．3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和2</w:t>
      </w:r>
      <w:r>
        <w:rPr>
          <w:rFonts w:hint="eastAsia" w:ascii="宋体" w:hAnsi="宋体"/>
          <w:vertAlign w:val="superscript"/>
        </w:rPr>
        <w:t>3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B．（﹣2）</w:t>
      </w:r>
      <w:r>
        <w:rPr>
          <w:rFonts w:hint="eastAsia" w:ascii="宋体" w:hAnsi="宋体"/>
          <w:vertAlign w:val="superscript"/>
        </w:rPr>
        <w:t>3</w:t>
      </w:r>
      <w:r>
        <w:rPr>
          <w:rFonts w:hint="eastAsia" w:ascii="宋体" w:hAnsi="宋体"/>
        </w:rPr>
        <w:t>和﹣2</w:t>
      </w:r>
      <w:r>
        <w:rPr>
          <w:rFonts w:hint="eastAsia" w:ascii="宋体" w:hAnsi="宋体"/>
          <w:vertAlign w:val="superscript"/>
        </w:rPr>
        <w:t>3</w:t>
      </w:r>
      <w:r>
        <w:rPr>
          <w:rFonts w:ascii="宋体" w:hAnsi="宋体"/>
          <w:vertAlign w:val="superscript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C．﹣3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和（﹣3）</w:t>
      </w:r>
      <w:r>
        <w:rPr>
          <w:rFonts w:hint="eastAsia" w:ascii="宋体" w:hAnsi="宋体"/>
          <w:vertAlign w:val="superscript"/>
        </w:rPr>
        <w:t>2</w:t>
      </w:r>
      <w:r>
        <w:rPr>
          <w:rFonts w:ascii="宋体" w:hAnsi="宋体"/>
          <w:vertAlign w:val="superscript"/>
        </w:rPr>
        <w:t xml:space="preserve">    </w:t>
      </w:r>
      <w:r>
        <w:rPr>
          <w:rFonts w:hint="eastAsia" w:ascii="宋体" w:hAnsi="宋体"/>
        </w:rPr>
        <w:t>D．-（-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）和﹣|﹣2|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4．（3分）已知﹣2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  <w:vertAlign w:val="superscript"/>
        </w:rPr>
        <w:t>6</w:t>
      </w:r>
      <w:r>
        <w:rPr>
          <w:rFonts w:hint="eastAsia" w:ascii="宋体" w:hAnsi="宋体"/>
          <w:i/>
        </w:rPr>
        <w:t>n</w:t>
      </w:r>
      <w:r>
        <w:rPr>
          <w:rFonts w:hint="eastAsia" w:ascii="宋体" w:hAnsi="宋体"/>
        </w:rPr>
        <w:t>与5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i/>
          <w:vertAlign w:val="superscript"/>
        </w:rPr>
        <w:t>x</w:t>
      </w:r>
      <w:r>
        <w:rPr>
          <w:rFonts w:hint="eastAsia" w:ascii="宋体" w:hAnsi="宋体"/>
          <w:i/>
        </w:rPr>
        <w:t>n</w:t>
      </w:r>
      <w:r>
        <w:rPr>
          <w:rFonts w:hint="eastAsia" w:ascii="宋体" w:hAnsi="宋体"/>
          <w:i/>
          <w:vertAlign w:val="superscript"/>
        </w:rPr>
        <w:t>y</w:t>
      </w:r>
      <w:r>
        <w:rPr>
          <w:rFonts w:hint="eastAsia" w:ascii="宋体" w:hAnsi="宋体"/>
        </w:rPr>
        <w:t>是同类项，则（　　）</w:t>
      </w:r>
    </w:p>
    <w:p>
      <w:pPr>
        <w:tabs>
          <w:tab w:val="left" w:pos="2540"/>
          <w:tab w:val="left" w:pos="3900"/>
          <w:tab w:val="left" w:pos="611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＝2，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＝1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B．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＝3，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＝1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C．</w:t>
      </w:r>
      <w:r>
        <w:rPr>
          <w:rFonts w:ascii="宋体" w:hAnsi="宋体"/>
          <w:position w:val="-22"/>
        </w:rPr>
        <w:pict>
          <v:shape id="_x0000_i1030" o:spt="75" type="#_x0000_t75" style="height:28pt;width:54.1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 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＝3，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＝0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5．（3分）下列说法正确的是（　　）</w:t>
      </w:r>
    </w:p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A．在所有的连接两点的线中，直线最短</w:t>
      </w:r>
    </w:p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B．线段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</w:rPr>
        <w:t>与线段</w:t>
      </w:r>
      <w:r>
        <w:rPr>
          <w:rFonts w:hint="eastAsia" w:ascii="宋体" w:hAnsi="宋体"/>
          <w:i/>
        </w:rPr>
        <w:t>BA</w:t>
      </w:r>
      <w:r>
        <w:rPr>
          <w:rFonts w:hint="eastAsia" w:ascii="宋体" w:hAnsi="宋体"/>
        </w:rPr>
        <w:t>是不同的两条线段</w:t>
      </w:r>
    </w:p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C．若点</w:t>
      </w:r>
      <w:r>
        <w:rPr>
          <w:rFonts w:hint="eastAsia" w:ascii="宋体" w:hAnsi="宋体"/>
          <w:i/>
        </w:rPr>
        <w:t>P</w:t>
      </w:r>
      <w:r>
        <w:rPr>
          <w:rFonts w:hint="eastAsia" w:ascii="宋体" w:hAnsi="宋体"/>
        </w:rPr>
        <w:t>是线段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</w:rPr>
        <w:t>的中点，那么</w:t>
      </w:r>
      <w:r>
        <w:rPr>
          <w:rFonts w:hint="eastAsia" w:ascii="宋体" w:hAnsi="宋体"/>
          <w:i/>
        </w:rPr>
        <w:t>AP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i/>
        </w:rPr>
        <w:t>BP</w:t>
      </w:r>
      <w:r>
        <w:rPr>
          <w:rFonts w:ascii="宋体" w:hAnsi="宋体"/>
        </w:rPr>
        <w:t xml:space="preserve">  </w:t>
      </w:r>
    </w:p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D．若</w:t>
      </w:r>
      <w:r>
        <w:rPr>
          <w:rFonts w:hint="eastAsia" w:ascii="宋体" w:hAnsi="宋体"/>
          <w:i/>
        </w:rPr>
        <w:t>AP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i/>
        </w:rPr>
        <w:t>BP</w:t>
      </w:r>
      <w:r>
        <w:rPr>
          <w:rFonts w:hint="eastAsia" w:ascii="宋体" w:hAnsi="宋体"/>
        </w:rPr>
        <w:t>，则点</w:t>
      </w:r>
      <w:r>
        <w:rPr>
          <w:rFonts w:hint="eastAsia" w:ascii="宋体" w:hAnsi="宋体"/>
          <w:i/>
        </w:rPr>
        <w:t>P</w:t>
      </w:r>
      <w:r>
        <w:rPr>
          <w:rFonts w:hint="eastAsia" w:ascii="宋体" w:hAnsi="宋体"/>
        </w:rPr>
        <w:t>是线段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</w:rPr>
        <w:t>的中点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6．（3分）如图，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两点在数轴上表示的数分别为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，下列式子成立的是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ascii="宋体" w:hAnsi="宋体"/>
        </w:rPr>
        <w:pict>
          <v:shape id="_x0000_i1031" o:spt="75" alt="菁优网：http://www.jyeoo.com" type="#_x0000_t75" style="height:22.95pt;width:131.1pt;" filled="f" o:preferrelative="t" stroked="f" coordsize="21600,21600">
            <v:path/>
            <v:fill on="f" focussize="0,0"/>
            <v:stroke on="f"/>
            <v:imagedata r:id="rId12" o:title="www"/>
            <o:lock v:ext="edit" aspectratio="f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﹣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＞0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＜0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C．﹣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＞0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D．﹣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﹣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＞0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7．（3分）某中学组织七年级学生秋游，有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名师生租用45座的大客车若干辆，若有2个空座位，那么用含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的代数式表示租用大客车的辆数是（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ascii="宋体" w:hAnsi="宋体"/>
          <w:position w:val="-22"/>
        </w:rPr>
        <w:pict>
          <v:shape id="_x0000_i1032" o:spt="75" type="#_x0000_t75" style="height:28pt;width:22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ascii="宋体" w:hAnsi="宋体"/>
          <w:position w:val="-22"/>
        </w:rPr>
        <w:pict>
          <v:shape id="_x0000_i1033" o:spt="75" type="#_x0000_t75" style="height:28pt;width:22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ascii="宋体" w:hAnsi="宋体"/>
          <w:position w:val="-22"/>
        </w:rPr>
        <w:pict>
          <v:shape id="_x0000_i1034" o:spt="75" type="#_x0000_t75" style="height:28pt;width:17.8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+2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ascii="宋体" w:hAnsi="宋体"/>
          <w:position w:val="-22"/>
        </w:rPr>
        <w:pict>
          <v:shape id="_x0000_i1035" o:spt="75" type="#_x0000_t75" style="height:28pt;width:17.8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﹣2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8．（3分）足球比赛的记分规则是：胜一场得3分，平一场得1分，负一场得0分，若一个队打了14场比赛得17分，其中负了5场，那么这个队胜了（）场．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A．3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B．4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C．5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D．6</w:t>
      </w:r>
    </w:p>
    <w:p>
      <w:pPr>
        <w:spacing w:before="156" w:after="156" w:line="36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</w:rPr>
        <w:t>9</w:t>
      </w:r>
      <w:r>
        <w:rPr>
          <w:rFonts w:hint="eastAsia" w:ascii="宋体" w:hAnsi="宋体"/>
        </w:rPr>
        <w:t>．（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分）某正方体的每个面上都有一个汉字，如图是它的一种展开图，那么在原正方体中，与“国”字所在面相对的面上的汉字是（　　）</w:t>
      </w:r>
    </w:p>
    <w:p>
      <w:pPr>
        <w:spacing w:before="156" w:after="156" w:line="360" w:lineRule="auto"/>
        <w:ind w:left="312" w:leftChars="130"/>
        <w:rPr>
          <w:rFonts w:ascii="宋体" w:hAnsi="宋体"/>
        </w:rPr>
      </w:pPr>
      <w:r>
        <w:rPr>
          <w:rFonts w:ascii="宋体" w:hAnsi="宋体"/>
        </w:rPr>
        <w:pict>
          <v:shape id="_x0000_i1036" o:spt="75" alt="菁优网：http://www.jyeoo.com" type="#_x0000_t75" style="height:63.8pt;width:91.75pt;" filled="f" o:preferrelative="t" stroked="f" coordsize="21600,21600">
            <v:path/>
            <v:fill on="f" focussize="0,0"/>
            <v:stroke on="f"/>
            <v:imagedata r:id="rId16" o:title="www"/>
            <o:lock v:ext="edit" aspectratio="f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before="156" w:after="156"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A．厉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B．害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C．了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D．我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．（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分）把方程</w:t>
      </w:r>
      <w:r>
        <w:rPr>
          <w:rFonts w:ascii="宋体" w:hAnsi="宋体"/>
          <w:position w:val="-22"/>
        </w:rPr>
        <w:pict>
          <v:shape id="_x0000_i1037" o:spt="75" type="#_x0000_t75" style="height:28pt;width:22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﹣1＝</w:t>
      </w:r>
      <w:r>
        <w:rPr>
          <w:rFonts w:ascii="宋体" w:hAnsi="宋体"/>
          <w:position w:val="-22"/>
        </w:rPr>
        <w:pict>
          <v:shape id="_x0000_i1038" o:spt="75" type="#_x0000_t75" style="height:28pt;width:22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的分母化为整数可得方程（　　）</w:t>
      </w:r>
    </w:p>
    <w:p>
      <w:pPr>
        <w:tabs>
          <w:tab w:val="left" w:pos="3995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ascii="宋体" w:hAnsi="宋体"/>
          <w:position w:val="-22"/>
        </w:rPr>
        <w:pict>
          <v:shape id="_x0000_i1039" o:spt="75" type="#_x0000_t75" style="height:28pt;width:22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﹣10＝</w:t>
      </w:r>
      <w:r>
        <w:rPr>
          <w:rFonts w:ascii="宋体" w:hAnsi="宋体"/>
          <w:position w:val="-22"/>
        </w:rPr>
        <w:pict>
          <v:shape id="_x0000_i1040" o:spt="75" type="#_x0000_t75" style="height:28pt;width:22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B．</w:t>
      </w:r>
      <w:r>
        <w:rPr>
          <w:rFonts w:ascii="宋体" w:hAnsi="宋体"/>
          <w:position w:val="-22"/>
        </w:rPr>
        <w:pict>
          <v:shape id="_x0000_i1041" o:spt="75" type="#_x0000_t75" style="height:28pt;width:22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﹣1＝</w:t>
      </w:r>
      <w:r>
        <w:rPr>
          <w:rFonts w:ascii="宋体" w:hAnsi="宋体"/>
          <w:position w:val="-22"/>
        </w:rPr>
        <w:pict>
          <v:shape id="_x0000_i1042" o:spt="75" type="#_x0000_t75" style="height:28pt;width:22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 C．</w:t>
      </w:r>
      <w:r>
        <w:rPr>
          <w:rFonts w:ascii="宋体" w:hAnsi="宋体"/>
          <w:position w:val="-22"/>
        </w:rPr>
        <w:pict>
          <v:shape id="_x0000_i1043" o:spt="75" type="#_x0000_t75" style="height:28pt;width:22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﹣10＝</w:t>
      </w:r>
      <w:r>
        <w:rPr>
          <w:rFonts w:ascii="宋体" w:hAnsi="宋体"/>
          <w:position w:val="-22"/>
        </w:rPr>
        <w:pict>
          <v:shape id="_x0000_i1044" o:spt="75" type="#_x0000_t75" style="height:28pt;width:17.85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ascii="宋体" w:hAnsi="宋体"/>
          <w:position w:val="-22"/>
        </w:rPr>
        <w:pict>
          <v:shape id="_x0000_i1045" o:spt="75" type="#_x0000_t75" style="height:28pt;width:17.85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﹣1＝</w:t>
      </w:r>
      <w:r>
        <w:rPr>
          <w:rFonts w:ascii="宋体" w:hAnsi="宋体"/>
          <w:position w:val="-22"/>
        </w:rPr>
        <w:pict>
          <v:shape id="_x0000_i1046" o:spt="75" type="#_x0000_t75" style="height:28pt;width:17.85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11．（3分）声音在空气中传播的速度</w:t>
      </w:r>
      <w:r>
        <w:rPr>
          <w:rFonts w:hint="eastAsia" w:ascii="宋体" w:hAnsi="宋体"/>
          <w:i/>
        </w:rPr>
        <w:t>v</w:t>
      </w:r>
      <w:r>
        <w:rPr>
          <w:rFonts w:hint="eastAsia" w:ascii="宋体" w:hAnsi="宋体"/>
        </w:rPr>
        <w:t>（简称声速）与空气温度</w:t>
      </w:r>
      <w:r>
        <w:rPr>
          <w:rFonts w:hint="eastAsia" w:ascii="宋体" w:hAnsi="宋体"/>
          <w:i/>
        </w:rPr>
        <w:t>t</w:t>
      </w:r>
      <w:r>
        <w:rPr>
          <w:rFonts w:hint="eastAsia" w:ascii="宋体" w:hAnsi="宋体"/>
        </w:rPr>
        <w:t>的关系（如下表所示），则下列说法错误的是（　　）</w:t>
      </w:r>
    </w:p>
    <w:tbl>
      <w:tblPr>
        <w:tblStyle w:val="12"/>
        <w:tblW w:w="841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93"/>
        <w:gridCol w:w="897"/>
        <w:gridCol w:w="1184"/>
        <w:gridCol w:w="1184"/>
        <w:gridCol w:w="1184"/>
        <w:gridCol w:w="1184"/>
        <w:gridCol w:w="118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83" w:hRule="atLeast"/>
        </w:trPr>
        <w:tc>
          <w:tcPr>
            <w:tcW w:w="1593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温度</w:t>
            </w:r>
            <w:r>
              <w:rPr>
                <w:rFonts w:hint="eastAsia" w:ascii="宋体" w:hAnsi="宋体"/>
                <w:i/>
              </w:rPr>
              <w:t>t</w:t>
            </w:r>
            <w:r>
              <w:rPr>
                <w:rFonts w:hint="eastAsia" w:ascii="宋体" w:hAnsi="宋体"/>
              </w:rPr>
              <w:t>/℃</w:t>
            </w:r>
          </w:p>
        </w:tc>
        <w:tc>
          <w:tcPr>
            <w:tcW w:w="897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﹣20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﹣10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83" w:hRule="atLeast"/>
        </w:trPr>
        <w:tc>
          <w:tcPr>
            <w:tcW w:w="1593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声速</w:t>
            </w:r>
            <w:r>
              <w:rPr>
                <w:rFonts w:hint="eastAsia" w:ascii="宋体" w:hAnsi="宋体"/>
                <w:i/>
              </w:rPr>
              <w:t>v</w:t>
            </w:r>
            <w:r>
              <w:rPr>
                <w:rFonts w:hint="eastAsia" w:ascii="宋体" w:hAnsi="宋体"/>
              </w:rPr>
              <w:t>/（</w:t>
            </w:r>
            <w:r>
              <w:rPr>
                <w:rFonts w:hint="eastAsia" w:ascii="宋体" w:hAnsi="宋体"/>
                <w:i/>
              </w:rPr>
              <w:t>m</w:t>
            </w:r>
            <w:r>
              <w:rPr>
                <w:rFonts w:hint="eastAsia" w:ascii="宋体" w:hAnsi="宋体"/>
              </w:rPr>
              <w:t>/</w:t>
            </w:r>
            <w:r>
              <w:rPr>
                <w:rFonts w:hint="eastAsia" w:ascii="宋体" w:hAnsi="宋体"/>
                <w:i/>
              </w:rPr>
              <w:t>s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897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318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324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330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336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342</w:t>
            </w:r>
          </w:p>
        </w:tc>
        <w:tc>
          <w:tcPr>
            <w:tcW w:w="1184" w:type="dxa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348</w:t>
            </w:r>
          </w:p>
        </w:tc>
      </w:tr>
    </w:tbl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A．温度越高，声速越快 </w:t>
      </w:r>
      <w:r>
        <w:rPr>
          <w:rFonts w:ascii="宋体" w:hAnsi="宋体"/>
        </w:rPr>
        <w:t xml:space="preserve">     </w:t>
      </w:r>
    </w:p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B．在这个变化过程中，自变量是声速</w:t>
      </w:r>
      <w:r>
        <w:rPr>
          <w:rFonts w:hint="eastAsia" w:ascii="宋体" w:hAnsi="宋体"/>
          <w:i/>
        </w:rPr>
        <w:t>t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t</w:t>
      </w:r>
      <w:r>
        <w:rPr>
          <w:rFonts w:hint="eastAsia" w:ascii="宋体" w:hAnsi="宋体"/>
        </w:rPr>
        <w:t>是</w:t>
      </w:r>
      <w:r>
        <w:rPr>
          <w:rFonts w:hint="eastAsia" w:ascii="宋体" w:hAnsi="宋体"/>
          <w:i/>
        </w:rPr>
        <w:t>v</w:t>
      </w:r>
      <w:r>
        <w:rPr>
          <w:rFonts w:hint="eastAsia" w:ascii="宋体" w:hAnsi="宋体"/>
        </w:rPr>
        <w:t>的函数</w:t>
      </w:r>
    </w:p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C．当空气温度为20℃，声速为342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/</w:t>
      </w:r>
      <w:r>
        <w:rPr>
          <w:rFonts w:hint="eastAsia" w:ascii="宋体" w:hAnsi="宋体"/>
          <w:i/>
        </w:rPr>
        <w:t>s</w:t>
      </w:r>
      <w:r>
        <w:rPr>
          <w:rFonts w:ascii="宋体" w:hAnsi="宋体"/>
        </w:rPr>
        <w:tab/>
      </w:r>
    </w:p>
    <w:p>
      <w:pPr>
        <w:spacing w:line="360" w:lineRule="auto"/>
        <w:ind w:firstLine="240" w:firstLineChars="100"/>
        <w:jc w:val="left"/>
        <w:rPr>
          <w:rFonts w:ascii="宋体" w:hAnsi="宋体"/>
        </w:rPr>
      </w:pPr>
      <w:r>
        <w:rPr>
          <w:rFonts w:hint="eastAsia" w:ascii="宋体" w:hAnsi="宋体"/>
        </w:rPr>
        <w:t>D．声速</w:t>
      </w:r>
      <w:r>
        <w:rPr>
          <w:rFonts w:hint="eastAsia" w:ascii="宋体" w:hAnsi="宋体"/>
          <w:i/>
        </w:rPr>
        <w:t>v</w:t>
      </w:r>
      <w:r>
        <w:rPr>
          <w:rFonts w:hint="eastAsia" w:ascii="宋体" w:hAnsi="宋体"/>
        </w:rPr>
        <w:t>与温度</w:t>
      </w:r>
      <w:r>
        <w:rPr>
          <w:rFonts w:hint="eastAsia" w:ascii="宋体" w:hAnsi="宋体"/>
          <w:i/>
        </w:rPr>
        <w:t>t</w:t>
      </w:r>
      <w:r>
        <w:rPr>
          <w:rFonts w:hint="eastAsia" w:ascii="宋体" w:hAnsi="宋体"/>
        </w:rPr>
        <w:t>之间的关系式为</w:t>
      </w:r>
      <w:r>
        <w:rPr>
          <w:rFonts w:hint="eastAsia" w:ascii="宋体" w:hAnsi="宋体"/>
          <w:i/>
        </w:rPr>
        <w:t>v</w:t>
      </w:r>
      <w:r>
        <w:rPr>
          <w:rFonts w:hint="eastAsia" w:ascii="宋体" w:hAnsi="宋体"/>
        </w:rPr>
        <w:t>＝</w:t>
      </w:r>
      <w:r>
        <w:rPr>
          <w:rFonts w:ascii="宋体" w:hAnsi="宋体"/>
          <w:position w:val="-22"/>
        </w:rPr>
        <w:pict>
          <v:shape id="_x0000_i1047" o:spt="75" type="#_x0000_t75" style="height:28pt;width:10.1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i/>
        </w:rPr>
        <w:t>t</w:t>
      </w:r>
      <w:r>
        <w:rPr>
          <w:rFonts w:hint="eastAsia" w:ascii="宋体" w:hAnsi="宋体"/>
        </w:rPr>
        <w:t>+330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12．（3分）若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＝（﹣</w:t>
      </w:r>
      <w:r>
        <w:rPr>
          <w:rFonts w:ascii="宋体" w:hAnsi="宋体"/>
          <w:position w:val="-22"/>
        </w:rPr>
        <w:pict>
          <v:shape id="_x0000_i1048" o:spt="75" type="#_x0000_t75" style="height:26.25pt;width:10.1pt;" filled="f" o:preferrelative="t" stroked="f" coordsize="21600,21600">
            <v:path/>
            <v:fill on="f" focussize="0,0"/>
            <v:stroke on="f"/>
            <v:imagedata r:id="rId2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vertAlign w:val="superscript"/>
        </w:rPr>
        <w:t>2016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＝（﹣</w:t>
      </w:r>
      <w:r>
        <w:rPr>
          <w:rFonts w:ascii="宋体" w:hAnsi="宋体"/>
          <w:position w:val="-22"/>
        </w:rPr>
        <w:pict>
          <v:shape id="_x0000_i1049" o:spt="75" type="#_x0000_t75" style="height:26.25pt;width:10.1pt;" filled="f" o:preferrelative="t" stroked="f" coordsize="21600,21600">
            <v:path/>
            <v:fill on="f" focussize="0,0"/>
            <v:stroke on="f"/>
            <v:imagedata r:id="rId2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vertAlign w:val="superscript"/>
        </w:rPr>
        <w:t>2017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＝（﹣</w:t>
      </w:r>
      <w:r>
        <w:rPr>
          <w:rFonts w:ascii="宋体" w:hAnsi="宋体"/>
          <w:position w:val="-22"/>
        </w:rPr>
        <w:pict>
          <v:shape id="_x0000_i1050" o:spt="75" type="#_x0000_t75" style="height:26.25pt;width:10.1pt;" filled="f" o:preferrelative="t" stroked="f" coordsize="21600,21600">
            <v:path/>
            <v:fill on="f" focussize="0,0"/>
            <v:stroke on="f"/>
            <v:imagedata r:id="rId2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vertAlign w:val="superscript"/>
        </w:rPr>
        <w:t>2018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d</w:t>
      </w:r>
      <w:r>
        <w:rPr>
          <w:rFonts w:hint="eastAsia" w:ascii="宋体" w:hAnsi="宋体"/>
        </w:rPr>
        <w:t>＝（﹣</w:t>
      </w:r>
      <w:r>
        <w:rPr>
          <w:rFonts w:ascii="宋体" w:hAnsi="宋体"/>
          <w:position w:val="-22"/>
        </w:rPr>
        <w:pict>
          <v:shape id="_x0000_i1051" o:spt="75" type="#_x0000_t75" style="height:26.25pt;width:10.1pt;" filled="f" o:preferrelative="t" stroked="f" coordsize="21600,21600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vertAlign w:val="superscript"/>
        </w:rPr>
        <w:t>2019</w:t>
      </w:r>
      <w:r>
        <w:rPr>
          <w:rFonts w:hint="eastAsia" w:ascii="宋体" w:hAnsi="宋体"/>
        </w:rPr>
        <w:t>，那么关于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i/>
        </w:rPr>
        <w:t>d</w:t>
      </w:r>
      <w:r>
        <w:rPr>
          <w:rFonts w:hint="eastAsia" w:ascii="宋体" w:hAnsi="宋体"/>
        </w:rPr>
        <w:t>的叙述正确的是（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d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d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hint="eastAsia" w:ascii="宋体" w:hAnsi="宋体"/>
          <w:i/>
        </w:rPr>
        <w:t>d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a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d</w:t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i/>
        </w:rPr>
        <w:t>b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</w:rPr>
        <w:t>二、填空题（每小题3分，共15分）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13</w:t>
      </w:r>
      <w:r>
        <w:rPr>
          <w:rFonts w:ascii="宋体" w:hAnsi="宋体"/>
        </w:rPr>
        <w:t>.(3</w:t>
      </w:r>
      <w:r>
        <w:rPr>
          <w:rFonts w:hint="eastAsia" w:ascii="宋体" w:hAnsi="宋体"/>
        </w:rPr>
        <w:t xml:space="preserve">分)数轴上与表示﹣1的点距离2个单位长度的点所表示的数是 </w:t>
      </w:r>
      <w:r>
        <w:rPr>
          <w:rFonts w:hint="eastAsia" w:ascii="宋体" w:hAnsi="宋体"/>
          <w:u w:val="single"/>
        </w:rPr>
        <w:t>　   　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14</w:t>
      </w:r>
      <w:r>
        <w:rPr>
          <w:rFonts w:ascii="宋体" w:hAnsi="宋体"/>
        </w:rPr>
        <w:t>.(3</w:t>
      </w:r>
      <w:r>
        <w:rPr>
          <w:rFonts w:hint="eastAsia" w:ascii="宋体" w:hAnsi="宋体"/>
        </w:rPr>
        <w:t>分)已知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＝4是方程</w:t>
      </w:r>
      <w:r>
        <w:rPr>
          <w:rFonts w:hint="eastAsia" w:ascii="宋体" w:hAnsi="宋体"/>
          <w:i/>
        </w:rPr>
        <w:t>ax</w:t>
      </w:r>
      <w:r>
        <w:rPr>
          <w:rFonts w:hint="eastAsia" w:ascii="宋体" w:hAnsi="宋体"/>
        </w:rPr>
        <w:t>﹣7＝20+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的解，则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u w:val="single"/>
        </w:rPr>
        <w:t>　   　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15</w:t>
      </w:r>
      <w:r>
        <w:rPr>
          <w:rFonts w:ascii="宋体" w:hAnsi="宋体"/>
        </w:rPr>
        <w:t>.(3</w:t>
      </w:r>
      <w:r>
        <w:rPr>
          <w:rFonts w:hint="eastAsia" w:ascii="宋体" w:hAnsi="宋体"/>
        </w:rPr>
        <w:t>分)海王星距离地球约有4350000000</w:t>
      </w:r>
      <w:r>
        <w:rPr>
          <w:rFonts w:hint="eastAsia" w:ascii="宋体" w:hAnsi="宋体"/>
          <w:i/>
        </w:rPr>
        <w:t>km</w:t>
      </w:r>
      <w:r>
        <w:rPr>
          <w:rFonts w:hint="eastAsia" w:ascii="宋体" w:hAnsi="宋体"/>
        </w:rPr>
        <w:t>，用科学记数法表示</w:t>
      </w:r>
      <w:r>
        <w:rPr>
          <w:rFonts w:hint="eastAsia" w:ascii="宋体" w:hAnsi="宋体"/>
          <w:u w:val="single"/>
        </w:rPr>
        <w:t xml:space="preserve">　  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>　</w:t>
      </w:r>
      <w:r>
        <w:rPr>
          <w:rFonts w:hint="eastAsia" w:ascii="宋体" w:hAnsi="宋体"/>
          <w:i/>
        </w:rPr>
        <w:t>km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6.(3</w:t>
      </w:r>
      <w:r>
        <w:rPr>
          <w:rFonts w:hint="eastAsia" w:ascii="宋体" w:hAnsi="宋体"/>
        </w:rPr>
        <w:t>分)若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为有理数，定义一种新运算“</w:t>
      </w:r>
      <w:r>
        <w:rPr>
          <w:rFonts w:ascii="宋体" w:hAnsi="宋体"/>
        </w:rPr>
        <w:t>⊕</w:t>
      </w:r>
      <w:r>
        <w:rPr>
          <w:rFonts w:hint="eastAsia" w:ascii="宋体" w:hAnsi="宋体"/>
        </w:rPr>
        <w:t>”，使得</w:t>
      </w:r>
      <w:r>
        <w:rPr>
          <w:rFonts w:hint="eastAsia" w:ascii="宋体" w:hAnsi="宋体"/>
          <w:i/>
        </w:rPr>
        <w:t>a</w:t>
      </w:r>
      <w:r>
        <w:rPr>
          <w:rFonts w:ascii="宋体" w:hAnsi="宋体"/>
        </w:rPr>
        <w:t>⊕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＝3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﹣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，则（</w:t>
      </w:r>
      <w:r>
        <w:rPr>
          <w:rFonts w:hint="eastAsia" w:ascii="宋体" w:hAnsi="宋体"/>
          <w:i/>
        </w:rPr>
        <w:t>a</w:t>
      </w:r>
      <w:r>
        <w:rPr>
          <w:rFonts w:ascii="宋体" w:hAnsi="宋体"/>
        </w:rPr>
        <w:t>⊕</w:t>
      </w:r>
      <w:r>
        <w:rPr>
          <w:rFonts w:hint="eastAsia" w:ascii="宋体" w:hAnsi="宋体"/>
        </w:rPr>
        <w:t>2）</w:t>
      </w:r>
      <w:r>
        <w:rPr>
          <w:rFonts w:ascii="宋体" w:hAnsi="宋体"/>
        </w:rPr>
        <w:t>⊕</w:t>
      </w:r>
      <w:r>
        <w:rPr>
          <w:rFonts w:hint="eastAsia" w:ascii="宋体" w:hAnsi="宋体"/>
        </w:rPr>
        <w:t>3＝</w:t>
      </w:r>
      <w:r>
        <w:rPr>
          <w:rFonts w:hint="eastAsia" w:ascii="宋体" w:hAnsi="宋体"/>
          <w:u w:val="single"/>
        </w:rPr>
        <w:t>　   　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17</w:t>
      </w:r>
      <w:r>
        <w:rPr>
          <w:rFonts w:ascii="宋体" w:hAnsi="宋体"/>
        </w:rPr>
        <w:t>.(3</w:t>
      </w:r>
      <w:r>
        <w:rPr>
          <w:rFonts w:hint="eastAsia" w:ascii="宋体" w:hAnsi="宋体"/>
        </w:rPr>
        <w:t>分)观察等式：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①2＝1×2，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②2+4＝6＝2×3，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③2+4+6＝12＝3×4，…………</w:t>
      </w:r>
    </w:p>
    <w:p>
      <w:pPr>
        <w:spacing w:line="360" w:lineRule="auto"/>
        <w:ind w:left="312" w:leftChars="130"/>
        <w:rPr>
          <w:rFonts w:hint="eastAsia" w:ascii="宋体" w:hAnsi="宋体"/>
        </w:rPr>
      </w:pPr>
      <w:r>
        <w:rPr>
          <w:rFonts w:hint="eastAsia" w:ascii="宋体" w:hAnsi="宋体"/>
        </w:rPr>
        <w:t>按照这种规律写出第</w:t>
      </w:r>
      <w:r>
        <w:rPr>
          <w:rFonts w:hint="eastAsia" w:ascii="宋体" w:hAnsi="宋体"/>
          <w:i/>
        </w:rPr>
        <w:t>n</w:t>
      </w:r>
      <w:r>
        <w:rPr>
          <w:rFonts w:hint="eastAsia" w:ascii="宋体" w:hAnsi="宋体"/>
        </w:rPr>
        <w:t>个等式2+4+6+…+2</w:t>
      </w:r>
      <w:r>
        <w:rPr>
          <w:rFonts w:hint="eastAsia" w:ascii="宋体" w:hAnsi="宋体"/>
          <w:i/>
        </w:rPr>
        <w:t>n</w:t>
      </w:r>
      <w:r>
        <w:rPr>
          <w:rFonts w:hint="eastAsia" w:ascii="宋体" w:hAnsi="宋体"/>
        </w:rPr>
        <w:t>＝</w:t>
      </w:r>
      <w:r>
        <w:rPr>
          <w:rFonts w:hint="eastAsia" w:ascii="宋体" w:hAnsi="宋体"/>
          <w:u w:val="single"/>
        </w:rPr>
        <w:t>　   　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hanging="313" w:hangingChars="130"/>
        <w:rPr>
          <w:rFonts w:hint="eastAsia" w:ascii="宋体" w:hAnsi="宋体"/>
        </w:rPr>
      </w:pPr>
      <w:r>
        <w:rPr>
          <w:rFonts w:hint="eastAsia" w:ascii="宋体" w:hAnsi="宋体"/>
          <w:b/>
        </w:rPr>
        <w:t>三、解答题（本题共8个小题，共计69分．解答题应写出计算过程或步骤）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ascii="宋体" w:hAnsi="宋体"/>
        </w:rPr>
        <w:t>18.(8</w:t>
      </w:r>
      <w:r>
        <w:rPr>
          <w:rFonts w:hint="eastAsia" w:ascii="宋体" w:hAnsi="宋体"/>
        </w:rPr>
        <w:t>分)（1）计算：</w:t>
      </w:r>
      <w:r>
        <w:rPr>
          <w:rFonts w:ascii="宋体" w:hAnsi="宋体"/>
          <w:position w:val="-22"/>
        </w:rPr>
        <w:pict>
          <v:shape id="_x0000_i1052" o:spt="75" type="#_x0000_t75" style="height:28pt;width:198.1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；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（2）先化简，再求值：2（3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﹣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）﹣3（2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+1）﹣3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+3，</w:t>
      </w:r>
    </w:p>
    <w:p>
      <w:pPr>
        <w:spacing w:line="360" w:lineRule="auto"/>
        <w:ind w:left="312" w:leftChars="130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其中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满足等式</w:t>
      </w:r>
      <w:r>
        <w:rPr>
          <w:rFonts w:ascii="宋体" w:hAnsi="宋体"/>
          <w:position w:val="-22"/>
        </w:rPr>
        <w:pict>
          <v:shape id="_x0000_i1053" o:spt="75" type="#_x0000_t75" style="height:28pt;width:88.2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＝0．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9.(8</w:t>
      </w:r>
      <w:r>
        <w:rPr>
          <w:rFonts w:hint="eastAsia" w:ascii="宋体" w:hAnsi="宋体"/>
        </w:rPr>
        <w:t>分)解方程：（1）2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﹣1＝3（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 xml:space="preserve">﹣1）； 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（2）</w:t>
      </w:r>
      <w:r>
        <w:rPr>
          <w:rFonts w:ascii="宋体" w:hAnsi="宋体"/>
          <w:position w:val="-22"/>
        </w:rPr>
        <w:pict>
          <v:shape id="_x0000_i1054" o:spt="75" type="#_x0000_t75" style="height:28pt;width:63.5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0.(8</w:t>
      </w:r>
      <w:r>
        <w:rPr>
          <w:rFonts w:hint="eastAsia" w:ascii="宋体" w:hAnsi="宋体"/>
        </w:rPr>
        <w:t>分)已知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＝2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+3</w:t>
      </w:r>
      <w:r>
        <w:rPr>
          <w:rFonts w:hint="eastAsia" w:ascii="宋体" w:hAnsi="宋体"/>
          <w:i/>
        </w:rPr>
        <w:t>mx</w:t>
      </w:r>
      <w:r>
        <w:rPr>
          <w:rFonts w:hint="eastAsia" w:ascii="宋体" w:hAnsi="宋体"/>
        </w:rPr>
        <w:t>﹣2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﹣1，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＝﹣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mx</w:t>
      </w:r>
      <w:r>
        <w:rPr>
          <w:rFonts w:hint="eastAsia" w:ascii="宋体" w:hAnsi="宋体"/>
        </w:rPr>
        <w:t>﹣1．</w:t>
      </w:r>
    </w:p>
    <w:p>
      <w:pPr>
        <w:spacing w:line="360" w:lineRule="auto"/>
        <w:ind w:left="312" w:leftChars="130"/>
        <w:rPr>
          <w:rFonts w:hint="eastAsia" w:ascii="宋体" w:hAnsi="宋体"/>
        </w:rPr>
      </w:pPr>
      <w:r>
        <w:rPr>
          <w:rFonts w:hint="eastAsia" w:ascii="宋体" w:hAnsi="宋体"/>
        </w:rPr>
        <w:t>求（1）3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+6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 xml:space="preserve">；  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（2）若3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+6</w:t>
      </w:r>
      <w:r>
        <w:rPr>
          <w:rFonts w:hint="eastAsia" w:ascii="宋体" w:hAnsi="宋体"/>
          <w:i/>
        </w:rPr>
        <w:t>B</w:t>
      </w:r>
      <w:r>
        <w:rPr>
          <w:rFonts w:hint="eastAsia" w:ascii="宋体" w:hAnsi="宋体"/>
        </w:rPr>
        <w:t>的值与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无关，求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的值．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1.(8</w:t>
      </w:r>
      <w:r>
        <w:rPr>
          <w:rFonts w:hint="eastAsia" w:ascii="宋体" w:hAnsi="宋体"/>
        </w:rPr>
        <w:t>分)</w:t>
      </w:r>
      <w:r>
        <w:rPr>
          <w:rFonts w:hint="eastAsia" w:eastAsia="新宋体"/>
        </w:rPr>
        <w:t xml:space="preserve"> </w:t>
      </w:r>
      <w:r>
        <w:rPr>
          <w:rFonts w:hint="eastAsia" w:ascii="宋体" w:hAnsi="宋体"/>
        </w:rPr>
        <w:t>如图，</w:t>
      </w:r>
      <w:r>
        <w:rPr>
          <w:rFonts w:hint="eastAsia" w:ascii="宋体" w:hAnsi="宋体"/>
          <w:i/>
        </w:rPr>
        <w:t>C</w:t>
      </w:r>
      <w:r>
        <w:rPr>
          <w:rFonts w:hint="eastAsia" w:ascii="宋体" w:hAnsi="宋体"/>
        </w:rPr>
        <w:t>为线段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</w:rPr>
        <w:t>上一点，</w:t>
      </w:r>
      <w:r>
        <w:rPr>
          <w:rFonts w:hint="eastAsia" w:ascii="宋体" w:hAnsi="宋体"/>
          <w:i/>
        </w:rPr>
        <w:t>D</w:t>
      </w:r>
      <w:r>
        <w:rPr>
          <w:rFonts w:hint="eastAsia" w:ascii="宋体" w:hAnsi="宋体"/>
        </w:rPr>
        <w:t>为</w:t>
      </w:r>
      <w:r>
        <w:rPr>
          <w:rFonts w:hint="eastAsia" w:ascii="宋体" w:hAnsi="宋体"/>
          <w:i/>
        </w:rPr>
        <w:t>CB</w:t>
      </w:r>
      <w:r>
        <w:rPr>
          <w:rFonts w:hint="eastAsia" w:ascii="宋体" w:hAnsi="宋体"/>
        </w:rPr>
        <w:t>的中点，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</w:rPr>
        <w:t>＝10</w:t>
      </w:r>
      <w:r>
        <w:rPr>
          <w:rFonts w:hint="eastAsia" w:ascii="宋体" w:hAnsi="宋体"/>
          <w:i/>
        </w:rPr>
        <w:t>cm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AD</w:t>
      </w:r>
      <w:r>
        <w:rPr>
          <w:rFonts w:hint="eastAsia" w:ascii="宋体" w:hAnsi="宋体"/>
        </w:rPr>
        <w:t>＝7</w:t>
      </w:r>
      <w:r>
        <w:rPr>
          <w:rFonts w:hint="eastAsia" w:ascii="宋体" w:hAnsi="宋体"/>
          <w:i/>
        </w:rPr>
        <w:t>cm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（1）求</w:t>
      </w:r>
      <w:r>
        <w:rPr>
          <w:rFonts w:hint="eastAsia" w:ascii="宋体" w:hAnsi="宋体"/>
          <w:i/>
        </w:rPr>
        <w:t>AC</w:t>
      </w:r>
      <w:r>
        <w:rPr>
          <w:rFonts w:hint="eastAsia" w:ascii="宋体" w:hAnsi="宋体"/>
        </w:rPr>
        <w:t xml:space="preserve">的长；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>（2）若点</w:t>
      </w:r>
      <w:r>
        <w:rPr>
          <w:rFonts w:hint="eastAsia" w:ascii="宋体" w:hAnsi="宋体"/>
          <w:i/>
        </w:rPr>
        <w:t>E</w:t>
      </w:r>
      <w:r>
        <w:rPr>
          <w:rFonts w:hint="eastAsia" w:ascii="宋体" w:hAnsi="宋体"/>
        </w:rPr>
        <w:t>在线段</w:t>
      </w:r>
      <w:r>
        <w:rPr>
          <w:rFonts w:hint="eastAsia" w:ascii="宋体" w:hAnsi="宋体"/>
          <w:i/>
        </w:rPr>
        <w:t>AB</w:t>
      </w:r>
      <w:r>
        <w:rPr>
          <w:rFonts w:hint="eastAsia" w:ascii="宋体" w:hAnsi="宋体"/>
        </w:rPr>
        <w:t>上，且</w:t>
      </w:r>
      <w:r>
        <w:rPr>
          <w:rFonts w:hint="eastAsia" w:ascii="宋体" w:hAnsi="宋体"/>
          <w:i/>
        </w:rPr>
        <w:t>CE</w:t>
      </w:r>
      <w:r>
        <w:rPr>
          <w:rFonts w:hint="eastAsia" w:ascii="宋体" w:hAnsi="宋体"/>
        </w:rPr>
        <w:t>＝2</w:t>
      </w:r>
      <w:r>
        <w:rPr>
          <w:rFonts w:hint="eastAsia" w:ascii="宋体" w:hAnsi="宋体"/>
          <w:i/>
        </w:rPr>
        <w:t>cm</w:t>
      </w:r>
      <w:r>
        <w:rPr>
          <w:rFonts w:hint="eastAsia" w:ascii="宋体" w:hAnsi="宋体"/>
        </w:rPr>
        <w:t>，求</w:t>
      </w:r>
      <w:r>
        <w:rPr>
          <w:rFonts w:hint="eastAsia" w:ascii="宋体" w:hAnsi="宋体"/>
          <w:i/>
        </w:rPr>
        <w:t>BE</w:t>
      </w:r>
      <w:r>
        <w:rPr>
          <w:rFonts w:hint="eastAsia" w:ascii="宋体" w:hAnsi="宋体"/>
        </w:rPr>
        <w:t>的长．</w:t>
      </w:r>
    </w:p>
    <w:p>
      <w:pPr>
        <w:spacing w:line="360" w:lineRule="auto"/>
        <w:ind w:left="312" w:leftChars="50" w:hanging="192" w:hangingChars="80"/>
        <w:rPr>
          <w:rFonts w:ascii="宋体" w:hAnsi="宋体"/>
        </w:rPr>
      </w:pPr>
      <w:r>
        <w:rPr>
          <w:rFonts w:hint="eastAsia" w:ascii="宋体" w:hAnsi="宋体"/>
        </w:rPr>
        <w:pict>
          <v:shape id="_x0000_i1055" o:spt="75" alt="菁优网：http://www.jyeoo.com" type="#_x0000_t75" style="height:18.6pt;width:151.6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2.(9</w:t>
      </w:r>
      <w:r>
        <w:rPr>
          <w:rFonts w:hint="eastAsia" w:ascii="宋体" w:hAnsi="宋体"/>
        </w:rPr>
        <w:t>分)小虫从点</w:t>
      </w:r>
      <w:r>
        <w:rPr>
          <w:rFonts w:hint="eastAsia" w:ascii="宋体" w:hAnsi="宋体"/>
          <w:i/>
        </w:rPr>
        <w:t>O</w:t>
      </w:r>
      <w:r>
        <w:rPr>
          <w:rFonts w:hint="eastAsia" w:ascii="宋体" w:hAnsi="宋体"/>
        </w:rPr>
        <w:t>出发在一条直线上来回爬行，向右爬行的路程记为正，爬行路程依次为：+5，﹣3，+10，﹣8，﹣6，+12，﹣10．（单位：</w:t>
      </w:r>
      <w:r>
        <w:rPr>
          <w:rFonts w:hint="eastAsia" w:ascii="宋体" w:hAnsi="宋体"/>
          <w:i/>
        </w:rPr>
        <w:t>cm</w:t>
      </w:r>
      <w:r>
        <w:rPr>
          <w:rFonts w:hint="eastAsia" w:ascii="宋体" w:hAnsi="宋体"/>
        </w:rPr>
        <w:t>）</w:t>
      </w:r>
    </w:p>
    <w:p>
      <w:pPr>
        <w:spacing w:line="360" w:lineRule="auto"/>
        <w:ind w:left="240" w:leftChars="100"/>
        <w:rPr>
          <w:rFonts w:ascii="宋体" w:hAnsi="宋体"/>
        </w:rPr>
      </w:pPr>
      <w:r>
        <w:rPr>
          <w:rFonts w:hint="eastAsia" w:ascii="宋体" w:hAnsi="宋体"/>
        </w:rPr>
        <w:t>（1）小虫离开</w:t>
      </w:r>
      <w:r>
        <w:rPr>
          <w:rFonts w:hint="eastAsia" w:ascii="宋体" w:hAnsi="宋体"/>
          <w:i/>
        </w:rPr>
        <w:t>O</w:t>
      </w:r>
      <w:r>
        <w:rPr>
          <w:rFonts w:hint="eastAsia" w:ascii="宋体" w:hAnsi="宋体"/>
        </w:rPr>
        <w:t xml:space="preserve">点最远时是 </w:t>
      </w:r>
      <w:r>
        <w:rPr>
          <w:rFonts w:hint="eastAsia" w:ascii="宋体" w:hAnsi="宋体"/>
          <w:u w:val="single"/>
        </w:rPr>
        <w:t>　   　cm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240" w:leftChars="100"/>
        <w:rPr>
          <w:rFonts w:ascii="宋体" w:hAnsi="宋体"/>
        </w:rPr>
      </w:pPr>
      <w:r>
        <w:rPr>
          <w:rFonts w:hint="eastAsia" w:ascii="宋体" w:hAnsi="宋体"/>
        </w:rPr>
        <w:t>（2）小虫最后是否回到出发点</w:t>
      </w:r>
      <w:r>
        <w:rPr>
          <w:rFonts w:hint="eastAsia" w:ascii="宋体" w:hAnsi="宋体"/>
          <w:i/>
        </w:rPr>
        <w:t>O</w:t>
      </w:r>
      <w:r>
        <w:rPr>
          <w:rFonts w:hint="eastAsia" w:ascii="宋体" w:hAnsi="宋体"/>
        </w:rPr>
        <w:t>？为什么？</w:t>
      </w:r>
    </w:p>
    <w:p>
      <w:pPr>
        <w:spacing w:line="360" w:lineRule="auto"/>
        <w:ind w:left="240" w:leftChars="100"/>
        <w:rPr>
          <w:rFonts w:ascii="宋体" w:hAnsi="宋体"/>
        </w:rPr>
      </w:pPr>
      <w:r>
        <w:rPr>
          <w:rFonts w:hint="eastAsia" w:ascii="宋体" w:hAnsi="宋体"/>
        </w:rPr>
        <w:t>（3）在爬行时，若每爬行1</w:t>
      </w:r>
      <w:r>
        <w:rPr>
          <w:rFonts w:hint="eastAsia" w:ascii="宋体" w:hAnsi="宋体"/>
          <w:i/>
        </w:rPr>
        <w:t>cm</w:t>
      </w:r>
      <w:r>
        <w:rPr>
          <w:rFonts w:hint="eastAsia" w:ascii="宋体" w:hAnsi="宋体"/>
        </w:rPr>
        <w:t>奖励2粒芝麻，则小虫一共能得到多少粒芝麻？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3.(9</w:t>
      </w:r>
      <w:r>
        <w:rPr>
          <w:rFonts w:hint="eastAsia" w:ascii="宋体" w:hAnsi="宋体"/>
        </w:rPr>
        <w:t>分)为响应“双减”政策，提升学生的艺体素养，某校计划开设武术、舞蹈、剪纸等三项活动课程，随机抽取了部分学生，统计他们喜欢的课程（每人只能选一项），并将统计结果绘制成如下两幅统计图，请你结合图中信息解答问题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pict>
          <v:shape id="_x0000_i1056" o:spt="75" alt="菁优网：http://www.jyeoo.com" type="#_x0000_t75" style="height:149.9pt;width:344.6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（1）请通过计算，将条形统计图补充完整；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 xml:space="preserve">（2）本次抽样调查的样本容量是 </w:t>
      </w:r>
      <w:r>
        <w:rPr>
          <w:rFonts w:hint="eastAsia" w:ascii="宋体" w:hAnsi="宋体"/>
          <w:u w:val="single"/>
        </w:rPr>
        <w:t>　   　</w:t>
      </w:r>
      <w:r>
        <w:rPr>
          <w:rFonts w:hint="eastAsia" w:ascii="宋体" w:hAnsi="宋体"/>
        </w:rPr>
        <w:t>．</w:t>
      </w:r>
    </w:p>
    <w:p>
      <w:pPr>
        <w:spacing w:line="360" w:lineRule="auto"/>
        <w:ind w:left="312" w:leftChars="130"/>
        <w:rPr>
          <w:rFonts w:ascii="宋体" w:hAnsi="宋体"/>
        </w:rPr>
      </w:pPr>
      <w:r>
        <w:rPr>
          <w:rFonts w:hint="eastAsia" w:ascii="宋体" w:hAnsi="宋体"/>
        </w:rPr>
        <w:t>（3）已知该校有2700名学生，请你估计全校学生中喜欢剪纸的有多少人？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4.(9</w:t>
      </w:r>
      <w:r>
        <w:rPr>
          <w:rFonts w:hint="eastAsia" w:ascii="宋体" w:hAnsi="宋体"/>
        </w:rPr>
        <w:t>分)某中学组织学生去郊游，一队学生从学校出发，以5千米/时的速度步行先走，一位老师在学生出发40分钟后骑摩托车追赶，速度为30千米/时，结果他们同时到达目的地，求目的地距学校多少千米？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25</w:t>
      </w:r>
      <w:r>
        <w:rPr>
          <w:rFonts w:ascii="宋体" w:hAnsi="宋体"/>
        </w:rPr>
        <w:t>.(10</w:t>
      </w:r>
      <w:r>
        <w:rPr>
          <w:rFonts w:hint="eastAsia" w:ascii="宋体" w:hAnsi="宋体"/>
        </w:rPr>
        <w:t>分)已知当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＝﹣1时，代数式6</w:t>
      </w:r>
      <w:r>
        <w:rPr>
          <w:rFonts w:hint="eastAsia" w:ascii="宋体" w:hAnsi="宋体"/>
          <w:i/>
        </w:rPr>
        <w:t>mx</w:t>
      </w:r>
      <w:r>
        <w:rPr>
          <w:rFonts w:hint="eastAsia" w:ascii="宋体" w:hAnsi="宋体"/>
          <w:vertAlign w:val="superscript"/>
        </w:rPr>
        <w:t>3</w:t>
      </w:r>
      <w:r>
        <w:rPr>
          <w:rFonts w:hint="eastAsia" w:ascii="宋体" w:hAnsi="宋体"/>
        </w:rPr>
        <w:t>+2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的值为0．关于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的方程2</w:t>
      </w:r>
      <w:r>
        <w:rPr>
          <w:rFonts w:hint="eastAsia" w:ascii="宋体" w:hAnsi="宋体"/>
          <w:i/>
        </w:rPr>
        <w:t>my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n</w:t>
      </w:r>
      <w:r>
        <w:rPr>
          <w:rFonts w:hint="eastAsia" w:ascii="宋体" w:hAnsi="宋体"/>
        </w:rPr>
        <w:t>＝5﹣</w:t>
      </w:r>
      <w:r>
        <w:rPr>
          <w:rFonts w:hint="eastAsia" w:ascii="宋体" w:hAnsi="宋体"/>
          <w:i/>
        </w:rPr>
        <w:t>ny</w:t>
      </w:r>
      <w:r>
        <w:rPr>
          <w:rFonts w:hint="eastAsia" w:ascii="宋体" w:hAnsi="宋体"/>
        </w:rPr>
        <w:t>+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</w:rPr>
        <w:t>的解为</w:t>
      </w:r>
      <w:r>
        <w:rPr>
          <w:rFonts w:hint="eastAsia" w:ascii="宋体" w:hAnsi="宋体"/>
          <w:i/>
        </w:rPr>
        <w:t>y</w:t>
      </w:r>
      <w:r>
        <w:rPr>
          <w:rFonts w:hint="eastAsia" w:ascii="宋体" w:hAnsi="宋体"/>
        </w:rPr>
        <w:t>＝2．</w:t>
      </w:r>
    </w:p>
    <w:p>
      <w:pPr>
        <w:spacing w:line="360" w:lineRule="auto"/>
        <w:ind w:firstLine="240" w:firstLineChars="100"/>
        <w:rPr>
          <w:rFonts w:ascii="宋体" w:hAnsi="宋体"/>
        </w:rPr>
      </w:pPr>
      <w:r>
        <w:rPr>
          <w:rFonts w:hint="eastAsia" w:ascii="宋体" w:hAnsi="宋体"/>
        </w:rPr>
        <w:t>（1）求</w:t>
      </w:r>
      <w:r>
        <w:rPr>
          <w:rFonts w:hint="eastAsia" w:ascii="宋体" w:hAnsi="宋体"/>
          <w:i/>
        </w:rPr>
        <w:t>m</w:t>
      </w:r>
      <w:r>
        <w:rPr>
          <w:rFonts w:hint="eastAsia" w:ascii="宋体" w:hAnsi="宋体"/>
          <w:i/>
          <w:vertAlign w:val="superscript"/>
        </w:rPr>
        <w:t>n</w:t>
      </w:r>
      <w:r>
        <w:rPr>
          <w:rFonts w:hint="eastAsia" w:ascii="宋体" w:hAnsi="宋体"/>
        </w:rPr>
        <w:t>的值；</w:t>
      </w:r>
    </w:p>
    <w:p>
      <w:pPr>
        <w:spacing w:line="360" w:lineRule="auto"/>
        <w:ind w:firstLine="240" w:firstLineChars="100"/>
        <w:rPr>
          <w:rFonts w:hint="eastAsia" w:ascii="宋体" w:hAnsi="宋体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866" w:h="14742" w:orient="landscape"/>
          <w:pgMar w:top="0" w:right="851" w:bottom="468" w:left="2268" w:header="850" w:footer="992" w:gutter="0"/>
          <w:cols w:space="999" w:num="2"/>
          <w:docGrid w:type="lines" w:linePitch="326" w:charSpace="0"/>
        </w:sectPr>
      </w:pPr>
      <w:r>
        <w:rPr>
          <w:rFonts w:hint="eastAsia" w:ascii="宋体" w:hAnsi="宋体"/>
        </w:rPr>
        <w:t>（2）若规定[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]表示不超过</w:t>
      </w:r>
      <w:r>
        <w:rPr>
          <w:rFonts w:hint="eastAsia" w:ascii="宋体" w:hAnsi="宋体"/>
          <w:i/>
        </w:rPr>
        <w:t>a</w:t>
      </w:r>
      <w:r>
        <w:rPr>
          <w:rFonts w:hint="eastAsia" w:ascii="宋体" w:hAnsi="宋体"/>
        </w:rPr>
        <w:t>的最大整数，例如[4.3]＝4，请在此规定下求</w:t>
      </w:r>
      <w:r>
        <w:rPr>
          <w:rFonts w:ascii="宋体" w:hAnsi="宋体"/>
          <w:position w:val="-22"/>
        </w:rPr>
        <w:pict>
          <v:shape id="_x0000_i1057" o:spt="75" type="#_x0000_t75" style="height:28pt;width:44.05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的值．</w:t>
      </w:r>
    </w:p>
    <w:p>
      <w:bookmarkStart w:id="0" w:name="_GoBack"/>
      <w:bookmarkEnd w:id="0"/>
    </w:p>
    <w:sectPr>
      <w:pgSz w:w="20866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                   七年级数学试题，第1页，共</w:t>
    </w:r>
    <w:r>
      <w:t>4</w:t>
    </w:r>
    <w:r>
      <w:rPr>
        <w:rFonts w:hint="eastAsia"/>
      </w:rPr>
      <w:t>页                                                                            七年级数学试题，第2页，共</w:t>
    </w:r>
    <w:r>
      <w:t>4</w:t>
    </w:r>
    <w:r>
      <w:rPr>
        <w:rFonts w:hint="eastAsia"/>
      </w:rPr>
      <w:t>页</w:t>
    </w:r>
  </w:p>
  <w:p>
    <w:pPr>
      <w:pStyle w:val="5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9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                   七年级数学试题，第3页，共4页                                                                         七年级数学试题，第4页.</w:t>
    </w:r>
    <w:r>
      <w:t>4</w:t>
    </w:r>
    <w:r>
      <w:rPr>
        <w:rFonts w:hint="eastAsia"/>
      </w:rPr>
      <w:t>页</w:t>
    </w:r>
  </w:p>
  <w:p>
    <w:pPr>
      <w:pStyle w:val="5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  <w:rPr>
        <w:rFonts w:hint="eastAsia"/>
      </w:rPr>
    </w:pPr>
    <w:r>
      <w:pict>
        <v:group id="组合 49" o:spid="_x0000_s2053" o:spt="203" style="position:absolute;left:0pt;margin-left:-91pt;margin-top:-9.55pt;height:694.2pt;width:83.9pt;z-index:251658240;mso-width-relative:page;mso-height-relative:page;" coordorigin="422,660" coordsize="1678,13884">
          <o:lock v:ext="edit"/>
          <v:group id="组合 32" o:spid="_x0000_s2054" o:spt="203" style="position:absolute;left:990;top:816;height:13728;width:994;" coordorigin="1132,816" coordsize="994,13728">
            <o:lock v:ext="edit"/>
            <v:line id="直线 5" o:spid="_x0000_s2055" o:spt="20" style="position:absolute;left:1920;top:1284;flip:x;height:21;width:64;" coordsize="21600,21600">
              <v:path arrowok="t"/>
              <v:fill focussize="0,0"/>
              <v:stroke/>
              <v:imagedata o:title=""/>
              <o:lock v:ext="edit"/>
            </v:line>
            <v:shape id="文本框 14" o:spid="_x0000_s2056" o:spt="202" type="#_x0000_t202" style="position:absolute;left:1132;top:816;height:13728;width:994;" filled="f" stroked="f" insetpen="f" coordsize="21600,21600">
              <v:path/>
              <v:fill on="f" focussize="0,0"/>
              <v:stroke on="f" weight="1.5pt" dashstyle="1 1" endcap="round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ind w:firstLine="384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b/>
                      </w:rPr>
                      <w:t>密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 xml:space="preserve"> 封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>线</w:t>
                    </w:r>
                  </w:p>
                </w:txbxContent>
              </v:textbox>
            </v:shape>
            <v:line id="直线 17" o:spid="_x0000_s2057" o:spt="20" style="position:absolute;left:1700;top:972;height:1404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18" o:spid="_x0000_s2058" o:spt="3" type="#_x0000_t3" style="position:absolute;left:1633;top:2412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0" o:spid="_x0000_s2059" o:spt="20" style="position:absolute;left:1700;top:2592;height:1032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line id="直线 21" o:spid="_x0000_s2060" o:spt="20" style="position:absolute;left:1695;top:3840;height:1344;width:5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2" o:spid="_x0000_s2061" o:spt="3" type="#_x0000_t3" style="position:absolute;left:1618;top:5118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3" o:spid="_x0000_s2062" o:spt="20" style="position:absolute;left:1700;top:5319;height:1560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line id="直线 24" o:spid="_x0000_s2063" o:spt="20" style="position:absolute;left:1700;top:7212;height:873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5" o:spid="_x0000_s2064" o:spt="3" type="#_x0000_t3" style="position:absolute;left:1633;top:8115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6" o:spid="_x0000_s2065" o:spt="20" style="position:absolute;left:1700;top:8304;height:975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7" o:spid="_x0000_s2066" o:spt="3" type="#_x0000_t3" style="position:absolute;left:1633;top:9369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28" o:spid="_x0000_s2067" o:spt="20" style="position:absolute;left:1700;top:10644;height:996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shape id="椭圆 29" o:spid="_x0000_s2068" o:spt="3" type="#_x0000_t3" style="position:absolute;left:1618;top:11706;height:156;width:156;" stroked="t" insetpen="f" coordsize="21600,21600">
              <v:path/>
              <v:fill focussize="0,0"/>
              <v:stroke/>
              <v:imagedata o:title=""/>
              <o:lock v:ext="edit"/>
            </v:shape>
            <v:line id="直线 30" o:spid="_x0000_s2069" o:spt="20" style="position:absolute;left:1700;top:11892;height:1560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  <v:line id="直线 31" o:spid="_x0000_s2070" o:spt="20" style="position:absolute;left:1700;top:9552;height:780;width:0;" stroked="t" coordsize="21600,21600">
              <v:path arrowok="t"/>
              <v:fill focussize="0,0"/>
              <v:stroke weight="1.5pt" dashstyle="1 1" endcap="round"/>
              <v:imagedata o:title=""/>
              <o:lock v:ext="edit"/>
            </v:line>
          </v:group>
          <v:line id="直线 34" o:spid="_x0000_s2071" o:spt="20" style="position:absolute;left:1132;top:660;height:13104;width:0;" stroked="t" coordsize="21600,21600">
            <v:path arrowok="t"/>
            <v:fill focussize="0,0"/>
            <v:stroke weight="1.3pt"/>
            <v:imagedata o:title=""/>
            <o:lock v:ext="edit"/>
          </v:line>
          <v:shape id="文本框 35" o:spid="_x0000_s2072" o:spt="202" type="#_x0000_t202" style="position:absolute;left:422;top:1908;height:11076;width:710;" filled="f" stroked="f" insetpen="f" coordsize="21600,21600">
            <v:path/>
            <v:fill on="f" focussize="0,0"/>
            <v:stroke on="f" weight="1.5pt"/>
            <v:imagedata o:title=""/>
            <o:lock v:ext="edit"/>
            <v:textbox style="layout-flow:vertical;mso-layout-flow-alt:bottom-to-top;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学校               </w:t>
                  </w:r>
                  <w:r>
                    <w:rPr>
                      <w:rFonts w:hint="eastAsia"/>
                    </w:rPr>
                    <w:t xml:space="preserve">    班级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姓名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考号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</w:p>
              </w:txbxContent>
            </v:textbox>
          </v:shape>
          <v:shape id="文本框 38" o:spid="_x0000_s2073" o:spt="202" type="#_x0000_t202" style="position:absolute;left:1558;top:660;height:13416;width:542;" filled="f" stroked="f" insetpen="f" coordsize="21600,21600">
            <v:path/>
            <v:fill on="f" focussize="0,0"/>
            <v:stroke on="f" weight="1.5pt"/>
            <v:imagedata o:title=""/>
            <o:lock v:ext="edit"/>
            <v:textbox style="layout-flow:vertical;mso-layout-flow-alt:bottom-to-top;">
              <w:txbxContent>
                <w:p>
                  <w:pPr>
                    <w:ind w:firstLine="432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密   封   线   内   不   得   答   题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  <v:line id="直线 39" o:spid="_x0000_s2074" o:spt="20" style="position:absolute;left:1842;top:660;height:4232;width:9;" stroked="t" coordsize="21600,21600">
            <v:path arrowok="t"/>
            <v:fill focussize="0,0"/>
            <v:stroke weight="1.5pt"/>
            <v:imagedata o:title=""/>
            <o:lock v:ext="edit"/>
          </v:line>
          <v:line id="直线 40" o:spid="_x0000_s2075" o:spt="20" style="position:absolute;left:1842;top:9864;flip:x y;height:4212;width:3;" stroked="t" coordsize="21600,21600">
            <v:path arrowok="t"/>
            <v:fill focussize="0,0"/>
            <v:stroke weight="1.5pt"/>
            <v:imagedata o:title=""/>
            <o:lock v:ext="edit"/>
          </v:line>
        </v:group>
      </w:pict>
    </w:r>
    <w:r>
      <w:rPr>
        <w:rFonts w:hint="eastAsia"/>
      </w:rPr>
      <w:t xml:space="preserve"> </w:t>
    </w:r>
    <w:r>
      <w:t xml:space="preserve"> 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76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group id="组合 51" o:spid="_x0000_s2049" o:spt="203" style="position:absolute;left:0pt;margin-left:930.1pt;margin-top:-3.6pt;height:679.5pt;width:0pt;z-index:251661312;mso-width-relative:page;mso-height-relative:page;" coordorigin="18952,696" coordsize="0,13590">
          <o:lock v:ext="edit"/>
          <v:line id="直线 46" o:spid="_x0000_s2050" o:spt="20" style="position:absolute;left:18952;top:696;height:4212;width:0;" stroked="t" coordsize="21600,21600">
            <v:path arrowok="t"/>
            <v:fill focussize="0,0"/>
            <v:stroke weight="1.5pt"/>
            <v:imagedata o:title=""/>
            <o:lock v:ext="edit"/>
          </v:line>
          <v:line id="直线 47" o:spid="_x0000_s2051" o:spt="20" style="position:absolute;left:18952;top:9918;height:4368;width:0;" stroked="t" coordsize="21600,21600">
            <v:path arrowok="t"/>
            <v:fill focussize="0,0"/>
            <v:stroke weight="1.5pt"/>
            <v:imagedata o:title=""/>
            <o:lock v:ext="edit"/>
          </v:line>
        </v:group>
      </w:pict>
    </w:r>
    <w:r>
      <w:pict>
        <v:shape id="文本框 45" o:spid="_x0000_s2052" o:spt="202" type="#_x0000_t202" style="position:absolute;left:0pt;margin-left:883pt;margin-top:19.8pt;height:647.4pt;width:61.3pt;z-index:251660288;mso-width-relative:page;mso-height-relative:page;" stroked="f" insetpen="f" coordsize="21600,21600">
          <v:path/>
          <v:fill focussize="0,0"/>
          <v:stroke on="f" weight="1.5pt" dashstyle="1 1" endcap="round"/>
          <v:imagedata o:title=""/>
          <o:lock v:ext="edit"/>
          <v:textbox style="layout-flow:vertical;">
            <w:txbxContent>
              <w:p>
                <w:pPr>
                  <w:ind w:firstLine="3960"/>
                  <w:rPr>
                    <w:rFonts w:hint="eastAsia"/>
                  </w:rPr>
                </w:pPr>
                <w:r>
                  <w:rPr>
                    <w:rFonts w:hint="eastAsia"/>
                  </w:rPr>
                  <w:t>密   封   线   内   不   得   答   题</w:t>
                </w:r>
              </w:p>
              <w:p/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attachedTemplate r:id="rId1"/>
  <w:documentProtection w:enforcement="0"/>
  <w:defaultTabStop w:val="420"/>
  <w:evenAndOddHeaders w:val="1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ZkM2UwNmQzN2RmNGJkYjJkZmJkNjljMmU3YjYyM2QifQ=="/>
  </w:docVars>
  <w:rsids>
    <w:rsidRoot w:val="004B2779"/>
    <w:rsid w:val="00003AC9"/>
    <w:rsid w:val="000041D7"/>
    <w:rsid w:val="0000682D"/>
    <w:rsid w:val="0001068A"/>
    <w:rsid w:val="00015482"/>
    <w:rsid w:val="00025724"/>
    <w:rsid w:val="00030D27"/>
    <w:rsid w:val="00031855"/>
    <w:rsid w:val="00032302"/>
    <w:rsid w:val="00034BFE"/>
    <w:rsid w:val="00037674"/>
    <w:rsid w:val="00041A1D"/>
    <w:rsid w:val="000452D3"/>
    <w:rsid w:val="000515E8"/>
    <w:rsid w:val="00052EE5"/>
    <w:rsid w:val="00054265"/>
    <w:rsid w:val="000575E5"/>
    <w:rsid w:val="000607CC"/>
    <w:rsid w:val="000613C9"/>
    <w:rsid w:val="000622E6"/>
    <w:rsid w:val="00064527"/>
    <w:rsid w:val="00072504"/>
    <w:rsid w:val="00074E21"/>
    <w:rsid w:val="0007517C"/>
    <w:rsid w:val="00075420"/>
    <w:rsid w:val="000761A0"/>
    <w:rsid w:val="00076391"/>
    <w:rsid w:val="00081B5A"/>
    <w:rsid w:val="00082242"/>
    <w:rsid w:val="00093297"/>
    <w:rsid w:val="000938B1"/>
    <w:rsid w:val="000978A6"/>
    <w:rsid w:val="000A0EA8"/>
    <w:rsid w:val="000A129D"/>
    <w:rsid w:val="000A1E08"/>
    <w:rsid w:val="000A4A02"/>
    <w:rsid w:val="000A5263"/>
    <w:rsid w:val="000A6849"/>
    <w:rsid w:val="000A7562"/>
    <w:rsid w:val="000B3055"/>
    <w:rsid w:val="000B3440"/>
    <w:rsid w:val="000B5FE2"/>
    <w:rsid w:val="000C3200"/>
    <w:rsid w:val="000D203C"/>
    <w:rsid w:val="000E154A"/>
    <w:rsid w:val="000E2A41"/>
    <w:rsid w:val="000E3968"/>
    <w:rsid w:val="000E68AF"/>
    <w:rsid w:val="000E7738"/>
    <w:rsid w:val="000F1D30"/>
    <w:rsid w:val="000F68B6"/>
    <w:rsid w:val="0010203C"/>
    <w:rsid w:val="00105F1A"/>
    <w:rsid w:val="00106A07"/>
    <w:rsid w:val="00106E04"/>
    <w:rsid w:val="0010792B"/>
    <w:rsid w:val="00124405"/>
    <w:rsid w:val="00127C43"/>
    <w:rsid w:val="00130AEC"/>
    <w:rsid w:val="00131EBD"/>
    <w:rsid w:val="00137C71"/>
    <w:rsid w:val="001476C8"/>
    <w:rsid w:val="001502AE"/>
    <w:rsid w:val="00151356"/>
    <w:rsid w:val="00151BD9"/>
    <w:rsid w:val="0015293C"/>
    <w:rsid w:val="00153A97"/>
    <w:rsid w:val="00155683"/>
    <w:rsid w:val="00155B78"/>
    <w:rsid w:val="00162219"/>
    <w:rsid w:val="0016668A"/>
    <w:rsid w:val="00174E19"/>
    <w:rsid w:val="0017511C"/>
    <w:rsid w:val="00180953"/>
    <w:rsid w:val="001853D9"/>
    <w:rsid w:val="00185D3A"/>
    <w:rsid w:val="001918EA"/>
    <w:rsid w:val="00196849"/>
    <w:rsid w:val="001A1CA2"/>
    <w:rsid w:val="001A491A"/>
    <w:rsid w:val="001A5069"/>
    <w:rsid w:val="001A61CB"/>
    <w:rsid w:val="001A758B"/>
    <w:rsid w:val="001A7F9D"/>
    <w:rsid w:val="001B2914"/>
    <w:rsid w:val="001B40E1"/>
    <w:rsid w:val="001B5B01"/>
    <w:rsid w:val="001B781D"/>
    <w:rsid w:val="001C2EBB"/>
    <w:rsid w:val="001C3B2C"/>
    <w:rsid w:val="001C573A"/>
    <w:rsid w:val="001C7619"/>
    <w:rsid w:val="001C7BFA"/>
    <w:rsid w:val="001D31FA"/>
    <w:rsid w:val="001D405C"/>
    <w:rsid w:val="001E04B7"/>
    <w:rsid w:val="001E29B0"/>
    <w:rsid w:val="001E32B1"/>
    <w:rsid w:val="001E3DBA"/>
    <w:rsid w:val="001E6413"/>
    <w:rsid w:val="001F3F47"/>
    <w:rsid w:val="001F7C2C"/>
    <w:rsid w:val="00200788"/>
    <w:rsid w:val="00200B5C"/>
    <w:rsid w:val="00201466"/>
    <w:rsid w:val="002020D0"/>
    <w:rsid w:val="00202218"/>
    <w:rsid w:val="00203A91"/>
    <w:rsid w:val="00204EC2"/>
    <w:rsid w:val="002056DB"/>
    <w:rsid w:val="00207283"/>
    <w:rsid w:val="00210594"/>
    <w:rsid w:val="00210AD4"/>
    <w:rsid w:val="002125B2"/>
    <w:rsid w:val="00214974"/>
    <w:rsid w:val="00215E9F"/>
    <w:rsid w:val="0022530A"/>
    <w:rsid w:val="002371CD"/>
    <w:rsid w:val="00237F85"/>
    <w:rsid w:val="00244320"/>
    <w:rsid w:val="0025032E"/>
    <w:rsid w:val="00255FC4"/>
    <w:rsid w:val="002560AC"/>
    <w:rsid w:val="00260396"/>
    <w:rsid w:val="00260EBA"/>
    <w:rsid w:val="002620A0"/>
    <w:rsid w:val="002620AE"/>
    <w:rsid w:val="00262DF7"/>
    <w:rsid w:val="00271820"/>
    <w:rsid w:val="002737C1"/>
    <w:rsid w:val="00276A72"/>
    <w:rsid w:val="00293507"/>
    <w:rsid w:val="00295527"/>
    <w:rsid w:val="0029673D"/>
    <w:rsid w:val="002A6DFA"/>
    <w:rsid w:val="002B0608"/>
    <w:rsid w:val="002B1AE8"/>
    <w:rsid w:val="002B33EE"/>
    <w:rsid w:val="002B7BB4"/>
    <w:rsid w:val="002C08EB"/>
    <w:rsid w:val="002C0B08"/>
    <w:rsid w:val="002C2682"/>
    <w:rsid w:val="002C2C53"/>
    <w:rsid w:val="002C526D"/>
    <w:rsid w:val="002C6E24"/>
    <w:rsid w:val="002D1202"/>
    <w:rsid w:val="002D53F5"/>
    <w:rsid w:val="002D6819"/>
    <w:rsid w:val="002E188E"/>
    <w:rsid w:val="002E191F"/>
    <w:rsid w:val="002E3D81"/>
    <w:rsid w:val="002E4F0C"/>
    <w:rsid w:val="002E558B"/>
    <w:rsid w:val="002F29BE"/>
    <w:rsid w:val="002F4ECE"/>
    <w:rsid w:val="00301705"/>
    <w:rsid w:val="00301E46"/>
    <w:rsid w:val="00302D88"/>
    <w:rsid w:val="003056EE"/>
    <w:rsid w:val="003110A0"/>
    <w:rsid w:val="0031184B"/>
    <w:rsid w:val="003144CB"/>
    <w:rsid w:val="0031497E"/>
    <w:rsid w:val="00317AC7"/>
    <w:rsid w:val="00320254"/>
    <w:rsid w:val="0032221E"/>
    <w:rsid w:val="0032360C"/>
    <w:rsid w:val="00323FE8"/>
    <w:rsid w:val="00324287"/>
    <w:rsid w:val="003272F1"/>
    <w:rsid w:val="003318D3"/>
    <w:rsid w:val="00333467"/>
    <w:rsid w:val="00337F88"/>
    <w:rsid w:val="00343123"/>
    <w:rsid w:val="00344064"/>
    <w:rsid w:val="00345BC0"/>
    <w:rsid w:val="00345EF6"/>
    <w:rsid w:val="003460C4"/>
    <w:rsid w:val="00353367"/>
    <w:rsid w:val="00353943"/>
    <w:rsid w:val="00354EC7"/>
    <w:rsid w:val="00357A8D"/>
    <w:rsid w:val="003612F6"/>
    <w:rsid w:val="00362C16"/>
    <w:rsid w:val="00364159"/>
    <w:rsid w:val="00372312"/>
    <w:rsid w:val="00373D0C"/>
    <w:rsid w:val="00386AFD"/>
    <w:rsid w:val="003875EA"/>
    <w:rsid w:val="00387851"/>
    <w:rsid w:val="00392F45"/>
    <w:rsid w:val="003A4872"/>
    <w:rsid w:val="003B1469"/>
    <w:rsid w:val="003B31E6"/>
    <w:rsid w:val="003B57DD"/>
    <w:rsid w:val="003B74BD"/>
    <w:rsid w:val="003C129A"/>
    <w:rsid w:val="003C2447"/>
    <w:rsid w:val="003C3A1A"/>
    <w:rsid w:val="003C47C9"/>
    <w:rsid w:val="003D0B0B"/>
    <w:rsid w:val="003E0CE2"/>
    <w:rsid w:val="003E3C0C"/>
    <w:rsid w:val="003E7297"/>
    <w:rsid w:val="003E7FA0"/>
    <w:rsid w:val="003F2E11"/>
    <w:rsid w:val="003F2F96"/>
    <w:rsid w:val="003F616C"/>
    <w:rsid w:val="003F792A"/>
    <w:rsid w:val="00404E19"/>
    <w:rsid w:val="00405C62"/>
    <w:rsid w:val="0041206B"/>
    <w:rsid w:val="00412406"/>
    <w:rsid w:val="004151FC"/>
    <w:rsid w:val="0042657A"/>
    <w:rsid w:val="004308B0"/>
    <w:rsid w:val="00436421"/>
    <w:rsid w:val="004445CA"/>
    <w:rsid w:val="00444818"/>
    <w:rsid w:val="00447102"/>
    <w:rsid w:val="00451E9F"/>
    <w:rsid w:val="004527A6"/>
    <w:rsid w:val="004543D7"/>
    <w:rsid w:val="00454586"/>
    <w:rsid w:val="00457951"/>
    <w:rsid w:val="00465141"/>
    <w:rsid w:val="00471A54"/>
    <w:rsid w:val="00473B5D"/>
    <w:rsid w:val="00480D91"/>
    <w:rsid w:val="00484D36"/>
    <w:rsid w:val="00494E33"/>
    <w:rsid w:val="004A4007"/>
    <w:rsid w:val="004B1C11"/>
    <w:rsid w:val="004B2779"/>
    <w:rsid w:val="004B4D07"/>
    <w:rsid w:val="004C2C87"/>
    <w:rsid w:val="004C30EA"/>
    <w:rsid w:val="004C41C0"/>
    <w:rsid w:val="004D44DF"/>
    <w:rsid w:val="004D4888"/>
    <w:rsid w:val="004D6714"/>
    <w:rsid w:val="004D7D83"/>
    <w:rsid w:val="004E2B27"/>
    <w:rsid w:val="004E3722"/>
    <w:rsid w:val="004F0A1F"/>
    <w:rsid w:val="004F3056"/>
    <w:rsid w:val="004F3C25"/>
    <w:rsid w:val="004F788D"/>
    <w:rsid w:val="005017CC"/>
    <w:rsid w:val="00502DE2"/>
    <w:rsid w:val="005052E7"/>
    <w:rsid w:val="0050555A"/>
    <w:rsid w:val="0050555E"/>
    <w:rsid w:val="00506966"/>
    <w:rsid w:val="005110ED"/>
    <w:rsid w:val="00511AFD"/>
    <w:rsid w:val="00516CA7"/>
    <w:rsid w:val="00522F3B"/>
    <w:rsid w:val="005245C6"/>
    <w:rsid w:val="00524708"/>
    <w:rsid w:val="00526B10"/>
    <w:rsid w:val="00533ED4"/>
    <w:rsid w:val="00544D39"/>
    <w:rsid w:val="00545BF6"/>
    <w:rsid w:val="00546562"/>
    <w:rsid w:val="00547DBD"/>
    <w:rsid w:val="00550F87"/>
    <w:rsid w:val="0056023C"/>
    <w:rsid w:val="00566592"/>
    <w:rsid w:val="00566C3D"/>
    <w:rsid w:val="00585259"/>
    <w:rsid w:val="00590798"/>
    <w:rsid w:val="00592583"/>
    <w:rsid w:val="00592F81"/>
    <w:rsid w:val="005935EA"/>
    <w:rsid w:val="005961E8"/>
    <w:rsid w:val="005A4569"/>
    <w:rsid w:val="005B00DB"/>
    <w:rsid w:val="005B3A01"/>
    <w:rsid w:val="005B68CA"/>
    <w:rsid w:val="005B6ADB"/>
    <w:rsid w:val="005B7F78"/>
    <w:rsid w:val="005C036A"/>
    <w:rsid w:val="005C6699"/>
    <w:rsid w:val="005C7D57"/>
    <w:rsid w:val="005D1B52"/>
    <w:rsid w:val="005D1E3B"/>
    <w:rsid w:val="005E0444"/>
    <w:rsid w:val="005E1DEE"/>
    <w:rsid w:val="005E2609"/>
    <w:rsid w:val="005E36CE"/>
    <w:rsid w:val="005E4008"/>
    <w:rsid w:val="005E51D4"/>
    <w:rsid w:val="00605E07"/>
    <w:rsid w:val="00612D60"/>
    <w:rsid w:val="00612E43"/>
    <w:rsid w:val="0062108A"/>
    <w:rsid w:val="0062153A"/>
    <w:rsid w:val="00627668"/>
    <w:rsid w:val="00627E0A"/>
    <w:rsid w:val="00627EDE"/>
    <w:rsid w:val="00631209"/>
    <w:rsid w:val="00641727"/>
    <w:rsid w:val="0064435D"/>
    <w:rsid w:val="00644BEA"/>
    <w:rsid w:val="006464A8"/>
    <w:rsid w:val="00647C71"/>
    <w:rsid w:val="00650A61"/>
    <w:rsid w:val="00651178"/>
    <w:rsid w:val="00652126"/>
    <w:rsid w:val="0066156F"/>
    <w:rsid w:val="00662A6B"/>
    <w:rsid w:val="006677FA"/>
    <w:rsid w:val="006769E6"/>
    <w:rsid w:val="0068231E"/>
    <w:rsid w:val="006A2445"/>
    <w:rsid w:val="006B0454"/>
    <w:rsid w:val="006B10CB"/>
    <w:rsid w:val="006B2FFE"/>
    <w:rsid w:val="006B7622"/>
    <w:rsid w:val="006C2E73"/>
    <w:rsid w:val="006C7AA3"/>
    <w:rsid w:val="006C7FE3"/>
    <w:rsid w:val="006D48E4"/>
    <w:rsid w:val="006D7DA2"/>
    <w:rsid w:val="006F0A8A"/>
    <w:rsid w:val="006F0A97"/>
    <w:rsid w:val="006F5A67"/>
    <w:rsid w:val="007000F4"/>
    <w:rsid w:val="00701F3A"/>
    <w:rsid w:val="007026E6"/>
    <w:rsid w:val="00713FFF"/>
    <w:rsid w:val="00716249"/>
    <w:rsid w:val="00717487"/>
    <w:rsid w:val="007212ED"/>
    <w:rsid w:val="00722AF4"/>
    <w:rsid w:val="007235DC"/>
    <w:rsid w:val="007237ED"/>
    <w:rsid w:val="0072491F"/>
    <w:rsid w:val="00725BE0"/>
    <w:rsid w:val="0073486D"/>
    <w:rsid w:val="00735007"/>
    <w:rsid w:val="00735400"/>
    <w:rsid w:val="00737976"/>
    <w:rsid w:val="00740A5E"/>
    <w:rsid w:val="00741C89"/>
    <w:rsid w:val="00744D66"/>
    <w:rsid w:val="00760100"/>
    <w:rsid w:val="0076143E"/>
    <w:rsid w:val="007622C1"/>
    <w:rsid w:val="00762D92"/>
    <w:rsid w:val="00763C11"/>
    <w:rsid w:val="007720EF"/>
    <w:rsid w:val="007730F8"/>
    <w:rsid w:val="00781C39"/>
    <w:rsid w:val="0078420F"/>
    <w:rsid w:val="007853E0"/>
    <w:rsid w:val="007908C9"/>
    <w:rsid w:val="00790990"/>
    <w:rsid w:val="007956BC"/>
    <w:rsid w:val="00797FBF"/>
    <w:rsid w:val="007A01BC"/>
    <w:rsid w:val="007A3CFB"/>
    <w:rsid w:val="007B11C3"/>
    <w:rsid w:val="007B2B9A"/>
    <w:rsid w:val="007B4C2F"/>
    <w:rsid w:val="007B5643"/>
    <w:rsid w:val="007B7BB5"/>
    <w:rsid w:val="007B7F83"/>
    <w:rsid w:val="007C69C9"/>
    <w:rsid w:val="007D38C4"/>
    <w:rsid w:val="007D7681"/>
    <w:rsid w:val="007F26BB"/>
    <w:rsid w:val="007F2877"/>
    <w:rsid w:val="007F2AB5"/>
    <w:rsid w:val="007F2B0F"/>
    <w:rsid w:val="007F3475"/>
    <w:rsid w:val="007F7163"/>
    <w:rsid w:val="0080016D"/>
    <w:rsid w:val="00802966"/>
    <w:rsid w:val="00804613"/>
    <w:rsid w:val="00806122"/>
    <w:rsid w:val="008077B4"/>
    <w:rsid w:val="00812540"/>
    <w:rsid w:val="00812945"/>
    <w:rsid w:val="008218B3"/>
    <w:rsid w:val="00822241"/>
    <w:rsid w:val="0082445B"/>
    <w:rsid w:val="00825A0C"/>
    <w:rsid w:val="0082648D"/>
    <w:rsid w:val="00836C68"/>
    <w:rsid w:val="008414B1"/>
    <w:rsid w:val="00842FB4"/>
    <w:rsid w:val="00844092"/>
    <w:rsid w:val="00856238"/>
    <w:rsid w:val="00856FBE"/>
    <w:rsid w:val="0086103C"/>
    <w:rsid w:val="00871917"/>
    <w:rsid w:val="00872C35"/>
    <w:rsid w:val="008768AC"/>
    <w:rsid w:val="008836D1"/>
    <w:rsid w:val="00885C27"/>
    <w:rsid w:val="008921EC"/>
    <w:rsid w:val="00893842"/>
    <w:rsid w:val="00897FAF"/>
    <w:rsid w:val="008A630D"/>
    <w:rsid w:val="008A7563"/>
    <w:rsid w:val="008B0888"/>
    <w:rsid w:val="008B0F4F"/>
    <w:rsid w:val="008B1F12"/>
    <w:rsid w:val="008B3844"/>
    <w:rsid w:val="008B4721"/>
    <w:rsid w:val="008B4C7C"/>
    <w:rsid w:val="008C0FEC"/>
    <w:rsid w:val="008C1D86"/>
    <w:rsid w:val="008C4556"/>
    <w:rsid w:val="008D1EC6"/>
    <w:rsid w:val="008D328F"/>
    <w:rsid w:val="008D7860"/>
    <w:rsid w:val="008E0FD5"/>
    <w:rsid w:val="008E2E08"/>
    <w:rsid w:val="008F0BD1"/>
    <w:rsid w:val="008F28DA"/>
    <w:rsid w:val="008F4EDD"/>
    <w:rsid w:val="009073AB"/>
    <w:rsid w:val="00907672"/>
    <w:rsid w:val="009107C8"/>
    <w:rsid w:val="009124E2"/>
    <w:rsid w:val="009135AC"/>
    <w:rsid w:val="00913F21"/>
    <w:rsid w:val="009143FE"/>
    <w:rsid w:val="00915876"/>
    <w:rsid w:val="009209CE"/>
    <w:rsid w:val="00925DA1"/>
    <w:rsid w:val="00930692"/>
    <w:rsid w:val="00933ADE"/>
    <w:rsid w:val="00937DEE"/>
    <w:rsid w:val="009403AA"/>
    <w:rsid w:val="009410F2"/>
    <w:rsid w:val="0094329F"/>
    <w:rsid w:val="009443A8"/>
    <w:rsid w:val="00944D5F"/>
    <w:rsid w:val="00947F9E"/>
    <w:rsid w:val="00951A49"/>
    <w:rsid w:val="0095452E"/>
    <w:rsid w:val="00955FD5"/>
    <w:rsid w:val="00962D48"/>
    <w:rsid w:val="00966CD5"/>
    <w:rsid w:val="00972F19"/>
    <w:rsid w:val="0097771E"/>
    <w:rsid w:val="00992548"/>
    <w:rsid w:val="009945E1"/>
    <w:rsid w:val="00997908"/>
    <w:rsid w:val="009A255A"/>
    <w:rsid w:val="009A67E7"/>
    <w:rsid w:val="009A7ADD"/>
    <w:rsid w:val="009A7FE2"/>
    <w:rsid w:val="009B0B9E"/>
    <w:rsid w:val="009B5968"/>
    <w:rsid w:val="009B6A4E"/>
    <w:rsid w:val="009C674F"/>
    <w:rsid w:val="009D16B0"/>
    <w:rsid w:val="009D61DD"/>
    <w:rsid w:val="009D65F1"/>
    <w:rsid w:val="009D7828"/>
    <w:rsid w:val="009E153A"/>
    <w:rsid w:val="009E1C89"/>
    <w:rsid w:val="009E4726"/>
    <w:rsid w:val="009E650E"/>
    <w:rsid w:val="009F108B"/>
    <w:rsid w:val="009F2C76"/>
    <w:rsid w:val="009F5A81"/>
    <w:rsid w:val="00A019E7"/>
    <w:rsid w:val="00A051CA"/>
    <w:rsid w:val="00A05BAC"/>
    <w:rsid w:val="00A06061"/>
    <w:rsid w:val="00A07074"/>
    <w:rsid w:val="00A10255"/>
    <w:rsid w:val="00A1513D"/>
    <w:rsid w:val="00A1628C"/>
    <w:rsid w:val="00A16D9B"/>
    <w:rsid w:val="00A20B76"/>
    <w:rsid w:val="00A27056"/>
    <w:rsid w:val="00A37289"/>
    <w:rsid w:val="00A47CAC"/>
    <w:rsid w:val="00A55797"/>
    <w:rsid w:val="00A632D5"/>
    <w:rsid w:val="00A64861"/>
    <w:rsid w:val="00A65734"/>
    <w:rsid w:val="00A65C57"/>
    <w:rsid w:val="00A7146C"/>
    <w:rsid w:val="00A719C7"/>
    <w:rsid w:val="00A72F54"/>
    <w:rsid w:val="00A72FF1"/>
    <w:rsid w:val="00A73A03"/>
    <w:rsid w:val="00A77BF2"/>
    <w:rsid w:val="00A802EB"/>
    <w:rsid w:val="00A82F58"/>
    <w:rsid w:val="00A84290"/>
    <w:rsid w:val="00A90C4E"/>
    <w:rsid w:val="00A9342E"/>
    <w:rsid w:val="00AA1A35"/>
    <w:rsid w:val="00AA43F3"/>
    <w:rsid w:val="00AC4129"/>
    <w:rsid w:val="00AC5101"/>
    <w:rsid w:val="00AC74AD"/>
    <w:rsid w:val="00AD0E37"/>
    <w:rsid w:val="00AD71A2"/>
    <w:rsid w:val="00AD73E7"/>
    <w:rsid w:val="00AE4E0D"/>
    <w:rsid w:val="00AF65A4"/>
    <w:rsid w:val="00B01D76"/>
    <w:rsid w:val="00B042D7"/>
    <w:rsid w:val="00B05344"/>
    <w:rsid w:val="00B074F8"/>
    <w:rsid w:val="00B0768F"/>
    <w:rsid w:val="00B134C1"/>
    <w:rsid w:val="00B205AB"/>
    <w:rsid w:val="00B23CC1"/>
    <w:rsid w:val="00B23D6B"/>
    <w:rsid w:val="00B27F08"/>
    <w:rsid w:val="00B317A1"/>
    <w:rsid w:val="00B31FC3"/>
    <w:rsid w:val="00B362A1"/>
    <w:rsid w:val="00B41591"/>
    <w:rsid w:val="00B44796"/>
    <w:rsid w:val="00B45431"/>
    <w:rsid w:val="00B472B8"/>
    <w:rsid w:val="00B57F33"/>
    <w:rsid w:val="00B63FB3"/>
    <w:rsid w:val="00B64142"/>
    <w:rsid w:val="00B64250"/>
    <w:rsid w:val="00B66BC7"/>
    <w:rsid w:val="00B67274"/>
    <w:rsid w:val="00B71449"/>
    <w:rsid w:val="00B76607"/>
    <w:rsid w:val="00B80E1D"/>
    <w:rsid w:val="00B83116"/>
    <w:rsid w:val="00B83326"/>
    <w:rsid w:val="00B85FC5"/>
    <w:rsid w:val="00B90C01"/>
    <w:rsid w:val="00B90CEF"/>
    <w:rsid w:val="00BA015E"/>
    <w:rsid w:val="00BA0C2B"/>
    <w:rsid w:val="00BA4373"/>
    <w:rsid w:val="00BB6B4F"/>
    <w:rsid w:val="00BC11DA"/>
    <w:rsid w:val="00BD061C"/>
    <w:rsid w:val="00BD09AD"/>
    <w:rsid w:val="00BD13F7"/>
    <w:rsid w:val="00BD6372"/>
    <w:rsid w:val="00BE279E"/>
    <w:rsid w:val="00BF19E5"/>
    <w:rsid w:val="00C00EC4"/>
    <w:rsid w:val="00C02FC6"/>
    <w:rsid w:val="00C10158"/>
    <w:rsid w:val="00C115E4"/>
    <w:rsid w:val="00C11D6D"/>
    <w:rsid w:val="00C12240"/>
    <w:rsid w:val="00C12B21"/>
    <w:rsid w:val="00C2484D"/>
    <w:rsid w:val="00C26145"/>
    <w:rsid w:val="00C26B97"/>
    <w:rsid w:val="00C277FC"/>
    <w:rsid w:val="00C31262"/>
    <w:rsid w:val="00C3128F"/>
    <w:rsid w:val="00C31A84"/>
    <w:rsid w:val="00C36D13"/>
    <w:rsid w:val="00C4189D"/>
    <w:rsid w:val="00C43A1F"/>
    <w:rsid w:val="00C445E6"/>
    <w:rsid w:val="00C45AFE"/>
    <w:rsid w:val="00C46BEE"/>
    <w:rsid w:val="00C46C65"/>
    <w:rsid w:val="00C50C91"/>
    <w:rsid w:val="00C60A99"/>
    <w:rsid w:val="00C60C0E"/>
    <w:rsid w:val="00C62E0B"/>
    <w:rsid w:val="00C66218"/>
    <w:rsid w:val="00C67D8D"/>
    <w:rsid w:val="00C7160D"/>
    <w:rsid w:val="00C71788"/>
    <w:rsid w:val="00C7738F"/>
    <w:rsid w:val="00C8403E"/>
    <w:rsid w:val="00C850DD"/>
    <w:rsid w:val="00C858D9"/>
    <w:rsid w:val="00C8597A"/>
    <w:rsid w:val="00C87CD8"/>
    <w:rsid w:val="00C91DE2"/>
    <w:rsid w:val="00C9365B"/>
    <w:rsid w:val="00C95700"/>
    <w:rsid w:val="00C96BEB"/>
    <w:rsid w:val="00CA3033"/>
    <w:rsid w:val="00CA7591"/>
    <w:rsid w:val="00CB2AA0"/>
    <w:rsid w:val="00CB4FEB"/>
    <w:rsid w:val="00CB632C"/>
    <w:rsid w:val="00CC0795"/>
    <w:rsid w:val="00CC6AFF"/>
    <w:rsid w:val="00CC7540"/>
    <w:rsid w:val="00CD3520"/>
    <w:rsid w:val="00CD7821"/>
    <w:rsid w:val="00CD7DEF"/>
    <w:rsid w:val="00CE1465"/>
    <w:rsid w:val="00CE152A"/>
    <w:rsid w:val="00CE1699"/>
    <w:rsid w:val="00CE1F82"/>
    <w:rsid w:val="00CE35C6"/>
    <w:rsid w:val="00CE3BC0"/>
    <w:rsid w:val="00CE7939"/>
    <w:rsid w:val="00CF0336"/>
    <w:rsid w:val="00CF5B0D"/>
    <w:rsid w:val="00D03EFA"/>
    <w:rsid w:val="00D0427F"/>
    <w:rsid w:val="00D140D3"/>
    <w:rsid w:val="00D20D54"/>
    <w:rsid w:val="00D21AF3"/>
    <w:rsid w:val="00D2254E"/>
    <w:rsid w:val="00D22F17"/>
    <w:rsid w:val="00D274A3"/>
    <w:rsid w:val="00D312E3"/>
    <w:rsid w:val="00D36098"/>
    <w:rsid w:val="00D36924"/>
    <w:rsid w:val="00D372A2"/>
    <w:rsid w:val="00D40E6F"/>
    <w:rsid w:val="00D4732A"/>
    <w:rsid w:val="00D61805"/>
    <w:rsid w:val="00D62384"/>
    <w:rsid w:val="00D64B7D"/>
    <w:rsid w:val="00D71B76"/>
    <w:rsid w:val="00D75AF3"/>
    <w:rsid w:val="00D8248A"/>
    <w:rsid w:val="00D83A67"/>
    <w:rsid w:val="00D85860"/>
    <w:rsid w:val="00D86AB2"/>
    <w:rsid w:val="00D87713"/>
    <w:rsid w:val="00D9140C"/>
    <w:rsid w:val="00D92A71"/>
    <w:rsid w:val="00D93F6C"/>
    <w:rsid w:val="00DA2E07"/>
    <w:rsid w:val="00DA3AEE"/>
    <w:rsid w:val="00DA43EE"/>
    <w:rsid w:val="00DA4805"/>
    <w:rsid w:val="00DB00DF"/>
    <w:rsid w:val="00DB6880"/>
    <w:rsid w:val="00DC436E"/>
    <w:rsid w:val="00DC6F6E"/>
    <w:rsid w:val="00DD1D87"/>
    <w:rsid w:val="00DD32FB"/>
    <w:rsid w:val="00DE5794"/>
    <w:rsid w:val="00DF27DA"/>
    <w:rsid w:val="00DF4567"/>
    <w:rsid w:val="00DF5AF1"/>
    <w:rsid w:val="00DF6180"/>
    <w:rsid w:val="00E0041C"/>
    <w:rsid w:val="00E00CCD"/>
    <w:rsid w:val="00E06CE6"/>
    <w:rsid w:val="00E11C7F"/>
    <w:rsid w:val="00E13542"/>
    <w:rsid w:val="00E146B1"/>
    <w:rsid w:val="00E15775"/>
    <w:rsid w:val="00E16370"/>
    <w:rsid w:val="00E1788C"/>
    <w:rsid w:val="00E276FC"/>
    <w:rsid w:val="00E2775F"/>
    <w:rsid w:val="00E31403"/>
    <w:rsid w:val="00E3417D"/>
    <w:rsid w:val="00E370BA"/>
    <w:rsid w:val="00E373A5"/>
    <w:rsid w:val="00E40BDD"/>
    <w:rsid w:val="00E411EE"/>
    <w:rsid w:val="00E520DC"/>
    <w:rsid w:val="00E5302A"/>
    <w:rsid w:val="00E6137C"/>
    <w:rsid w:val="00E64A0F"/>
    <w:rsid w:val="00E669DC"/>
    <w:rsid w:val="00E703EC"/>
    <w:rsid w:val="00E70C01"/>
    <w:rsid w:val="00E80A28"/>
    <w:rsid w:val="00E818DD"/>
    <w:rsid w:val="00E81E55"/>
    <w:rsid w:val="00E845AC"/>
    <w:rsid w:val="00E86CBB"/>
    <w:rsid w:val="00E94B43"/>
    <w:rsid w:val="00EA07AD"/>
    <w:rsid w:val="00EA1580"/>
    <w:rsid w:val="00EA165B"/>
    <w:rsid w:val="00EA1B47"/>
    <w:rsid w:val="00EA2E1A"/>
    <w:rsid w:val="00EB2FD1"/>
    <w:rsid w:val="00EB5193"/>
    <w:rsid w:val="00EB5AEE"/>
    <w:rsid w:val="00EB6D46"/>
    <w:rsid w:val="00EC0A9E"/>
    <w:rsid w:val="00EC1BE6"/>
    <w:rsid w:val="00EC6A7C"/>
    <w:rsid w:val="00EC6FBB"/>
    <w:rsid w:val="00ED2CFC"/>
    <w:rsid w:val="00ED3A11"/>
    <w:rsid w:val="00ED4520"/>
    <w:rsid w:val="00EE2528"/>
    <w:rsid w:val="00EE5496"/>
    <w:rsid w:val="00EE6355"/>
    <w:rsid w:val="00EE7538"/>
    <w:rsid w:val="00EF393C"/>
    <w:rsid w:val="00EF629D"/>
    <w:rsid w:val="00F03F53"/>
    <w:rsid w:val="00F04BFA"/>
    <w:rsid w:val="00F10C24"/>
    <w:rsid w:val="00F1685C"/>
    <w:rsid w:val="00F1727C"/>
    <w:rsid w:val="00F21023"/>
    <w:rsid w:val="00F2206D"/>
    <w:rsid w:val="00F229B2"/>
    <w:rsid w:val="00F232D4"/>
    <w:rsid w:val="00F250FD"/>
    <w:rsid w:val="00F26312"/>
    <w:rsid w:val="00F3094A"/>
    <w:rsid w:val="00F35314"/>
    <w:rsid w:val="00F41DC6"/>
    <w:rsid w:val="00F43E6B"/>
    <w:rsid w:val="00F45F56"/>
    <w:rsid w:val="00F464DD"/>
    <w:rsid w:val="00F46772"/>
    <w:rsid w:val="00F55CCC"/>
    <w:rsid w:val="00F57229"/>
    <w:rsid w:val="00F61E74"/>
    <w:rsid w:val="00F6299D"/>
    <w:rsid w:val="00F70B16"/>
    <w:rsid w:val="00F72425"/>
    <w:rsid w:val="00F76DC3"/>
    <w:rsid w:val="00F8011B"/>
    <w:rsid w:val="00F80B40"/>
    <w:rsid w:val="00F82855"/>
    <w:rsid w:val="00F83DF5"/>
    <w:rsid w:val="00F877EA"/>
    <w:rsid w:val="00F90682"/>
    <w:rsid w:val="00F9189B"/>
    <w:rsid w:val="00F92BA0"/>
    <w:rsid w:val="00F93183"/>
    <w:rsid w:val="00F96380"/>
    <w:rsid w:val="00F975DB"/>
    <w:rsid w:val="00FA4833"/>
    <w:rsid w:val="00FA5BB0"/>
    <w:rsid w:val="00FA6A79"/>
    <w:rsid w:val="00FB037C"/>
    <w:rsid w:val="00FB3029"/>
    <w:rsid w:val="00FB4547"/>
    <w:rsid w:val="00FB573A"/>
    <w:rsid w:val="00FB60FD"/>
    <w:rsid w:val="00FC058D"/>
    <w:rsid w:val="00FC6F03"/>
    <w:rsid w:val="00FE78F5"/>
    <w:rsid w:val="00FF0C8B"/>
    <w:rsid w:val="00FF521F"/>
    <w:rsid w:val="00FF6F8B"/>
    <w:rsid w:val="017A230D"/>
    <w:rsid w:val="018941F1"/>
    <w:rsid w:val="01ED0CA1"/>
    <w:rsid w:val="02805DBF"/>
    <w:rsid w:val="04451CCD"/>
    <w:rsid w:val="046C2106"/>
    <w:rsid w:val="04814AD9"/>
    <w:rsid w:val="04920E02"/>
    <w:rsid w:val="052B4CCF"/>
    <w:rsid w:val="069510ED"/>
    <w:rsid w:val="09027F3F"/>
    <w:rsid w:val="0AC90DD5"/>
    <w:rsid w:val="0AE6555E"/>
    <w:rsid w:val="0C560D13"/>
    <w:rsid w:val="0C8C4541"/>
    <w:rsid w:val="0CB47979"/>
    <w:rsid w:val="0E732B0C"/>
    <w:rsid w:val="0FAF0E9F"/>
    <w:rsid w:val="0FD56BBA"/>
    <w:rsid w:val="0FE83D27"/>
    <w:rsid w:val="0FEF6C8C"/>
    <w:rsid w:val="10486470"/>
    <w:rsid w:val="1060729F"/>
    <w:rsid w:val="106A75AB"/>
    <w:rsid w:val="10E169A1"/>
    <w:rsid w:val="10FA03B1"/>
    <w:rsid w:val="11527A70"/>
    <w:rsid w:val="11841E35"/>
    <w:rsid w:val="130D5888"/>
    <w:rsid w:val="13351142"/>
    <w:rsid w:val="14360AF1"/>
    <w:rsid w:val="15CA22A7"/>
    <w:rsid w:val="16B44342"/>
    <w:rsid w:val="17D91A56"/>
    <w:rsid w:val="17E72730"/>
    <w:rsid w:val="183B58C5"/>
    <w:rsid w:val="183C457F"/>
    <w:rsid w:val="18BA39E1"/>
    <w:rsid w:val="190F33DD"/>
    <w:rsid w:val="19573EB7"/>
    <w:rsid w:val="19581EB0"/>
    <w:rsid w:val="1984601E"/>
    <w:rsid w:val="19C74DA4"/>
    <w:rsid w:val="1AFA7A59"/>
    <w:rsid w:val="1B001DDA"/>
    <w:rsid w:val="1B2C1178"/>
    <w:rsid w:val="1B3B2C6C"/>
    <w:rsid w:val="1B777FDD"/>
    <w:rsid w:val="1C2F768A"/>
    <w:rsid w:val="1C5155D8"/>
    <w:rsid w:val="1C930D7F"/>
    <w:rsid w:val="1D1F09B6"/>
    <w:rsid w:val="1DB5388A"/>
    <w:rsid w:val="1DC27435"/>
    <w:rsid w:val="1F4968E3"/>
    <w:rsid w:val="1F9D2D62"/>
    <w:rsid w:val="1FA1214F"/>
    <w:rsid w:val="20425505"/>
    <w:rsid w:val="22AB64F8"/>
    <w:rsid w:val="22C01045"/>
    <w:rsid w:val="23AC357D"/>
    <w:rsid w:val="23B365DD"/>
    <w:rsid w:val="244E42DC"/>
    <w:rsid w:val="256527A7"/>
    <w:rsid w:val="26671422"/>
    <w:rsid w:val="268C057D"/>
    <w:rsid w:val="26A83779"/>
    <w:rsid w:val="26B1069F"/>
    <w:rsid w:val="26D12176"/>
    <w:rsid w:val="2760591B"/>
    <w:rsid w:val="280F1BEB"/>
    <w:rsid w:val="28633E27"/>
    <w:rsid w:val="29F15BA8"/>
    <w:rsid w:val="2B045DC7"/>
    <w:rsid w:val="2BB8753E"/>
    <w:rsid w:val="2DB579A6"/>
    <w:rsid w:val="2DB6702B"/>
    <w:rsid w:val="2DFD7BCA"/>
    <w:rsid w:val="2FD14C25"/>
    <w:rsid w:val="308E7E9C"/>
    <w:rsid w:val="3176005F"/>
    <w:rsid w:val="318A25A5"/>
    <w:rsid w:val="327211D8"/>
    <w:rsid w:val="3297294B"/>
    <w:rsid w:val="331C3736"/>
    <w:rsid w:val="33284DD1"/>
    <w:rsid w:val="34493836"/>
    <w:rsid w:val="35B32935"/>
    <w:rsid w:val="35DA4DAE"/>
    <w:rsid w:val="360361EA"/>
    <w:rsid w:val="36624C77"/>
    <w:rsid w:val="36CC4228"/>
    <w:rsid w:val="36D959DF"/>
    <w:rsid w:val="36EE6780"/>
    <w:rsid w:val="378E4AC6"/>
    <w:rsid w:val="37AE2CBB"/>
    <w:rsid w:val="38243EE9"/>
    <w:rsid w:val="38740515"/>
    <w:rsid w:val="38F021AA"/>
    <w:rsid w:val="39A72058"/>
    <w:rsid w:val="3A0361C7"/>
    <w:rsid w:val="3AF14393"/>
    <w:rsid w:val="3B4529B9"/>
    <w:rsid w:val="3BA12583"/>
    <w:rsid w:val="3D62031D"/>
    <w:rsid w:val="3D970E4C"/>
    <w:rsid w:val="3D9B3654"/>
    <w:rsid w:val="3E1857FE"/>
    <w:rsid w:val="3EF254A8"/>
    <w:rsid w:val="414A23B1"/>
    <w:rsid w:val="41A27FA3"/>
    <w:rsid w:val="42083DDD"/>
    <w:rsid w:val="425355B5"/>
    <w:rsid w:val="426955F5"/>
    <w:rsid w:val="43096043"/>
    <w:rsid w:val="43155E92"/>
    <w:rsid w:val="4403749D"/>
    <w:rsid w:val="44A464FF"/>
    <w:rsid w:val="45015B05"/>
    <w:rsid w:val="458025D9"/>
    <w:rsid w:val="45950B61"/>
    <w:rsid w:val="461435FC"/>
    <w:rsid w:val="469F2D7D"/>
    <w:rsid w:val="46B74CB9"/>
    <w:rsid w:val="46BA18F8"/>
    <w:rsid w:val="47CE7E82"/>
    <w:rsid w:val="48192FE3"/>
    <w:rsid w:val="498513DD"/>
    <w:rsid w:val="4AD50029"/>
    <w:rsid w:val="4AEF08B9"/>
    <w:rsid w:val="4BC97818"/>
    <w:rsid w:val="4BEA2F10"/>
    <w:rsid w:val="4C1E2D37"/>
    <w:rsid w:val="4CA4790D"/>
    <w:rsid w:val="4D2E2940"/>
    <w:rsid w:val="4EDF61CC"/>
    <w:rsid w:val="4F464CAF"/>
    <w:rsid w:val="50044EA1"/>
    <w:rsid w:val="5140376F"/>
    <w:rsid w:val="522C270A"/>
    <w:rsid w:val="52A97C80"/>
    <w:rsid w:val="52AA6C3B"/>
    <w:rsid w:val="53EC615F"/>
    <w:rsid w:val="54E22681"/>
    <w:rsid w:val="55D822A0"/>
    <w:rsid w:val="56573763"/>
    <w:rsid w:val="56B12FAA"/>
    <w:rsid w:val="57886BC9"/>
    <w:rsid w:val="5AA73E1B"/>
    <w:rsid w:val="5AF21380"/>
    <w:rsid w:val="5B034056"/>
    <w:rsid w:val="5B253982"/>
    <w:rsid w:val="5C6C25A7"/>
    <w:rsid w:val="5E14751D"/>
    <w:rsid w:val="5EE725FC"/>
    <w:rsid w:val="5F610FA7"/>
    <w:rsid w:val="600D6507"/>
    <w:rsid w:val="603A54D2"/>
    <w:rsid w:val="61470D8B"/>
    <w:rsid w:val="616F4498"/>
    <w:rsid w:val="617C09ED"/>
    <w:rsid w:val="61C61D75"/>
    <w:rsid w:val="620B2CCF"/>
    <w:rsid w:val="625562BF"/>
    <w:rsid w:val="625F3C7C"/>
    <w:rsid w:val="633F5578"/>
    <w:rsid w:val="635B2949"/>
    <w:rsid w:val="64C24EDA"/>
    <w:rsid w:val="65444A70"/>
    <w:rsid w:val="6575151D"/>
    <w:rsid w:val="661D7F51"/>
    <w:rsid w:val="66C66496"/>
    <w:rsid w:val="66DE0466"/>
    <w:rsid w:val="68045DB3"/>
    <w:rsid w:val="68A330D2"/>
    <w:rsid w:val="68BE7EFC"/>
    <w:rsid w:val="68C26FEE"/>
    <w:rsid w:val="691E6325"/>
    <w:rsid w:val="696F0E64"/>
    <w:rsid w:val="69946C8F"/>
    <w:rsid w:val="6A824D05"/>
    <w:rsid w:val="6ACB7791"/>
    <w:rsid w:val="6B0E5E9E"/>
    <w:rsid w:val="6B8033C8"/>
    <w:rsid w:val="6C0310FF"/>
    <w:rsid w:val="6D213551"/>
    <w:rsid w:val="6D597670"/>
    <w:rsid w:val="6D5F745D"/>
    <w:rsid w:val="6D7A28A3"/>
    <w:rsid w:val="6DF807C2"/>
    <w:rsid w:val="6E4F5828"/>
    <w:rsid w:val="6FA61733"/>
    <w:rsid w:val="6FA635F1"/>
    <w:rsid w:val="6FD50D72"/>
    <w:rsid w:val="6FFE63AC"/>
    <w:rsid w:val="70020E09"/>
    <w:rsid w:val="700C4804"/>
    <w:rsid w:val="71F115F7"/>
    <w:rsid w:val="73536E2B"/>
    <w:rsid w:val="73792E67"/>
    <w:rsid w:val="749378A1"/>
    <w:rsid w:val="756811BE"/>
    <w:rsid w:val="75CC0586"/>
    <w:rsid w:val="770F70FA"/>
    <w:rsid w:val="771D66D5"/>
    <w:rsid w:val="777F5936"/>
    <w:rsid w:val="78055152"/>
    <w:rsid w:val="78CB33CD"/>
    <w:rsid w:val="78D16CE1"/>
    <w:rsid w:val="79FE35EF"/>
    <w:rsid w:val="7A02575B"/>
    <w:rsid w:val="7A2E731D"/>
    <w:rsid w:val="7A5C5A8F"/>
    <w:rsid w:val="7B537E03"/>
    <w:rsid w:val="7BE40744"/>
    <w:rsid w:val="7CBB75A1"/>
    <w:rsid w:val="7CEE13CB"/>
    <w:rsid w:val="7CFA61A0"/>
    <w:rsid w:val="7E4E3708"/>
    <w:rsid w:val="7E6B6EDC"/>
    <w:rsid w:val="7E802E96"/>
    <w:rsid w:val="7EC344BD"/>
    <w:rsid w:val="7ED038B6"/>
    <w:rsid w:val="7FF330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 w:val="21"/>
      <w:szCs w:val="20"/>
    </w:rPr>
  </w:style>
  <w:style w:type="paragraph" w:styleId="3">
    <w:name w:val="Plain Text"/>
    <w:basedOn w:val="1"/>
    <w:link w:val="14"/>
    <w:qFormat/>
    <w:uiPriority w:val="0"/>
    <w:rPr>
      <w:rFonts w:ascii="宋体" w:hAnsi="Courier New"/>
      <w:sz w:val="21"/>
      <w:szCs w:val="21"/>
    </w:rPr>
  </w:style>
  <w:style w:type="paragraph" w:styleId="4">
    <w:name w:val="Balloon Text"/>
    <w:basedOn w:val="1"/>
    <w:link w:val="1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 w:val="21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styleId="10">
    <w:name w:val="Emphasis"/>
    <w:qFormat/>
    <w:uiPriority w:val="20"/>
    <w:rPr>
      <w:i/>
      <w:iCs/>
    </w:rPr>
  </w:style>
  <w:style w:type="character" w:styleId="11">
    <w:name w:val="Hyperlink"/>
    <w:qFormat/>
    <w:uiPriority w:val="0"/>
    <w:rPr>
      <w:color w:val="0563C1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纯文本 字符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批注框文本 字符"/>
    <w:link w:val="4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页脚 字符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页眉 字符"/>
    <w:link w:val="6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HTML 预设格式 字符"/>
    <w:link w:val="7"/>
    <w:semiHidden/>
    <w:qFormat/>
    <w:uiPriority w:val="0"/>
    <w:rPr>
      <w:rFonts w:ascii="Arial" w:hAnsi="Arial" w:eastAsia="宋体" w:cs="Arial"/>
      <w:sz w:val="21"/>
      <w:szCs w:val="21"/>
      <w:lang w:val="en-US" w:eastAsia="zh-CN" w:bidi="ar-SA"/>
    </w:rPr>
  </w:style>
  <w:style w:type="character" w:customStyle="1" w:styleId="19">
    <w:name w:val="apple-converted-space"/>
    <w:qFormat/>
    <w:uiPriority w:val="0"/>
  </w:style>
  <w:style w:type="character" w:customStyle="1" w:styleId="20">
    <w:name w:val="apple-style-span"/>
    <w:qFormat/>
    <w:uiPriority w:val="0"/>
  </w:style>
  <w:style w:type="character" w:customStyle="1" w:styleId="21">
    <w:name w:val="纯文本 Char1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样式1 Char"/>
    <w:link w:val="23"/>
    <w:qFormat/>
    <w:locked/>
    <w:uiPriority w:val="0"/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customStyle="1" w:styleId="23">
    <w:name w:val="样式1"/>
    <w:basedOn w:val="1"/>
    <w:link w:val="22"/>
    <w:qFormat/>
    <w:uiPriority w:val="0"/>
    <w:pPr>
      <w:pBdr>
        <w:bottom w:val="single" w:color="auto" w:sz="12" w:space="0"/>
      </w:pBdr>
      <w:ind w:left="750"/>
      <w:jc w:val="left"/>
    </w:pPr>
    <w:rPr>
      <w:rFonts w:ascii="宋体" w:hAnsi="宋体" w:cs="宋体"/>
      <w:sz w:val="28"/>
      <w:szCs w:val="28"/>
    </w:rPr>
  </w:style>
  <w:style w:type="paragraph" w:customStyle="1" w:styleId="24">
    <w:name w:val="p16"/>
    <w:basedOn w:val="1"/>
    <w:qFormat/>
    <w:uiPriority w:val="0"/>
    <w:pPr>
      <w:widowControl/>
      <w:ind w:firstLine="420"/>
    </w:pPr>
    <w:rPr>
      <w:rFonts w:ascii="Calibri" w:hAnsi="Calibri" w:cs="宋体"/>
      <w:kern w:val="0"/>
      <w:szCs w:val="21"/>
    </w:rPr>
  </w:style>
  <w:style w:type="paragraph" w:customStyle="1" w:styleId="25">
    <w:name w:val="OptWithTabs4"/>
    <w:basedOn w:val="1"/>
    <w:next w:val="1"/>
    <w:qFormat/>
    <w:uiPriority w:val="0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rFonts w:cs="黑体"/>
      <w:kern w:val="0"/>
      <w:sz w:val="21"/>
      <w:szCs w:val="21"/>
    </w:rPr>
  </w:style>
  <w:style w:type="paragraph" w:customStyle="1" w:styleId="26">
    <w:name w:val="OptWithTabs2"/>
    <w:basedOn w:val="25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27">
    <w:name w:val="列出段落1"/>
    <w:basedOn w:val="1"/>
    <w:qFormat/>
    <w:uiPriority w:val="0"/>
    <w:pPr>
      <w:ind w:firstLine="420" w:firstLineChars="200"/>
    </w:pPr>
    <w:rPr>
      <w:rFonts w:ascii="Calibri" w:hAnsi="Calibri"/>
      <w:sz w:val="21"/>
      <w:szCs w:val="22"/>
    </w:rPr>
  </w:style>
  <w:style w:type="paragraph" w:customStyle="1" w:styleId="28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29">
    <w:name w:val="Char"/>
    <w:basedOn w:val="1"/>
    <w:qFormat/>
    <w:uiPriority w:val="0"/>
    <w:rPr>
      <w:rFonts w:cs="宋体"/>
      <w:kern w:val="0"/>
      <w:sz w:val="32"/>
      <w:szCs w:val="32"/>
    </w:rPr>
  </w:style>
  <w:style w:type="paragraph" w:customStyle="1" w:styleId="30">
    <w:name w:val="List Paragraph"/>
    <w:basedOn w:val="1"/>
    <w:qFormat/>
    <w:uiPriority w:val="0"/>
    <w:pPr>
      <w:ind w:firstLine="420" w:firstLineChars="200"/>
    </w:pPr>
    <w:rPr>
      <w:sz w:val="21"/>
    </w:rPr>
  </w:style>
  <w:style w:type="paragraph" w:customStyle="1" w:styleId="31">
    <w:name w:val="ItemStem"/>
    <w:qFormat/>
    <w:uiPriority w:val="0"/>
    <w:pPr>
      <w:spacing w:line="312" w:lineRule="auto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2">
    <w:name w:val="OptWithTabs1"/>
    <w:basedOn w:val="25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33">
    <w:name w:val="ItemQDesc"/>
    <w:basedOn w:val="31"/>
    <w:qFormat/>
    <w:uiPriority w:val="0"/>
  </w:style>
  <w:style w:type="character" w:customStyle="1" w:styleId="34">
    <w:name w:val="未处理的提及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d\Application%20Data\Microsoft\Templates\word8&#24320;&#21452;&#38754;&#21452;&#39029;&#30721;&#23494;&#23553;&#35797;&#21367;&#27169;&#26495;&#12308;&#25945;&#24072;&#24517;&#22791;&#30340;&#27169;&#26495;&#1230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54"/>
    <customShpInfo spid="_x0000_s2071"/>
    <customShpInfo spid="_x0000_s2072"/>
    <customShpInfo spid="_x0000_s2073"/>
    <customShpInfo spid="_x0000_s2074"/>
    <customShpInfo spid="_x0000_s2075"/>
    <customShpInfo spid="_x0000_s2053"/>
    <customShpInfo spid="_x0000_s2076"/>
    <customShpInfo spid="_x0000_s2050"/>
    <customShpInfo spid="_x0000_s2051"/>
    <customShpInfo spid="_x0000_s2049"/>
    <customShpInfo spid="_x0000_s2052"/>
    <customShpInfo spid="_x0000_s2078"/>
    <customShpInfo spid="_x0000_s2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Settings\kd\Application Data\Microsoft\Templates\word8开双面双页码密封试卷模板〔教师必备的模板〕.dot</Template>
  <Company>汤氏集团</Company>
  <Pages>2</Pages>
  <Words>1751</Words>
  <Characters>2005</Characters>
  <Lines>16</Lines>
  <Paragraphs>4</Paragraphs>
  <TotalTime>157256160</TotalTime>
  <ScaleCrop>false</ScaleCrop>
  <LinksUpToDate>false</LinksUpToDate>
  <CharactersWithSpaces>2139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2021-09-22T13:11:00Z</dcterms:created>
  <dc:creator>zjlx</dc:creator>
  <cp:lastModifiedBy>Administrator</cp:lastModifiedBy>
  <cp:lastPrinted>2017-02-04T02:33:00Z</cp:lastPrinted>
  <dcterms:modified xsi:type="dcterms:W3CDTF">2023-01-11T10:53:56Z</dcterms:modified>
  <dc:title>2017年东方双语小学招生基本能力测试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