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  <w:tab w:val="left" w:pos="720"/>
        </w:tabs>
        <w:spacing w:line="420" w:lineRule="exact"/>
        <w:ind w:firstLine="1380" w:firstLineChars="491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11899900</wp:posOffset>
            </wp:positionV>
            <wp:extent cx="317500" cy="4953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>大冶市</w:t>
      </w:r>
      <w:r>
        <w:rPr>
          <w:rFonts w:ascii="宋体" w:hAnsi="宋体"/>
          <w:b/>
          <w:sz w:val="28"/>
          <w:szCs w:val="28"/>
        </w:rPr>
        <w:t>2022</w:t>
      </w:r>
      <w:r>
        <w:rPr>
          <w:rFonts w:hint="eastAsia" w:ascii="宋体" w:hAnsi="宋体"/>
          <w:b/>
          <w:sz w:val="28"/>
          <w:szCs w:val="28"/>
        </w:rPr>
        <w:t>年秋期末目标检测八年级英语试卷</w:t>
      </w:r>
    </w:p>
    <w:p>
      <w:pPr>
        <w:spacing w:line="420" w:lineRule="exact"/>
        <w:ind w:firstLine="3064" w:firstLineChars="109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笔试部分参考答案</w:t>
      </w:r>
    </w:p>
    <w:p>
      <w:pPr>
        <w:spacing w:line="340" w:lineRule="exact"/>
        <w:rPr>
          <w:rFonts w:ascii="Times New Roman" w:hAnsi="Times New Roman"/>
          <w:b/>
          <w:sz w:val="24"/>
          <w:szCs w:val="24"/>
        </w:rPr>
      </w:pPr>
    </w:p>
    <w:p>
      <w:pPr>
        <w:spacing w:line="340" w:lineRule="exact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单项选择（每小题</w:t>
      </w:r>
      <w:r>
        <w:rPr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分，共</w:t>
      </w:r>
      <w:r>
        <w:rPr>
          <w:b/>
          <w:sz w:val="24"/>
          <w:szCs w:val="24"/>
        </w:rPr>
        <w:t>10</w:t>
      </w:r>
      <w:r>
        <w:rPr>
          <w:rFonts w:hint="eastAsia"/>
          <w:b/>
          <w:sz w:val="24"/>
          <w:szCs w:val="24"/>
        </w:rPr>
        <w:t>分）</w:t>
      </w:r>
    </w:p>
    <w:p>
      <w:pPr>
        <w:spacing w:line="340" w:lineRule="exact"/>
        <w:ind w:firstLine="420" w:firstLineChars="1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1-5 CABDA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6-10 CDBAD</w:t>
      </w:r>
    </w:p>
    <w:p>
      <w:pPr>
        <w:spacing w:line="340" w:lineRule="exact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II. </w:t>
      </w:r>
      <w:r>
        <w:rPr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完形填空（每小题</w:t>
      </w:r>
      <w:r>
        <w:rPr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分，共</w:t>
      </w:r>
      <w:r>
        <w:rPr>
          <w:b/>
          <w:sz w:val="24"/>
          <w:szCs w:val="24"/>
        </w:rPr>
        <w:t>10</w:t>
      </w:r>
      <w:r>
        <w:rPr>
          <w:rFonts w:hint="eastAsia"/>
          <w:b/>
          <w:sz w:val="24"/>
          <w:szCs w:val="24"/>
        </w:rPr>
        <w:t>分）</w:t>
      </w:r>
    </w:p>
    <w:p>
      <w:pPr>
        <w:spacing w:line="340" w:lineRule="exact"/>
        <w:ind w:firstLine="420"/>
        <w:rPr>
          <w:rFonts w:ascii="Times New Roman" w:hAnsi="Times New Roman" w:eastAsia="华文楷体"/>
          <w:sz w:val="24"/>
          <w:szCs w:val="24"/>
        </w:rPr>
      </w:pPr>
      <w:r>
        <w:rPr>
          <w:rFonts w:ascii="Times New Roman" w:hAnsi="Times New Roman" w:eastAsia="华文楷体"/>
          <w:sz w:val="24"/>
          <w:szCs w:val="24"/>
        </w:rPr>
        <w:t>11-15 ABDBA</w:t>
      </w:r>
      <w:r>
        <w:rPr>
          <w:rFonts w:ascii="Times New Roman" w:hAnsi="Times New Roman" w:eastAsia="华文楷体"/>
          <w:sz w:val="24"/>
          <w:szCs w:val="24"/>
        </w:rPr>
        <w:tab/>
      </w:r>
      <w:r>
        <w:rPr>
          <w:rFonts w:ascii="Times New Roman" w:hAnsi="Times New Roman" w:eastAsia="华文楷体"/>
          <w:sz w:val="24"/>
          <w:szCs w:val="24"/>
        </w:rPr>
        <w:t>16-20 DCBDC</w:t>
      </w:r>
    </w:p>
    <w:p>
      <w:pPr>
        <w:spacing w:line="340" w:lineRule="exact"/>
        <w:ind w:left="1800" w:hanging="1800" w:hangingChars="75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【评分说明】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．</w:t>
      </w:r>
      <w:r>
        <w:rPr>
          <w:rFonts w:ascii="华文楷体" w:hAnsi="华文楷体" w:eastAsia="华文楷体"/>
          <w:sz w:val="24"/>
          <w:szCs w:val="24"/>
        </w:rPr>
        <w:t>1—20</w:t>
      </w:r>
      <w:r>
        <w:rPr>
          <w:rFonts w:hint="eastAsia" w:ascii="华文楷体" w:hAnsi="华文楷体" w:eastAsia="华文楷体"/>
          <w:sz w:val="24"/>
          <w:szCs w:val="24"/>
        </w:rPr>
        <w:t>小题，每小题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分，满分</w:t>
      </w:r>
      <w:r>
        <w:rPr>
          <w:rFonts w:ascii="华文楷体" w:hAnsi="华文楷体" w:eastAsia="华文楷体"/>
          <w:sz w:val="24"/>
          <w:szCs w:val="24"/>
        </w:rPr>
        <w:t>20</w:t>
      </w:r>
      <w:r>
        <w:rPr>
          <w:rFonts w:hint="eastAsia" w:ascii="华文楷体" w:hAnsi="华文楷体" w:eastAsia="华文楷体"/>
          <w:sz w:val="24"/>
          <w:szCs w:val="24"/>
        </w:rPr>
        <w:t>分；</w:t>
      </w:r>
    </w:p>
    <w:p>
      <w:pPr>
        <w:spacing w:line="340" w:lineRule="exact"/>
        <w:ind w:left="1796" w:leftChars="684" w:hanging="360" w:hangingChars="15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．凡与本答案不符者不得分。</w:t>
      </w:r>
    </w:p>
    <w:p>
      <w:pPr>
        <w:spacing w:line="340" w:lineRule="exact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阅读理解（每小题</w:t>
      </w:r>
      <w:r>
        <w:rPr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</w:rPr>
        <w:t>，共</w:t>
      </w:r>
      <w:r>
        <w:rPr>
          <w:b/>
          <w:sz w:val="24"/>
          <w:szCs w:val="24"/>
        </w:rPr>
        <w:t>40</w:t>
      </w:r>
      <w:r>
        <w:rPr>
          <w:rFonts w:hint="eastAsia"/>
          <w:b/>
          <w:sz w:val="24"/>
          <w:szCs w:val="24"/>
        </w:rPr>
        <w:t>分）</w:t>
      </w:r>
    </w:p>
    <w:p>
      <w:pPr>
        <w:spacing w:line="340" w:lineRule="exact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21-25 BDADC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26-30 DBCAA</w:t>
      </w:r>
    </w:p>
    <w:p>
      <w:pPr>
        <w:spacing w:line="340" w:lineRule="exact"/>
        <w:ind w:left="1800" w:hanging="1800" w:hangingChars="75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【评分说明】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．</w:t>
      </w:r>
      <w:r>
        <w:rPr>
          <w:rFonts w:ascii="华文楷体" w:hAnsi="华文楷体" w:eastAsia="华文楷体"/>
          <w:sz w:val="24"/>
          <w:szCs w:val="24"/>
        </w:rPr>
        <w:t>21—30</w:t>
      </w:r>
      <w:r>
        <w:rPr>
          <w:rFonts w:hint="eastAsia" w:ascii="华文楷体" w:hAnsi="华文楷体" w:eastAsia="华文楷体"/>
          <w:sz w:val="24"/>
          <w:szCs w:val="24"/>
        </w:rPr>
        <w:t>小题，每小题</w:t>
      </w: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分，满分</w:t>
      </w:r>
      <w:r>
        <w:rPr>
          <w:rFonts w:ascii="华文楷体" w:hAnsi="华文楷体" w:eastAsia="华文楷体"/>
          <w:sz w:val="24"/>
          <w:szCs w:val="24"/>
        </w:rPr>
        <w:t>30</w:t>
      </w:r>
      <w:r>
        <w:rPr>
          <w:rFonts w:hint="eastAsia" w:ascii="华文楷体" w:hAnsi="华文楷体" w:eastAsia="华文楷体"/>
          <w:sz w:val="24"/>
          <w:szCs w:val="24"/>
        </w:rPr>
        <w:t>分；</w:t>
      </w:r>
    </w:p>
    <w:p>
      <w:pPr>
        <w:spacing w:line="340" w:lineRule="exact"/>
        <w:ind w:left="1796" w:leftChars="684" w:hanging="360" w:hangingChars="15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．凡与本答案不符者不得分。</w:t>
      </w:r>
    </w:p>
    <w:p>
      <w:pPr>
        <w:spacing w:line="340" w:lineRule="exact"/>
        <w:jc w:val="lef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31. They are from London. / London.</w:t>
      </w:r>
    </w:p>
    <w:p>
      <w:pPr>
        <w:spacing w:line="340" w:lineRule="exac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32. 250 people live together. / 250 people. / 250.</w:t>
      </w:r>
    </w:p>
    <w:p>
      <w:pPr>
        <w:spacing w:line="340" w:lineRule="exact"/>
        <w:ind w:left="240" w:firstLine="1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33. Because they want to get fun from work. /Because they want to find </w:t>
      </w:r>
    </w:p>
    <w:p>
      <w:pPr>
        <w:spacing w:line="340" w:lineRule="exact"/>
        <w:ind w:left="598" w:leftChars="285" w:firstLine="240" w:firstLine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enjoyment in work.</w:t>
      </w:r>
    </w:p>
    <w:p>
      <w:pPr>
        <w:spacing w:line="340" w:lineRule="exac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34. Yes. / Yes, there are. / Yes, there are some rules. </w:t>
      </w:r>
    </w:p>
    <w:p>
      <w:pPr>
        <w:spacing w:line="340" w:lineRule="exact"/>
        <w:ind w:left="240" w:hanging="240" w:hanging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35. We should think about both others and ourselves. / We have to stop thinking</w:t>
      </w:r>
    </w:p>
    <w:p>
      <w:pPr>
        <w:spacing w:line="340" w:lineRule="exact"/>
        <w:ind w:left="240" w:hanging="240" w:hanging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only about </w:t>
      </w:r>
      <w:r>
        <w:rPr>
          <w:rFonts w:ascii="Times New Roman" w:hAnsi="Times New Roman"/>
          <w:i/>
          <w:sz w:val="24"/>
          <w:szCs w:val="24"/>
        </w:rPr>
        <w:t>ourselves</w:t>
      </w:r>
      <w:r>
        <w:rPr>
          <w:rFonts w:ascii="Times New Roman" w:hAnsi="Times New Roman"/>
          <w:sz w:val="24"/>
          <w:szCs w:val="24"/>
        </w:rPr>
        <w:t>. We need to learn how to think about others.</w:t>
      </w:r>
    </w:p>
    <w:p>
      <w:pPr>
        <w:spacing w:line="340" w:lineRule="exact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【评分说明】</w:t>
      </w:r>
    </w:p>
    <w:p>
      <w:pPr>
        <w:spacing w:line="340" w:lineRule="exact"/>
        <w:ind w:firstLine="480" w:firstLineChars="20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．本题每小题</w:t>
      </w: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分，满分</w:t>
      </w:r>
      <w:r>
        <w:rPr>
          <w:rFonts w:ascii="华文楷体" w:hAnsi="华文楷体" w:eastAsia="华文楷体"/>
          <w:sz w:val="24"/>
          <w:szCs w:val="24"/>
        </w:rPr>
        <w:t>10</w:t>
      </w:r>
      <w:r>
        <w:rPr>
          <w:rFonts w:hint="eastAsia" w:ascii="华文楷体" w:hAnsi="华文楷体" w:eastAsia="华文楷体"/>
          <w:sz w:val="24"/>
          <w:szCs w:val="24"/>
        </w:rPr>
        <w:t>分，回答问题用完整的句子或短语均可；</w:t>
      </w:r>
    </w:p>
    <w:p>
      <w:pPr>
        <w:spacing w:line="340" w:lineRule="exact"/>
        <w:ind w:firstLine="480" w:firstLineChars="20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．以上仅提供了参考答案，凡答案符合题意，又无语法错误的都给分；</w:t>
      </w:r>
    </w:p>
    <w:p>
      <w:pPr>
        <w:spacing w:line="340" w:lineRule="exact"/>
        <w:ind w:firstLine="480" w:firstLineChars="20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3</w:t>
      </w:r>
      <w:r>
        <w:rPr>
          <w:rFonts w:hint="eastAsia" w:ascii="华文楷体" w:hAnsi="华文楷体" w:eastAsia="华文楷体"/>
          <w:sz w:val="24"/>
          <w:szCs w:val="24"/>
        </w:rPr>
        <w:t>．答案有语法错误的，每个扣</w:t>
      </w:r>
      <w:r>
        <w:rPr>
          <w:rFonts w:ascii="华文楷体" w:hAnsi="华文楷体" w:eastAsia="华文楷体"/>
          <w:sz w:val="24"/>
          <w:szCs w:val="24"/>
        </w:rPr>
        <w:t>0.5</w:t>
      </w:r>
      <w:r>
        <w:rPr>
          <w:rFonts w:hint="eastAsia" w:ascii="华文楷体" w:hAnsi="华文楷体" w:eastAsia="华文楷体"/>
          <w:sz w:val="24"/>
          <w:szCs w:val="24"/>
        </w:rPr>
        <w:t>分，每小题扣完</w:t>
      </w: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分为止。</w:t>
      </w:r>
    </w:p>
    <w:p>
      <w:pPr>
        <w:spacing w:line="340" w:lineRule="exact"/>
        <w:rPr>
          <w:rFonts w:ascii="宋体"/>
          <w:b/>
          <w:sz w:val="24"/>
          <w:szCs w:val="24"/>
        </w:rPr>
      </w:pPr>
      <w:r>
        <w:rPr>
          <w:rFonts w:ascii="Times New Roman" w:hAnsi="宋体"/>
          <w:b/>
          <w:sz w:val="24"/>
          <w:szCs w:val="24"/>
        </w:rPr>
        <w:t>IV.</w:t>
      </w:r>
      <w:r>
        <w:rPr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短文填空</w:t>
      </w:r>
      <w:r>
        <w:rPr>
          <w:rFonts w:ascii="宋体" w:hAnsi="宋体"/>
          <w:b/>
          <w:sz w:val="24"/>
          <w:szCs w:val="24"/>
        </w:rPr>
        <w:t>(</w:t>
      </w:r>
      <w:r>
        <w:rPr>
          <w:rFonts w:hint="eastAsia" w:ascii="宋体" w:hAnsi="宋体"/>
          <w:b/>
          <w:sz w:val="24"/>
          <w:szCs w:val="24"/>
        </w:rPr>
        <w:t>每小题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10</w:t>
      </w:r>
      <w:r>
        <w:rPr>
          <w:rFonts w:hint="eastAsia" w:ascii="宋体" w:hAnsi="宋体"/>
          <w:b/>
          <w:sz w:val="24"/>
          <w:szCs w:val="24"/>
        </w:rPr>
        <w:t>分</w:t>
      </w:r>
      <w:r>
        <w:rPr>
          <w:rFonts w:ascii="宋体" w:hAnsi="宋体"/>
          <w:b/>
          <w:sz w:val="24"/>
          <w:szCs w:val="24"/>
        </w:rPr>
        <w:t>)</w:t>
      </w:r>
    </w:p>
    <w:p>
      <w:pPr>
        <w:spacing w:line="340" w:lineRule="exact"/>
        <w:ind w:firstLine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kids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37. knew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38. quickly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39. never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40. teacher</w:t>
      </w:r>
    </w:p>
    <w:p>
      <w:pPr>
        <w:spacing w:line="3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41. to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42. try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43. After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44. earlier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45. successful</w:t>
      </w:r>
    </w:p>
    <w:p>
      <w:pPr>
        <w:spacing w:line="340" w:lineRule="exact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【评分说明】</w:t>
      </w:r>
    </w:p>
    <w:p>
      <w:pPr>
        <w:spacing w:line="340" w:lineRule="exact"/>
        <w:ind w:left="479" w:leftChars="228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．本题每小题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分；</w:t>
      </w:r>
    </w:p>
    <w:p>
      <w:pPr>
        <w:spacing w:line="340" w:lineRule="exact"/>
        <w:ind w:left="479" w:leftChars="228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．所填单词与本答案相符，但有语法或拼写错误的，每个扣</w:t>
      </w:r>
      <w:r>
        <w:rPr>
          <w:rFonts w:ascii="华文楷体" w:hAnsi="华文楷体" w:eastAsia="华文楷体"/>
          <w:sz w:val="24"/>
          <w:szCs w:val="24"/>
        </w:rPr>
        <w:t>0.5</w:t>
      </w:r>
      <w:r>
        <w:rPr>
          <w:rFonts w:hint="eastAsia" w:ascii="华文楷体" w:hAnsi="华文楷体" w:eastAsia="华文楷体"/>
          <w:sz w:val="24"/>
          <w:szCs w:val="24"/>
        </w:rPr>
        <w:t>分。</w:t>
      </w:r>
    </w:p>
    <w:p>
      <w:pPr>
        <w:tabs>
          <w:tab w:val="left" w:pos="851"/>
          <w:tab w:val="left" w:pos="2552"/>
          <w:tab w:val="left" w:pos="2835"/>
          <w:tab w:val="left" w:pos="3686"/>
          <w:tab w:val="left" w:pos="5954"/>
        </w:tabs>
        <w:spacing w:line="340" w:lineRule="exact"/>
        <w:jc w:val="left"/>
        <w:rPr>
          <w:rFonts w:ascii="宋体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V. </w:t>
      </w:r>
      <w:r>
        <w:rPr>
          <w:rFonts w:hint="eastAsia" w:ascii="宋体" w:hAnsi="宋体"/>
          <w:b/>
          <w:sz w:val="24"/>
          <w:szCs w:val="24"/>
        </w:rPr>
        <w:t>情景交际</w:t>
      </w:r>
      <w:r>
        <w:rPr>
          <w:rFonts w:ascii="宋体" w:hAnsi="宋体"/>
          <w:b/>
          <w:sz w:val="24"/>
          <w:szCs w:val="24"/>
        </w:rPr>
        <w:t>(</w:t>
      </w:r>
      <w:r>
        <w:rPr>
          <w:rFonts w:hint="eastAsia" w:ascii="宋体" w:hAnsi="宋体"/>
          <w:b/>
          <w:sz w:val="24"/>
          <w:szCs w:val="24"/>
        </w:rPr>
        <w:t>每小题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5</w:t>
      </w:r>
      <w:r>
        <w:rPr>
          <w:rFonts w:hint="eastAsia" w:ascii="宋体" w:hAnsi="宋体"/>
          <w:b/>
          <w:sz w:val="24"/>
          <w:szCs w:val="24"/>
        </w:rPr>
        <w:t>分</w:t>
      </w:r>
      <w:r>
        <w:rPr>
          <w:rFonts w:ascii="宋体" w:hAnsi="宋体"/>
          <w:b/>
          <w:sz w:val="24"/>
          <w:szCs w:val="24"/>
        </w:rPr>
        <w:t>)</w:t>
      </w:r>
    </w:p>
    <w:p>
      <w:pPr>
        <w:spacing w:line="340" w:lineRule="exact"/>
        <w:ind w:firstLine="420"/>
        <w:jc w:val="left"/>
        <w:rPr>
          <w:rFonts w:ascii="Times New Roman" w:hAnsi="Times New Roman" w:eastAsia="华文楷体"/>
          <w:sz w:val="24"/>
          <w:szCs w:val="24"/>
        </w:rPr>
      </w:pPr>
      <w:r>
        <w:rPr>
          <w:rFonts w:ascii="Times New Roman" w:hAnsi="Times New Roman" w:eastAsia="华文楷体"/>
          <w:sz w:val="24"/>
          <w:szCs w:val="24"/>
        </w:rPr>
        <w:t>46-50 BEAGD</w:t>
      </w:r>
    </w:p>
    <w:p>
      <w:pPr>
        <w:spacing w:line="340" w:lineRule="exact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【评分说明】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．</w:t>
      </w:r>
      <w:r>
        <w:rPr>
          <w:rFonts w:ascii="华文楷体" w:hAnsi="华文楷体" w:eastAsia="华文楷体"/>
          <w:sz w:val="24"/>
          <w:szCs w:val="24"/>
        </w:rPr>
        <w:t>46—50</w:t>
      </w:r>
      <w:r>
        <w:rPr>
          <w:rFonts w:hint="eastAsia" w:ascii="华文楷体" w:hAnsi="华文楷体" w:eastAsia="华文楷体"/>
          <w:sz w:val="24"/>
          <w:szCs w:val="24"/>
        </w:rPr>
        <w:t>小题，每小题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分，满分</w:t>
      </w:r>
      <w:r>
        <w:rPr>
          <w:rFonts w:ascii="华文楷体" w:hAnsi="华文楷体" w:eastAsia="华文楷体"/>
          <w:sz w:val="24"/>
          <w:szCs w:val="24"/>
        </w:rPr>
        <w:t>5</w:t>
      </w:r>
      <w:r>
        <w:rPr>
          <w:rFonts w:hint="eastAsia" w:ascii="华文楷体" w:hAnsi="华文楷体" w:eastAsia="华文楷体"/>
          <w:sz w:val="24"/>
          <w:szCs w:val="24"/>
        </w:rPr>
        <w:t>分；</w:t>
      </w:r>
    </w:p>
    <w:p>
      <w:pPr>
        <w:spacing w:line="340" w:lineRule="exact"/>
        <w:ind w:firstLine="1440" w:firstLineChars="60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．凡与本答案不符者不得分。</w:t>
      </w:r>
    </w:p>
    <w:p>
      <w:pPr>
        <w:spacing w:line="340" w:lineRule="exact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</w:t>
      </w:r>
      <w:r>
        <w:rPr>
          <w:b/>
          <w:sz w:val="24"/>
          <w:szCs w:val="24"/>
        </w:rPr>
        <w:t>.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翻译题</w:t>
      </w:r>
      <w:r>
        <w:rPr>
          <w:rFonts w:ascii="宋体" w:hAnsi="宋体"/>
          <w:b/>
          <w:sz w:val="24"/>
          <w:szCs w:val="24"/>
        </w:rPr>
        <w:t>(</w:t>
      </w:r>
      <w:r>
        <w:rPr>
          <w:rFonts w:hint="eastAsia" w:ascii="宋体" w:hAnsi="宋体"/>
          <w:b/>
          <w:sz w:val="24"/>
          <w:szCs w:val="24"/>
        </w:rPr>
        <w:t>每小题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5</w:t>
      </w:r>
      <w:r>
        <w:rPr>
          <w:rFonts w:hint="eastAsia" w:ascii="宋体" w:hAnsi="宋体"/>
          <w:b/>
          <w:sz w:val="24"/>
          <w:szCs w:val="24"/>
        </w:rPr>
        <w:t>分</w:t>
      </w:r>
      <w:r>
        <w:rPr>
          <w:rFonts w:ascii="宋体" w:hAnsi="宋体"/>
          <w:b/>
          <w:sz w:val="24"/>
          <w:szCs w:val="24"/>
        </w:rPr>
        <w:t>)</w:t>
      </w:r>
    </w:p>
    <w:p>
      <w:pPr>
        <w:spacing w:line="3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51. enjoyed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52. themselves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53. too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54. to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55. as / so</w:t>
      </w:r>
    </w:p>
    <w:p>
      <w:pPr>
        <w:spacing w:line="3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56. as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57. bring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58. out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59. large / big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60. enough</w:t>
      </w:r>
    </w:p>
    <w:p>
      <w:pPr>
        <w:spacing w:line="340" w:lineRule="exac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【评分说明】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．</w:t>
      </w:r>
      <w:r>
        <w:rPr>
          <w:rFonts w:ascii="华文楷体" w:hAnsi="华文楷体" w:eastAsia="华文楷体"/>
          <w:sz w:val="24"/>
          <w:szCs w:val="24"/>
        </w:rPr>
        <w:t>51—60</w:t>
      </w:r>
      <w:r>
        <w:rPr>
          <w:rFonts w:hint="eastAsia" w:ascii="华文楷体" w:hAnsi="华文楷体" w:eastAsia="华文楷体"/>
          <w:sz w:val="24"/>
          <w:szCs w:val="24"/>
        </w:rPr>
        <w:t>小题，每小题</w:t>
      </w:r>
      <w:r>
        <w:rPr>
          <w:rFonts w:ascii="华文楷体" w:hAnsi="华文楷体" w:eastAsia="华文楷体"/>
          <w:sz w:val="24"/>
          <w:szCs w:val="24"/>
        </w:rPr>
        <w:t>0.5</w:t>
      </w:r>
      <w:r>
        <w:rPr>
          <w:rFonts w:hint="eastAsia" w:ascii="华文楷体" w:hAnsi="华文楷体" w:eastAsia="华文楷体"/>
          <w:sz w:val="24"/>
          <w:szCs w:val="24"/>
        </w:rPr>
        <w:t>分，满分</w:t>
      </w:r>
      <w:r>
        <w:rPr>
          <w:rFonts w:ascii="华文楷体" w:hAnsi="华文楷体" w:eastAsia="华文楷体"/>
          <w:sz w:val="24"/>
          <w:szCs w:val="24"/>
        </w:rPr>
        <w:t>5</w:t>
      </w:r>
      <w:r>
        <w:rPr>
          <w:rFonts w:hint="eastAsia" w:ascii="华文楷体" w:hAnsi="华文楷体" w:eastAsia="华文楷体"/>
          <w:sz w:val="24"/>
          <w:szCs w:val="24"/>
        </w:rPr>
        <w:t>分；</w:t>
      </w:r>
    </w:p>
    <w:p>
      <w:pPr>
        <w:spacing w:line="340" w:lineRule="exact"/>
        <w:ind w:left="1796" w:leftChars="684" w:hanging="360" w:hangingChars="15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．以上仅提供了参考答案，凡答案符合题意，又无语法错误的都给分</w:t>
      </w:r>
      <w:r>
        <w:rPr>
          <w:rFonts w:ascii="华文楷体" w:hAnsi="华文楷体" w:eastAsia="华文楷体"/>
          <w:sz w:val="24"/>
          <w:szCs w:val="24"/>
        </w:rPr>
        <w:t>;</w:t>
      </w:r>
    </w:p>
    <w:p>
      <w:pPr>
        <w:spacing w:line="340" w:lineRule="exact"/>
        <w:ind w:firstLine="1440" w:firstLineChars="60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 xml:space="preserve">3. </w:t>
      </w:r>
      <w:r>
        <w:rPr>
          <w:rFonts w:hint="eastAsia" w:ascii="华文楷体" w:hAnsi="华文楷体" w:eastAsia="华文楷体"/>
          <w:sz w:val="24"/>
          <w:szCs w:val="24"/>
        </w:rPr>
        <w:t>答案有语法错误的不得分。</w:t>
      </w:r>
    </w:p>
    <w:p>
      <w:pPr>
        <w:tabs>
          <w:tab w:val="left" w:pos="851"/>
          <w:tab w:val="left" w:pos="2552"/>
          <w:tab w:val="left" w:pos="2835"/>
          <w:tab w:val="left" w:pos="3686"/>
          <w:tab w:val="left" w:pos="5954"/>
        </w:tabs>
        <w:spacing w:line="340" w:lineRule="exact"/>
        <w:jc w:val="left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VII</w:t>
      </w:r>
      <w:r>
        <w:rPr>
          <w:b/>
          <w:sz w:val="24"/>
          <w:szCs w:val="24"/>
        </w:rPr>
        <w:t xml:space="preserve">. </w:t>
      </w:r>
      <w:r>
        <w:rPr>
          <w:rFonts w:hint="eastAsia" w:ascii="宋体" w:hAnsi="宋体"/>
          <w:b/>
          <w:sz w:val="24"/>
          <w:szCs w:val="24"/>
        </w:rPr>
        <w:t>书面表达</w:t>
      </w:r>
      <w:r>
        <w:rPr>
          <w:rFonts w:ascii="宋体" w:hAnsi="宋体"/>
          <w:b/>
          <w:sz w:val="24"/>
          <w:szCs w:val="24"/>
        </w:rPr>
        <w:t>(</w:t>
      </w:r>
      <w:r>
        <w:rPr>
          <w:rFonts w:hint="eastAsia" w:ascii="宋体" w:hAnsi="宋体"/>
          <w:b/>
          <w:sz w:val="24"/>
          <w:szCs w:val="24"/>
        </w:rPr>
        <w:t>共</w:t>
      </w:r>
      <w:r>
        <w:rPr>
          <w:rFonts w:ascii="宋体" w:hAnsi="宋体"/>
          <w:b/>
          <w:sz w:val="24"/>
          <w:szCs w:val="24"/>
        </w:rPr>
        <w:t>10</w:t>
      </w:r>
      <w:r>
        <w:rPr>
          <w:rFonts w:hint="eastAsia" w:ascii="宋体" w:hAnsi="宋体"/>
          <w:b/>
          <w:sz w:val="24"/>
          <w:szCs w:val="24"/>
        </w:rPr>
        <w:t>分</w:t>
      </w:r>
      <w:r>
        <w:rPr>
          <w:rFonts w:ascii="宋体" w:hAnsi="宋体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(One possible version:)</w:t>
      </w:r>
    </w:p>
    <w:p>
      <w:pPr>
        <w:tabs>
          <w:tab w:val="left" w:pos="851"/>
          <w:tab w:val="left" w:pos="2552"/>
          <w:tab w:val="left" w:pos="2835"/>
          <w:tab w:val="left" w:pos="3686"/>
          <w:tab w:val="left" w:pos="5954"/>
        </w:tabs>
        <w:spacing w:line="360" w:lineRule="exact"/>
        <w:ind w:firstLine="480" w:firstLineChars="2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>My Favorite Hobby</w:t>
      </w:r>
    </w:p>
    <w:p>
      <w:pPr>
        <w:tabs>
          <w:tab w:val="left" w:pos="851"/>
          <w:tab w:val="left" w:pos="2552"/>
          <w:tab w:val="left" w:pos="2835"/>
          <w:tab w:val="left" w:pos="3686"/>
          <w:tab w:val="left" w:pos="5954"/>
        </w:tabs>
        <w:spacing w:line="36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have many interesting things to do in my free time, and I like reading most.</w:t>
      </w:r>
    </w:p>
    <w:p>
      <w:pPr>
        <w:tabs>
          <w:tab w:val="left" w:pos="851"/>
          <w:tab w:val="left" w:pos="2552"/>
          <w:tab w:val="left" w:pos="2835"/>
          <w:tab w:val="left" w:pos="3686"/>
          <w:tab w:val="left" w:pos="5954"/>
        </w:tabs>
        <w:spacing w:line="360" w:lineRule="exact"/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Reading can help me in many ways. First, I can know many new things by reading. Second, I can improve my writing by reading. Third, reading can make me feel relaxed. </w:t>
      </w:r>
    </w:p>
    <w:p>
      <w:pPr>
        <w:tabs>
          <w:tab w:val="left" w:pos="851"/>
          <w:tab w:val="left" w:pos="2552"/>
          <w:tab w:val="left" w:pos="2835"/>
          <w:tab w:val="left" w:pos="3686"/>
          <w:tab w:val="left" w:pos="5954"/>
        </w:tabs>
        <w:spacing w:line="360" w:lineRule="exact"/>
        <w:ind w:firstLine="480"/>
        <w:rPr>
          <w:rFonts w:ascii="华文楷体" w:hAnsi="华文楷体" w:eastAsia="华文楷体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spend a lot of time reading. Sometimes I read with my classmates. We often share ways of taking notes when we are reading. That’s a good way to improve my reading. I like reading most because it brings me lots of fun.</w:t>
      </w:r>
    </w:p>
    <w:p>
      <w:pPr>
        <w:tabs>
          <w:tab w:val="left" w:pos="851"/>
          <w:tab w:val="left" w:pos="2552"/>
          <w:tab w:val="left" w:pos="2835"/>
          <w:tab w:val="left" w:pos="3686"/>
          <w:tab w:val="left" w:pos="5954"/>
        </w:tabs>
        <w:spacing w:line="360" w:lineRule="exact"/>
        <w:ind w:firstLine="3013" w:firstLineChars="1254"/>
        <w:rPr>
          <w:rFonts w:ascii="华文楷体" w:hAnsi="华文楷体" w:eastAsia="华文楷体"/>
          <w:b/>
          <w:sz w:val="24"/>
          <w:szCs w:val="24"/>
        </w:rPr>
      </w:pPr>
      <w:r>
        <w:rPr>
          <w:rFonts w:hint="eastAsia" w:ascii="华文楷体" w:hAnsi="华文楷体" w:eastAsia="华文楷体"/>
          <w:b/>
          <w:sz w:val="24"/>
          <w:szCs w:val="24"/>
        </w:rPr>
        <w:t>书面表达评分标准</w:t>
      </w:r>
    </w:p>
    <w:p>
      <w:pPr>
        <w:spacing w:line="360" w:lineRule="exact"/>
        <w:ind w:firstLine="360" w:firstLineChars="15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共分六档，先确定档次，然后在该档次的上限和下限之间给具体分数。</w:t>
      </w:r>
    </w:p>
    <w:p>
      <w:pPr>
        <w:spacing w:line="360" w:lineRule="exact"/>
        <w:ind w:left="360" w:hanging="360" w:hangingChars="15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>．第一档</w:t>
      </w:r>
      <w:r>
        <w:rPr>
          <w:rFonts w:ascii="华文楷体" w:hAnsi="华文楷体" w:eastAsia="华文楷体"/>
          <w:sz w:val="24"/>
          <w:szCs w:val="24"/>
        </w:rPr>
        <w:t>9-10</w:t>
      </w:r>
      <w:r>
        <w:rPr>
          <w:rFonts w:hint="eastAsia" w:ascii="华文楷体" w:hAnsi="华文楷体" w:eastAsia="华文楷体"/>
          <w:sz w:val="24"/>
          <w:szCs w:val="24"/>
        </w:rPr>
        <w:t>分：叙述要点完整、正确、清晰，语言连贯流畅，基本上无语言结构、用词、拼写、标点错误，词数在要求范围之内（</w:t>
      </w:r>
      <w:r>
        <w:rPr>
          <w:rFonts w:ascii="华文楷体" w:hAnsi="华文楷体" w:eastAsia="华文楷体"/>
          <w:sz w:val="24"/>
          <w:szCs w:val="24"/>
        </w:rPr>
        <w:t>70</w:t>
      </w:r>
      <w:r>
        <w:rPr>
          <w:rFonts w:hint="eastAsia" w:ascii="华文楷体" w:hAnsi="华文楷体" w:eastAsia="华文楷体"/>
          <w:sz w:val="24"/>
          <w:szCs w:val="24"/>
        </w:rPr>
        <w:t>词左右），完整、清晰、有效地传达了规定的信息，且有思维和表达亮点。</w:t>
      </w:r>
    </w:p>
    <w:p>
      <w:pPr>
        <w:spacing w:line="360" w:lineRule="exact"/>
        <w:ind w:left="360" w:hanging="360" w:hangingChars="15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．第二档</w:t>
      </w:r>
      <w:r>
        <w:rPr>
          <w:rFonts w:ascii="华文楷体" w:hAnsi="华文楷体" w:eastAsia="华文楷体"/>
          <w:sz w:val="24"/>
          <w:szCs w:val="24"/>
        </w:rPr>
        <w:t>7-8</w:t>
      </w:r>
      <w:r>
        <w:rPr>
          <w:rFonts w:hint="eastAsia" w:ascii="华文楷体" w:hAnsi="华文楷体" w:eastAsia="华文楷体"/>
          <w:sz w:val="24"/>
          <w:szCs w:val="24"/>
        </w:rPr>
        <w:t>分：叙述要点完整、正确、清晰，语言较连贯流畅，有少量语言、拼写、标点错误，词数在要求范围之内，有效地传达了规定的信息。</w:t>
      </w:r>
    </w:p>
    <w:p>
      <w:pPr>
        <w:spacing w:line="360" w:lineRule="exact"/>
        <w:ind w:left="360" w:hanging="360" w:hangingChars="15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3</w:t>
      </w:r>
      <w:r>
        <w:rPr>
          <w:rFonts w:hint="eastAsia" w:ascii="华文楷体" w:hAnsi="华文楷体" w:eastAsia="华文楷体"/>
          <w:sz w:val="24"/>
          <w:szCs w:val="24"/>
        </w:rPr>
        <w:t>．第三档</w:t>
      </w:r>
      <w:r>
        <w:rPr>
          <w:rFonts w:ascii="华文楷体" w:hAnsi="华文楷体" w:eastAsia="华文楷体"/>
          <w:sz w:val="24"/>
          <w:szCs w:val="24"/>
        </w:rPr>
        <w:t>5-6</w:t>
      </w:r>
      <w:r>
        <w:rPr>
          <w:rFonts w:hint="eastAsia" w:ascii="华文楷体" w:hAnsi="华文楷体" w:eastAsia="华文楷体"/>
          <w:sz w:val="24"/>
          <w:szCs w:val="24"/>
        </w:rPr>
        <w:t>分：叙述要点较完整、正确、清晰，语言较连贯流畅，有一些语言、拼写、标点错误，词数在要求范围之内，较有效地传达了规定的信息。</w:t>
      </w:r>
    </w:p>
    <w:p>
      <w:pPr>
        <w:spacing w:line="360" w:lineRule="exact"/>
        <w:ind w:left="360" w:hanging="360" w:hangingChars="15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4</w:t>
      </w:r>
      <w:r>
        <w:rPr>
          <w:rFonts w:hint="eastAsia" w:ascii="华文楷体" w:hAnsi="华文楷体" w:eastAsia="华文楷体"/>
          <w:sz w:val="24"/>
          <w:szCs w:val="24"/>
        </w:rPr>
        <w:t>．第四档</w:t>
      </w:r>
      <w:r>
        <w:rPr>
          <w:rFonts w:ascii="华文楷体" w:hAnsi="华文楷体" w:eastAsia="华文楷体"/>
          <w:sz w:val="24"/>
          <w:szCs w:val="24"/>
        </w:rPr>
        <w:t>3-4</w:t>
      </w:r>
      <w:r>
        <w:rPr>
          <w:rFonts w:hint="eastAsia" w:ascii="华文楷体" w:hAnsi="华文楷体" w:eastAsia="华文楷体"/>
          <w:sz w:val="24"/>
          <w:szCs w:val="24"/>
        </w:rPr>
        <w:t>分：内容要点遗漏较多，语言连贯流畅性较差，有多处语言、拼写、标点错误，词数未在要求范围之内，部分传达了规定的信息。</w:t>
      </w:r>
    </w:p>
    <w:p>
      <w:pPr>
        <w:spacing w:line="360" w:lineRule="exact"/>
        <w:ind w:left="360" w:hanging="360" w:hangingChars="150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5</w:t>
      </w:r>
      <w:r>
        <w:rPr>
          <w:rFonts w:hint="eastAsia" w:ascii="华文楷体" w:hAnsi="华文楷体" w:eastAsia="华文楷体"/>
          <w:sz w:val="24"/>
          <w:szCs w:val="24"/>
        </w:rPr>
        <w:t>．第五档</w:t>
      </w:r>
      <w:r>
        <w:rPr>
          <w:rFonts w:ascii="华文楷体" w:hAnsi="华文楷体" w:eastAsia="华文楷体"/>
          <w:sz w:val="24"/>
          <w:szCs w:val="24"/>
        </w:rPr>
        <w:t>1-2</w:t>
      </w:r>
      <w:r>
        <w:rPr>
          <w:rFonts w:hint="eastAsia" w:ascii="华文楷体" w:hAnsi="华文楷体" w:eastAsia="华文楷体"/>
          <w:sz w:val="24"/>
          <w:szCs w:val="24"/>
        </w:rPr>
        <w:t>分：表达了少量的内容要点，语言支离破碎，各种错误太多，词数未在要求范围之内，只传达了少量规定的信息。</w:t>
      </w:r>
    </w:p>
    <w:p>
      <w:pPr>
        <w:spacing w:line="360" w:lineRule="exac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6</w:t>
      </w:r>
      <w:r>
        <w:rPr>
          <w:rFonts w:hint="eastAsia" w:ascii="华文楷体" w:hAnsi="华文楷体" w:eastAsia="华文楷体"/>
          <w:sz w:val="24"/>
          <w:szCs w:val="24"/>
        </w:rPr>
        <w:t>．第六档</w:t>
      </w:r>
      <w:r>
        <w:rPr>
          <w:rFonts w:ascii="华文楷体" w:hAnsi="华文楷体" w:eastAsia="华文楷体"/>
          <w:sz w:val="24"/>
          <w:szCs w:val="24"/>
        </w:rPr>
        <w:t>0</w:t>
      </w:r>
      <w:r>
        <w:rPr>
          <w:rFonts w:hint="eastAsia" w:ascii="华文楷体" w:hAnsi="华文楷体" w:eastAsia="华文楷体"/>
          <w:sz w:val="24"/>
          <w:szCs w:val="24"/>
        </w:rPr>
        <w:t>分：所写单词或句子均为无效内容，未能传达规定的信息。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9B7"/>
    <w:rsid w:val="0000008E"/>
    <w:rsid w:val="00000BB4"/>
    <w:rsid w:val="00000D21"/>
    <w:rsid w:val="0000110E"/>
    <w:rsid w:val="00001C5E"/>
    <w:rsid w:val="00001DCA"/>
    <w:rsid w:val="00001F6D"/>
    <w:rsid w:val="000029FC"/>
    <w:rsid w:val="00002E0D"/>
    <w:rsid w:val="00003236"/>
    <w:rsid w:val="0000326B"/>
    <w:rsid w:val="0000351D"/>
    <w:rsid w:val="0000364B"/>
    <w:rsid w:val="00003674"/>
    <w:rsid w:val="0000387B"/>
    <w:rsid w:val="00003880"/>
    <w:rsid w:val="000039CB"/>
    <w:rsid w:val="00003DAC"/>
    <w:rsid w:val="0000483D"/>
    <w:rsid w:val="000048EB"/>
    <w:rsid w:val="00004C68"/>
    <w:rsid w:val="00004E39"/>
    <w:rsid w:val="000052DC"/>
    <w:rsid w:val="00005794"/>
    <w:rsid w:val="000057B6"/>
    <w:rsid w:val="0000596A"/>
    <w:rsid w:val="00005F0C"/>
    <w:rsid w:val="00006158"/>
    <w:rsid w:val="000061E0"/>
    <w:rsid w:val="0000641C"/>
    <w:rsid w:val="000070C9"/>
    <w:rsid w:val="00007269"/>
    <w:rsid w:val="00007541"/>
    <w:rsid w:val="0000759B"/>
    <w:rsid w:val="000079FE"/>
    <w:rsid w:val="00007AE0"/>
    <w:rsid w:val="00007EB3"/>
    <w:rsid w:val="0001015C"/>
    <w:rsid w:val="0001091A"/>
    <w:rsid w:val="00010967"/>
    <w:rsid w:val="000109FE"/>
    <w:rsid w:val="00010BE3"/>
    <w:rsid w:val="00010E97"/>
    <w:rsid w:val="00010F57"/>
    <w:rsid w:val="0001109B"/>
    <w:rsid w:val="00011FCF"/>
    <w:rsid w:val="000123FF"/>
    <w:rsid w:val="0001286C"/>
    <w:rsid w:val="0001298A"/>
    <w:rsid w:val="00012CDC"/>
    <w:rsid w:val="00012DD8"/>
    <w:rsid w:val="00012E31"/>
    <w:rsid w:val="00013070"/>
    <w:rsid w:val="000131B9"/>
    <w:rsid w:val="000134A6"/>
    <w:rsid w:val="00014157"/>
    <w:rsid w:val="000141E3"/>
    <w:rsid w:val="0001428F"/>
    <w:rsid w:val="00014420"/>
    <w:rsid w:val="000146BB"/>
    <w:rsid w:val="00014733"/>
    <w:rsid w:val="00015317"/>
    <w:rsid w:val="00015363"/>
    <w:rsid w:val="0001541A"/>
    <w:rsid w:val="000159D3"/>
    <w:rsid w:val="00015A15"/>
    <w:rsid w:val="00015A82"/>
    <w:rsid w:val="00015C66"/>
    <w:rsid w:val="00015C9F"/>
    <w:rsid w:val="00015E27"/>
    <w:rsid w:val="000162BE"/>
    <w:rsid w:val="000162CC"/>
    <w:rsid w:val="000166EC"/>
    <w:rsid w:val="000167FB"/>
    <w:rsid w:val="00016E69"/>
    <w:rsid w:val="00016EB2"/>
    <w:rsid w:val="0001701E"/>
    <w:rsid w:val="00017280"/>
    <w:rsid w:val="000172B3"/>
    <w:rsid w:val="000176C1"/>
    <w:rsid w:val="00017AC0"/>
    <w:rsid w:val="00017C37"/>
    <w:rsid w:val="00017E78"/>
    <w:rsid w:val="00020010"/>
    <w:rsid w:val="0002024E"/>
    <w:rsid w:val="00020332"/>
    <w:rsid w:val="000206D5"/>
    <w:rsid w:val="00020996"/>
    <w:rsid w:val="00020A47"/>
    <w:rsid w:val="00020C3F"/>
    <w:rsid w:val="00020DCA"/>
    <w:rsid w:val="00021335"/>
    <w:rsid w:val="000214A3"/>
    <w:rsid w:val="00021560"/>
    <w:rsid w:val="000216F0"/>
    <w:rsid w:val="0002190E"/>
    <w:rsid w:val="00021918"/>
    <w:rsid w:val="0002244C"/>
    <w:rsid w:val="00022605"/>
    <w:rsid w:val="00022AA3"/>
    <w:rsid w:val="00022C1D"/>
    <w:rsid w:val="00022C6F"/>
    <w:rsid w:val="00022D08"/>
    <w:rsid w:val="00023661"/>
    <w:rsid w:val="000236D6"/>
    <w:rsid w:val="00023742"/>
    <w:rsid w:val="0002380E"/>
    <w:rsid w:val="00023B21"/>
    <w:rsid w:val="00024016"/>
    <w:rsid w:val="000243D3"/>
    <w:rsid w:val="00024463"/>
    <w:rsid w:val="00024821"/>
    <w:rsid w:val="00024C96"/>
    <w:rsid w:val="00024DF3"/>
    <w:rsid w:val="00024E96"/>
    <w:rsid w:val="00024F24"/>
    <w:rsid w:val="00025AE3"/>
    <w:rsid w:val="00025B67"/>
    <w:rsid w:val="00025D38"/>
    <w:rsid w:val="00025D8C"/>
    <w:rsid w:val="00025F32"/>
    <w:rsid w:val="0002630E"/>
    <w:rsid w:val="00026779"/>
    <w:rsid w:val="00026CBC"/>
    <w:rsid w:val="00026E9C"/>
    <w:rsid w:val="00026FB1"/>
    <w:rsid w:val="000274BC"/>
    <w:rsid w:val="0002751E"/>
    <w:rsid w:val="00027794"/>
    <w:rsid w:val="00027832"/>
    <w:rsid w:val="00027E34"/>
    <w:rsid w:val="00027EF8"/>
    <w:rsid w:val="00030019"/>
    <w:rsid w:val="0003022D"/>
    <w:rsid w:val="000303B6"/>
    <w:rsid w:val="0003050B"/>
    <w:rsid w:val="00030626"/>
    <w:rsid w:val="000308D7"/>
    <w:rsid w:val="00030B32"/>
    <w:rsid w:val="00030CF9"/>
    <w:rsid w:val="000311A7"/>
    <w:rsid w:val="000314AE"/>
    <w:rsid w:val="000314DA"/>
    <w:rsid w:val="000316A8"/>
    <w:rsid w:val="00031A9D"/>
    <w:rsid w:val="00031DBF"/>
    <w:rsid w:val="00031E00"/>
    <w:rsid w:val="00031F81"/>
    <w:rsid w:val="00032056"/>
    <w:rsid w:val="0003225F"/>
    <w:rsid w:val="0003277C"/>
    <w:rsid w:val="00032982"/>
    <w:rsid w:val="00032D3F"/>
    <w:rsid w:val="000330A4"/>
    <w:rsid w:val="00033246"/>
    <w:rsid w:val="000333F0"/>
    <w:rsid w:val="0003345B"/>
    <w:rsid w:val="00033569"/>
    <w:rsid w:val="00033C99"/>
    <w:rsid w:val="000342C9"/>
    <w:rsid w:val="000344FE"/>
    <w:rsid w:val="00034EC7"/>
    <w:rsid w:val="00035802"/>
    <w:rsid w:val="000359E2"/>
    <w:rsid w:val="00035ADD"/>
    <w:rsid w:val="00035B0D"/>
    <w:rsid w:val="00035FAB"/>
    <w:rsid w:val="0003634B"/>
    <w:rsid w:val="000366EA"/>
    <w:rsid w:val="000367FB"/>
    <w:rsid w:val="00036841"/>
    <w:rsid w:val="00036A4E"/>
    <w:rsid w:val="00036B61"/>
    <w:rsid w:val="00036C03"/>
    <w:rsid w:val="00036E7F"/>
    <w:rsid w:val="0003720A"/>
    <w:rsid w:val="0003758E"/>
    <w:rsid w:val="00037603"/>
    <w:rsid w:val="00037A2C"/>
    <w:rsid w:val="00037DA3"/>
    <w:rsid w:val="00037EEA"/>
    <w:rsid w:val="00037F8F"/>
    <w:rsid w:val="000400AF"/>
    <w:rsid w:val="0004054F"/>
    <w:rsid w:val="00040CBA"/>
    <w:rsid w:val="00040DCA"/>
    <w:rsid w:val="0004108E"/>
    <w:rsid w:val="000412CE"/>
    <w:rsid w:val="00041313"/>
    <w:rsid w:val="000413AD"/>
    <w:rsid w:val="0004143C"/>
    <w:rsid w:val="000415ED"/>
    <w:rsid w:val="000415FF"/>
    <w:rsid w:val="00041766"/>
    <w:rsid w:val="00041851"/>
    <w:rsid w:val="00041C8C"/>
    <w:rsid w:val="00041D44"/>
    <w:rsid w:val="00042959"/>
    <w:rsid w:val="00042975"/>
    <w:rsid w:val="000429F5"/>
    <w:rsid w:val="00042A0B"/>
    <w:rsid w:val="00042C43"/>
    <w:rsid w:val="00042F32"/>
    <w:rsid w:val="00042F81"/>
    <w:rsid w:val="00043021"/>
    <w:rsid w:val="00043452"/>
    <w:rsid w:val="0004391F"/>
    <w:rsid w:val="00043CA9"/>
    <w:rsid w:val="00043E06"/>
    <w:rsid w:val="000440A2"/>
    <w:rsid w:val="000441D9"/>
    <w:rsid w:val="00044408"/>
    <w:rsid w:val="0004467A"/>
    <w:rsid w:val="000449C2"/>
    <w:rsid w:val="00044F8B"/>
    <w:rsid w:val="00044FCA"/>
    <w:rsid w:val="0004514E"/>
    <w:rsid w:val="00045544"/>
    <w:rsid w:val="00045B5F"/>
    <w:rsid w:val="00045B8C"/>
    <w:rsid w:val="00045D74"/>
    <w:rsid w:val="0004623E"/>
    <w:rsid w:val="000466FB"/>
    <w:rsid w:val="00046FA3"/>
    <w:rsid w:val="000472A2"/>
    <w:rsid w:val="000474EE"/>
    <w:rsid w:val="00047BAB"/>
    <w:rsid w:val="00047CAD"/>
    <w:rsid w:val="000506D4"/>
    <w:rsid w:val="00050841"/>
    <w:rsid w:val="00050991"/>
    <w:rsid w:val="00050A1E"/>
    <w:rsid w:val="00050AB0"/>
    <w:rsid w:val="00051342"/>
    <w:rsid w:val="000518AA"/>
    <w:rsid w:val="00051AC5"/>
    <w:rsid w:val="00051CA0"/>
    <w:rsid w:val="000528F1"/>
    <w:rsid w:val="00052941"/>
    <w:rsid w:val="000529F5"/>
    <w:rsid w:val="00052D25"/>
    <w:rsid w:val="00052EE6"/>
    <w:rsid w:val="000536A7"/>
    <w:rsid w:val="000537DA"/>
    <w:rsid w:val="00053986"/>
    <w:rsid w:val="0005398B"/>
    <w:rsid w:val="00053D31"/>
    <w:rsid w:val="000540EC"/>
    <w:rsid w:val="000541A1"/>
    <w:rsid w:val="0005430E"/>
    <w:rsid w:val="000544B4"/>
    <w:rsid w:val="00055006"/>
    <w:rsid w:val="00055865"/>
    <w:rsid w:val="00055BDB"/>
    <w:rsid w:val="00055C34"/>
    <w:rsid w:val="00055E8F"/>
    <w:rsid w:val="000561AB"/>
    <w:rsid w:val="0005628D"/>
    <w:rsid w:val="000562AB"/>
    <w:rsid w:val="00056333"/>
    <w:rsid w:val="000567B2"/>
    <w:rsid w:val="000569EC"/>
    <w:rsid w:val="00056B41"/>
    <w:rsid w:val="00056C84"/>
    <w:rsid w:val="00056E73"/>
    <w:rsid w:val="00056FD0"/>
    <w:rsid w:val="00057BDB"/>
    <w:rsid w:val="00057E70"/>
    <w:rsid w:val="000601A5"/>
    <w:rsid w:val="00060202"/>
    <w:rsid w:val="000609CF"/>
    <w:rsid w:val="00060B37"/>
    <w:rsid w:val="00060FF9"/>
    <w:rsid w:val="00061306"/>
    <w:rsid w:val="0006165C"/>
    <w:rsid w:val="000617B9"/>
    <w:rsid w:val="00061867"/>
    <w:rsid w:val="000618C8"/>
    <w:rsid w:val="00061A3C"/>
    <w:rsid w:val="00061B50"/>
    <w:rsid w:val="00062BC2"/>
    <w:rsid w:val="00062E7A"/>
    <w:rsid w:val="00063049"/>
    <w:rsid w:val="00063089"/>
    <w:rsid w:val="000637F5"/>
    <w:rsid w:val="00063A7E"/>
    <w:rsid w:val="00063D47"/>
    <w:rsid w:val="00064098"/>
    <w:rsid w:val="0006413E"/>
    <w:rsid w:val="0006421E"/>
    <w:rsid w:val="0006427D"/>
    <w:rsid w:val="0006471F"/>
    <w:rsid w:val="00064C1F"/>
    <w:rsid w:val="00064D21"/>
    <w:rsid w:val="00064F88"/>
    <w:rsid w:val="000659F7"/>
    <w:rsid w:val="000659FB"/>
    <w:rsid w:val="00066039"/>
    <w:rsid w:val="000661B8"/>
    <w:rsid w:val="0006637F"/>
    <w:rsid w:val="000673E5"/>
    <w:rsid w:val="00067642"/>
    <w:rsid w:val="00067873"/>
    <w:rsid w:val="000678B3"/>
    <w:rsid w:val="00067A38"/>
    <w:rsid w:val="00067C00"/>
    <w:rsid w:val="00070136"/>
    <w:rsid w:val="00070186"/>
    <w:rsid w:val="0007045F"/>
    <w:rsid w:val="000708D3"/>
    <w:rsid w:val="00070FD3"/>
    <w:rsid w:val="00071262"/>
    <w:rsid w:val="00071344"/>
    <w:rsid w:val="000714DB"/>
    <w:rsid w:val="000715EF"/>
    <w:rsid w:val="0007160B"/>
    <w:rsid w:val="000717BF"/>
    <w:rsid w:val="00071AB0"/>
    <w:rsid w:val="00071B76"/>
    <w:rsid w:val="00071C25"/>
    <w:rsid w:val="00071D4F"/>
    <w:rsid w:val="00071EC1"/>
    <w:rsid w:val="00072137"/>
    <w:rsid w:val="000722F2"/>
    <w:rsid w:val="0007235F"/>
    <w:rsid w:val="00072689"/>
    <w:rsid w:val="00072F0A"/>
    <w:rsid w:val="000733E1"/>
    <w:rsid w:val="000736E0"/>
    <w:rsid w:val="00073952"/>
    <w:rsid w:val="00073B9D"/>
    <w:rsid w:val="00073C50"/>
    <w:rsid w:val="00073D37"/>
    <w:rsid w:val="00073F70"/>
    <w:rsid w:val="000743C2"/>
    <w:rsid w:val="000743F4"/>
    <w:rsid w:val="000745AC"/>
    <w:rsid w:val="000745FB"/>
    <w:rsid w:val="00074647"/>
    <w:rsid w:val="000746D8"/>
    <w:rsid w:val="00074819"/>
    <w:rsid w:val="00074D9C"/>
    <w:rsid w:val="00074DC6"/>
    <w:rsid w:val="00074F8C"/>
    <w:rsid w:val="00075088"/>
    <w:rsid w:val="0007508A"/>
    <w:rsid w:val="00075995"/>
    <w:rsid w:val="00075E90"/>
    <w:rsid w:val="000766BE"/>
    <w:rsid w:val="0007679C"/>
    <w:rsid w:val="0007699C"/>
    <w:rsid w:val="000769E7"/>
    <w:rsid w:val="000770AB"/>
    <w:rsid w:val="0007727A"/>
    <w:rsid w:val="00077365"/>
    <w:rsid w:val="00077604"/>
    <w:rsid w:val="000779D0"/>
    <w:rsid w:val="000802F5"/>
    <w:rsid w:val="00080548"/>
    <w:rsid w:val="000807C6"/>
    <w:rsid w:val="00080B20"/>
    <w:rsid w:val="00081425"/>
    <w:rsid w:val="00081A02"/>
    <w:rsid w:val="00081A24"/>
    <w:rsid w:val="00081EFD"/>
    <w:rsid w:val="000823F2"/>
    <w:rsid w:val="00082465"/>
    <w:rsid w:val="00083334"/>
    <w:rsid w:val="000833BE"/>
    <w:rsid w:val="000833C1"/>
    <w:rsid w:val="000835B7"/>
    <w:rsid w:val="000835BD"/>
    <w:rsid w:val="0008388D"/>
    <w:rsid w:val="00083900"/>
    <w:rsid w:val="00083A2B"/>
    <w:rsid w:val="00083BA0"/>
    <w:rsid w:val="00083F9C"/>
    <w:rsid w:val="000841F2"/>
    <w:rsid w:val="0008477C"/>
    <w:rsid w:val="00084783"/>
    <w:rsid w:val="00084867"/>
    <w:rsid w:val="00084891"/>
    <w:rsid w:val="00084ABF"/>
    <w:rsid w:val="00084DD7"/>
    <w:rsid w:val="000850F5"/>
    <w:rsid w:val="00085242"/>
    <w:rsid w:val="00085815"/>
    <w:rsid w:val="000858C2"/>
    <w:rsid w:val="00085A64"/>
    <w:rsid w:val="00085B22"/>
    <w:rsid w:val="00085D9A"/>
    <w:rsid w:val="00086A9B"/>
    <w:rsid w:val="00086F73"/>
    <w:rsid w:val="0008739F"/>
    <w:rsid w:val="00087426"/>
    <w:rsid w:val="000876A9"/>
    <w:rsid w:val="00087DF8"/>
    <w:rsid w:val="00087ED4"/>
    <w:rsid w:val="00087EE2"/>
    <w:rsid w:val="000901B2"/>
    <w:rsid w:val="000902DE"/>
    <w:rsid w:val="000903A1"/>
    <w:rsid w:val="000903B1"/>
    <w:rsid w:val="00090494"/>
    <w:rsid w:val="000907AC"/>
    <w:rsid w:val="000908F8"/>
    <w:rsid w:val="00090B70"/>
    <w:rsid w:val="00090CA3"/>
    <w:rsid w:val="00090DD0"/>
    <w:rsid w:val="000911B8"/>
    <w:rsid w:val="0009161C"/>
    <w:rsid w:val="00091654"/>
    <w:rsid w:val="00091B9B"/>
    <w:rsid w:val="00091BF6"/>
    <w:rsid w:val="00091F10"/>
    <w:rsid w:val="0009225F"/>
    <w:rsid w:val="000922BD"/>
    <w:rsid w:val="00092679"/>
    <w:rsid w:val="0009281E"/>
    <w:rsid w:val="00092889"/>
    <w:rsid w:val="00092997"/>
    <w:rsid w:val="000929F7"/>
    <w:rsid w:val="00092B59"/>
    <w:rsid w:val="00092C47"/>
    <w:rsid w:val="00092D08"/>
    <w:rsid w:val="00092D8B"/>
    <w:rsid w:val="00093215"/>
    <w:rsid w:val="000932F0"/>
    <w:rsid w:val="000933C6"/>
    <w:rsid w:val="00093C61"/>
    <w:rsid w:val="00093D63"/>
    <w:rsid w:val="00094007"/>
    <w:rsid w:val="00094121"/>
    <w:rsid w:val="000946F9"/>
    <w:rsid w:val="00094ABB"/>
    <w:rsid w:val="00094B7E"/>
    <w:rsid w:val="000951C8"/>
    <w:rsid w:val="00095935"/>
    <w:rsid w:val="000960CE"/>
    <w:rsid w:val="0009613E"/>
    <w:rsid w:val="00096282"/>
    <w:rsid w:val="000962B4"/>
    <w:rsid w:val="00096931"/>
    <w:rsid w:val="00096A13"/>
    <w:rsid w:val="00096B91"/>
    <w:rsid w:val="00096F9E"/>
    <w:rsid w:val="00097054"/>
    <w:rsid w:val="000970DF"/>
    <w:rsid w:val="0009715D"/>
    <w:rsid w:val="00097682"/>
    <w:rsid w:val="0009779D"/>
    <w:rsid w:val="00097AA4"/>
    <w:rsid w:val="00097B40"/>
    <w:rsid w:val="000A0127"/>
    <w:rsid w:val="000A01B8"/>
    <w:rsid w:val="000A04E5"/>
    <w:rsid w:val="000A0715"/>
    <w:rsid w:val="000A0CC9"/>
    <w:rsid w:val="000A12DC"/>
    <w:rsid w:val="000A16CC"/>
    <w:rsid w:val="000A1A86"/>
    <w:rsid w:val="000A1D01"/>
    <w:rsid w:val="000A20F7"/>
    <w:rsid w:val="000A231F"/>
    <w:rsid w:val="000A2A7C"/>
    <w:rsid w:val="000A2B1F"/>
    <w:rsid w:val="000A2BB5"/>
    <w:rsid w:val="000A2BFD"/>
    <w:rsid w:val="000A2DC9"/>
    <w:rsid w:val="000A32D3"/>
    <w:rsid w:val="000A339F"/>
    <w:rsid w:val="000A34C1"/>
    <w:rsid w:val="000A3744"/>
    <w:rsid w:val="000A3BD9"/>
    <w:rsid w:val="000A45F5"/>
    <w:rsid w:val="000A4D53"/>
    <w:rsid w:val="000A4EC7"/>
    <w:rsid w:val="000A56C5"/>
    <w:rsid w:val="000A57BA"/>
    <w:rsid w:val="000A5B79"/>
    <w:rsid w:val="000A5EA6"/>
    <w:rsid w:val="000A6084"/>
    <w:rsid w:val="000A6777"/>
    <w:rsid w:val="000A68D2"/>
    <w:rsid w:val="000A6A84"/>
    <w:rsid w:val="000A72C8"/>
    <w:rsid w:val="000A7CFF"/>
    <w:rsid w:val="000A7DB5"/>
    <w:rsid w:val="000B0082"/>
    <w:rsid w:val="000B01C9"/>
    <w:rsid w:val="000B042C"/>
    <w:rsid w:val="000B049B"/>
    <w:rsid w:val="000B0698"/>
    <w:rsid w:val="000B09C3"/>
    <w:rsid w:val="000B0A51"/>
    <w:rsid w:val="000B1213"/>
    <w:rsid w:val="000B1390"/>
    <w:rsid w:val="000B14DB"/>
    <w:rsid w:val="000B16DB"/>
    <w:rsid w:val="000B17D9"/>
    <w:rsid w:val="000B1A8D"/>
    <w:rsid w:val="000B1D26"/>
    <w:rsid w:val="000B2159"/>
    <w:rsid w:val="000B2356"/>
    <w:rsid w:val="000B23B9"/>
    <w:rsid w:val="000B27C6"/>
    <w:rsid w:val="000B29C7"/>
    <w:rsid w:val="000B2B3C"/>
    <w:rsid w:val="000B2D1F"/>
    <w:rsid w:val="000B36BC"/>
    <w:rsid w:val="000B3B90"/>
    <w:rsid w:val="000B41B8"/>
    <w:rsid w:val="000B44CB"/>
    <w:rsid w:val="000B4544"/>
    <w:rsid w:val="000B4887"/>
    <w:rsid w:val="000B4CBB"/>
    <w:rsid w:val="000B4CF9"/>
    <w:rsid w:val="000B503B"/>
    <w:rsid w:val="000B53F4"/>
    <w:rsid w:val="000B54B0"/>
    <w:rsid w:val="000B595A"/>
    <w:rsid w:val="000B5B96"/>
    <w:rsid w:val="000B5E46"/>
    <w:rsid w:val="000B5F02"/>
    <w:rsid w:val="000B600F"/>
    <w:rsid w:val="000B62CC"/>
    <w:rsid w:val="000B6319"/>
    <w:rsid w:val="000B64ED"/>
    <w:rsid w:val="000B653B"/>
    <w:rsid w:val="000B6A86"/>
    <w:rsid w:val="000B6D72"/>
    <w:rsid w:val="000B6D90"/>
    <w:rsid w:val="000B6E1C"/>
    <w:rsid w:val="000B7517"/>
    <w:rsid w:val="000B75B8"/>
    <w:rsid w:val="000B7C9B"/>
    <w:rsid w:val="000B7DD1"/>
    <w:rsid w:val="000B7EB6"/>
    <w:rsid w:val="000B7F27"/>
    <w:rsid w:val="000C006E"/>
    <w:rsid w:val="000C006F"/>
    <w:rsid w:val="000C04F8"/>
    <w:rsid w:val="000C0BDF"/>
    <w:rsid w:val="000C0C0F"/>
    <w:rsid w:val="000C0F95"/>
    <w:rsid w:val="000C124C"/>
    <w:rsid w:val="000C1403"/>
    <w:rsid w:val="000C219C"/>
    <w:rsid w:val="000C2C69"/>
    <w:rsid w:val="000C36BF"/>
    <w:rsid w:val="000C3963"/>
    <w:rsid w:val="000C3BF0"/>
    <w:rsid w:val="000C418D"/>
    <w:rsid w:val="000C41C5"/>
    <w:rsid w:val="000C4707"/>
    <w:rsid w:val="000C4749"/>
    <w:rsid w:val="000C47AC"/>
    <w:rsid w:val="000C4B20"/>
    <w:rsid w:val="000C4B3D"/>
    <w:rsid w:val="000C4F1A"/>
    <w:rsid w:val="000C51B2"/>
    <w:rsid w:val="000C51F9"/>
    <w:rsid w:val="000C5400"/>
    <w:rsid w:val="000C5498"/>
    <w:rsid w:val="000C55EE"/>
    <w:rsid w:val="000C59AE"/>
    <w:rsid w:val="000C5D2D"/>
    <w:rsid w:val="000C5F4E"/>
    <w:rsid w:val="000C6331"/>
    <w:rsid w:val="000C64A1"/>
    <w:rsid w:val="000C68FC"/>
    <w:rsid w:val="000C691E"/>
    <w:rsid w:val="000C6B95"/>
    <w:rsid w:val="000C6D1B"/>
    <w:rsid w:val="000C6D1D"/>
    <w:rsid w:val="000C7D38"/>
    <w:rsid w:val="000C7FB1"/>
    <w:rsid w:val="000D0143"/>
    <w:rsid w:val="000D0417"/>
    <w:rsid w:val="000D055D"/>
    <w:rsid w:val="000D05A5"/>
    <w:rsid w:val="000D07E1"/>
    <w:rsid w:val="000D09E5"/>
    <w:rsid w:val="000D0CD5"/>
    <w:rsid w:val="000D0EF4"/>
    <w:rsid w:val="000D0F57"/>
    <w:rsid w:val="000D11D7"/>
    <w:rsid w:val="000D1246"/>
    <w:rsid w:val="000D184C"/>
    <w:rsid w:val="000D1968"/>
    <w:rsid w:val="000D2394"/>
    <w:rsid w:val="000D24E2"/>
    <w:rsid w:val="000D2657"/>
    <w:rsid w:val="000D285D"/>
    <w:rsid w:val="000D288F"/>
    <w:rsid w:val="000D2BCB"/>
    <w:rsid w:val="000D2E87"/>
    <w:rsid w:val="000D3050"/>
    <w:rsid w:val="000D31D3"/>
    <w:rsid w:val="000D33A6"/>
    <w:rsid w:val="000D34EB"/>
    <w:rsid w:val="000D36D1"/>
    <w:rsid w:val="000D376B"/>
    <w:rsid w:val="000D379B"/>
    <w:rsid w:val="000D3801"/>
    <w:rsid w:val="000D3E38"/>
    <w:rsid w:val="000D3F8F"/>
    <w:rsid w:val="000D43D5"/>
    <w:rsid w:val="000D44AB"/>
    <w:rsid w:val="000D4A53"/>
    <w:rsid w:val="000D4C3F"/>
    <w:rsid w:val="000D4E03"/>
    <w:rsid w:val="000D5097"/>
    <w:rsid w:val="000D53E8"/>
    <w:rsid w:val="000D5400"/>
    <w:rsid w:val="000D5471"/>
    <w:rsid w:val="000D54FD"/>
    <w:rsid w:val="000D6182"/>
    <w:rsid w:val="000D64B7"/>
    <w:rsid w:val="000D6756"/>
    <w:rsid w:val="000D6805"/>
    <w:rsid w:val="000D689F"/>
    <w:rsid w:val="000D697E"/>
    <w:rsid w:val="000D6A42"/>
    <w:rsid w:val="000D6CDC"/>
    <w:rsid w:val="000D72E3"/>
    <w:rsid w:val="000D73F5"/>
    <w:rsid w:val="000D769A"/>
    <w:rsid w:val="000D783E"/>
    <w:rsid w:val="000D78C8"/>
    <w:rsid w:val="000D7949"/>
    <w:rsid w:val="000D79BF"/>
    <w:rsid w:val="000D7AEF"/>
    <w:rsid w:val="000E00A0"/>
    <w:rsid w:val="000E00F2"/>
    <w:rsid w:val="000E04A3"/>
    <w:rsid w:val="000E056F"/>
    <w:rsid w:val="000E068E"/>
    <w:rsid w:val="000E0825"/>
    <w:rsid w:val="000E0AD0"/>
    <w:rsid w:val="000E0DA1"/>
    <w:rsid w:val="000E0E40"/>
    <w:rsid w:val="000E0F4B"/>
    <w:rsid w:val="000E1017"/>
    <w:rsid w:val="000E130A"/>
    <w:rsid w:val="000E1F73"/>
    <w:rsid w:val="000E20BC"/>
    <w:rsid w:val="000E27BB"/>
    <w:rsid w:val="000E28E0"/>
    <w:rsid w:val="000E2B1F"/>
    <w:rsid w:val="000E3003"/>
    <w:rsid w:val="000E3076"/>
    <w:rsid w:val="000E329C"/>
    <w:rsid w:val="000E359B"/>
    <w:rsid w:val="000E387C"/>
    <w:rsid w:val="000E3D09"/>
    <w:rsid w:val="000E3DF8"/>
    <w:rsid w:val="000E3E9D"/>
    <w:rsid w:val="000E42AA"/>
    <w:rsid w:val="000E42FA"/>
    <w:rsid w:val="000E4615"/>
    <w:rsid w:val="000E4753"/>
    <w:rsid w:val="000E4936"/>
    <w:rsid w:val="000E4A6A"/>
    <w:rsid w:val="000E4B23"/>
    <w:rsid w:val="000E4FE6"/>
    <w:rsid w:val="000E5436"/>
    <w:rsid w:val="000E58F3"/>
    <w:rsid w:val="000E62D9"/>
    <w:rsid w:val="000E63F4"/>
    <w:rsid w:val="000E6F6E"/>
    <w:rsid w:val="000E6FB9"/>
    <w:rsid w:val="000E7190"/>
    <w:rsid w:val="000E721F"/>
    <w:rsid w:val="000E75A1"/>
    <w:rsid w:val="000E7759"/>
    <w:rsid w:val="000F0138"/>
    <w:rsid w:val="000F05E6"/>
    <w:rsid w:val="000F06E1"/>
    <w:rsid w:val="000F0765"/>
    <w:rsid w:val="000F081F"/>
    <w:rsid w:val="000F0BC0"/>
    <w:rsid w:val="000F0C0E"/>
    <w:rsid w:val="000F0E72"/>
    <w:rsid w:val="000F0F4B"/>
    <w:rsid w:val="000F1806"/>
    <w:rsid w:val="000F186E"/>
    <w:rsid w:val="000F1903"/>
    <w:rsid w:val="000F1949"/>
    <w:rsid w:val="000F195C"/>
    <w:rsid w:val="000F1B1B"/>
    <w:rsid w:val="000F1B2E"/>
    <w:rsid w:val="000F2079"/>
    <w:rsid w:val="000F21CD"/>
    <w:rsid w:val="000F23F2"/>
    <w:rsid w:val="000F2508"/>
    <w:rsid w:val="000F25A0"/>
    <w:rsid w:val="000F28CA"/>
    <w:rsid w:val="000F2A1F"/>
    <w:rsid w:val="000F2BC1"/>
    <w:rsid w:val="000F2D10"/>
    <w:rsid w:val="000F2F4D"/>
    <w:rsid w:val="000F30F1"/>
    <w:rsid w:val="000F313E"/>
    <w:rsid w:val="000F32BF"/>
    <w:rsid w:val="000F337D"/>
    <w:rsid w:val="000F38FF"/>
    <w:rsid w:val="000F3B5A"/>
    <w:rsid w:val="000F3E92"/>
    <w:rsid w:val="000F3F06"/>
    <w:rsid w:val="000F3F96"/>
    <w:rsid w:val="000F3F9C"/>
    <w:rsid w:val="000F4019"/>
    <w:rsid w:val="000F4573"/>
    <w:rsid w:val="000F476A"/>
    <w:rsid w:val="000F47D9"/>
    <w:rsid w:val="000F50AB"/>
    <w:rsid w:val="000F50B3"/>
    <w:rsid w:val="000F559E"/>
    <w:rsid w:val="000F56C5"/>
    <w:rsid w:val="000F5CB2"/>
    <w:rsid w:val="000F5F73"/>
    <w:rsid w:val="000F5F7A"/>
    <w:rsid w:val="000F64AC"/>
    <w:rsid w:val="000F6611"/>
    <w:rsid w:val="000F664C"/>
    <w:rsid w:val="000F6E28"/>
    <w:rsid w:val="000F6F8E"/>
    <w:rsid w:val="000F718A"/>
    <w:rsid w:val="000F7350"/>
    <w:rsid w:val="000F736F"/>
    <w:rsid w:val="000F7535"/>
    <w:rsid w:val="000F7643"/>
    <w:rsid w:val="000F7654"/>
    <w:rsid w:val="000F7B29"/>
    <w:rsid w:val="00100240"/>
    <w:rsid w:val="001003BA"/>
    <w:rsid w:val="00100513"/>
    <w:rsid w:val="001005C2"/>
    <w:rsid w:val="00100941"/>
    <w:rsid w:val="00100AE2"/>
    <w:rsid w:val="00100B6F"/>
    <w:rsid w:val="00100DBF"/>
    <w:rsid w:val="001011E1"/>
    <w:rsid w:val="001016F1"/>
    <w:rsid w:val="00101A99"/>
    <w:rsid w:val="0010212C"/>
    <w:rsid w:val="001024BC"/>
    <w:rsid w:val="00102A15"/>
    <w:rsid w:val="00102D31"/>
    <w:rsid w:val="00103379"/>
    <w:rsid w:val="001034DF"/>
    <w:rsid w:val="0010358E"/>
    <w:rsid w:val="0010362F"/>
    <w:rsid w:val="0010372A"/>
    <w:rsid w:val="00103B08"/>
    <w:rsid w:val="00103C2A"/>
    <w:rsid w:val="001045E2"/>
    <w:rsid w:val="00104645"/>
    <w:rsid w:val="0010474A"/>
    <w:rsid w:val="00104BBF"/>
    <w:rsid w:val="00104BC5"/>
    <w:rsid w:val="00105080"/>
    <w:rsid w:val="0010521A"/>
    <w:rsid w:val="001052A0"/>
    <w:rsid w:val="0010549D"/>
    <w:rsid w:val="001059D4"/>
    <w:rsid w:val="001059F9"/>
    <w:rsid w:val="00105E32"/>
    <w:rsid w:val="00106226"/>
    <w:rsid w:val="00106A8D"/>
    <w:rsid w:val="00106AEA"/>
    <w:rsid w:val="00106C8E"/>
    <w:rsid w:val="001072C9"/>
    <w:rsid w:val="001077BF"/>
    <w:rsid w:val="001100D9"/>
    <w:rsid w:val="00110344"/>
    <w:rsid w:val="0011083F"/>
    <w:rsid w:val="00110B63"/>
    <w:rsid w:val="00110C14"/>
    <w:rsid w:val="00110DFA"/>
    <w:rsid w:val="00111559"/>
    <w:rsid w:val="001117BC"/>
    <w:rsid w:val="0011196B"/>
    <w:rsid w:val="00111A04"/>
    <w:rsid w:val="00111A1E"/>
    <w:rsid w:val="00111EE0"/>
    <w:rsid w:val="0011203A"/>
    <w:rsid w:val="00112329"/>
    <w:rsid w:val="00112481"/>
    <w:rsid w:val="00112489"/>
    <w:rsid w:val="001125D6"/>
    <w:rsid w:val="00112A0F"/>
    <w:rsid w:val="00112E7F"/>
    <w:rsid w:val="001130D5"/>
    <w:rsid w:val="00113245"/>
    <w:rsid w:val="00113362"/>
    <w:rsid w:val="00113C12"/>
    <w:rsid w:val="00114158"/>
    <w:rsid w:val="001143D1"/>
    <w:rsid w:val="0011471B"/>
    <w:rsid w:val="00114B33"/>
    <w:rsid w:val="00114BF5"/>
    <w:rsid w:val="00114C0A"/>
    <w:rsid w:val="00114E67"/>
    <w:rsid w:val="00114F64"/>
    <w:rsid w:val="001151A1"/>
    <w:rsid w:val="00115293"/>
    <w:rsid w:val="001154EC"/>
    <w:rsid w:val="0011566D"/>
    <w:rsid w:val="00115905"/>
    <w:rsid w:val="0011594A"/>
    <w:rsid w:val="00115A7C"/>
    <w:rsid w:val="00115D80"/>
    <w:rsid w:val="0011601A"/>
    <w:rsid w:val="00116A28"/>
    <w:rsid w:val="00116A77"/>
    <w:rsid w:val="00116C5A"/>
    <w:rsid w:val="00116D16"/>
    <w:rsid w:val="0011707B"/>
    <w:rsid w:val="001171AA"/>
    <w:rsid w:val="001171ED"/>
    <w:rsid w:val="001175C6"/>
    <w:rsid w:val="00117637"/>
    <w:rsid w:val="00117935"/>
    <w:rsid w:val="001179DE"/>
    <w:rsid w:val="00117AEA"/>
    <w:rsid w:val="00117B8E"/>
    <w:rsid w:val="00117D0B"/>
    <w:rsid w:val="001202D0"/>
    <w:rsid w:val="001206CB"/>
    <w:rsid w:val="00120B60"/>
    <w:rsid w:val="00120D8B"/>
    <w:rsid w:val="00121016"/>
    <w:rsid w:val="00121229"/>
    <w:rsid w:val="00121721"/>
    <w:rsid w:val="00121C41"/>
    <w:rsid w:val="00121DDD"/>
    <w:rsid w:val="001220C1"/>
    <w:rsid w:val="00122105"/>
    <w:rsid w:val="00122C9A"/>
    <w:rsid w:val="0012321C"/>
    <w:rsid w:val="0012334A"/>
    <w:rsid w:val="001233E8"/>
    <w:rsid w:val="0012356C"/>
    <w:rsid w:val="00123F33"/>
    <w:rsid w:val="001242ED"/>
    <w:rsid w:val="0012442D"/>
    <w:rsid w:val="001248D3"/>
    <w:rsid w:val="00124B10"/>
    <w:rsid w:val="00124F5D"/>
    <w:rsid w:val="00125C60"/>
    <w:rsid w:val="00125EFA"/>
    <w:rsid w:val="0012603D"/>
    <w:rsid w:val="0012607D"/>
    <w:rsid w:val="00126205"/>
    <w:rsid w:val="00126444"/>
    <w:rsid w:val="00126748"/>
    <w:rsid w:val="00126C44"/>
    <w:rsid w:val="00126F6A"/>
    <w:rsid w:val="00126F6B"/>
    <w:rsid w:val="001270A3"/>
    <w:rsid w:val="001274A4"/>
    <w:rsid w:val="00127756"/>
    <w:rsid w:val="00127DBC"/>
    <w:rsid w:val="00127E8D"/>
    <w:rsid w:val="001302C8"/>
    <w:rsid w:val="00130358"/>
    <w:rsid w:val="00130E17"/>
    <w:rsid w:val="00130E3E"/>
    <w:rsid w:val="0013107D"/>
    <w:rsid w:val="001310A3"/>
    <w:rsid w:val="00131255"/>
    <w:rsid w:val="00131A72"/>
    <w:rsid w:val="00132011"/>
    <w:rsid w:val="00132355"/>
    <w:rsid w:val="00132B29"/>
    <w:rsid w:val="00132D3B"/>
    <w:rsid w:val="001334DA"/>
    <w:rsid w:val="00133B52"/>
    <w:rsid w:val="00133CAC"/>
    <w:rsid w:val="001345A3"/>
    <w:rsid w:val="001349F7"/>
    <w:rsid w:val="00134B9F"/>
    <w:rsid w:val="00134C2D"/>
    <w:rsid w:val="00134DC0"/>
    <w:rsid w:val="00135476"/>
    <w:rsid w:val="00135831"/>
    <w:rsid w:val="001359BF"/>
    <w:rsid w:val="00135A48"/>
    <w:rsid w:val="00135D34"/>
    <w:rsid w:val="00135F12"/>
    <w:rsid w:val="00135F6C"/>
    <w:rsid w:val="0013636E"/>
    <w:rsid w:val="00136587"/>
    <w:rsid w:val="001367C5"/>
    <w:rsid w:val="00136ABD"/>
    <w:rsid w:val="00136C3C"/>
    <w:rsid w:val="00136E9B"/>
    <w:rsid w:val="00137140"/>
    <w:rsid w:val="001371FA"/>
    <w:rsid w:val="0013723C"/>
    <w:rsid w:val="001372B1"/>
    <w:rsid w:val="00137538"/>
    <w:rsid w:val="00137C80"/>
    <w:rsid w:val="0014002E"/>
    <w:rsid w:val="0014028B"/>
    <w:rsid w:val="00140373"/>
    <w:rsid w:val="001404BB"/>
    <w:rsid w:val="001407AA"/>
    <w:rsid w:val="00140867"/>
    <w:rsid w:val="001410CB"/>
    <w:rsid w:val="0014111C"/>
    <w:rsid w:val="0014126D"/>
    <w:rsid w:val="001415FA"/>
    <w:rsid w:val="00141684"/>
    <w:rsid w:val="001417D0"/>
    <w:rsid w:val="001418C8"/>
    <w:rsid w:val="00141BF0"/>
    <w:rsid w:val="00141F0C"/>
    <w:rsid w:val="00142082"/>
    <w:rsid w:val="00142121"/>
    <w:rsid w:val="001423E2"/>
    <w:rsid w:val="0014286F"/>
    <w:rsid w:val="001429D1"/>
    <w:rsid w:val="00142A8D"/>
    <w:rsid w:val="00142D2E"/>
    <w:rsid w:val="00142E2A"/>
    <w:rsid w:val="001439F3"/>
    <w:rsid w:val="00143A4D"/>
    <w:rsid w:val="00143A7F"/>
    <w:rsid w:val="00143BA4"/>
    <w:rsid w:val="00143C36"/>
    <w:rsid w:val="0014434F"/>
    <w:rsid w:val="001443B7"/>
    <w:rsid w:val="00144805"/>
    <w:rsid w:val="00144A04"/>
    <w:rsid w:val="00144C5F"/>
    <w:rsid w:val="001457E7"/>
    <w:rsid w:val="00145C0E"/>
    <w:rsid w:val="00145DCA"/>
    <w:rsid w:val="001460C1"/>
    <w:rsid w:val="00146531"/>
    <w:rsid w:val="0014661C"/>
    <w:rsid w:val="0014692D"/>
    <w:rsid w:val="00146EBE"/>
    <w:rsid w:val="00147356"/>
    <w:rsid w:val="00147856"/>
    <w:rsid w:val="00147FC6"/>
    <w:rsid w:val="00150218"/>
    <w:rsid w:val="00150445"/>
    <w:rsid w:val="001506A8"/>
    <w:rsid w:val="00150842"/>
    <w:rsid w:val="00150BBE"/>
    <w:rsid w:val="00151446"/>
    <w:rsid w:val="00151537"/>
    <w:rsid w:val="00151785"/>
    <w:rsid w:val="001517C5"/>
    <w:rsid w:val="001517F4"/>
    <w:rsid w:val="001519BE"/>
    <w:rsid w:val="001519E6"/>
    <w:rsid w:val="00151A90"/>
    <w:rsid w:val="00151AFD"/>
    <w:rsid w:val="00151BFC"/>
    <w:rsid w:val="00151CEB"/>
    <w:rsid w:val="00151EA7"/>
    <w:rsid w:val="0015201D"/>
    <w:rsid w:val="0015208D"/>
    <w:rsid w:val="001522E4"/>
    <w:rsid w:val="001524D6"/>
    <w:rsid w:val="00152521"/>
    <w:rsid w:val="001525B2"/>
    <w:rsid w:val="001525B6"/>
    <w:rsid w:val="00152787"/>
    <w:rsid w:val="00152E46"/>
    <w:rsid w:val="001536CF"/>
    <w:rsid w:val="001537F3"/>
    <w:rsid w:val="001538DA"/>
    <w:rsid w:val="00153D60"/>
    <w:rsid w:val="001546D3"/>
    <w:rsid w:val="001548DC"/>
    <w:rsid w:val="00154F94"/>
    <w:rsid w:val="00154FE0"/>
    <w:rsid w:val="001550D9"/>
    <w:rsid w:val="00155286"/>
    <w:rsid w:val="00155C3F"/>
    <w:rsid w:val="00155EF5"/>
    <w:rsid w:val="00156076"/>
    <w:rsid w:val="0015610B"/>
    <w:rsid w:val="00156BF3"/>
    <w:rsid w:val="00156D19"/>
    <w:rsid w:val="00156DD6"/>
    <w:rsid w:val="0015709E"/>
    <w:rsid w:val="00157235"/>
    <w:rsid w:val="00157264"/>
    <w:rsid w:val="00157344"/>
    <w:rsid w:val="0015766B"/>
    <w:rsid w:val="001578F7"/>
    <w:rsid w:val="001579B8"/>
    <w:rsid w:val="00157AA7"/>
    <w:rsid w:val="00157B32"/>
    <w:rsid w:val="00157F35"/>
    <w:rsid w:val="00157F59"/>
    <w:rsid w:val="00160005"/>
    <w:rsid w:val="00160086"/>
    <w:rsid w:val="0016042C"/>
    <w:rsid w:val="00160841"/>
    <w:rsid w:val="00160A76"/>
    <w:rsid w:val="00160B82"/>
    <w:rsid w:val="00160FD1"/>
    <w:rsid w:val="00161217"/>
    <w:rsid w:val="00161966"/>
    <w:rsid w:val="00161D18"/>
    <w:rsid w:val="00161ECB"/>
    <w:rsid w:val="00161F1E"/>
    <w:rsid w:val="00162032"/>
    <w:rsid w:val="0016217E"/>
    <w:rsid w:val="0016229C"/>
    <w:rsid w:val="00162433"/>
    <w:rsid w:val="001629B5"/>
    <w:rsid w:val="00162B67"/>
    <w:rsid w:val="00162D89"/>
    <w:rsid w:val="00163288"/>
    <w:rsid w:val="00163715"/>
    <w:rsid w:val="001638D0"/>
    <w:rsid w:val="00163CB1"/>
    <w:rsid w:val="00164024"/>
    <w:rsid w:val="001646CD"/>
    <w:rsid w:val="001646D6"/>
    <w:rsid w:val="001647D2"/>
    <w:rsid w:val="001648FC"/>
    <w:rsid w:val="00164B7B"/>
    <w:rsid w:val="00164BC8"/>
    <w:rsid w:val="00164FEC"/>
    <w:rsid w:val="00165136"/>
    <w:rsid w:val="00165347"/>
    <w:rsid w:val="0016557C"/>
    <w:rsid w:val="00165B9E"/>
    <w:rsid w:val="00165DB7"/>
    <w:rsid w:val="001662DA"/>
    <w:rsid w:val="0016688F"/>
    <w:rsid w:val="00166B1D"/>
    <w:rsid w:val="00166BD2"/>
    <w:rsid w:val="00166CA4"/>
    <w:rsid w:val="00166E47"/>
    <w:rsid w:val="001671BE"/>
    <w:rsid w:val="001673B5"/>
    <w:rsid w:val="001675D4"/>
    <w:rsid w:val="001679EE"/>
    <w:rsid w:val="00167C6A"/>
    <w:rsid w:val="00167F93"/>
    <w:rsid w:val="00170EEA"/>
    <w:rsid w:val="001714F3"/>
    <w:rsid w:val="0017179D"/>
    <w:rsid w:val="00171AC3"/>
    <w:rsid w:val="00171B28"/>
    <w:rsid w:val="00171E8D"/>
    <w:rsid w:val="001721D1"/>
    <w:rsid w:val="00172325"/>
    <w:rsid w:val="001724C9"/>
    <w:rsid w:val="001724F8"/>
    <w:rsid w:val="00172891"/>
    <w:rsid w:val="001729AD"/>
    <w:rsid w:val="00172E30"/>
    <w:rsid w:val="00173427"/>
    <w:rsid w:val="0017349C"/>
    <w:rsid w:val="0017366F"/>
    <w:rsid w:val="001739E5"/>
    <w:rsid w:val="00174326"/>
    <w:rsid w:val="0017452C"/>
    <w:rsid w:val="00174C53"/>
    <w:rsid w:val="00174D5D"/>
    <w:rsid w:val="00174F30"/>
    <w:rsid w:val="00174FA9"/>
    <w:rsid w:val="0017543F"/>
    <w:rsid w:val="0017547B"/>
    <w:rsid w:val="00175593"/>
    <w:rsid w:val="00175744"/>
    <w:rsid w:val="00175850"/>
    <w:rsid w:val="00175B9C"/>
    <w:rsid w:val="00175E1F"/>
    <w:rsid w:val="001762F3"/>
    <w:rsid w:val="0017688F"/>
    <w:rsid w:val="00176BCF"/>
    <w:rsid w:val="00176D67"/>
    <w:rsid w:val="001771A3"/>
    <w:rsid w:val="00177205"/>
    <w:rsid w:val="00177921"/>
    <w:rsid w:val="001779F6"/>
    <w:rsid w:val="00177A42"/>
    <w:rsid w:val="00177B78"/>
    <w:rsid w:val="00177D40"/>
    <w:rsid w:val="00177D65"/>
    <w:rsid w:val="001804BB"/>
    <w:rsid w:val="001804ED"/>
    <w:rsid w:val="00180785"/>
    <w:rsid w:val="00180B11"/>
    <w:rsid w:val="00180D82"/>
    <w:rsid w:val="00181660"/>
    <w:rsid w:val="00181E3E"/>
    <w:rsid w:val="00181F26"/>
    <w:rsid w:val="00182143"/>
    <w:rsid w:val="00182326"/>
    <w:rsid w:val="00182337"/>
    <w:rsid w:val="00182369"/>
    <w:rsid w:val="00182376"/>
    <w:rsid w:val="0018239C"/>
    <w:rsid w:val="001828EA"/>
    <w:rsid w:val="00182D40"/>
    <w:rsid w:val="00183167"/>
    <w:rsid w:val="0018322D"/>
    <w:rsid w:val="001839CF"/>
    <w:rsid w:val="00183E58"/>
    <w:rsid w:val="00183EFB"/>
    <w:rsid w:val="00184221"/>
    <w:rsid w:val="0018435A"/>
    <w:rsid w:val="00184572"/>
    <w:rsid w:val="00184A20"/>
    <w:rsid w:val="00184F0E"/>
    <w:rsid w:val="00185CE5"/>
    <w:rsid w:val="00185E9F"/>
    <w:rsid w:val="001865A1"/>
    <w:rsid w:val="0018662C"/>
    <w:rsid w:val="0018676D"/>
    <w:rsid w:val="001867F3"/>
    <w:rsid w:val="001870F7"/>
    <w:rsid w:val="001871DF"/>
    <w:rsid w:val="00187372"/>
    <w:rsid w:val="001875B0"/>
    <w:rsid w:val="00187816"/>
    <w:rsid w:val="001878F4"/>
    <w:rsid w:val="00187B19"/>
    <w:rsid w:val="00187F9F"/>
    <w:rsid w:val="0019009E"/>
    <w:rsid w:val="001909A2"/>
    <w:rsid w:val="001909E1"/>
    <w:rsid w:val="00190E50"/>
    <w:rsid w:val="00190F27"/>
    <w:rsid w:val="0019113C"/>
    <w:rsid w:val="001911C9"/>
    <w:rsid w:val="001912F6"/>
    <w:rsid w:val="0019131B"/>
    <w:rsid w:val="00191428"/>
    <w:rsid w:val="001918F5"/>
    <w:rsid w:val="00191D25"/>
    <w:rsid w:val="00191DED"/>
    <w:rsid w:val="00192076"/>
    <w:rsid w:val="00192365"/>
    <w:rsid w:val="00192487"/>
    <w:rsid w:val="00192547"/>
    <w:rsid w:val="00192686"/>
    <w:rsid w:val="00192928"/>
    <w:rsid w:val="00192AFB"/>
    <w:rsid w:val="00192C15"/>
    <w:rsid w:val="001930E2"/>
    <w:rsid w:val="00193618"/>
    <w:rsid w:val="00193C95"/>
    <w:rsid w:val="00193D1A"/>
    <w:rsid w:val="00193D28"/>
    <w:rsid w:val="00193E3D"/>
    <w:rsid w:val="001941A6"/>
    <w:rsid w:val="001944FB"/>
    <w:rsid w:val="00194922"/>
    <w:rsid w:val="00194999"/>
    <w:rsid w:val="00194C11"/>
    <w:rsid w:val="00194D1E"/>
    <w:rsid w:val="00194ECA"/>
    <w:rsid w:val="00194F3E"/>
    <w:rsid w:val="00195121"/>
    <w:rsid w:val="00195326"/>
    <w:rsid w:val="00195A55"/>
    <w:rsid w:val="00195DD2"/>
    <w:rsid w:val="00196382"/>
    <w:rsid w:val="00196401"/>
    <w:rsid w:val="00196466"/>
    <w:rsid w:val="0019690F"/>
    <w:rsid w:val="00196A47"/>
    <w:rsid w:val="00196A4B"/>
    <w:rsid w:val="00196B06"/>
    <w:rsid w:val="00196C57"/>
    <w:rsid w:val="00196D50"/>
    <w:rsid w:val="00196EC4"/>
    <w:rsid w:val="0019767D"/>
    <w:rsid w:val="00197694"/>
    <w:rsid w:val="0019785E"/>
    <w:rsid w:val="00197A9C"/>
    <w:rsid w:val="00197FA2"/>
    <w:rsid w:val="001A0393"/>
    <w:rsid w:val="001A0482"/>
    <w:rsid w:val="001A0800"/>
    <w:rsid w:val="001A09D1"/>
    <w:rsid w:val="001A0A7D"/>
    <w:rsid w:val="001A0C4B"/>
    <w:rsid w:val="001A0E14"/>
    <w:rsid w:val="001A1161"/>
    <w:rsid w:val="001A1ADC"/>
    <w:rsid w:val="001A2093"/>
    <w:rsid w:val="001A23C9"/>
    <w:rsid w:val="001A2890"/>
    <w:rsid w:val="001A29FB"/>
    <w:rsid w:val="001A2B8C"/>
    <w:rsid w:val="001A3070"/>
    <w:rsid w:val="001A321B"/>
    <w:rsid w:val="001A32D7"/>
    <w:rsid w:val="001A3341"/>
    <w:rsid w:val="001A37A3"/>
    <w:rsid w:val="001A3C26"/>
    <w:rsid w:val="001A3C8F"/>
    <w:rsid w:val="001A3FB0"/>
    <w:rsid w:val="001A403C"/>
    <w:rsid w:val="001A41A1"/>
    <w:rsid w:val="001A438A"/>
    <w:rsid w:val="001A4434"/>
    <w:rsid w:val="001A4A61"/>
    <w:rsid w:val="001A4B67"/>
    <w:rsid w:val="001A4CA6"/>
    <w:rsid w:val="001A4F80"/>
    <w:rsid w:val="001A4FD2"/>
    <w:rsid w:val="001A5013"/>
    <w:rsid w:val="001A533B"/>
    <w:rsid w:val="001A5368"/>
    <w:rsid w:val="001A53DB"/>
    <w:rsid w:val="001A540A"/>
    <w:rsid w:val="001A554A"/>
    <w:rsid w:val="001A55D1"/>
    <w:rsid w:val="001A582A"/>
    <w:rsid w:val="001A58A1"/>
    <w:rsid w:val="001A5BDF"/>
    <w:rsid w:val="001A5EA8"/>
    <w:rsid w:val="001A6324"/>
    <w:rsid w:val="001A6488"/>
    <w:rsid w:val="001A654E"/>
    <w:rsid w:val="001A6656"/>
    <w:rsid w:val="001A67FD"/>
    <w:rsid w:val="001A686D"/>
    <w:rsid w:val="001A6EDA"/>
    <w:rsid w:val="001A700E"/>
    <w:rsid w:val="001A72AC"/>
    <w:rsid w:val="001A79A0"/>
    <w:rsid w:val="001A79F3"/>
    <w:rsid w:val="001A7B50"/>
    <w:rsid w:val="001B05AD"/>
    <w:rsid w:val="001B068C"/>
    <w:rsid w:val="001B06BE"/>
    <w:rsid w:val="001B093E"/>
    <w:rsid w:val="001B0A9B"/>
    <w:rsid w:val="001B19F7"/>
    <w:rsid w:val="001B1C7F"/>
    <w:rsid w:val="001B1E0D"/>
    <w:rsid w:val="001B1E50"/>
    <w:rsid w:val="001B21F8"/>
    <w:rsid w:val="001B3422"/>
    <w:rsid w:val="001B37DD"/>
    <w:rsid w:val="001B38A9"/>
    <w:rsid w:val="001B3EC5"/>
    <w:rsid w:val="001B3F7B"/>
    <w:rsid w:val="001B451F"/>
    <w:rsid w:val="001B4BAB"/>
    <w:rsid w:val="001B4E07"/>
    <w:rsid w:val="001B4F75"/>
    <w:rsid w:val="001B5022"/>
    <w:rsid w:val="001B5436"/>
    <w:rsid w:val="001B5976"/>
    <w:rsid w:val="001B5B0F"/>
    <w:rsid w:val="001B5D54"/>
    <w:rsid w:val="001B5F7B"/>
    <w:rsid w:val="001B6609"/>
    <w:rsid w:val="001B66E7"/>
    <w:rsid w:val="001B6814"/>
    <w:rsid w:val="001B6DCC"/>
    <w:rsid w:val="001B71C7"/>
    <w:rsid w:val="001B7227"/>
    <w:rsid w:val="001B7440"/>
    <w:rsid w:val="001B794B"/>
    <w:rsid w:val="001B7CDF"/>
    <w:rsid w:val="001C0413"/>
    <w:rsid w:val="001C0540"/>
    <w:rsid w:val="001C05DC"/>
    <w:rsid w:val="001C06D7"/>
    <w:rsid w:val="001C07CF"/>
    <w:rsid w:val="001C0855"/>
    <w:rsid w:val="001C0898"/>
    <w:rsid w:val="001C0A77"/>
    <w:rsid w:val="001C0BB7"/>
    <w:rsid w:val="001C0F97"/>
    <w:rsid w:val="001C1107"/>
    <w:rsid w:val="001C12DE"/>
    <w:rsid w:val="001C1702"/>
    <w:rsid w:val="001C1710"/>
    <w:rsid w:val="001C1B31"/>
    <w:rsid w:val="001C1E3C"/>
    <w:rsid w:val="001C2428"/>
    <w:rsid w:val="001C2614"/>
    <w:rsid w:val="001C2692"/>
    <w:rsid w:val="001C27CF"/>
    <w:rsid w:val="001C2867"/>
    <w:rsid w:val="001C32A8"/>
    <w:rsid w:val="001C331F"/>
    <w:rsid w:val="001C339F"/>
    <w:rsid w:val="001C3AA9"/>
    <w:rsid w:val="001C3B66"/>
    <w:rsid w:val="001C3C99"/>
    <w:rsid w:val="001C43D0"/>
    <w:rsid w:val="001C4500"/>
    <w:rsid w:val="001C4635"/>
    <w:rsid w:val="001C4662"/>
    <w:rsid w:val="001C4923"/>
    <w:rsid w:val="001C4924"/>
    <w:rsid w:val="001C4AA1"/>
    <w:rsid w:val="001C4ADD"/>
    <w:rsid w:val="001C4C2C"/>
    <w:rsid w:val="001C4F77"/>
    <w:rsid w:val="001C503D"/>
    <w:rsid w:val="001C57F7"/>
    <w:rsid w:val="001C5A2C"/>
    <w:rsid w:val="001C5C20"/>
    <w:rsid w:val="001C5E42"/>
    <w:rsid w:val="001C5E97"/>
    <w:rsid w:val="001C5EA7"/>
    <w:rsid w:val="001C5FE3"/>
    <w:rsid w:val="001C5FF6"/>
    <w:rsid w:val="001C60C0"/>
    <w:rsid w:val="001C652F"/>
    <w:rsid w:val="001C67D3"/>
    <w:rsid w:val="001C6A8A"/>
    <w:rsid w:val="001C6D2E"/>
    <w:rsid w:val="001C739C"/>
    <w:rsid w:val="001C7684"/>
    <w:rsid w:val="001C796A"/>
    <w:rsid w:val="001C79BA"/>
    <w:rsid w:val="001C7E45"/>
    <w:rsid w:val="001D0281"/>
    <w:rsid w:val="001D0299"/>
    <w:rsid w:val="001D049D"/>
    <w:rsid w:val="001D078B"/>
    <w:rsid w:val="001D07EC"/>
    <w:rsid w:val="001D0816"/>
    <w:rsid w:val="001D0B0F"/>
    <w:rsid w:val="001D0BA3"/>
    <w:rsid w:val="001D0BCD"/>
    <w:rsid w:val="001D0CB1"/>
    <w:rsid w:val="001D0D7A"/>
    <w:rsid w:val="001D1021"/>
    <w:rsid w:val="001D1551"/>
    <w:rsid w:val="001D1596"/>
    <w:rsid w:val="001D168F"/>
    <w:rsid w:val="001D1A82"/>
    <w:rsid w:val="001D1F24"/>
    <w:rsid w:val="001D23B2"/>
    <w:rsid w:val="001D25C9"/>
    <w:rsid w:val="001D2940"/>
    <w:rsid w:val="001D294B"/>
    <w:rsid w:val="001D2B16"/>
    <w:rsid w:val="001D2C10"/>
    <w:rsid w:val="001D3506"/>
    <w:rsid w:val="001D398A"/>
    <w:rsid w:val="001D3B78"/>
    <w:rsid w:val="001D3CCF"/>
    <w:rsid w:val="001D3DFF"/>
    <w:rsid w:val="001D4082"/>
    <w:rsid w:val="001D40C7"/>
    <w:rsid w:val="001D42C9"/>
    <w:rsid w:val="001D432F"/>
    <w:rsid w:val="001D44D8"/>
    <w:rsid w:val="001D4815"/>
    <w:rsid w:val="001D4929"/>
    <w:rsid w:val="001D53BD"/>
    <w:rsid w:val="001D556A"/>
    <w:rsid w:val="001D573F"/>
    <w:rsid w:val="001D5AD7"/>
    <w:rsid w:val="001D5B83"/>
    <w:rsid w:val="001D5CE9"/>
    <w:rsid w:val="001D5F8E"/>
    <w:rsid w:val="001D5FFF"/>
    <w:rsid w:val="001D6354"/>
    <w:rsid w:val="001D6424"/>
    <w:rsid w:val="001D6626"/>
    <w:rsid w:val="001D67F3"/>
    <w:rsid w:val="001D6851"/>
    <w:rsid w:val="001D69D6"/>
    <w:rsid w:val="001D6D99"/>
    <w:rsid w:val="001D7174"/>
    <w:rsid w:val="001D7612"/>
    <w:rsid w:val="001D7639"/>
    <w:rsid w:val="001D7911"/>
    <w:rsid w:val="001D7E2E"/>
    <w:rsid w:val="001D7F2E"/>
    <w:rsid w:val="001E000B"/>
    <w:rsid w:val="001E0363"/>
    <w:rsid w:val="001E0613"/>
    <w:rsid w:val="001E0AA7"/>
    <w:rsid w:val="001E0F8E"/>
    <w:rsid w:val="001E11D1"/>
    <w:rsid w:val="001E15CE"/>
    <w:rsid w:val="001E1AE6"/>
    <w:rsid w:val="001E1C5C"/>
    <w:rsid w:val="001E1D4D"/>
    <w:rsid w:val="001E2065"/>
    <w:rsid w:val="001E2806"/>
    <w:rsid w:val="001E2A29"/>
    <w:rsid w:val="001E2C29"/>
    <w:rsid w:val="001E2CFB"/>
    <w:rsid w:val="001E37B8"/>
    <w:rsid w:val="001E3BC7"/>
    <w:rsid w:val="001E3D01"/>
    <w:rsid w:val="001E3E73"/>
    <w:rsid w:val="001E409B"/>
    <w:rsid w:val="001E418B"/>
    <w:rsid w:val="001E4239"/>
    <w:rsid w:val="001E43BC"/>
    <w:rsid w:val="001E4752"/>
    <w:rsid w:val="001E4EC4"/>
    <w:rsid w:val="001E5103"/>
    <w:rsid w:val="001E5404"/>
    <w:rsid w:val="001E54F7"/>
    <w:rsid w:val="001E558B"/>
    <w:rsid w:val="001E5A89"/>
    <w:rsid w:val="001E5F89"/>
    <w:rsid w:val="001E6006"/>
    <w:rsid w:val="001E608E"/>
    <w:rsid w:val="001E6481"/>
    <w:rsid w:val="001E6883"/>
    <w:rsid w:val="001E6A95"/>
    <w:rsid w:val="001E6BB4"/>
    <w:rsid w:val="001E706A"/>
    <w:rsid w:val="001E7173"/>
    <w:rsid w:val="001E7198"/>
    <w:rsid w:val="001E75C2"/>
    <w:rsid w:val="001E7867"/>
    <w:rsid w:val="001E7EBC"/>
    <w:rsid w:val="001E7EE7"/>
    <w:rsid w:val="001E7FB3"/>
    <w:rsid w:val="001F0234"/>
    <w:rsid w:val="001F04F2"/>
    <w:rsid w:val="001F0981"/>
    <w:rsid w:val="001F0F95"/>
    <w:rsid w:val="001F17CF"/>
    <w:rsid w:val="001F1816"/>
    <w:rsid w:val="001F19AA"/>
    <w:rsid w:val="001F19AC"/>
    <w:rsid w:val="001F19E3"/>
    <w:rsid w:val="001F1B0F"/>
    <w:rsid w:val="001F1B25"/>
    <w:rsid w:val="001F1B6D"/>
    <w:rsid w:val="001F1DAD"/>
    <w:rsid w:val="001F1F27"/>
    <w:rsid w:val="001F245A"/>
    <w:rsid w:val="001F2652"/>
    <w:rsid w:val="001F272A"/>
    <w:rsid w:val="001F2782"/>
    <w:rsid w:val="001F29B4"/>
    <w:rsid w:val="001F2AAC"/>
    <w:rsid w:val="001F2BAE"/>
    <w:rsid w:val="001F2DF2"/>
    <w:rsid w:val="001F3056"/>
    <w:rsid w:val="001F3064"/>
    <w:rsid w:val="001F318C"/>
    <w:rsid w:val="001F38A6"/>
    <w:rsid w:val="001F3B16"/>
    <w:rsid w:val="001F3E26"/>
    <w:rsid w:val="001F4672"/>
    <w:rsid w:val="001F4690"/>
    <w:rsid w:val="001F474B"/>
    <w:rsid w:val="001F496A"/>
    <w:rsid w:val="001F4D07"/>
    <w:rsid w:val="001F4EAD"/>
    <w:rsid w:val="001F50AE"/>
    <w:rsid w:val="001F51E0"/>
    <w:rsid w:val="001F554A"/>
    <w:rsid w:val="001F56B8"/>
    <w:rsid w:val="001F5AEC"/>
    <w:rsid w:val="001F5F96"/>
    <w:rsid w:val="001F601C"/>
    <w:rsid w:val="001F6049"/>
    <w:rsid w:val="001F6090"/>
    <w:rsid w:val="001F66F3"/>
    <w:rsid w:val="001F7099"/>
    <w:rsid w:val="001F725F"/>
    <w:rsid w:val="001F72DE"/>
    <w:rsid w:val="001F7701"/>
    <w:rsid w:val="001F7986"/>
    <w:rsid w:val="001F7B79"/>
    <w:rsid w:val="001F7B7A"/>
    <w:rsid w:val="001F7F57"/>
    <w:rsid w:val="0020004A"/>
    <w:rsid w:val="0020011C"/>
    <w:rsid w:val="0020049F"/>
    <w:rsid w:val="00200519"/>
    <w:rsid w:val="0020055E"/>
    <w:rsid w:val="002007DF"/>
    <w:rsid w:val="00200B87"/>
    <w:rsid w:val="00200BB9"/>
    <w:rsid w:val="00200C0A"/>
    <w:rsid w:val="00200CC9"/>
    <w:rsid w:val="00200EE4"/>
    <w:rsid w:val="00201181"/>
    <w:rsid w:val="002016F9"/>
    <w:rsid w:val="0020170D"/>
    <w:rsid w:val="00201C24"/>
    <w:rsid w:val="00201DD6"/>
    <w:rsid w:val="00201E18"/>
    <w:rsid w:val="00201E3F"/>
    <w:rsid w:val="00201E47"/>
    <w:rsid w:val="00202398"/>
    <w:rsid w:val="0020283B"/>
    <w:rsid w:val="00202933"/>
    <w:rsid w:val="00202A7F"/>
    <w:rsid w:val="00202D62"/>
    <w:rsid w:val="00202D83"/>
    <w:rsid w:val="00202FBB"/>
    <w:rsid w:val="00202FC4"/>
    <w:rsid w:val="0020300B"/>
    <w:rsid w:val="002038B0"/>
    <w:rsid w:val="002044C4"/>
    <w:rsid w:val="002046E8"/>
    <w:rsid w:val="00204A5A"/>
    <w:rsid w:val="00204BAD"/>
    <w:rsid w:val="00205044"/>
    <w:rsid w:val="00205523"/>
    <w:rsid w:val="00205629"/>
    <w:rsid w:val="00205766"/>
    <w:rsid w:val="00205A4C"/>
    <w:rsid w:val="002061B2"/>
    <w:rsid w:val="00206750"/>
    <w:rsid w:val="002068F1"/>
    <w:rsid w:val="00206975"/>
    <w:rsid w:val="00206A15"/>
    <w:rsid w:val="00206A5D"/>
    <w:rsid w:val="00206BC6"/>
    <w:rsid w:val="0020704B"/>
    <w:rsid w:val="0020711F"/>
    <w:rsid w:val="0020737F"/>
    <w:rsid w:val="002074DE"/>
    <w:rsid w:val="002079A8"/>
    <w:rsid w:val="00207A6C"/>
    <w:rsid w:val="00207B81"/>
    <w:rsid w:val="00207C71"/>
    <w:rsid w:val="00207F9F"/>
    <w:rsid w:val="00210008"/>
    <w:rsid w:val="002100C2"/>
    <w:rsid w:val="002102CF"/>
    <w:rsid w:val="00210649"/>
    <w:rsid w:val="00210D29"/>
    <w:rsid w:val="00211630"/>
    <w:rsid w:val="002116C3"/>
    <w:rsid w:val="0021180D"/>
    <w:rsid w:val="00211A5E"/>
    <w:rsid w:val="00211E8B"/>
    <w:rsid w:val="002120FC"/>
    <w:rsid w:val="0021212A"/>
    <w:rsid w:val="0021216A"/>
    <w:rsid w:val="0021254B"/>
    <w:rsid w:val="0021274B"/>
    <w:rsid w:val="0021287E"/>
    <w:rsid w:val="00212AE7"/>
    <w:rsid w:val="00212B4D"/>
    <w:rsid w:val="002134CB"/>
    <w:rsid w:val="0021387A"/>
    <w:rsid w:val="002138E7"/>
    <w:rsid w:val="00213D6D"/>
    <w:rsid w:val="00213EA0"/>
    <w:rsid w:val="00214470"/>
    <w:rsid w:val="002145A9"/>
    <w:rsid w:val="00214841"/>
    <w:rsid w:val="00214D95"/>
    <w:rsid w:val="002153C2"/>
    <w:rsid w:val="00215443"/>
    <w:rsid w:val="00215650"/>
    <w:rsid w:val="00215DF0"/>
    <w:rsid w:val="0021601D"/>
    <w:rsid w:val="00216A99"/>
    <w:rsid w:val="00216AD0"/>
    <w:rsid w:val="00216D18"/>
    <w:rsid w:val="00216F16"/>
    <w:rsid w:val="002172EE"/>
    <w:rsid w:val="002176FB"/>
    <w:rsid w:val="002177F2"/>
    <w:rsid w:val="002179EB"/>
    <w:rsid w:val="00217B5A"/>
    <w:rsid w:val="002204F4"/>
    <w:rsid w:val="002207F2"/>
    <w:rsid w:val="00220B74"/>
    <w:rsid w:val="00220B9E"/>
    <w:rsid w:val="00220CAB"/>
    <w:rsid w:val="00220D4B"/>
    <w:rsid w:val="0022136C"/>
    <w:rsid w:val="00221539"/>
    <w:rsid w:val="0022198D"/>
    <w:rsid w:val="002219F9"/>
    <w:rsid w:val="00221F1F"/>
    <w:rsid w:val="00221FB9"/>
    <w:rsid w:val="00222221"/>
    <w:rsid w:val="00222402"/>
    <w:rsid w:val="002228A8"/>
    <w:rsid w:val="00222BA8"/>
    <w:rsid w:val="00222C8E"/>
    <w:rsid w:val="002230A2"/>
    <w:rsid w:val="00223221"/>
    <w:rsid w:val="002238A9"/>
    <w:rsid w:val="00223E24"/>
    <w:rsid w:val="002241ED"/>
    <w:rsid w:val="002242DA"/>
    <w:rsid w:val="00224CB5"/>
    <w:rsid w:val="00224E02"/>
    <w:rsid w:val="0022504A"/>
    <w:rsid w:val="00225156"/>
    <w:rsid w:val="00225204"/>
    <w:rsid w:val="00225209"/>
    <w:rsid w:val="00225682"/>
    <w:rsid w:val="00225807"/>
    <w:rsid w:val="002258D0"/>
    <w:rsid w:val="00225DDE"/>
    <w:rsid w:val="00226375"/>
    <w:rsid w:val="00226AE1"/>
    <w:rsid w:val="0022718D"/>
    <w:rsid w:val="00227479"/>
    <w:rsid w:val="002275F2"/>
    <w:rsid w:val="00227609"/>
    <w:rsid w:val="0022765D"/>
    <w:rsid w:val="00227787"/>
    <w:rsid w:val="00227CD2"/>
    <w:rsid w:val="00227E74"/>
    <w:rsid w:val="0023009F"/>
    <w:rsid w:val="0023030E"/>
    <w:rsid w:val="0023043A"/>
    <w:rsid w:val="00230D58"/>
    <w:rsid w:val="0023107D"/>
    <w:rsid w:val="00231253"/>
    <w:rsid w:val="002312FC"/>
    <w:rsid w:val="00231530"/>
    <w:rsid w:val="00231594"/>
    <w:rsid w:val="002315EB"/>
    <w:rsid w:val="00231726"/>
    <w:rsid w:val="00231AA2"/>
    <w:rsid w:val="00231E2E"/>
    <w:rsid w:val="00231ECD"/>
    <w:rsid w:val="002321AA"/>
    <w:rsid w:val="00232D03"/>
    <w:rsid w:val="0023343E"/>
    <w:rsid w:val="0023360D"/>
    <w:rsid w:val="00233A44"/>
    <w:rsid w:val="00233B4A"/>
    <w:rsid w:val="00233C8F"/>
    <w:rsid w:val="00234049"/>
    <w:rsid w:val="0023413D"/>
    <w:rsid w:val="002341BB"/>
    <w:rsid w:val="002342C3"/>
    <w:rsid w:val="002345AC"/>
    <w:rsid w:val="00234FBC"/>
    <w:rsid w:val="00234FF2"/>
    <w:rsid w:val="0023519D"/>
    <w:rsid w:val="00235562"/>
    <w:rsid w:val="002359F7"/>
    <w:rsid w:val="00235BBA"/>
    <w:rsid w:val="00235FB1"/>
    <w:rsid w:val="00235FC8"/>
    <w:rsid w:val="00235FF0"/>
    <w:rsid w:val="00236313"/>
    <w:rsid w:val="002363EA"/>
    <w:rsid w:val="002378A7"/>
    <w:rsid w:val="002378CF"/>
    <w:rsid w:val="002404AB"/>
    <w:rsid w:val="002405B1"/>
    <w:rsid w:val="00240788"/>
    <w:rsid w:val="00240946"/>
    <w:rsid w:val="00240A67"/>
    <w:rsid w:val="00240B43"/>
    <w:rsid w:val="00240C31"/>
    <w:rsid w:val="0024190D"/>
    <w:rsid w:val="00241B99"/>
    <w:rsid w:val="00241F52"/>
    <w:rsid w:val="002421D2"/>
    <w:rsid w:val="00242A99"/>
    <w:rsid w:val="00242D36"/>
    <w:rsid w:val="00242DCF"/>
    <w:rsid w:val="002430E9"/>
    <w:rsid w:val="002433D3"/>
    <w:rsid w:val="002434DD"/>
    <w:rsid w:val="00243C7C"/>
    <w:rsid w:val="002445CC"/>
    <w:rsid w:val="002448C5"/>
    <w:rsid w:val="00244BB8"/>
    <w:rsid w:val="00244CA4"/>
    <w:rsid w:val="00244FD8"/>
    <w:rsid w:val="002454AF"/>
    <w:rsid w:val="00245887"/>
    <w:rsid w:val="002459E6"/>
    <w:rsid w:val="00245BFE"/>
    <w:rsid w:val="00246217"/>
    <w:rsid w:val="00246389"/>
    <w:rsid w:val="00246A76"/>
    <w:rsid w:val="00246C8E"/>
    <w:rsid w:val="00247235"/>
    <w:rsid w:val="0024745C"/>
    <w:rsid w:val="00247694"/>
    <w:rsid w:val="002476EB"/>
    <w:rsid w:val="00247AB7"/>
    <w:rsid w:val="00247B02"/>
    <w:rsid w:val="00250229"/>
    <w:rsid w:val="00250841"/>
    <w:rsid w:val="002508DE"/>
    <w:rsid w:val="00250F8E"/>
    <w:rsid w:val="002512B4"/>
    <w:rsid w:val="00251318"/>
    <w:rsid w:val="00251D5A"/>
    <w:rsid w:val="00251E99"/>
    <w:rsid w:val="00252487"/>
    <w:rsid w:val="002524E7"/>
    <w:rsid w:val="00252C8C"/>
    <w:rsid w:val="002534DA"/>
    <w:rsid w:val="0025356E"/>
    <w:rsid w:val="00253AFD"/>
    <w:rsid w:val="00253E59"/>
    <w:rsid w:val="002543C1"/>
    <w:rsid w:val="00254E51"/>
    <w:rsid w:val="0025503A"/>
    <w:rsid w:val="0025529A"/>
    <w:rsid w:val="00255480"/>
    <w:rsid w:val="00255516"/>
    <w:rsid w:val="0025591E"/>
    <w:rsid w:val="00255928"/>
    <w:rsid w:val="00255946"/>
    <w:rsid w:val="00255A5F"/>
    <w:rsid w:val="00255F85"/>
    <w:rsid w:val="002560F8"/>
    <w:rsid w:val="00256298"/>
    <w:rsid w:val="002562A4"/>
    <w:rsid w:val="002562BD"/>
    <w:rsid w:val="002562E0"/>
    <w:rsid w:val="0025648F"/>
    <w:rsid w:val="002568AB"/>
    <w:rsid w:val="00256AC5"/>
    <w:rsid w:val="00256B59"/>
    <w:rsid w:val="00256C4C"/>
    <w:rsid w:val="00256E96"/>
    <w:rsid w:val="00257098"/>
    <w:rsid w:val="00257147"/>
    <w:rsid w:val="002571F5"/>
    <w:rsid w:val="0025720F"/>
    <w:rsid w:val="0025739B"/>
    <w:rsid w:val="00257C73"/>
    <w:rsid w:val="002603E5"/>
    <w:rsid w:val="00260470"/>
    <w:rsid w:val="002605CC"/>
    <w:rsid w:val="00260613"/>
    <w:rsid w:val="00260AE9"/>
    <w:rsid w:val="00260B99"/>
    <w:rsid w:val="00260F95"/>
    <w:rsid w:val="002614CD"/>
    <w:rsid w:val="00261521"/>
    <w:rsid w:val="00261C34"/>
    <w:rsid w:val="002621DE"/>
    <w:rsid w:val="00262304"/>
    <w:rsid w:val="0026256D"/>
    <w:rsid w:val="00262A21"/>
    <w:rsid w:val="00262C4F"/>
    <w:rsid w:val="00262FB8"/>
    <w:rsid w:val="00263AF1"/>
    <w:rsid w:val="00263D53"/>
    <w:rsid w:val="00263EF6"/>
    <w:rsid w:val="00263F05"/>
    <w:rsid w:val="002640BD"/>
    <w:rsid w:val="002643EB"/>
    <w:rsid w:val="00264B1A"/>
    <w:rsid w:val="00264D9E"/>
    <w:rsid w:val="00264DF6"/>
    <w:rsid w:val="0026505B"/>
    <w:rsid w:val="0026510F"/>
    <w:rsid w:val="0026520B"/>
    <w:rsid w:val="002653D8"/>
    <w:rsid w:val="00265625"/>
    <w:rsid w:val="00265740"/>
    <w:rsid w:val="0026575C"/>
    <w:rsid w:val="00265EDC"/>
    <w:rsid w:val="0026607A"/>
    <w:rsid w:val="00266709"/>
    <w:rsid w:val="00266855"/>
    <w:rsid w:val="00266B68"/>
    <w:rsid w:val="00267214"/>
    <w:rsid w:val="00267698"/>
    <w:rsid w:val="002678A0"/>
    <w:rsid w:val="002679C5"/>
    <w:rsid w:val="00270456"/>
    <w:rsid w:val="0027045E"/>
    <w:rsid w:val="002707FB"/>
    <w:rsid w:val="00270AD4"/>
    <w:rsid w:val="00270AE0"/>
    <w:rsid w:val="00270C4E"/>
    <w:rsid w:val="00271117"/>
    <w:rsid w:val="00271251"/>
    <w:rsid w:val="00271321"/>
    <w:rsid w:val="002717F2"/>
    <w:rsid w:val="002719C8"/>
    <w:rsid w:val="00271B95"/>
    <w:rsid w:val="00271ED1"/>
    <w:rsid w:val="00272026"/>
    <w:rsid w:val="0027238B"/>
    <w:rsid w:val="002723B0"/>
    <w:rsid w:val="0027281D"/>
    <w:rsid w:val="0027295A"/>
    <w:rsid w:val="002731D5"/>
    <w:rsid w:val="002733EE"/>
    <w:rsid w:val="00273654"/>
    <w:rsid w:val="002736A4"/>
    <w:rsid w:val="0027371A"/>
    <w:rsid w:val="00273C34"/>
    <w:rsid w:val="00274735"/>
    <w:rsid w:val="00275537"/>
    <w:rsid w:val="00275DB5"/>
    <w:rsid w:val="00275E0C"/>
    <w:rsid w:val="00275E80"/>
    <w:rsid w:val="0027615E"/>
    <w:rsid w:val="00276B78"/>
    <w:rsid w:val="00276C23"/>
    <w:rsid w:val="00276D64"/>
    <w:rsid w:val="00276E1D"/>
    <w:rsid w:val="00277483"/>
    <w:rsid w:val="00277E64"/>
    <w:rsid w:val="002805CD"/>
    <w:rsid w:val="00280B6F"/>
    <w:rsid w:val="00280C5C"/>
    <w:rsid w:val="00280E85"/>
    <w:rsid w:val="00280EB9"/>
    <w:rsid w:val="00280F7F"/>
    <w:rsid w:val="0028140E"/>
    <w:rsid w:val="0028160C"/>
    <w:rsid w:val="00281C74"/>
    <w:rsid w:val="00281E41"/>
    <w:rsid w:val="00281FEB"/>
    <w:rsid w:val="002820EE"/>
    <w:rsid w:val="002826B0"/>
    <w:rsid w:val="002826CB"/>
    <w:rsid w:val="00282C81"/>
    <w:rsid w:val="00282C9D"/>
    <w:rsid w:val="002830F4"/>
    <w:rsid w:val="0028354A"/>
    <w:rsid w:val="00283796"/>
    <w:rsid w:val="00283B75"/>
    <w:rsid w:val="00283D37"/>
    <w:rsid w:val="00283D8F"/>
    <w:rsid w:val="00284144"/>
    <w:rsid w:val="002843C8"/>
    <w:rsid w:val="002844E1"/>
    <w:rsid w:val="0028450F"/>
    <w:rsid w:val="002847C2"/>
    <w:rsid w:val="00284927"/>
    <w:rsid w:val="00284AC6"/>
    <w:rsid w:val="00285022"/>
    <w:rsid w:val="002856D0"/>
    <w:rsid w:val="002859B6"/>
    <w:rsid w:val="00285A2B"/>
    <w:rsid w:val="00285F5A"/>
    <w:rsid w:val="0028602B"/>
    <w:rsid w:val="002862CE"/>
    <w:rsid w:val="002863DF"/>
    <w:rsid w:val="00286AA2"/>
    <w:rsid w:val="00286D8B"/>
    <w:rsid w:val="00286F56"/>
    <w:rsid w:val="002872AC"/>
    <w:rsid w:val="00287405"/>
    <w:rsid w:val="002876E5"/>
    <w:rsid w:val="00287827"/>
    <w:rsid w:val="00287ACF"/>
    <w:rsid w:val="00287E65"/>
    <w:rsid w:val="00287ED0"/>
    <w:rsid w:val="00290240"/>
    <w:rsid w:val="00290376"/>
    <w:rsid w:val="00290487"/>
    <w:rsid w:val="00290A5C"/>
    <w:rsid w:val="00290C35"/>
    <w:rsid w:val="0029117A"/>
    <w:rsid w:val="002913EC"/>
    <w:rsid w:val="002915D6"/>
    <w:rsid w:val="00291922"/>
    <w:rsid w:val="002919A2"/>
    <w:rsid w:val="002919AC"/>
    <w:rsid w:val="00291A67"/>
    <w:rsid w:val="00292098"/>
    <w:rsid w:val="002921D2"/>
    <w:rsid w:val="002925FC"/>
    <w:rsid w:val="002928F7"/>
    <w:rsid w:val="00292F0F"/>
    <w:rsid w:val="0029303C"/>
    <w:rsid w:val="002931E6"/>
    <w:rsid w:val="0029329A"/>
    <w:rsid w:val="00293336"/>
    <w:rsid w:val="0029352A"/>
    <w:rsid w:val="00293694"/>
    <w:rsid w:val="00293848"/>
    <w:rsid w:val="00293E0F"/>
    <w:rsid w:val="00293F16"/>
    <w:rsid w:val="00293F94"/>
    <w:rsid w:val="0029402A"/>
    <w:rsid w:val="0029405D"/>
    <w:rsid w:val="002941B7"/>
    <w:rsid w:val="00294212"/>
    <w:rsid w:val="0029423A"/>
    <w:rsid w:val="00294A13"/>
    <w:rsid w:val="00294BC2"/>
    <w:rsid w:val="00294E68"/>
    <w:rsid w:val="00295406"/>
    <w:rsid w:val="00295575"/>
    <w:rsid w:val="002957FE"/>
    <w:rsid w:val="00295C05"/>
    <w:rsid w:val="00296080"/>
    <w:rsid w:val="0029622D"/>
    <w:rsid w:val="00296403"/>
    <w:rsid w:val="00296974"/>
    <w:rsid w:val="00296B9D"/>
    <w:rsid w:val="00296E25"/>
    <w:rsid w:val="00296EFB"/>
    <w:rsid w:val="00297237"/>
    <w:rsid w:val="002973F6"/>
    <w:rsid w:val="002979A4"/>
    <w:rsid w:val="002979A5"/>
    <w:rsid w:val="002979F6"/>
    <w:rsid w:val="00297BAF"/>
    <w:rsid w:val="00297FCF"/>
    <w:rsid w:val="002A0486"/>
    <w:rsid w:val="002A069C"/>
    <w:rsid w:val="002A0763"/>
    <w:rsid w:val="002A0C27"/>
    <w:rsid w:val="002A0C3F"/>
    <w:rsid w:val="002A0C4A"/>
    <w:rsid w:val="002A1119"/>
    <w:rsid w:val="002A192C"/>
    <w:rsid w:val="002A19D6"/>
    <w:rsid w:val="002A1BB8"/>
    <w:rsid w:val="002A1D4E"/>
    <w:rsid w:val="002A2193"/>
    <w:rsid w:val="002A227E"/>
    <w:rsid w:val="002A287D"/>
    <w:rsid w:val="002A2BD4"/>
    <w:rsid w:val="002A2F85"/>
    <w:rsid w:val="002A3093"/>
    <w:rsid w:val="002A3389"/>
    <w:rsid w:val="002A3493"/>
    <w:rsid w:val="002A3765"/>
    <w:rsid w:val="002A3887"/>
    <w:rsid w:val="002A3FBF"/>
    <w:rsid w:val="002A41B2"/>
    <w:rsid w:val="002A42D6"/>
    <w:rsid w:val="002A4312"/>
    <w:rsid w:val="002A43D9"/>
    <w:rsid w:val="002A4400"/>
    <w:rsid w:val="002A4F2F"/>
    <w:rsid w:val="002A4FAC"/>
    <w:rsid w:val="002A5042"/>
    <w:rsid w:val="002A55DE"/>
    <w:rsid w:val="002A5D9F"/>
    <w:rsid w:val="002A5F94"/>
    <w:rsid w:val="002A5FAF"/>
    <w:rsid w:val="002A6349"/>
    <w:rsid w:val="002A6503"/>
    <w:rsid w:val="002A6688"/>
    <w:rsid w:val="002A6BF2"/>
    <w:rsid w:val="002A6DF2"/>
    <w:rsid w:val="002A72D7"/>
    <w:rsid w:val="002A72F7"/>
    <w:rsid w:val="002A7511"/>
    <w:rsid w:val="002A779A"/>
    <w:rsid w:val="002A797A"/>
    <w:rsid w:val="002A79BF"/>
    <w:rsid w:val="002A7D9C"/>
    <w:rsid w:val="002A7FFA"/>
    <w:rsid w:val="002B0008"/>
    <w:rsid w:val="002B0160"/>
    <w:rsid w:val="002B0EF5"/>
    <w:rsid w:val="002B1140"/>
    <w:rsid w:val="002B136C"/>
    <w:rsid w:val="002B1380"/>
    <w:rsid w:val="002B1BBB"/>
    <w:rsid w:val="002B1D8B"/>
    <w:rsid w:val="002B247E"/>
    <w:rsid w:val="002B25B7"/>
    <w:rsid w:val="002B26DA"/>
    <w:rsid w:val="002B289B"/>
    <w:rsid w:val="002B2C04"/>
    <w:rsid w:val="002B2CE6"/>
    <w:rsid w:val="002B35A6"/>
    <w:rsid w:val="002B3ABA"/>
    <w:rsid w:val="002B3BDD"/>
    <w:rsid w:val="002B3D4A"/>
    <w:rsid w:val="002B3E29"/>
    <w:rsid w:val="002B4596"/>
    <w:rsid w:val="002B46D7"/>
    <w:rsid w:val="002B473C"/>
    <w:rsid w:val="002B4833"/>
    <w:rsid w:val="002B4C77"/>
    <w:rsid w:val="002B54B2"/>
    <w:rsid w:val="002B56A0"/>
    <w:rsid w:val="002B58CE"/>
    <w:rsid w:val="002B591D"/>
    <w:rsid w:val="002B5BA7"/>
    <w:rsid w:val="002B5FE0"/>
    <w:rsid w:val="002B61D8"/>
    <w:rsid w:val="002B6486"/>
    <w:rsid w:val="002B665D"/>
    <w:rsid w:val="002B6712"/>
    <w:rsid w:val="002B692B"/>
    <w:rsid w:val="002B7D24"/>
    <w:rsid w:val="002B7E8C"/>
    <w:rsid w:val="002C0119"/>
    <w:rsid w:val="002C03B6"/>
    <w:rsid w:val="002C0542"/>
    <w:rsid w:val="002C085B"/>
    <w:rsid w:val="002C0993"/>
    <w:rsid w:val="002C0A91"/>
    <w:rsid w:val="002C0BF7"/>
    <w:rsid w:val="002C1139"/>
    <w:rsid w:val="002C11ED"/>
    <w:rsid w:val="002C1351"/>
    <w:rsid w:val="002C1362"/>
    <w:rsid w:val="002C17D4"/>
    <w:rsid w:val="002C19AE"/>
    <w:rsid w:val="002C1A8D"/>
    <w:rsid w:val="002C1E03"/>
    <w:rsid w:val="002C22A9"/>
    <w:rsid w:val="002C239C"/>
    <w:rsid w:val="002C27B7"/>
    <w:rsid w:val="002C2982"/>
    <w:rsid w:val="002C2E15"/>
    <w:rsid w:val="002C31DC"/>
    <w:rsid w:val="002C3282"/>
    <w:rsid w:val="002C3392"/>
    <w:rsid w:val="002C33C9"/>
    <w:rsid w:val="002C37E9"/>
    <w:rsid w:val="002C3B24"/>
    <w:rsid w:val="002C3CF9"/>
    <w:rsid w:val="002C3D53"/>
    <w:rsid w:val="002C3D78"/>
    <w:rsid w:val="002C4026"/>
    <w:rsid w:val="002C4531"/>
    <w:rsid w:val="002C4659"/>
    <w:rsid w:val="002C47D2"/>
    <w:rsid w:val="002C48CD"/>
    <w:rsid w:val="002C4DFA"/>
    <w:rsid w:val="002C501F"/>
    <w:rsid w:val="002C5260"/>
    <w:rsid w:val="002C5380"/>
    <w:rsid w:val="002C57C8"/>
    <w:rsid w:val="002C5BA3"/>
    <w:rsid w:val="002C6008"/>
    <w:rsid w:val="002C6383"/>
    <w:rsid w:val="002C6415"/>
    <w:rsid w:val="002C65F3"/>
    <w:rsid w:val="002C66ED"/>
    <w:rsid w:val="002C6705"/>
    <w:rsid w:val="002C6BB5"/>
    <w:rsid w:val="002C6C5E"/>
    <w:rsid w:val="002C6ED9"/>
    <w:rsid w:val="002C6F75"/>
    <w:rsid w:val="002C725F"/>
    <w:rsid w:val="002C7985"/>
    <w:rsid w:val="002C7D4E"/>
    <w:rsid w:val="002C7F14"/>
    <w:rsid w:val="002D003D"/>
    <w:rsid w:val="002D0489"/>
    <w:rsid w:val="002D052D"/>
    <w:rsid w:val="002D088C"/>
    <w:rsid w:val="002D0E66"/>
    <w:rsid w:val="002D14FD"/>
    <w:rsid w:val="002D1599"/>
    <w:rsid w:val="002D15D9"/>
    <w:rsid w:val="002D1C2E"/>
    <w:rsid w:val="002D1D68"/>
    <w:rsid w:val="002D1E35"/>
    <w:rsid w:val="002D22DD"/>
    <w:rsid w:val="002D29E1"/>
    <w:rsid w:val="002D2B3B"/>
    <w:rsid w:val="002D30D9"/>
    <w:rsid w:val="002D3227"/>
    <w:rsid w:val="002D3290"/>
    <w:rsid w:val="002D376A"/>
    <w:rsid w:val="002D3AFB"/>
    <w:rsid w:val="002D3D5A"/>
    <w:rsid w:val="002D415A"/>
    <w:rsid w:val="002D42E6"/>
    <w:rsid w:val="002D44B9"/>
    <w:rsid w:val="002D4594"/>
    <w:rsid w:val="002D45E5"/>
    <w:rsid w:val="002D46A0"/>
    <w:rsid w:val="002D46DC"/>
    <w:rsid w:val="002D4D04"/>
    <w:rsid w:val="002D4F64"/>
    <w:rsid w:val="002D51EC"/>
    <w:rsid w:val="002D5490"/>
    <w:rsid w:val="002D5584"/>
    <w:rsid w:val="002D5790"/>
    <w:rsid w:val="002D58BA"/>
    <w:rsid w:val="002D5E20"/>
    <w:rsid w:val="002D64D0"/>
    <w:rsid w:val="002D6723"/>
    <w:rsid w:val="002D687A"/>
    <w:rsid w:val="002D69EF"/>
    <w:rsid w:val="002D6AA0"/>
    <w:rsid w:val="002D6B5E"/>
    <w:rsid w:val="002D6E50"/>
    <w:rsid w:val="002D74BE"/>
    <w:rsid w:val="002D7726"/>
    <w:rsid w:val="002D782E"/>
    <w:rsid w:val="002D7D99"/>
    <w:rsid w:val="002D7EE2"/>
    <w:rsid w:val="002E042B"/>
    <w:rsid w:val="002E0AD9"/>
    <w:rsid w:val="002E0F92"/>
    <w:rsid w:val="002E1420"/>
    <w:rsid w:val="002E16A0"/>
    <w:rsid w:val="002E1CD4"/>
    <w:rsid w:val="002E1EB7"/>
    <w:rsid w:val="002E2039"/>
    <w:rsid w:val="002E210B"/>
    <w:rsid w:val="002E23D3"/>
    <w:rsid w:val="002E2417"/>
    <w:rsid w:val="002E291E"/>
    <w:rsid w:val="002E2C5A"/>
    <w:rsid w:val="002E2CF3"/>
    <w:rsid w:val="002E2EC5"/>
    <w:rsid w:val="002E3061"/>
    <w:rsid w:val="002E3172"/>
    <w:rsid w:val="002E3193"/>
    <w:rsid w:val="002E33C6"/>
    <w:rsid w:val="002E35D7"/>
    <w:rsid w:val="002E3C89"/>
    <w:rsid w:val="002E43E2"/>
    <w:rsid w:val="002E487A"/>
    <w:rsid w:val="002E4E8E"/>
    <w:rsid w:val="002E4FBE"/>
    <w:rsid w:val="002E5442"/>
    <w:rsid w:val="002E55D0"/>
    <w:rsid w:val="002E57A1"/>
    <w:rsid w:val="002E59D4"/>
    <w:rsid w:val="002E5C7F"/>
    <w:rsid w:val="002E6935"/>
    <w:rsid w:val="002E6959"/>
    <w:rsid w:val="002E6DE1"/>
    <w:rsid w:val="002E74DA"/>
    <w:rsid w:val="002E7961"/>
    <w:rsid w:val="002E7A32"/>
    <w:rsid w:val="002E7D21"/>
    <w:rsid w:val="002E7DEB"/>
    <w:rsid w:val="002F002D"/>
    <w:rsid w:val="002F028A"/>
    <w:rsid w:val="002F06B8"/>
    <w:rsid w:val="002F06C9"/>
    <w:rsid w:val="002F07A5"/>
    <w:rsid w:val="002F08C0"/>
    <w:rsid w:val="002F0E1D"/>
    <w:rsid w:val="002F10CE"/>
    <w:rsid w:val="002F15B1"/>
    <w:rsid w:val="002F1883"/>
    <w:rsid w:val="002F18A0"/>
    <w:rsid w:val="002F1C3D"/>
    <w:rsid w:val="002F2539"/>
    <w:rsid w:val="002F25C9"/>
    <w:rsid w:val="002F2CAD"/>
    <w:rsid w:val="002F2D5C"/>
    <w:rsid w:val="002F2F11"/>
    <w:rsid w:val="002F33DE"/>
    <w:rsid w:val="002F3A6A"/>
    <w:rsid w:val="002F3C2C"/>
    <w:rsid w:val="002F401C"/>
    <w:rsid w:val="002F402F"/>
    <w:rsid w:val="002F42DE"/>
    <w:rsid w:val="002F43E8"/>
    <w:rsid w:val="002F45BD"/>
    <w:rsid w:val="002F4620"/>
    <w:rsid w:val="002F486D"/>
    <w:rsid w:val="002F48C3"/>
    <w:rsid w:val="002F4AEB"/>
    <w:rsid w:val="002F4BC1"/>
    <w:rsid w:val="002F4C77"/>
    <w:rsid w:val="002F5404"/>
    <w:rsid w:val="002F587F"/>
    <w:rsid w:val="002F5A46"/>
    <w:rsid w:val="002F5ABD"/>
    <w:rsid w:val="002F5AC4"/>
    <w:rsid w:val="002F5B7C"/>
    <w:rsid w:val="002F63FD"/>
    <w:rsid w:val="002F64B7"/>
    <w:rsid w:val="002F6A16"/>
    <w:rsid w:val="002F6D87"/>
    <w:rsid w:val="002F70D2"/>
    <w:rsid w:val="002F76FE"/>
    <w:rsid w:val="002F78DD"/>
    <w:rsid w:val="002F7A6B"/>
    <w:rsid w:val="002F7B79"/>
    <w:rsid w:val="002F7D6F"/>
    <w:rsid w:val="0030034C"/>
    <w:rsid w:val="00300398"/>
    <w:rsid w:val="0030057D"/>
    <w:rsid w:val="00300786"/>
    <w:rsid w:val="00300B21"/>
    <w:rsid w:val="00300E53"/>
    <w:rsid w:val="003011F4"/>
    <w:rsid w:val="003012DE"/>
    <w:rsid w:val="0030133E"/>
    <w:rsid w:val="0030147E"/>
    <w:rsid w:val="003017E0"/>
    <w:rsid w:val="0030187F"/>
    <w:rsid w:val="00301886"/>
    <w:rsid w:val="003019E9"/>
    <w:rsid w:val="00301A14"/>
    <w:rsid w:val="00301D4F"/>
    <w:rsid w:val="00301DBF"/>
    <w:rsid w:val="00301F6E"/>
    <w:rsid w:val="00302375"/>
    <w:rsid w:val="00302452"/>
    <w:rsid w:val="003025DA"/>
    <w:rsid w:val="003026EA"/>
    <w:rsid w:val="003031D2"/>
    <w:rsid w:val="003032FD"/>
    <w:rsid w:val="003033B9"/>
    <w:rsid w:val="003035D5"/>
    <w:rsid w:val="00303A88"/>
    <w:rsid w:val="00303D36"/>
    <w:rsid w:val="003043C0"/>
    <w:rsid w:val="0030455B"/>
    <w:rsid w:val="0030478C"/>
    <w:rsid w:val="003047B2"/>
    <w:rsid w:val="00304869"/>
    <w:rsid w:val="00304941"/>
    <w:rsid w:val="00304956"/>
    <w:rsid w:val="00304D2A"/>
    <w:rsid w:val="00304D81"/>
    <w:rsid w:val="00304FB1"/>
    <w:rsid w:val="00305011"/>
    <w:rsid w:val="00305097"/>
    <w:rsid w:val="003051E5"/>
    <w:rsid w:val="00305825"/>
    <w:rsid w:val="00305953"/>
    <w:rsid w:val="00305997"/>
    <w:rsid w:val="00305BC4"/>
    <w:rsid w:val="00305D70"/>
    <w:rsid w:val="00305F33"/>
    <w:rsid w:val="0030618B"/>
    <w:rsid w:val="00306FBE"/>
    <w:rsid w:val="00307482"/>
    <w:rsid w:val="00307640"/>
    <w:rsid w:val="003078BE"/>
    <w:rsid w:val="00307A1C"/>
    <w:rsid w:val="00307F53"/>
    <w:rsid w:val="0031017A"/>
    <w:rsid w:val="00310233"/>
    <w:rsid w:val="00310416"/>
    <w:rsid w:val="0031047A"/>
    <w:rsid w:val="0031086A"/>
    <w:rsid w:val="00310903"/>
    <w:rsid w:val="00310D9B"/>
    <w:rsid w:val="003113C5"/>
    <w:rsid w:val="0031140A"/>
    <w:rsid w:val="00311EBE"/>
    <w:rsid w:val="00311F7D"/>
    <w:rsid w:val="0031239B"/>
    <w:rsid w:val="0031254F"/>
    <w:rsid w:val="00312BB1"/>
    <w:rsid w:val="00312C1B"/>
    <w:rsid w:val="003130A1"/>
    <w:rsid w:val="0031313D"/>
    <w:rsid w:val="003131FD"/>
    <w:rsid w:val="003137A0"/>
    <w:rsid w:val="00313837"/>
    <w:rsid w:val="00313AB8"/>
    <w:rsid w:val="00313C3C"/>
    <w:rsid w:val="00313E13"/>
    <w:rsid w:val="00314F00"/>
    <w:rsid w:val="0031502B"/>
    <w:rsid w:val="00315058"/>
    <w:rsid w:val="003152B0"/>
    <w:rsid w:val="003159BD"/>
    <w:rsid w:val="00315B67"/>
    <w:rsid w:val="00315FBB"/>
    <w:rsid w:val="003162B4"/>
    <w:rsid w:val="0031656C"/>
    <w:rsid w:val="003166D0"/>
    <w:rsid w:val="0031679C"/>
    <w:rsid w:val="00316BBD"/>
    <w:rsid w:val="00317071"/>
    <w:rsid w:val="0031739A"/>
    <w:rsid w:val="00317717"/>
    <w:rsid w:val="00317AFA"/>
    <w:rsid w:val="00317C95"/>
    <w:rsid w:val="00320054"/>
    <w:rsid w:val="00320212"/>
    <w:rsid w:val="00320849"/>
    <w:rsid w:val="00320E58"/>
    <w:rsid w:val="00321743"/>
    <w:rsid w:val="00322030"/>
    <w:rsid w:val="003221FF"/>
    <w:rsid w:val="00322580"/>
    <w:rsid w:val="003228D6"/>
    <w:rsid w:val="00322A69"/>
    <w:rsid w:val="00322AC4"/>
    <w:rsid w:val="00322C75"/>
    <w:rsid w:val="00322D3E"/>
    <w:rsid w:val="00322EE2"/>
    <w:rsid w:val="003232D4"/>
    <w:rsid w:val="0032363D"/>
    <w:rsid w:val="0032385F"/>
    <w:rsid w:val="003239B7"/>
    <w:rsid w:val="00323B91"/>
    <w:rsid w:val="00323D12"/>
    <w:rsid w:val="00323EBF"/>
    <w:rsid w:val="00323F48"/>
    <w:rsid w:val="003243F4"/>
    <w:rsid w:val="00324447"/>
    <w:rsid w:val="003246D7"/>
    <w:rsid w:val="00324712"/>
    <w:rsid w:val="00324C8E"/>
    <w:rsid w:val="0032500B"/>
    <w:rsid w:val="00325338"/>
    <w:rsid w:val="0032548E"/>
    <w:rsid w:val="0032557F"/>
    <w:rsid w:val="00325585"/>
    <w:rsid w:val="0032558E"/>
    <w:rsid w:val="00325F21"/>
    <w:rsid w:val="00325F23"/>
    <w:rsid w:val="00325FC5"/>
    <w:rsid w:val="003260D5"/>
    <w:rsid w:val="00326129"/>
    <w:rsid w:val="003266C3"/>
    <w:rsid w:val="00326C71"/>
    <w:rsid w:val="00327548"/>
    <w:rsid w:val="00327590"/>
    <w:rsid w:val="00327A3E"/>
    <w:rsid w:val="00327AEB"/>
    <w:rsid w:val="00327F09"/>
    <w:rsid w:val="00327F30"/>
    <w:rsid w:val="00330414"/>
    <w:rsid w:val="003309FC"/>
    <w:rsid w:val="00331024"/>
    <w:rsid w:val="003311A3"/>
    <w:rsid w:val="0033175B"/>
    <w:rsid w:val="00331D9B"/>
    <w:rsid w:val="00331ED7"/>
    <w:rsid w:val="003321CB"/>
    <w:rsid w:val="00332960"/>
    <w:rsid w:val="00332972"/>
    <w:rsid w:val="00332B40"/>
    <w:rsid w:val="003330BA"/>
    <w:rsid w:val="0033310F"/>
    <w:rsid w:val="0033312A"/>
    <w:rsid w:val="003332F1"/>
    <w:rsid w:val="00333704"/>
    <w:rsid w:val="00333863"/>
    <w:rsid w:val="0033414B"/>
    <w:rsid w:val="003345F2"/>
    <w:rsid w:val="00334AAF"/>
    <w:rsid w:val="00334D4E"/>
    <w:rsid w:val="00334FB0"/>
    <w:rsid w:val="00335338"/>
    <w:rsid w:val="0033537F"/>
    <w:rsid w:val="003356E4"/>
    <w:rsid w:val="00335906"/>
    <w:rsid w:val="00335BC7"/>
    <w:rsid w:val="00335C78"/>
    <w:rsid w:val="00335CEA"/>
    <w:rsid w:val="00336055"/>
    <w:rsid w:val="00336CAD"/>
    <w:rsid w:val="00336CE9"/>
    <w:rsid w:val="00336EC2"/>
    <w:rsid w:val="00337334"/>
    <w:rsid w:val="00337359"/>
    <w:rsid w:val="003374DB"/>
    <w:rsid w:val="00337CDA"/>
    <w:rsid w:val="00337E36"/>
    <w:rsid w:val="00337E7B"/>
    <w:rsid w:val="00337F55"/>
    <w:rsid w:val="003401D9"/>
    <w:rsid w:val="00340581"/>
    <w:rsid w:val="00340892"/>
    <w:rsid w:val="00340E9D"/>
    <w:rsid w:val="00341277"/>
    <w:rsid w:val="003413B7"/>
    <w:rsid w:val="00341494"/>
    <w:rsid w:val="00341710"/>
    <w:rsid w:val="00341996"/>
    <w:rsid w:val="00341A10"/>
    <w:rsid w:val="00341AB5"/>
    <w:rsid w:val="00341C5F"/>
    <w:rsid w:val="00341F8E"/>
    <w:rsid w:val="00342015"/>
    <w:rsid w:val="0034295A"/>
    <w:rsid w:val="00342D66"/>
    <w:rsid w:val="00342D68"/>
    <w:rsid w:val="003432FA"/>
    <w:rsid w:val="0034336A"/>
    <w:rsid w:val="003436FC"/>
    <w:rsid w:val="00343BAD"/>
    <w:rsid w:val="00343D11"/>
    <w:rsid w:val="00343D1F"/>
    <w:rsid w:val="00343D77"/>
    <w:rsid w:val="003441EF"/>
    <w:rsid w:val="0034424B"/>
    <w:rsid w:val="00344464"/>
    <w:rsid w:val="0034462B"/>
    <w:rsid w:val="003447BC"/>
    <w:rsid w:val="00344A9C"/>
    <w:rsid w:val="00344E8C"/>
    <w:rsid w:val="003451AB"/>
    <w:rsid w:val="00345404"/>
    <w:rsid w:val="00345486"/>
    <w:rsid w:val="00345C25"/>
    <w:rsid w:val="00345EE6"/>
    <w:rsid w:val="00346102"/>
    <w:rsid w:val="00346305"/>
    <w:rsid w:val="00347018"/>
    <w:rsid w:val="003470A7"/>
    <w:rsid w:val="00347236"/>
    <w:rsid w:val="00347450"/>
    <w:rsid w:val="003475D2"/>
    <w:rsid w:val="00347641"/>
    <w:rsid w:val="00347882"/>
    <w:rsid w:val="00347B68"/>
    <w:rsid w:val="003501F9"/>
    <w:rsid w:val="00350292"/>
    <w:rsid w:val="00350420"/>
    <w:rsid w:val="003506FB"/>
    <w:rsid w:val="003507DE"/>
    <w:rsid w:val="00350AB7"/>
    <w:rsid w:val="00350D4B"/>
    <w:rsid w:val="00351454"/>
    <w:rsid w:val="0035244F"/>
    <w:rsid w:val="00352694"/>
    <w:rsid w:val="0035287F"/>
    <w:rsid w:val="00352A88"/>
    <w:rsid w:val="00352EE2"/>
    <w:rsid w:val="00352F09"/>
    <w:rsid w:val="0035309E"/>
    <w:rsid w:val="00353224"/>
    <w:rsid w:val="00353374"/>
    <w:rsid w:val="00353E81"/>
    <w:rsid w:val="00354268"/>
    <w:rsid w:val="0035430C"/>
    <w:rsid w:val="003543F6"/>
    <w:rsid w:val="003544C2"/>
    <w:rsid w:val="003546A7"/>
    <w:rsid w:val="003546F9"/>
    <w:rsid w:val="00354D49"/>
    <w:rsid w:val="00355203"/>
    <w:rsid w:val="00355302"/>
    <w:rsid w:val="0035546B"/>
    <w:rsid w:val="0035590E"/>
    <w:rsid w:val="00355CEC"/>
    <w:rsid w:val="00355E12"/>
    <w:rsid w:val="00355F46"/>
    <w:rsid w:val="00356093"/>
    <w:rsid w:val="003560BB"/>
    <w:rsid w:val="003560D8"/>
    <w:rsid w:val="00356189"/>
    <w:rsid w:val="00356354"/>
    <w:rsid w:val="00356508"/>
    <w:rsid w:val="003567F6"/>
    <w:rsid w:val="003572FB"/>
    <w:rsid w:val="003575B1"/>
    <w:rsid w:val="00357614"/>
    <w:rsid w:val="0035799B"/>
    <w:rsid w:val="00357CAB"/>
    <w:rsid w:val="003605EA"/>
    <w:rsid w:val="00360706"/>
    <w:rsid w:val="003609B8"/>
    <w:rsid w:val="003609E0"/>
    <w:rsid w:val="00360BF2"/>
    <w:rsid w:val="003612A5"/>
    <w:rsid w:val="003614EE"/>
    <w:rsid w:val="00361607"/>
    <w:rsid w:val="00361839"/>
    <w:rsid w:val="0036199C"/>
    <w:rsid w:val="00361B50"/>
    <w:rsid w:val="00361B6C"/>
    <w:rsid w:val="00361F0D"/>
    <w:rsid w:val="00362175"/>
    <w:rsid w:val="00362187"/>
    <w:rsid w:val="00362243"/>
    <w:rsid w:val="00362409"/>
    <w:rsid w:val="003624B7"/>
    <w:rsid w:val="00362531"/>
    <w:rsid w:val="00362704"/>
    <w:rsid w:val="003628E2"/>
    <w:rsid w:val="00362CAA"/>
    <w:rsid w:val="00362CEE"/>
    <w:rsid w:val="00363705"/>
    <w:rsid w:val="00363977"/>
    <w:rsid w:val="00363ACB"/>
    <w:rsid w:val="00363C36"/>
    <w:rsid w:val="00363DC1"/>
    <w:rsid w:val="003640F7"/>
    <w:rsid w:val="0036446B"/>
    <w:rsid w:val="003645B7"/>
    <w:rsid w:val="003645C1"/>
    <w:rsid w:val="003648DB"/>
    <w:rsid w:val="00364D41"/>
    <w:rsid w:val="00365075"/>
    <w:rsid w:val="003651EA"/>
    <w:rsid w:val="003652E0"/>
    <w:rsid w:val="00365701"/>
    <w:rsid w:val="00365905"/>
    <w:rsid w:val="00365C4E"/>
    <w:rsid w:val="00365CD1"/>
    <w:rsid w:val="00365E6C"/>
    <w:rsid w:val="00365EB6"/>
    <w:rsid w:val="00365F3A"/>
    <w:rsid w:val="00366286"/>
    <w:rsid w:val="003669E7"/>
    <w:rsid w:val="0036703F"/>
    <w:rsid w:val="00367A57"/>
    <w:rsid w:val="00367D9B"/>
    <w:rsid w:val="00370047"/>
    <w:rsid w:val="003703FE"/>
    <w:rsid w:val="003704C6"/>
    <w:rsid w:val="003704EC"/>
    <w:rsid w:val="003707EA"/>
    <w:rsid w:val="0037085E"/>
    <w:rsid w:val="00370896"/>
    <w:rsid w:val="003708BE"/>
    <w:rsid w:val="00370A15"/>
    <w:rsid w:val="00370AC3"/>
    <w:rsid w:val="00370B7A"/>
    <w:rsid w:val="00370CFF"/>
    <w:rsid w:val="00371160"/>
    <w:rsid w:val="0037184A"/>
    <w:rsid w:val="00371D00"/>
    <w:rsid w:val="00371FE3"/>
    <w:rsid w:val="003721AC"/>
    <w:rsid w:val="0037235F"/>
    <w:rsid w:val="003729F4"/>
    <w:rsid w:val="00372A5C"/>
    <w:rsid w:val="00372CFB"/>
    <w:rsid w:val="0037319B"/>
    <w:rsid w:val="003731A1"/>
    <w:rsid w:val="0037349E"/>
    <w:rsid w:val="00373533"/>
    <w:rsid w:val="003735B5"/>
    <w:rsid w:val="00373FD5"/>
    <w:rsid w:val="00374268"/>
    <w:rsid w:val="0037441F"/>
    <w:rsid w:val="00374F2D"/>
    <w:rsid w:val="00375590"/>
    <w:rsid w:val="0037582B"/>
    <w:rsid w:val="00375AC2"/>
    <w:rsid w:val="003761B1"/>
    <w:rsid w:val="003762DE"/>
    <w:rsid w:val="00376743"/>
    <w:rsid w:val="00376873"/>
    <w:rsid w:val="003769D7"/>
    <w:rsid w:val="00376A31"/>
    <w:rsid w:val="00376CBC"/>
    <w:rsid w:val="00376E7A"/>
    <w:rsid w:val="00377291"/>
    <w:rsid w:val="003773DF"/>
    <w:rsid w:val="00377775"/>
    <w:rsid w:val="003777C0"/>
    <w:rsid w:val="00377CDB"/>
    <w:rsid w:val="00380AFD"/>
    <w:rsid w:val="00380B7E"/>
    <w:rsid w:val="00380BFF"/>
    <w:rsid w:val="00380E06"/>
    <w:rsid w:val="00381218"/>
    <w:rsid w:val="00381449"/>
    <w:rsid w:val="003815A5"/>
    <w:rsid w:val="00381937"/>
    <w:rsid w:val="00381E2F"/>
    <w:rsid w:val="0038231A"/>
    <w:rsid w:val="003826B8"/>
    <w:rsid w:val="003826BB"/>
    <w:rsid w:val="003829E2"/>
    <w:rsid w:val="00382DDF"/>
    <w:rsid w:val="003831DB"/>
    <w:rsid w:val="00383480"/>
    <w:rsid w:val="003837D7"/>
    <w:rsid w:val="00383CB0"/>
    <w:rsid w:val="00383DA1"/>
    <w:rsid w:val="00383E8D"/>
    <w:rsid w:val="00383F07"/>
    <w:rsid w:val="00384480"/>
    <w:rsid w:val="003844E3"/>
    <w:rsid w:val="00384502"/>
    <w:rsid w:val="003848B8"/>
    <w:rsid w:val="0038514C"/>
    <w:rsid w:val="003851BD"/>
    <w:rsid w:val="003853A8"/>
    <w:rsid w:val="003854B9"/>
    <w:rsid w:val="003854E3"/>
    <w:rsid w:val="00385693"/>
    <w:rsid w:val="003856C7"/>
    <w:rsid w:val="00385ADD"/>
    <w:rsid w:val="00385B3E"/>
    <w:rsid w:val="00385F6A"/>
    <w:rsid w:val="00385F70"/>
    <w:rsid w:val="00385FE9"/>
    <w:rsid w:val="00386525"/>
    <w:rsid w:val="00386749"/>
    <w:rsid w:val="00386E94"/>
    <w:rsid w:val="003870EF"/>
    <w:rsid w:val="003872A7"/>
    <w:rsid w:val="003873D5"/>
    <w:rsid w:val="00387441"/>
    <w:rsid w:val="0038764D"/>
    <w:rsid w:val="00387D76"/>
    <w:rsid w:val="00390000"/>
    <w:rsid w:val="00390162"/>
    <w:rsid w:val="00390807"/>
    <w:rsid w:val="00390AA6"/>
    <w:rsid w:val="00390BDA"/>
    <w:rsid w:val="00390C2D"/>
    <w:rsid w:val="00390F72"/>
    <w:rsid w:val="0039149E"/>
    <w:rsid w:val="003915CE"/>
    <w:rsid w:val="0039184F"/>
    <w:rsid w:val="003919A0"/>
    <w:rsid w:val="00391B60"/>
    <w:rsid w:val="00391F86"/>
    <w:rsid w:val="0039235B"/>
    <w:rsid w:val="00392371"/>
    <w:rsid w:val="00392402"/>
    <w:rsid w:val="00392FAA"/>
    <w:rsid w:val="003933E3"/>
    <w:rsid w:val="003936BF"/>
    <w:rsid w:val="00393AD0"/>
    <w:rsid w:val="00393B75"/>
    <w:rsid w:val="00393E46"/>
    <w:rsid w:val="00394243"/>
    <w:rsid w:val="003943E1"/>
    <w:rsid w:val="00394507"/>
    <w:rsid w:val="0039458F"/>
    <w:rsid w:val="003945EB"/>
    <w:rsid w:val="00394630"/>
    <w:rsid w:val="003947C8"/>
    <w:rsid w:val="00394C3B"/>
    <w:rsid w:val="00394D6E"/>
    <w:rsid w:val="00395206"/>
    <w:rsid w:val="00395263"/>
    <w:rsid w:val="0039537B"/>
    <w:rsid w:val="00395609"/>
    <w:rsid w:val="00395917"/>
    <w:rsid w:val="00395959"/>
    <w:rsid w:val="00395AA3"/>
    <w:rsid w:val="00395BFA"/>
    <w:rsid w:val="00395DA9"/>
    <w:rsid w:val="00395F5F"/>
    <w:rsid w:val="00396107"/>
    <w:rsid w:val="0039628D"/>
    <w:rsid w:val="0039629B"/>
    <w:rsid w:val="00396595"/>
    <w:rsid w:val="00396A62"/>
    <w:rsid w:val="00396AA9"/>
    <w:rsid w:val="00396C86"/>
    <w:rsid w:val="00396EC2"/>
    <w:rsid w:val="003972BF"/>
    <w:rsid w:val="003978DE"/>
    <w:rsid w:val="00397931"/>
    <w:rsid w:val="00397D82"/>
    <w:rsid w:val="003A0147"/>
    <w:rsid w:val="003A0259"/>
    <w:rsid w:val="003A026F"/>
    <w:rsid w:val="003A03B4"/>
    <w:rsid w:val="003A075B"/>
    <w:rsid w:val="003A08AE"/>
    <w:rsid w:val="003A1103"/>
    <w:rsid w:val="003A113B"/>
    <w:rsid w:val="003A1215"/>
    <w:rsid w:val="003A144A"/>
    <w:rsid w:val="003A15B3"/>
    <w:rsid w:val="003A160E"/>
    <w:rsid w:val="003A1804"/>
    <w:rsid w:val="003A1ADC"/>
    <w:rsid w:val="003A1B1E"/>
    <w:rsid w:val="003A1FD6"/>
    <w:rsid w:val="003A2477"/>
    <w:rsid w:val="003A26A0"/>
    <w:rsid w:val="003A2838"/>
    <w:rsid w:val="003A2957"/>
    <w:rsid w:val="003A2C9A"/>
    <w:rsid w:val="003A33C8"/>
    <w:rsid w:val="003A34AD"/>
    <w:rsid w:val="003A3540"/>
    <w:rsid w:val="003A3700"/>
    <w:rsid w:val="003A381A"/>
    <w:rsid w:val="003A3833"/>
    <w:rsid w:val="003A38C9"/>
    <w:rsid w:val="003A3ECF"/>
    <w:rsid w:val="003A3F92"/>
    <w:rsid w:val="003A41DB"/>
    <w:rsid w:val="003A4D75"/>
    <w:rsid w:val="003A4FC9"/>
    <w:rsid w:val="003A5B55"/>
    <w:rsid w:val="003A6227"/>
    <w:rsid w:val="003A62BA"/>
    <w:rsid w:val="003A63AF"/>
    <w:rsid w:val="003A65B6"/>
    <w:rsid w:val="003A673D"/>
    <w:rsid w:val="003A6933"/>
    <w:rsid w:val="003A6968"/>
    <w:rsid w:val="003A6A63"/>
    <w:rsid w:val="003A6E97"/>
    <w:rsid w:val="003A6EC4"/>
    <w:rsid w:val="003A7683"/>
    <w:rsid w:val="003A77E8"/>
    <w:rsid w:val="003A788E"/>
    <w:rsid w:val="003A7898"/>
    <w:rsid w:val="003A7E8A"/>
    <w:rsid w:val="003B03B7"/>
    <w:rsid w:val="003B09A2"/>
    <w:rsid w:val="003B09BA"/>
    <w:rsid w:val="003B0E18"/>
    <w:rsid w:val="003B1426"/>
    <w:rsid w:val="003B143F"/>
    <w:rsid w:val="003B1507"/>
    <w:rsid w:val="003B15D3"/>
    <w:rsid w:val="003B15EE"/>
    <w:rsid w:val="003B1683"/>
    <w:rsid w:val="003B1813"/>
    <w:rsid w:val="003B18A2"/>
    <w:rsid w:val="003B1D28"/>
    <w:rsid w:val="003B2217"/>
    <w:rsid w:val="003B2651"/>
    <w:rsid w:val="003B2734"/>
    <w:rsid w:val="003B28EA"/>
    <w:rsid w:val="003B2951"/>
    <w:rsid w:val="003B3107"/>
    <w:rsid w:val="003B3B1E"/>
    <w:rsid w:val="003B3BEC"/>
    <w:rsid w:val="003B3D4A"/>
    <w:rsid w:val="003B3DFD"/>
    <w:rsid w:val="003B3FFB"/>
    <w:rsid w:val="003B4051"/>
    <w:rsid w:val="003B47DB"/>
    <w:rsid w:val="003B488F"/>
    <w:rsid w:val="003B4AE6"/>
    <w:rsid w:val="003B4D01"/>
    <w:rsid w:val="003B53EF"/>
    <w:rsid w:val="003B552C"/>
    <w:rsid w:val="003B5B16"/>
    <w:rsid w:val="003B5CC5"/>
    <w:rsid w:val="003B6056"/>
    <w:rsid w:val="003B60F8"/>
    <w:rsid w:val="003B610E"/>
    <w:rsid w:val="003B6660"/>
    <w:rsid w:val="003B6DEA"/>
    <w:rsid w:val="003B7133"/>
    <w:rsid w:val="003B71D3"/>
    <w:rsid w:val="003B7275"/>
    <w:rsid w:val="003B7324"/>
    <w:rsid w:val="003B7330"/>
    <w:rsid w:val="003B7503"/>
    <w:rsid w:val="003B7937"/>
    <w:rsid w:val="003B7B95"/>
    <w:rsid w:val="003B7CE6"/>
    <w:rsid w:val="003C00E8"/>
    <w:rsid w:val="003C020E"/>
    <w:rsid w:val="003C041D"/>
    <w:rsid w:val="003C0592"/>
    <w:rsid w:val="003C0802"/>
    <w:rsid w:val="003C08FC"/>
    <w:rsid w:val="003C0A27"/>
    <w:rsid w:val="003C0C3F"/>
    <w:rsid w:val="003C0F6C"/>
    <w:rsid w:val="003C1062"/>
    <w:rsid w:val="003C1A73"/>
    <w:rsid w:val="003C1C41"/>
    <w:rsid w:val="003C1C6C"/>
    <w:rsid w:val="003C2412"/>
    <w:rsid w:val="003C2540"/>
    <w:rsid w:val="003C291F"/>
    <w:rsid w:val="003C2A24"/>
    <w:rsid w:val="003C2A45"/>
    <w:rsid w:val="003C2B10"/>
    <w:rsid w:val="003C2BA6"/>
    <w:rsid w:val="003C2C0C"/>
    <w:rsid w:val="003C2C97"/>
    <w:rsid w:val="003C2DA9"/>
    <w:rsid w:val="003C2F71"/>
    <w:rsid w:val="003C3E7D"/>
    <w:rsid w:val="003C4053"/>
    <w:rsid w:val="003C411F"/>
    <w:rsid w:val="003C426A"/>
    <w:rsid w:val="003C4349"/>
    <w:rsid w:val="003C47DD"/>
    <w:rsid w:val="003C4925"/>
    <w:rsid w:val="003C4C0D"/>
    <w:rsid w:val="003C4C26"/>
    <w:rsid w:val="003C51F4"/>
    <w:rsid w:val="003C5365"/>
    <w:rsid w:val="003C5685"/>
    <w:rsid w:val="003C56F6"/>
    <w:rsid w:val="003C6340"/>
    <w:rsid w:val="003C75B9"/>
    <w:rsid w:val="003C795B"/>
    <w:rsid w:val="003C7983"/>
    <w:rsid w:val="003C79AF"/>
    <w:rsid w:val="003C7BEB"/>
    <w:rsid w:val="003D02CB"/>
    <w:rsid w:val="003D0353"/>
    <w:rsid w:val="003D0753"/>
    <w:rsid w:val="003D0CB1"/>
    <w:rsid w:val="003D0CE3"/>
    <w:rsid w:val="003D0E69"/>
    <w:rsid w:val="003D12F7"/>
    <w:rsid w:val="003D130F"/>
    <w:rsid w:val="003D1586"/>
    <w:rsid w:val="003D19A9"/>
    <w:rsid w:val="003D1C61"/>
    <w:rsid w:val="003D2173"/>
    <w:rsid w:val="003D21BC"/>
    <w:rsid w:val="003D230E"/>
    <w:rsid w:val="003D237B"/>
    <w:rsid w:val="003D2396"/>
    <w:rsid w:val="003D242B"/>
    <w:rsid w:val="003D2485"/>
    <w:rsid w:val="003D2575"/>
    <w:rsid w:val="003D27D1"/>
    <w:rsid w:val="003D2942"/>
    <w:rsid w:val="003D3017"/>
    <w:rsid w:val="003D3248"/>
    <w:rsid w:val="003D32D1"/>
    <w:rsid w:val="003D3635"/>
    <w:rsid w:val="003D368D"/>
    <w:rsid w:val="003D3981"/>
    <w:rsid w:val="003D39B6"/>
    <w:rsid w:val="003D3D74"/>
    <w:rsid w:val="003D408F"/>
    <w:rsid w:val="003D40A6"/>
    <w:rsid w:val="003D447A"/>
    <w:rsid w:val="003D465A"/>
    <w:rsid w:val="003D46FB"/>
    <w:rsid w:val="003D4828"/>
    <w:rsid w:val="003D5401"/>
    <w:rsid w:val="003D5766"/>
    <w:rsid w:val="003D5AAD"/>
    <w:rsid w:val="003D6033"/>
    <w:rsid w:val="003D6285"/>
    <w:rsid w:val="003D6707"/>
    <w:rsid w:val="003D681F"/>
    <w:rsid w:val="003D6C6B"/>
    <w:rsid w:val="003D6D31"/>
    <w:rsid w:val="003D7077"/>
    <w:rsid w:val="003D71C0"/>
    <w:rsid w:val="003D744C"/>
    <w:rsid w:val="003D7687"/>
    <w:rsid w:val="003D76F0"/>
    <w:rsid w:val="003D771A"/>
    <w:rsid w:val="003D7C72"/>
    <w:rsid w:val="003D7F16"/>
    <w:rsid w:val="003D7FB3"/>
    <w:rsid w:val="003E0084"/>
    <w:rsid w:val="003E0410"/>
    <w:rsid w:val="003E0694"/>
    <w:rsid w:val="003E0C0E"/>
    <w:rsid w:val="003E0C27"/>
    <w:rsid w:val="003E0C2D"/>
    <w:rsid w:val="003E0D86"/>
    <w:rsid w:val="003E0F7C"/>
    <w:rsid w:val="003E1363"/>
    <w:rsid w:val="003E1415"/>
    <w:rsid w:val="003E14D1"/>
    <w:rsid w:val="003E1760"/>
    <w:rsid w:val="003E17AD"/>
    <w:rsid w:val="003E1A5C"/>
    <w:rsid w:val="003E1A62"/>
    <w:rsid w:val="003E1C8C"/>
    <w:rsid w:val="003E1CC8"/>
    <w:rsid w:val="003E2305"/>
    <w:rsid w:val="003E2515"/>
    <w:rsid w:val="003E2585"/>
    <w:rsid w:val="003E265B"/>
    <w:rsid w:val="003E2706"/>
    <w:rsid w:val="003E2837"/>
    <w:rsid w:val="003E2C9F"/>
    <w:rsid w:val="003E2CC2"/>
    <w:rsid w:val="003E35B1"/>
    <w:rsid w:val="003E35C8"/>
    <w:rsid w:val="003E39FB"/>
    <w:rsid w:val="003E3A06"/>
    <w:rsid w:val="003E3BDA"/>
    <w:rsid w:val="003E3D74"/>
    <w:rsid w:val="003E3E6D"/>
    <w:rsid w:val="003E3FC0"/>
    <w:rsid w:val="003E4402"/>
    <w:rsid w:val="003E44C0"/>
    <w:rsid w:val="003E45FB"/>
    <w:rsid w:val="003E478B"/>
    <w:rsid w:val="003E47B1"/>
    <w:rsid w:val="003E4912"/>
    <w:rsid w:val="003E4AB9"/>
    <w:rsid w:val="003E4BC4"/>
    <w:rsid w:val="003E4D29"/>
    <w:rsid w:val="003E5419"/>
    <w:rsid w:val="003E565B"/>
    <w:rsid w:val="003E5820"/>
    <w:rsid w:val="003E58BE"/>
    <w:rsid w:val="003E5DD2"/>
    <w:rsid w:val="003E6362"/>
    <w:rsid w:val="003E65CB"/>
    <w:rsid w:val="003E670B"/>
    <w:rsid w:val="003E6F7B"/>
    <w:rsid w:val="003E7364"/>
    <w:rsid w:val="003E7552"/>
    <w:rsid w:val="003E7C3A"/>
    <w:rsid w:val="003E7CD8"/>
    <w:rsid w:val="003E7DFC"/>
    <w:rsid w:val="003E7F22"/>
    <w:rsid w:val="003F0027"/>
    <w:rsid w:val="003F0057"/>
    <w:rsid w:val="003F0528"/>
    <w:rsid w:val="003F079E"/>
    <w:rsid w:val="003F081A"/>
    <w:rsid w:val="003F08FC"/>
    <w:rsid w:val="003F0C5B"/>
    <w:rsid w:val="003F0D20"/>
    <w:rsid w:val="003F0D99"/>
    <w:rsid w:val="003F119A"/>
    <w:rsid w:val="003F174C"/>
    <w:rsid w:val="003F1895"/>
    <w:rsid w:val="003F1A49"/>
    <w:rsid w:val="003F1DA1"/>
    <w:rsid w:val="003F21EA"/>
    <w:rsid w:val="003F2320"/>
    <w:rsid w:val="003F245F"/>
    <w:rsid w:val="003F2D57"/>
    <w:rsid w:val="003F2D94"/>
    <w:rsid w:val="003F2E08"/>
    <w:rsid w:val="003F3255"/>
    <w:rsid w:val="003F35BD"/>
    <w:rsid w:val="003F3677"/>
    <w:rsid w:val="003F3848"/>
    <w:rsid w:val="003F40BA"/>
    <w:rsid w:val="003F43E2"/>
    <w:rsid w:val="003F443F"/>
    <w:rsid w:val="003F4B1F"/>
    <w:rsid w:val="003F4D2C"/>
    <w:rsid w:val="003F4E8D"/>
    <w:rsid w:val="003F5325"/>
    <w:rsid w:val="003F550A"/>
    <w:rsid w:val="003F55E7"/>
    <w:rsid w:val="003F568E"/>
    <w:rsid w:val="003F59BC"/>
    <w:rsid w:val="003F5BA7"/>
    <w:rsid w:val="003F5BB3"/>
    <w:rsid w:val="003F5DCF"/>
    <w:rsid w:val="003F5E36"/>
    <w:rsid w:val="003F60E7"/>
    <w:rsid w:val="003F62E3"/>
    <w:rsid w:val="003F6468"/>
    <w:rsid w:val="003F69F8"/>
    <w:rsid w:val="003F6BB6"/>
    <w:rsid w:val="003F6C80"/>
    <w:rsid w:val="003F7201"/>
    <w:rsid w:val="003F7678"/>
    <w:rsid w:val="003F76D5"/>
    <w:rsid w:val="003F7ACA"/>
    <w:rsid w:val="003F7E26"/>
    <w:rsid w:val="0040144B"/>
    <w:rsid w:val="00401488"/>
    <w:rsid w:val="00401794"/>
    <w:rsid w:val="004018C1"/>
    <w:rsid w:val="00401C71"/>
    <w:rsid w:val="00401CB4"/>
    <w:rsid w:val="0040239C"/>
    <w:rsid w:val="0040254A"/>
    <w:rsid w:val="0040261C"/>
    <w:rsid w:val="0040262E"/>
    <w:rsid w:val="00402ADA"/>
    <w:rsid w:val="00402EC0"/>
    <w:rsid w:val="00403226"/>
    <w:rsid w:val="0040344E"/>
    <w:rsid w:val="0040362F"/>
    <w:rsid w:val="00403895"/>
    <w:rsid w:val="00403A29"/>
    <w:rsid w:val="00403A4D"/>
    <w:rsid w:val="00403B40"/>
    <w:rsid w:val="00403B85"/>
    <w:rsid w:val="00403BAB"/>
    <w:rsid w:val="00404067"/>
    <w:rsid w:val="00404464"/>
    <w:rsid w:val="004045D5"/>
    <w:rsid w:val="004047A1"/>
    <w:rsid w:val="00404D83"/>
    <w:rsid w:val="00404E00"/>
    <w:rsid w:val="00405EBF"/>
    <w:rsid w:val="00406243"/>
    <w:rsid w:val="00406BD5"/>
    <w:rsid w:val="00406DA5"/>
    <w:rsid w:val="00406F56"/>
    <w:rsid w:val="00407059"/>
    <w:rsid w:val="0040756E"/>
    <w:rsid w:val="0040771A"/>
    <w:rsid w:val="00407BAF"/>
    <w:rsid w:val="00407FA1"/>
    <w:rsid w:val="00410210"/>
    <w:rsid w:val="004102A3"/>
    <w:rsid w:val="00410487"/>
    <w:rsid w:val="00410A2F"/>
    <w:rsid w:val="00410AC5"/>
    <w:rsid w:val="00411272"/>
    <w:rsid w:val="004117F6"/>
    <w:rsid w:val="004119BC"/>
    <w:rsid w:val="00411B06"/>
    <w:rsid w:val="00411BA8"/>
    <w:rsid w:val="00411C08"/>
    <w:rsid w:val="00411EC1"/>
    <w:rsid w:val="004120DE"/>
    <w:rsid w:val="004121E2"/>
    <w:rsid w:val="00412789"/>
    <w:rsid w:val="00412827"/>
    <w:rsid w:val="00413332"/>
    <w:rsid w:val="00413787"/>
    <w:rsid w:val="00413E87"/>
    <w:rsid w:val="00413FEF"/>
    <w:rsid w:val="00414146"/>
    <w:rsid w:val="00414618"/>
    <w:rsid w:val="00414F1A"/>
    <w:rsid w:val="004151FC"/>
    <w:rsid w:val="00415793"/>
    <w:rsid w:val="00415BFF"/>
    <w:rsid w:val="0041602D"/>
    <w:rsid w:val="004160A1"/>
    <w:rsid w:val="0041618C"/>
    <w:rsid w:val="0041631B"/>
    <w:rsid w:val="00416AA3"/>
    <w:rsid w:val="00416AA6"/>
    <w:rsid w:val="00416C72"/>
    <w:rsid w:val="00416E67"/>
    <w:rsid w:val="00416EDF"/>
    <w:rsid w:val="004175C7"/>
    <w:rsid w:val="0041791C"/>
    <w:rsid w:val="00417DB4"/>
    <w:rsid w:val="00417E78"/>
    <w:rsid w:val="00417EE0"/>
    <w:rsid w:val="00420064"/>
    <w:rsid w:val="0042042C"/>
    <w:rsid w:val="004204E7"/>
    <w:rsid w:val="004207BF"/>
    <w:rsid w:val="00420B19"/>
    <w:rsid w:val="00420B42"/>
    <w:rsid w:val="00420D61"/>
    <w:rsid w:val="00420DD0"/>
    <w:rsid w:val="00420EA7"/>
    <w:rsid w:val="00421287"/>
    <w:rsid w:val="004213B5"/>
    <w:rsid w:val="0042142A"/>
    <w:rsid w:val="004219A4"/>
    <w:rsid w:val="00421B89"/>
    <w:rsid w:val="004222CC"/>
    <w:rsid w:val="004226FE"/>
    <w:rsid w:val="00422793"/>
    <w:rsid w:val="00422A7F"/>
    <w:rsid w:val="00422C4E"/>
    <w:rsid w:val="00422EE3"/>
    <w:rsid w:val="00423104"/>
    <w:rsid w:val="0042310A"/>
    <w:rsid w:val="0042318A"/>
    <w:rsid w:val="00423512"/>
    <w:rsid w:val="00423708"/>
    <w:rsid w:val="0042385B"/>
    <w:rsid w:val="00423870"/>
    <w:rsid w:val="00423CED"/>
    <w:rsid w:val="00423D7D"/>
    <w:rsid w:val="00423F0B"/>
    <w:rsid w:val="00423FBF"/>
    <w:rsid w:val="00424724"/>
    <w:rsid w:val="00424742"/>
    <w:rsid w:val="00424DDB"/>
    <w:rsid w:val="00424FB7"/>
    <w:rsid w:val="00424FBA"/>
    <w:rsid w:val="004252DA"/>
    <w:rsid w:val="004252E7"/>
    <w:rsid w:val="004254A5"/>
    <w:rsid w:val="004254AE"/>
    <w:rsid w:val="004254DB"/>
    <w:rsid w:val="00425762"/>
    <w:rsid w:val="00425829"/>
    <w:rsid w:val="00425ED9"/>
    <w:rsid w:val="004260E3"/>
    <w:rsid w:val="0042617F"/>
    <w:rsid w:val="0042638E"/>
    <w:rsid w:val="00426492"/>
    <w:rsid w:val="004264B9"/>
    <w:rsid w:val="00426572"/>
    <w:rsid w:val="00426A60"/>
    <w:rsid w:val="00426A76"/>
    <w:rsid w:val="00426DD5"/>
    <w:rsid w:val="00426EC0"/>
    <w:rsid w:val="00427222"/>
    <w:rsid w:val="0042765F"/>
    <w:rsid w:val="00427C7B"/>
    <w:rsid w:val="00427E32"/>
    <w:rsid w:val="00430142"/>
    <w:rsid w:val="00430359"/>
    <w:rsid w:val="004306F0"/>
    <w:rsid w:val="004307E4"/>
    <w:rsid w:val="004307FF"/>
    <w:rsid w:val="00430888"/>
    <w:rsid w:val="004317EA"/>
    <w:rsid w:val="00431C0C"/>
    <w:rsid w:val="00431C79"/>
    <w:rsid w:val="00431D8B"/>
    <w:rsid w:val="00432374"/>
    <w:rsid w:val="004324E4"/>
    <w:rsid w:val="00432BCE"/>
    <w:rsid w:val="00432C87"/>
    <w:rsid w:val="00432FED"/>
    <w:rsid w:val="00433174"/>
    <w:rsid w:val="00433353"/>
    <w:rsid w:val="004337A5"/>
    <w:rsid w:val="00434039"/>
    <w:rsid w:val="00434207"/>
    <w:rsid w:val="004342C1"/>
    <w:rsid w:val="004346B5"/>
    <w:rsid w:val="0043474A"/>
    <w:rsid w:val="004347C6"/>
    <w:rsid w:val="00434862"/>
    <w:rsid w:val="004349AD"/>
    <w:rsid w:val="00435253"/>
    <w:rsid w:val="00435334"/>
    <w:rsid w:val="00435450"/>
    <w:rsid w:val="0043556B"/>
    <w:rsid w:val="00435C61"/>
    <w:rsid w:val="00435D52"/>
    <w:rsid w:val="0043617F"/>
    <w:rsid w:val="00436A9E"/>
    <w:rsid w:val="00436AA5"/>
    <w:rsid w:val="004371C8"/>
    <w:rsid w:val="0043768D"/>
    <w:rsid w:val="0043785D"/>
    <w:rsid w:val="00437E4E"/>
    <w:rsid w:val="00437FF2"/>
    <w:rsid w:val="0044008A"/>
    <w:rsid w:val="004400D6"/>
    <w:rsid w:val="00440144"/>
    <w:rsid w:val="0044014B"/>
    <w:rsid w:val="0044019E"/>
    <w:rsid w:val="00440288"/>
    <w:rsid w:val="004407BC"/>
    <w:rsid w:val="00440891"/>
    <w:rsid w:val="004408F5"/>
    <w:rsid w:val="00440B29"/>
    <w:rsid w:val="00440E02"/>
    <w:rsid w:val="00441223"/>
    <w:rsid w:val="004414BD"/>
    <w:rsid w:val="004416C0"/>
    <w:rsid w:val="004417B3"/>
    <w:rsid w:val="00441C5D"/>
    <w:rsid w:val="00442193"/>
    <w:rsid w:val="0044219B"/>
    <w:rsid w:val="00442434"/>
    <w:rsid w:val="00442634"/>
    <w:rsid w:val="004429E9"/>
    <w:rsid w:val="00442B6E"/>
    <w:rsid w:val="00442DD1"/>
    <w:rsid w:val="00442DD9"/>
    <w:rsid w:val="00443369"/>
    <w:rsid w:val="0044355F"/>
    <w:rsid w:val="004436B5"/>
    <w:rsid w:val="00443A46"/>
    <w:rsid w:val="00443C10"/>
    <w:rsid w:val="00443E17"/>
    <w:rsid w:val="00443E59"/>
    <w:rsid w:val="00444183"/>
    <w:rsid w:val="004441B3"/>
    <w:rsid w:val="004445DC"/>
    <w:rsid w:val="00444AA6"/>
    <w:rsid w:val="00444C8C"/>
    <w:rsid w:val="00444D54"/>
    <w:rsid w:val="00444D85"/>
    <w:rsid w:val="00444EE8"/>
    <w:rsid w:val="00444F8A"/>
    <w:rsid w:val="004451AD"/>
    <w:rsid w:val="00445375"/>
    <w:rsid w:val="00445534"/>
    <w:rsid w:val="004455AA"/>
    <w:rsid w:val="00445F11"/>
    <w:rsid w:val="00446255"/>
    <w:rsid w:val="0044659B"/>
    <w:rsid w:val="00446E1F"/>
    <w:rsid w:val="00447018"/>
    <w:rsid w:val="00447245"/>
    <w:rsid w:val="00447B8E"/>
    <w:rsid w:val="00447C1C"/>
    <w:rsid w:val="00447DC0"/>
    <w:rsid w:val="00447E49"/>
    <w:rsid w:val="00447EBE"/>
    <w:rsid w:val="004501E0"/>
    <w:rsid w:val="00450AE0"/>
    <w:rsid w:val="00450E0F"/>
    <w:rsid w:val="00450E1E"/>
    <w:rsid w:val="00450F4B"/>
    <w:rsid w:val="00450FED"/>
    <w:rsid w:val="00451067"/>
    <w:rsid w:val="0045108B"/>
    <w:rsid w:val="004511C3"/>
    <w:rsid w:val="0045149F"/>
    <w:rsid w:val="0045166D"/>
    <w:rsid w:val="00451782"/>
    <w:rsid w:val="00451AF6"/>
    <w:rsid w:val="00451F28"/>
    <w:rsid w:val="00452136"/>
    <w:rsid w:val="0045225F"/>
    <w:rsid w:val="004525F4"/>
    <w:rsid w:val="0045341A"/>
    <w:rsid w:val="00453579"/>
    <w:rsid w:val="00453712"/>
    <w:rsid w:val="00453A11"/>
    <w:rsid w:val="00453D03"/>
    <w:rsid w:val="00454140"/>
    <w:rsid w:val="004541FA"/>
    <w:rsid w:val="0045440E"/>
    <w:rsid w:val="0045463E"/>
    <w:rsid w:val="004549F5"/>
    <w:rsid w:val="00454CC9"/>
    <w:rsid w:val="00454ED9"/>
    <w:rsid w:val="00454F36"/>
    <w:rsid w:val="004551A3"/>
    <w:rsid w:val="00455357"/>
    <w:rsid w:val="004553DE"/>
    <w:rsid w:val="004557AB"/>
    <w:rsid w:val="0045595C"/>
    <w:rsid w:val="00455B74"/>
    <w:rsid w:val="0045645F"/>
    <w:rsid w:val="00456530"/>
    <w:rsid w:val="00456558"/>
    <w:rsid w:val="00456817"/>
    <w:rsid w:val="00457080"/>
    <w:rsid w:val="00457326"/>
    <w:rsid w:val="00457385"/>
    <w:rsid w:val="0046009C"/>
    <w:rsid w:val="00460594"/>
    <w:rsid w:val="004605BD"/>
    <w:rsid w:val="00460A23"/>
    <w:rsid w:val="00460E94"/>
    <w:rsid w:val="0046106B"/>
    <w:rsid w:val="004612F4"/>
    <w:rsid w:val="0046164E"/>
    <w:rsid w:val="00461CFD"/>
    <w:rsid w:val="00461DD9"/>
    <w:rsid w:val="00462030"/>
    <w:rsid w:val="004621CA"/>
    <w:rsid w:val="0046253A"/>
    <w:rsid w:val="004626B2"/>
    <w:rsid w:val="00462724"/>
    <w:rsid w:val="004627A7"/>
    <w:rsid w:val="00462A72"/>
    <w:rsid w:val="00462BB7"/>
    <w:rsid w:val="00462BD0"/>
    <w:rsid w:val="00462EDB"/>
    <w:rsid w:val="00462FEB"/>
    <w:rsid w:val="00463240"/>
    <w:rsid w:val="004632B7"/>
    <w:rsid w:val="00463423"/>
    <w:rsid w:val="0046345A"/>
    <w:rsid w:val="004636CF"/>
    <w:rsid w:val="00463C10"/>
    <w:rsid w:val="00463F0F"/>
    <w:rsid w:val="00464454"/>
    <w:rsid w:val="004644D0"/>
    <w:rsid w:val="0046468C"/>
    <w:rsid w:val="00464BBC"/>
    <w:rsid w:val="00464D13"/>
    <w:rsid w:val="00465004"/>
    <w:rsid w:val="0046559E"/>
    <w:rsid w:val="004656EC"/>
    <w:rsid w:val="0046570D"/>
    <w:rsid w:val="00465AA6"/>
    <w:rsid w:val="00465AF0"/>
    <w:rsid w:val="004660C3"/>
    <w:rsid w:val="004663DE"/>
    <w:rsid w:val="00466769"/>
    <w:rsid w:val="004672FE"/>
    <w:rsid w:val="00467938"/>
    <w:rsid w:val="004679FF"/>
    <w:rsid w:val="00467BB0"/>
    <w:rsid w:val="00467C8F"/>
    <w:rsid w:val="00467D3D"/>
    <w:rsid w:val="00467D4A"/>
    <w:rsid w:val="004700CC"/>
    <w:rsid w:val="00470331"/>
    <w:rsid w:val="0047033E"/>
    <w:rsid w:val="004703A2"/>
    <w:rsid w:val="004704C1"/>
    <w:rsid w:val="004709F8"/>
    <w:rsid w:val="004712E7"/>
    <w:rsid w:val="00471590"/>
    <w:rsid w:val="00471911"/>
    <w:rsid w:val="0047198D"/>
    <w:rsid w:val="00471C6D"/>
    <w:rsid w:val="0047237E"/>
    <w:rsid w:val="00472835"/>
    <w:rsid w:val="00472A22"/>
    <w:rsid w:val="00472E35"/>
    <w:rsid w:val="004731B6"/>
    <w:rsid w:val="0047393C"/>
    <w:rsid w:val="00473BAF"/>
    <w:rsid w:val="00473D23"/>
    <w:rsid w:val="00473E86"/>
    <w:rsid w:val="00474336"/>
    <w:rsid w:val="004744B1"/>
    <w:rsid w:val="0047477E"/>
    <w:rsid w:val="004748F1"/>
    <w:rsid w:val="0047490E"/>
    <w:rsid w:val="00474DDF"/>
    <w:rsid w:val="00474EA8"/>
    <w:rsid w:val="00475308"/>
    <w:rsid w:val="00475561"/>
    <w:rsid w:val="00475AC8"/>
    <w:rsid w:val="00475F61"/>
    <w:rsid w:val="00476368"/>
    <w:rsid w:val="0047665A"/>
    <w:rsid w:val="00476BE6"/>
    <w:rsid w:val="00477080"/>
    <w:rsid w:val="00477622"/>
    <w:rsid w:val="00477819"/>
    <w:rsid w:val="00477C5E"/>
    <w:rsid w:val="00477DBE"/>
    <w:rsid w:val="00477FFA"/>
    <w:rsid w:val="004803A3"/>
    <w:rsid w:val="00480B23"/>
    <w:rsid w:val="00480B99"/>
    <w:rsid w:val="00480D95"/>
    <w:rsid w:val="00481214"/>
    <w:rsid w:val="00481395"/>
    <w:rsid w:val="004814CF"/>
    <w:rsid w:val="004817FD"/>
    <w:rsid w:val="00481BAB"/>
    <w:rsid w:val="00482306"/>
    <w:rsid w:val="0048271C"/>
    <w:rsid w:val="00482748"/>
    <w:rsid w:val="0048281C"/>
    <w:rsid w:val="00483004"/>
    <w:rsid w:val="004832F9"/>
    <w:rsid w:val="00483573"/>
    <w:rsid w:val="00483BBC"/>
    <w:rsid w:val="00483C0D"/>
    <w:rsid w:val="00483CAB"/>
    <w:rsid w:val="00483DD5"/>
    <w:rsid w:val="00483FBC"/>
    <w:rsid w:val="00483FFA"/>
    <w:rsid w:val="00484190"/>
    <w:rsid w:val="0048449F"/>
    <w:rsid w:val="004849DD"/>
    <w:rsid w:val="00485056"/>
    <w:rsid w:val="004850BC"/>
    <w:rsid w:val="004850FE"/>
    <w:rsid w:val="004852E2"/>
    <w:rsid w:val="00485587"/>
    <w:rsid w:val="004857B7"/>
    <w:rsid w:val="0048627D"/>
    <w:rsid w:val="004863CC"/>
    <w:rsid w:val="004864FB"/>
    <w:rsid w:val="004869D1"/>
    <w:rsid w:val="00486C29"/>
    <w:rsid w:val="00486CD6"/>
    <w:rsid w:val="00487057"/>
    <w:rsid w:val="004871BB"/>
    <w:rsid w:val="00487A85"/>
    <w:rsid w:val="00487CA6"/>
    <w:rsid w:val="00487FFB"/>
    <w:rsid w:val="00490035"/>
    <w:rsid w:val="004900A8"/>
    <w:rsid w:val="004900C8"/>
    <w:rsid w:val="004901CE"/>
    <w:rsid w:val="004901D7"/>
    <w:rsid w:val="0049038A"/>
    <w:rsid w:val="00490486"/>
    <w:rsid w:val="004905B8"/>
    <w:rsid w:val="004905F9"/>
    <w:rsid w:val="0049060E"/>
    <w:rsid w:val="00490765"/>
    <w:rsid w:val="004908A8"/>
    <w:rsid w:val="004908BB"/>
    <w:rsid w:val="00490ED4"/>
    <w:rsid w:val="004912A6"/>
    <w:rsid w:val="00491929"/>
    <w:rsid w:val="00491A4C"/>
    <w:rsid w:val="00491C61"/>
    <w:rsid w:val="0049205B"/>
    <w:rsid w:val="00492085"/>
    <w:rsid w:val="004923B8"/>
    <w:rsid w:val="00492414"/>
    <w:rsid w:val="0049258D"/>
    <w:rsid w:val="0049273F"/>
    <w:rsid w:val="0049296D"/>
    <w:rsid w:val="00492A57"/>
    <w:rsid w:val="00492A79"/>
    <w:rsid w:val="00492BA1"/>
    <w:rsid w:val="00492FB6"/>
    <w:rsid w:val="0049332E"/>
    <w:rsid w:val="0049339C"/>
    <w:rsid w:val="0049374F"/>
    <w:rsid w:val="0049396F"/>
    <w:rsid w:val="00493B49"/>
    <w:rsid w:val="00493B80"/>
    <w:rsid w:val="00493F07"/>
    <w:rsid w:val="0049402D"/>
    <w:rsid w:val="0049409D"/>
    <w:rsid w:val="004947EC"/>
    <w:rsid w:val="004949A1"/>
    <w:rsid w:val="00494AE5"/>
    <w:rsid w:val="00494F49"/>
    <w:rsid w:val="00494F4A"/>
    <w:rsid w:val="00494FB1"/>
    <w:rsid w:val="0049510A"/>
    <w:rsid w:val="00495190"/>
    <w:rsid w:val="00495527"/>
    <w:rsid w:val="004957D9"/>
    <w:rsid w:val="004958BB"/>
    <w:rsid w:val="00495A9F"/>
    <w:rsid w:val="00495AC1"/>
    <w:rsid w:val="004965D6"/>
    <w:rsid w:val="00496662"/>
    <w:rsid w:val="0049676C"/>
    <w:rsid w:val="00496AFD"/>
    <w:rsid w:val="00496B75"/>
    <w:rsid w:val="00496C82"/>
    <w:rsid w:val="00497180"/>
    <w:rsid w:val="00497208"/>
    <w:rsid w:val="00497875"/>
    <w:rsid w:val="00497E10"/>
    <w:rsid w:val="00497F88"/>
    <w:rsid w:val="004A011E"/>
    <w:rsid w:val="004A046A"/>
    <w:rsid w:val="004A089E"/>
    <w:rsid w:val="004A107B"/>
    <w:rsid w:val="004A191A"/>
    <w:rsid w:val="004A1AEC"/>
    <w:rsid w:val="004A1D4B"/>
    <w:rsid w:val="004A20AE"/>
    <w:rsid w:val="004A28AB"/>
    <w:rsid w:val="004A294A"/>
    <w:rsid w:val="004A2A18"/>
    <w:rsid w:val="004A2FFF"/>
    <w:rsid w:val="004A33D8"/>
    <w:rsid w:val="004A3502"/>
    <w:rsid w:val="004A387E"/>
    <w:rsid w:val="004A394D"/>
    <w:rsid w:val="004A3BF0"/>
    <w:rsid w:val="004A3C14"/>
    <w:rsid w:val="004A3DCB"/>
    <w:rsid w:val="004A3F4E"/>
    <w:rsid w:val="004A3F62"/>
    <w:rsid w:val="004A4135"/>
    <w:rsid w:val="004A425F"/>
    <w:rsid w:val="004A43F5"/>
    <w:rsid w:val="004A468F"/>
    <w:rsid w:val="004A48B9"/>
    <w:rsid w:val="004A4A1C"/>
    <w:rsid w:val="004A4ED8"/>
    <w:rsid w:val="004A5275"/>
    <w:rsid w:val="004A545C"/>
    <w:rsid w:val="004A5A7C"/>
    <w:rsid w:val="004A5DF0"/>
    <w:rsid w:val="004A6255"/>
    <w:rsid w:val="004A62F6"/>
    <w:rsid w:val="004A63D4"/>
    <w:rsid w:val="004A6EA0"/>
    <w:rsid w:val="004A71F6"/>
    <w:rsid w:val="004A7E1D"/>
    <w:rsid w:val="004A7F82"/>
    <w:rsid w:val="004B01F2"/>
    <w:rsid w:val="004B055A"/>
    <w:rsid w:val="004B064C"/>
    <w:rsid w:val="004B0D60"/>
    <w:rsid w:val="004B0D90"/>
    <w:rsid w:val="004B0FCE"/>
    <w:rsid w:val="004B1133"/>
    <w:rsid w:val="004B1370"/>
    <w:rsid w:val="004B13C3"/>
    <w:rsid w:val="004B1426"/>
    <w:rsid w:val="004B1454"/>
    <w:rsid w:val="004B18F3"/>
    <w:rsid w:val="004B1E04"/>
    <w:rsid w:val="004B1FF0"/>
    <w:rsid w:val="004B20A0"/>
    <w:rsid w:val="004B2110"/>
    <w:rsid w:val="004B2206"/>
    <w:rsid w:val="004B22E2"/>
    <w:rsid w:val="004B24BB"/>
    <w:rsid w:val="004B28CE"/>
    <w:rsid w:val="004B2A60"/>
    <w:rsid w:val="004B2A9E"/>
    <w:rsid w:val="004B2C02"/>
    <w:rsid w:val="004B2F02"/>
    <w:rsid w:val="004B3040"/>
    <w:rsid w:val="004B3654"/>
    <w:rsid w:val="004B379E"/>
    <w:rsid w:val="004B3B23"/>
    <w:rsid w:val="004B48AA"/>
    <w:rsid w:val="004B4941"/>
    <w:rsid w:val="004B49C2"/>
    <w:rsid w:val="004B4CE6"/>
    <w:rsid w:val="004B4E17"/>
    <w:rsid w:val="004B4FB8"/>
    <w:rsid w:val="004B50A0"/>
    <w:rsid w:val="004B5106"/>
    <w:rsid w:val="004B53DF"/>
    <w:rsid w:val="004B54D9"/>
    <w:rsid w:val="004B561A"/>
    <w:rsid w:val="004B56D5"/>
    <w:rsid w:val="004B58F6"/>
    <w:rsid w:val="004B59FC"/>
    <w:rsid w:val="004B5AD6"/>
    <w:rsid w:val="004B5C0F"/>
    <w:rsid w:val="004B6599"/>
    <w:rsid w:val="004B67FE"/>
    <w:rsid w:val="004B6855"/>
    <w:rsid w:val="004B7083"/>
    <w:rsid w:val="004B7089"/>
    <w:rsid w:val="004B758C"/>
    <w:rsid w:val="004B765D"/>
    <w:rsid w:val="004B77FA"/>
    <w:rsid w:val="004C00AE"/>
    <w:rsid w:val="004C0B3C"/>
    <w:rsid w:val="004C0B53"/>
    <w:rsid w:val="004C0FCD"/>
    <w:rsid w:val="004C102F"/>
    <w:rsid w:val="004C11D3"/>
    <w:rsid w:val="004C1292"/>
    <w:rsid w:val="004C1381"/>
    <w:rsid w:val="004C1A25"/>
    <w:rsid w:val="004C1AE1"/>
    <w:rsid w:val="004C1BDE"/>
    <w:rsid w:val="004C1F35"/>
    <w:rsid w:val="004C233B"/>
    <w:rsid w:val="004C23D2"/>
    <w:rsid w:val="004C2592"/>
    <w:rsid w:val="004C26EC"/>
    <w:rsid w:val="004C2879"/>
    <w:rsid w:val="004C2A02"/>
    <w:rsid w:val="004C2D2D"/>
    <w:rsid w:val="004C3419"/>
    <w:rsid w:val="004C3B0B"/>
    <w:rsid w:val="004C3C36"/>
    <w:rsid w:val="004C4016"/>
    <w:rsid w:val="004C4AB7"/>
    <w:rsid w:val="004C4CB8"/>
    <w:rsid w:val="004C504E"/>
    <w:rsid w:val="004C534B"/>
    <w:rsid w:val="004C589F"/>
    <w:rsid w:val="004C59C9"/>
    <w:rsid w:val="004C5CCC"/>
    <w:rsid w:val="004C5DAA"/>
    <w:rsid w:val="004C5FE9"/>
    <w:rsid w:val="004C6289"/>
    <w:rsid w:val="004C6569"/>
    <w:rsid w:val="004C69A3"/>
    <w:rsid w:val="004C6C77"/>
    <w:rsid w:val="004C71A2"/>
    <w:rsid w:val="004C7333"/>
    <w:rsid w:val="004C770B"/>
    <w:rsid w:val="004C781C"/>
    <w:rsid w:val="004C7911"/>
    <w:rsid w:val="004D004F"/>
    <w:rsid w:val="004D0335"/>
    <w:rsid w:val="004D0554"/>
    <w:rsid w:val="004D064C"/>
    <w:rsid w:val="004D0CBE"/>
    <w:rsid w:val="004D1166"/>
    <w:rsid w:val="004D13C3"/>
    <w:rsid w:val="004D1590"/>
    <w:rsid w:val="004D18DE"/>
    <w:rsid w:val="004D2281"/>
    <w:rsid w:val="004D23B0"/>
    <w:rsid w:val="004D27FA"/>
    <w:rsid w:val="004D2A14"/>
    <w:rsid w:val="004D2C06"/>
    <w:rsid w:val="004D2C31"/>
    <w:rsid w:val="004D2C4A"/>
    <w:rsid w:val="004D2C8A"/>
    <w:rsid w:val="004D2DFB"/>
    <w:rsid w:val="004D2ED1"/>
    <w:rsid w:val="004D328C"/>
    <w:rsid w:val="004D37F8"/>
    <w:rsid w:val="004D38BA"/>
    <w:rsid w:val="004D39B9"/>
    <w:rsid w:val="004D3B53"/>
    <w:rsid w:val="004D4138"/>
    <w:rsid w:val="004D4748"/>
    <w:rsid w:val="004D49ED"/>
    <w:rsid w:val="004D4D69"/>
    <w:rsid w:val="004D4F22"/>
    <w:rsid w:val="004D5D0B"/>
    <w:rsid w:val="004D5DEC"/>
    <w:rsid w:val="004D663D"/>
    <w:rsid w:val="004D6A9D"/>
    <w:rsid w:val="004D6B88"/>
    <w:rsid w:val="004D6BC7"/>
    <w:rsid w:val="004D6D17"/>
    <w:rsid w:val="004D6DE0"/>
    <w:rsid w:val="004D7340"/>
    <w:rsid w:val="004D7479"/>
    <w:rsid w:val="004D750D"/>
    <w:rsid w:val="004D753D"/>
    <w:rsid w:val="004D77AE"/>
    <w:rsid w:val="004D788F"/>
    <w:rsid w:val="004D78B8"/>
    <w:rsid w:val="004D7A39"/>
    <w:rsid w:val="004D7C46"/>
    <w:rsid w:val="004D7E42"/>
    <w:rsid w:val="004D7FE8"/>
    <w:rsid w:val="004E01A2"/>
    <w:rsid w:val="004E01F2"/>
    <w:rsid w:val="004E0A7F"/>
    <w:rsid w:val="004E0C9E"/>
    <w:rsid w:val="004E0EC4"/>
    <w:rsid w:val="004E1221"/>
    <w:rsid w:val="004E16E5"/>
    <w:rsid w:val="004E1856"/>
    <w:rsid w:val="004E18FA"/>
    <w:rsid w:val="004E1D2E"/>
    <w:rsid w:val="004E1E2C"/>
    <w:rsid w:val="004E1E30"/>
    <w:rsid w:val="004E1E3F"/>
    <w:rsid w:val="004E1EE6"/>
    <w:rsid w:val="004E1F5B"/>
    <w:rsid w:val="004E1F91"/>
    <w:rsid w:val="004E21A0"/>
    <w:rsid w:val="004E2630"/>
    <w:rsid w:val="004E272F"/>
    <w:rsid w:val="004E27EE"/>
    <w:rsid w:val="004E299C"/>
    <w:rsid w:val="004E29F8"/>
    <w:rsid w:val="004E2D8D"/>
    <w:rsid w:val="004E301A"/>
    <w:rsid w:val="004E3318"/>
    <w:rsid w:val="004E34F0"/>
    <w:rsid w:val="004E35D9"/>
    <w:rsid w:val="004E37CC"/>
    <w:rsid w:val="004E380E"/>
    <w:rsid w:val="004E3957"/>
    <w:rsid w:val="004E4269"/>
    <w:rsid w:val="004E45AC"/>
    <w:rsid w:val="004E45DC"/>
    <w:rsid w:val="004E4B3C"/>
    <w:rsid w:val="004E5198"/>
    <w:rsid w:val="004E520B"/>
    <w:rsid w:val="004E52D4"/>
    <w:rsid w:val="004E5332"/>
    <w:rsid w:val="004E5485"/>
    <w:rsid w:val="004E565B"/>
    <w:rsid w:val="004E5A27"/>
    <w:rsid w:val="004E5A4C"/>
    <w:rsid w:val="004E5BF1"/>
    <w:rsid w:val="004E5D44"/>
    <w:rsid w:val="004E5EAD"/>
    <w:rsid w:val="004E6634"/>
    <w:rsid w:val="004E681F"/>
    <w:rsid w:val="004E687F"/>
    <w:rsid w:val="004E6A26"/>
    <w:rsid w:val="004E6AB1"/>
    <w:rsid w:val="004E700C"/>
    <w:rsid w:val="004E7118"/>
    <w:rsid w:val="004E7431"/>
    <w:rsid w:val="004E7573"/>
    <w:rsid w:val="004E7CA5"/>
    <w:rsid w:val="004E7CAF"/>
    <w:rsid w:val="004E7DB4"/>
    <w:rsid w:val="004E7F09"/>
    <w:rsid w:val="004E7F25"/>
    <w:rsid w:val="004F0007"/>
    <w:rsid w:val="004F0338"/>
    <w:rsid w:val="004F0649"/>
    <w:rsid w:val="004F06FB"/>
    <w:rsid w:val="004F076B"/>
    <w:rsid w:val="004F0775"/>
    <w:rsid w:val="004F08A2"/>
    <w:rsid w:val="004F097C"/>
    <w:rsid w:val="004F0D66"/>
    <w:rsid w:val="004F0DC2"/>
    <w:rsid w:val="004F10D0"/>
    <w:rsid w:val="004F2639"/>
    <w:rsid w:val="004F3031"/>
    <w:rsid w:val="004F30A6"/>
    <w:rsid w:val="004F3DFC"/>
    <w:rsid w:val="004F4358"/>
    <w:rsid w:val="004F4935"/>
    <w:rsid w:val="004F4CCE"/>
    <w:rsid w:val="004F4D02"/>
    <w:rsid w:val="004F59F4"/>
    <w:rsid w:val="004F5E2B"/>
    <w:rsid w:val="004F5E42"/>
    <w:rsid w:val="004F5E81"/>
    <w:rsid w:val="004F62AE"/>
    <w:rsid w:val="004F63FD"/>
    <w:rsid w:val="004F6428"/>
    <w:rsid w:val="004F6B71"/>
    <w:rsid w:val="004F6D7A"/>
    <w:rsid w:val="004F7284"/>
    <w:rsid w:val="004F73D7"/>
    <w:rsid w:val="004F76AF"/>
    <w:rsid w:val="004F7D2E"/>
    <w:rsid w:val="004F7F73"/>
    <w:rsid w:val="00500403"/>
    <w:rsid w:val="005004E6"/>
    <w:rsid w:val="0050051C"/>
    <w:rsid w:val="005005D9"/>
    <w:rsid w:val="005008DF"/>
    <w:rsid w:val="005009D5"/>
    <w:rsid w:val="00500BB1"/>
    <w:rsid w:val="00500E7A"/>
    <w:rsid w:val="00500EFB"/>
    <w:rsid w:val="00501231"/>
    <w:rsid w:val="005013B9"/>
    <w:rsid w:val="005013E5"/>
    <w:rsid w:val="00501716"/>
    <w:rsid w:val="00501834"/>
    <w:rsid w:val="00501FCE"/>
    <w:rsid w:val="00501FDB"/>
    <w:rsid w:val="00502216"/>
    <w:rsid w:val="005023B0"/>
    <w:rsid w:val="0050253A"/>
    <w:rsid w:val="005025D2"/>
    <w:rsid w:val="00502896"/>
    <w:rsid w:val="0050290B"/>
    <w:rsid w:val="00502EE1"/>
    <w:rsid w:val="00503133"/>
    <w:rsid w:val="0050339A"/>
    <w:rsid w:val="00503CE3"/>
    <w:rsid w:val="00503DA5"/>
    <w:rsid w:val="005041BC"/>
    <w:rsid w:val="0050432C"/>
    <w:rsid w:val="0050469B"/>
    <w:rsid w:val="00504A86"/>
    <w:rsid w:val="00504A91"/>
    <w:rsid w:val="005055A6"/>
    <w:rsid w:val="005059C3"/>
    <w:rsid w:val="00505BEB"/>
    <w:rsid w:val="00505BF8"/>
    <w:rsid w:val="00505CD6"/>
    <w:rsid w:val="00505DA8"/>
    <w:rsid w:val="00505DD9"/>
    <w:rsid w:val="00505F9B"/>
    <w:rsid w:val="00505FC9"/>
    <w:rsid w:val="00506063"/>
    <w:rsid w:val="0050644E"/>
    <w:rsid w:val="00506606"/>
    <w:rsid w:val="00506619"/>
    <w:rsid w:val="00506ADF"/>
    <w:rsid w:val="00506B6F"/>
    <w:rsid w:val="00506D31"/>
    <w:rsid w:val="0050703E"/>
    <w:rsid w:val="00507379"/>
    <w:rsid w:val="0050788E"/>
    <w:rsid w:val="00507BEA"/>
    <w:rsid w:val="00507C45"/>
    <w:rsid w:val="00507C8E"/>
    <w:rsid w:val="00507E1F"/>
    <w:rsid w:val="0051006C"/>
    <w:rsid w:val="005104A8"/>
    <w:rsid w:val="005105F5"/>
    <w:rsid w:val="00510871"/>
    <w:rsid w:val="00510ABB"/>
    <w:rsid w:val="00510D63"/>
    <w:rsid w:val="00510FD5"/>
    <w:rsid w:val="00511272"/>
    <w:rsid w:val="005116AE"/>
    <w:rsid w:val="00511723"/>
    <w:rsid w:val="005117DD"/>
    <w:rsid w:val="00511CCA"/>
    <w:rsid w:val="00511CEE"/>
    <w:rsid w:val="00511D66"/>
    <w:rsid w:val="00511E04"/>
    <w:rsid w:val="00511EB4"/>
    <w:rsid w:val="00511F8E"/>
    <w:rsid w:val="00512B68"/>
    <w:rsid w:val="00512BAB"/>
    <w:rsid w:val="00512C15"/>
    <w:rsid w:val="00512CE2"/>
    <w:rsid w:val="00513409"/>
    <w:rsid w:val="0051348A"/>
    <w:rsid w:val="00513B70"/>
    <w:rsid w:val="00513CAE"/>
    <w:rsid w:val="005142EE"/>
    <w:rsid w:val="005148F2"/>
    <w:rsid w:val="00514A5D"/>
    <w:rsid w:val="005153BC"/>
    <w:rsid w:val="00515446"/>
    <w:rsid w:val="0051593B"/>
    <w:rsid w:val="00515DA7"/>
    <w:rsid w:val="005168BB"/>
    <w:rsid w:val="00516C12"/>
    <w:rsid w:val="00516CC5"/>
    <w:rsid w:val="00516EED"/>
    <w:rsid w:val="005170A9"/>
    <w:rsid w:val="005178F2"/>
    <w:rsid w:val="00517B78"/>
    <w:rsid w:val="00517D88"/>
    <w:rsid w:val="00517E27"/>
    <w:rsid w:val="00517F55"/>
    <w:rsid w:val="005202FE"/>
    <w:rsid w:val="005203E9"/>
    <w:rsid w:val="00520A4E"/>
    <w:rsid w:val="00520C7F"/>
    <w:rsid w:val="00521205"/>
    <w:rsid w:val="005212A4"/>
    <w:rsid w:val="005220CF"/>
    <w:rsid w:val="0052256E"/>
    <w:rsid w:val="005229E5"/>
    <w:rsid w:val="00522A2C"/>
    <w:rsid w:val="00523185"/>
    <w:rsid w:val="005232F6"/>
    <w:rsid w:val="00523323"/>
    <w:rsid w:val="005235A0"/>
    <w:rsid w:val="005239E9"/>
    <w:rsid w:val="00523BA0"/>
    <w:rsid w:val="00523D00"/>
    <w:rsid w:val="00523E5E"/>
    <w:rsid w:val="0052445B"/>
    <w:rsid w:val="0052451D"/>
    <w:rsid w:val="00524A11"/>
    <w:rsid w:val="00524A60"/>
    <w:rsid w:val="00524DD7"/>
    <w:rsid w:val="005251D3"/>
    <w:rsid w:val="00525B17"/>
    <w:rsid w:val="00525BD0"/>
    <w:rsid w:val="00525FB0"/>
    <w:rsid w:val="00526411"/>
    <w:rsid w:val="0052661C"/>
    <w:rsid w:val="005266A6"/>
    <w:rsid w:val="005266E1"/>
    <w:rsid w:val="005269AB"/>
    <w:rsid w:val="00526F1C"/>
    <w:rsid w:val="00526FCD"/>
    <w:rsid w:val="0052716B"/>
    <w:rsid w:val="00527324"/>
    <w:rsid w:val="00527832"/>
    <w:rsid w:val="00527C41"/>
    <w:rsid w:val="00527F59"/>
    <w:rsid w:val="00530055"/>
    <w:rsid w:val="005300EE"/>
    <w:rsid w:val="0053033F"/>
    <w:rsid w:val="00530CB7"/>
    <w:rsid w:val="00530CE6"/>
    <w:rsid w:val="00530F2D"/>
    <w:rsid w:val="0053153F"/>
    <w:rsid w:val="00531553"/>
    <w:rsid w:val="005318B0"/>
    <w:rsid w:val="00531971"/>
    <w:rsid w:val="00531A7D"/>
    <w:rsid w:val="00531C8F"/>
    <w:rsid w:val="00532228"/>
    <w:rsid w:val="005324B2"/>
    <w:rsid w:val="005327D4"/>
    <w:rsid w:val="005328D5"/>
    <w:rsid w:val="005332EB"/>
    <w:rsid w:val="005334E8"/>
    <w:rsid w:val="00533AC6"/>
    <w:rsid w:val="00533C05"/>
    <w:rsid w:val="00534017"/>
    <w:rsid w:val="00534178"/>
    <w:rsid w:val="00534428"/>
    <w:rsid w:val="00534545"/>
    <w:rsid w:val="00534CF5"/>
    <w:rsid w:val="00535548"/>
    <w:rsid w:val="00536050"/>
    <w:rsid w:val="0053607C"/>
    <w:rsid w:val="005360D3"/>
    <w:rsid w:val="005363D9"/>
    <w:rsid w:val="00536D3B"/>
    <w:rsid w:val="00536E5A"/>
    <w:rsid w:val="00537019"/>
    <w:rsid w:val="0053734D"/>
    <w:rsid w:val="005373B4"/>
    <w:rsid w:val="00537807"/>
    <w:rsid w:val="00537C39"/>
    <w:rsid w:val="0054001D"/>
    <w:rsid w:val="00540A4D"/>
    <w:rsid w:val="00540A79"/>
    <w:rsid w:val="00540BA4"/>
    <w:rsid w:val="00540DF0"/>
    <w:rsid w:val="00541207"/>
    <w:rsid w:val="00541235"/>
    <w:rsid w:val="005412FB"/>
    <w:rsid w:val="00541505"/>
    <w:rsid w:val="005420D0"/>
    <w:rsid w:val="005420E7"/>
    <w:rsid w:val="00542103"/>
    <w:rsid w:val="00542288"/>
    <w:rsid w:val="0054230D"/>
    <w:rsid w:val="0054277D"/>
    <w:rsid w:val="0054288D"/>
    <w:rsid w:val="005429F0"/>
    <w:rsid w:val="00542A80"/>
    <w:rsid w:val="00542C3B"/>
    <w:rsid w:val="00542D2C"/>
    <w:rsid w:val="00542FB1"/>
    <w:rsid w:val="0054361D"/>
    <w:rsid w:val="00543C8C"/>
    <w:rsid w:val="0054424F"/>
    <w:rsid w:val="0054427D"/>
    <w:rsid w:val="005447F6"/>
    <w:rsid w:val="0054484D"/>
    <w:rsid w:val="00544A48"/>
    <w:rsid w:val="00544BE6"/>
    <w:rsid w:val="005451EB"/>
    <w:rsid w:val="0054531A"/>
    <w:rsid w:val="00545A4E"/>
    <w:rsid w:val="00545D61"/>
    <w:rsid w:val="0054696A"/>
    <w:rsid w:val="00546C8F"/>
    <w:rsid w:val="00546D40"/>
    <w:rsid w:val="00546DA1"/>
    <w:rsid w:val="00546DCC"/>
    <w:rsid w:val="0054718D"/>
    <w:rsid w:val="00547216"/>
    <w:rsid w:val="0054739D"/>
    <w:rsid w:val="00547CEC"/>
    <w:rsid w:val="00547F05"/>
    <w:rsid w:val="00550006"/>
    <w:rsid w:val="0055009B"/>
    <w:rsid w:val="005500B8"/>
    <w:rsid w:val="005503EC"/>
    <w:rsid w:val="005504EA"/>
    <w:rsid w:val="00550B23"/>
    <w:rsid w:val="0055108C"/>
    <w:rsid w:val="0055120A"/>
    <w:rsid w:val="005513FF"/>
    <w:rsid w:val="0055145D"/>
    <w:rsid w:val="00551666"/>
    <w:rsid w:val="005517A7"/>
    <w:rsid w:val="005518B7"/>
    <w:rsid w:val="00552897"/>
    <w:rsid w:val="00552AA3"/>
    <w:rsid w:val="00552E4A"/>
    <w:rsid w:val="00552F25"/>
    <w:rsid w:val="00552F3B"/>
    <w:rsid w:val="0055323F"/>
    <w:rsid w:val="005533B3"/>
    <w:rsid w:val="005533C7"/>
    <w:rsid w:val="0055341E"/>
    <w:rsid w:val="00553539"/>
    <w:rsid w:val="00553990"/>
    <w:rsid w:val="00553AAD"/>
    <w:rsid w:val="0055421F"/>
    <w:rsid w:val="0055429F"/>
    <w:rsid w:val="00554BDE"/>
    <w:rsid w:val="005550BF"/>
    <w:rsid w:val="00555397"/>
    <w:rsid w:val="0055571A"/>
    <w:rsid w:val="0055574E"/>
    <w:rsid w:val="0055588E"/>
    <w:rsid w:val="00555CF2"/>
    <w:rsid w:val="005561DA"/>
    <w:rsid w:val="00556635"/>
    <w:rsid w:val="0055669A"/>
    <w:rsid w:val="00556858"/>
    <w:rsid w:val="00556CCF"/>
    <w:rsid w:val="0055729F"/>
    <w:rsid w:val="005572AD"/>
    <w:rsid w:val="005572B7"/>
    <w:rsid w:val="005572CC"/>
    <w:rsid w:val="0055791C"/>
    <w:rsid w:val="00557BA6"/>
    <w:rsid w:val="00557F3B"/>
    <w:rsid w:val="00560003"/>
    <w:rsid w:val="00560530"/>
    <w:rsid w:val="00560763"/>
    <w:rsid w:val="00560AFF"/>
    <w:rsid w:val="00560C5B"/>
    <w:rsid w:val="00560D8E"/>
    <w:rsid w:val="00560FC1"/>
    <w:rsid w:val="00561348"/>
    <w:rsid w:val="005618C3"/>
    <w:rsid w:val="005619D9"/>
    <w:rsid w:val="00561CB1"/>
    <w:rsid w:val="00561CC4"/>
    <w:rsid w:val="00562495"/>
    <w:rsid w:val="0056254E"/>
    <w:rsid w:val="00562986"/>
    <w:rsid w:val="00562CDA"/>
    <w:rsid w:val="00562D79"/>
    <w:rsid w:val="0056329F"/>
    <w:rsid w:val="00563627"/>
    <w:rsid w:val="00563766"/>
    <w:rsid w:val="00563788"/>
    <w:rsid w:val="005639C4"/>
    <w:rsid w:val="00563D0F"/>
    <w:rsid w:val="00563D95"/>
    <w:rsid w:val="00563D98"/>
    <w:rsid w:val="00564447"/>
    <w:rsid w:val="005646BE"/>
    <w:rsid w:val="0056491A"/>
    <w:rsid w:val="0056498E"/>
    <w:rsid w:val="00564A1B"/>
    <w:rsid w:val="00564C35"/>
    <w:rsid w:val="00565D84"/>
    <w:rsid w:val="00565DE2"/>
    <w:rsid w:val="00566419"/>
    <w:rsid w:val="00566882"/>
    <w:rsid w:val="00566A65"/>
    <w:rsid w:val="00566C5C"/>
    <w:rsid w:val="00566EE9"/>
    <w:rsid w:val="00566F74"/>
    <w:rsid w:val="0056730D"/>
    <w:rsid w:val="005676F9"/>
    <w:rsid w:val="00567EC9"/>
    <w:rsid w:val="00570091"/>
    <w:rsid w:val="00570177"/>
    <w:rsid w:val="0057023C"/>
    <w:rsid w:val="0057035F"/>
    <w:rsid w:val="005706D0"/>
    <w:rsid w:val="00570B81"/>
    <w:rsid w:val="00570B8A"/>
    <w:rsid w:val="0057114B"/>
    <w:rsid w:val="00571195"/>
    <w:rsid w:val="00571872"/>
    <w:rsid w:val="00571B06"/>
    <w:rsid w:val="005720AC"/>
    <w:rsid w:val="00572167"/>
    <w:rsid w:val="00572624"/>
    <w:rsid w:val="005727F8"/>
    <w:rsid w:val="0057284B"/>
    <w:rsid w:val="005729FA"/>
    <w:rsid w:val="00572A87"/>
    <w:rsid w:val="00572C4D"/>
    <w:rsid w:val="005733B9"/>
    <w:rsid w:val="00573441"/>
    <w:rsid w:val="005734AB"/>
    <w:rsid w:val="005736D5"/>
    <w:rsid w:val="00573B70"/>
    <w:rsid w:val="0057428B"/>
    <w:rsid w:val="00574327"/>
    <w:rsid w:val="00574656"/>
    <w:rsid w:val="00574683"/>
    <w:rsid w:val="005746B3"/>
    <w:rsid w:val="0057494A"/>
    <w:rsid w:val="00574D55"/>
    <w:rsid w:val="00574D95"/>
    <w:rsid w:val="00574DFC"/>
    <w:rsid w:val="00574F1A"/>
    <w:rsid w:val="005752E0"/>
    <w:rsid w:val="005755E1"/>
    <w:rsid w:val="005755E8"/>
    <w:rsid w:val="0057585B"/>
    <w:rsid w:val="00575BB9"/>
    <w:rsid w:val="00575E9F"/>
    <w:rsid w:val="00575FB5"/>
    <w:rsid w:val="00575FC8"/>
    <w:rsid w:val="005764B1"/>
    <w:rsid w:val="00576537"/>
    <w:rsid w:val="00576D18"/>
    <w:rsid w:val="0057703E"/>
    <w:rsid w:val="00577059"/>
    <w:rsid w:val="0057712C"/>
    <w:rsid w:val="0057738A"/>
    <w:rsid w:val="00577411"/>
    <w:rsid w:val="00577766"/>
    <w:rsid w:val="00577A76"/>
    <w:rsid w:val="0058008F"/>
    <w:rsid w:val="0058082A"/>
    <w:rsid w:val="005808B5"/>
    <w:rsid w:val="00580BA1"/>
    <w:rsid w:val="0058187B"/>
    <w:rsid w:val="00581A5F"/>
    <w:rsid w:val="00581AF4"/>
    <w:rsid w:val="00581B2A"/>
    <w:rsid w:val="0058206A"/>
    <w:rsid w:val="0058243E"/>
    <w:rsid w:val="0058260E"/>
    <w:rsid w:val="00582CC8"/>
    <w:rsid w:val="00582E60"/>
    <w:rsid w:val="0058335F"/>
    <w:rsid w:val="00583915"/>
    <w:rsid w:val="00583CA2"/>
    <w:rsid w:val="00583CE7"/>
    <w:rsid w:val="00583DE1"/>
    <w:rsid w:val="00583F97"/>
    <w:rsid w:val="00584008"/>
    <w:rsid w:val="0058430C"/>
    <w:rsid w:val="005844F0"/>
    <w:rsid w:val="00584962"/>
    <w:rsid w:val="00584A35"/>
    <w:rsid w:val="005855C8"/>
    <w:rsid w:val="00585B68"/>
    <w:rsid w:val="00585D33"/>
    <w:rsid w:val="00585DCE"/>
    <w:rsid w:val="005860AE"/>
    <w:rsid w:val="00586104"/>
    <w:rsid w:val="00586426"/>
    <w:rsid w:val="00586552"/>
    <w:rsid w:val="00586865"/>
    <w:rsid w:val="00586C9F"/>
    <w:rsid w:val="00586DB3"/>
    <w:rsid w:val="0058741A"/>
    <w:rsid w:val="0058743A"/>
    <w:rsid w:val="00587634"/>
    <w:rsid w:val="00587687"/>
    <w:rsid w:val="00587AB7"/>
    <w:rsid w:val="00587EF9"/>
    <w:rsid w:val="00587FCF"/>
    <w:rsid w:val="005900E9"/>
    <w:rsid w:val="0059015B"/>
    <w:rsid w:val="005901B6"/>
    <w:rsid w:val="005902F5"/>
    <w:rsid w:val="005903C7"/>
    <w:rsid w:val="005907A3"/>
    <w:rsid w:val="00590B73"/>
    <w:rsid w:val="00590BCB"/>
    <w:rsid w:val="00590F22"/>
    <w:rsid w:val="00590FAF"/>
    <w:rsid w:val="0059134B"/>
    <w:rsid w:val="00591553"/>
    <w:rsid w:val="0059155A"/>
    <w:rsid w:val="00591737"/>
    <w:rsid w:val="0059190F"/>
    <w:rsid w:val="00591AD6"/>
    <w:rsid w:val="00591AF4"/>
    <w:rsid w:val="00591B45"/>
    <w:rsid w:val="00591B87"/>
    <w:rsid w:val="00591BA2"/>
    <w:rsid w:val="00591E3B"/>
    <w:rsid w:val="00591EA6"/>
    <w:rsid w:val="00591FDA"/>
    <w:rsid w:val="00591FE5"/>
    <w:rsid w:val="00592BEF"/>
    <w:rsid w:val="00592DB6"/>
    <w:rsid w:val="00592E21"/>
    <w:rsid w:val="00592EEB"/>
    <w:rsid w:val="00593F06"/>
    <w:rsid w:val="00594112"/>
    <w:rsid w:val="005941D2"/>
    <w:rsid w:val="00594558"/>
    <w:rsid w:val="005948B6"/>
    <w:rsid w:val="00594B8C"/>
    <w:rsid w:val="00594C70"/>
    <w:rsid w:val="00594ECC"/>
    <w:rsid w:val="00595056"/>
    <w:rsid w:val="005952C6"/>
    <w:rsid w:val="0059598E"/>
    <w:rsid w:val="00595E52"/>
    <w:rsid w:val="00595E7A"/>
    <w:rsid w:val="0059609E"/>
    <w:rsid w:val="005960B6"/>
    <w:rsid w:val="005961D1"/>
    <w:rsid w:val="005963EF"/>
    <w:rsid w:val="00596529"/>
    <w:rsid w:val="00596F49"/>
    <w:rsid w:val="00597233"/>
    <w:rsid w:val="00597667"/>
    <w:rsid w:val="005978E2"/>
    <w:rsid w:val="0059794E"/>
    <w:rsid w:val="005979E6"/>
    <w:rsid w:val="00597B16"/>
    <w:rsid w:val="00597E39"/>
    <w:rsid w:val="00597E3B"/>
    <w:rsid w:val="005A006A"/>
    <w:rsid w:val="005A00E9"/>
    <w:rsid w:val="005A03D0"/>
    <w:rsid w:val="005A0401"/>
    <w:rsid w:val="005A0412"/>
    <w:rsid w:val="005A092E"/>
    <w:rsid w:val="005A0D5F"/>
    <w:rsid w:val="005A0D6F"/>
    <w:rsid w:val="005A0E02"/>
    <w:rsid w:val="005A10B2"/>
    <w:rsid w:val="005A1376"/>
    <w:rsid w:val="005A15C0"/>
    <w:rsid w:val="005A1A22"/>
    <w:rsid w:val="005A1A3E"/>
    <w:rsid w:val="005A1DCB"/>
    <w:rsid w:val="005A2AFA"/>
    <w:rsid w:val="005A35C3"/>
    <w:rsid w:val="005A3836"/>
    <w:rsid w:val="005A3B85"/>
    <w:rsid w:val="005A3CA2"/>
    <w:rsid w:val="005A3DB9"/>
    <w:rsid w:val="005A4474"/>
    <w:rsid w:val="005A4B9B"/>
    <w:rsid w:val="005A4C0A"/>
    <w:rsid w:val="005A4F9D"/>
    <w:rsid w:val="005A521F"/>
    <w:rsid w:val="005A5254"/>
    <w:rsid w:val="005A58A3"/>
    <w:rsid w:val="005A5F1B"/>
    <w:rsid w:val="005A61D2"/>
    <w:rsid w:val="005A6293"/>
    <w:rsid w:val="005A6420"/>
    <w:rsid w:val="005A6891"/>
    <w:rsid w:val="005A694E"/>
    <w:rsid w:val="005A70CA"/>
    <w:rsid w:val="005A710A"/>
    <w:rsid w:val="005A7331"/>
    <w:rsid w:val="005A7C7A"/>
    <w:rsid w:val="005A7EF3"/>
    <w:rsid w:val="005B04FA"/>
    <w:rsid w:val="005B0559"/>
    <w:rsid w:val="005B08B3"/>
    <w:rsid w:val="005B08DB"/>
    <w:rsid w:val="005B0900"/>
    <w:rsid w:val="005B0B1A"/>
    <w:rsid w:val="005B0D72"/>
    <w:rsid w:val="005B0E63"/>
    <w:rsid w:val="005B1057"/>
    <w:rsid w:val="005B124F"/>
    <w:rsid w:val="005B14AA"/>
    <w:rsid w:val="005B1CD6"/>
    <w:rsid w:val="005B1E34"/>
    <w:rsid w:val="005B207A"/>
    <w:rsid w:val="005B21AD"/>
    <w:rsid w:val="005B22FF"/>
    <w:rsid w:val="005B25FD"/>
    <w:rsid w:val="005B2CD5"/>
    <w:rsid w:val="005B30C0"/>
    <w:rsid w:val="005B3477"/>
    <w:rsid w:val="005B35CC"/>
    <w:rsid w:val="005B39EA"/>
    <w:rsid w:val="005B3A30"/>
    <w:rsid w:val="005B4183"/>
    <w:rsid w:val="005B42FE"/>
    <w:rsid w:val="005B4962"/>
    <w:rsid w:val="005B4D41"/>
    <w:rsid w:val="005B4DCB"/>
    <w:rsid w:val="005B4E67"/>
    <w:rsid w:val="005B4F18"/>
    <w:rsid w:val="005B5114"/>
    <w:rsid w:val="005B5A5F"/>
    <w:rsid w:val="005B6166"/>
    <w:rsid w:val="005B6290"/>
    <w:rsid w:val="005B63D9"/>
    <w:rsid w:val="005B6B35"/>
    <w:rsid w:val="005B6F27"/>
    <w:rsid w:val="005B7260"/>
    <w:rsid w:val="005B7828"/>
    <w:rsid w:val="005B7ABA"/>
    <w:rsid w:val="005B7CFE"/>
    <w:rsid w:val="005B7E91"/>
    <w:rsid w:val="005C032D"/>
    <w:rsid w:val="005C03C5"/>
    <w:rsid w:val="005C052A"/>
    <w:rsid w:val="005C0736"/>
    <w:rsid w:val="005C07D8"/>
    <w:rsid w:val="005C0EA4"/>
    <w:rsid w:val="005C11CA"/>
    <w:rsid w:val="005C12B3"/>
    <w:rsid w:val="005C1338"/>
    <w:rsid w:val="005C1494"/>
    <w:rsid w:val="005C1957"/>
    <w:rsid w:val="005C1B5E"/>
    <w:rsid w:val="005C1C83"/>
    <w:rsid w:val="005C216F"/>
    <w:rsid w:val="005C28D1"/>
    <w:rsid w:val="005C2973"/>
    <w:rsid w:val="005C2A98"/>
    <w:rsid w:val="005C2C01"/>
    <w:rsid w:val="005C2F51"/>
    <w:rsid w:val="005C3043"/>
    <w:rsid w:val="005C32E4"/>
    <w:rsid w:val="005C34AA"/>
    <w:rsid w:val="005C3D6E"/>
    <w:rsid w:val="005C40C5"/>
    <w:rsid w:val="005C40C9"/>
    <w:rsid w:val="005C4900"/>
    <w:rsid w:val="005C4A14"/>
    <w:rsid w:val="005C5023"/>
    <w:rsid w:val="005C51A9"/>
    <w:rsid w:val="005C5344"/>
    <w:rsid w:val="005C5530"/>
    <w:rsid w:val="005C56DB"/>
    <w:rsid w:val="005C5702"/>
    <w:rsid w:val="005C5E6A"/>
    <w:rsid w:val="005C6088"/>
    <w:rsid w:val="005C60D3"/>
    <w:rsid w:val="005C611A"/>
    <w:rsid w:val="005C6AEE"/>
    <w:rsid w:val="005C6E19"/>
    <w:rsid w:val="005C6EB6"/>
    <w:rsid w:val="005C725E"/>
    <w:rsid w:val="005C736F"/>
    <w:rsid w:val="005C73D2"/>
    <w:rsid w:val="005C776E"/>
    <w:rsid w:val="005C77A5"/>
    <w:rsid w:val="005C7856"/>
    <w:rsid w:val="005C7961"/>
    <w:rsid w:val="005C79CA"/>
    <w:rsid w:val="005C7B0C"/>
    <w:rsid w:val="005C7B6D"/>
    <w:rsid w:val="005D037E"/>
    <w:rsid w:val="005D0878"/>
    <w:rsid w:val="005D08C2"/>
    <w:rsid w:val="005D0B71"/>
    <w:rsid w:val="005D1595"/>
    <w:rsid w:val="005D15AB"/>
    <w:rsid w:val="005D1802"/>
    <w:rsid w:val="005D1FAB"/>
    <w:rsid w:val="005D220E"/>
    <w:rsid w:val="005D225F"/>
    <w:rsid w:val="005D237B"/>
    <w:rsid w:val="005D2567"/>
    <w:rsid w:val="005D2B9B"/>
    <w:rsid w:val="005D2D4F"/>
    <w:rsid w:val="005D2D55"/>
    <w:rsid w:val="005D380E"/>
    <w:rsid w:val="005D3CB7"/>
    <w:rsid w:val="005D3DB1"/>
    <w:rsid w:val="005D3F12"/>
    <w:rsid w:val="005D4025"/>
    <w:rsid w:val="005D441D"/>
    <w:rsid w:val="005D46BD"/>
    <w:rsid w:val="005D46E5"/>
    <w:rsid w:val="005D46FE"/>
    <w:rsid w:val="005D4948"/>
    <w:rsid w:val="005D5071"/>
    <w:rsid w:val="005D5110"/>
    <w:rsid w:val="005D51D9"/>
    <w:rsid w:val="005D51F0"/>
    <w:rsid w:val="005D5593"/>
    <w:rsid w:val="005D563F"/>
    <w:rsid w:val="005D56A3"/>
    <w:rsid w:val="005D56ED"/>
    <w:rsid w:val="005D5F24"/>
    <w:rsid w:val="005D63BD"/>
    <w:rsid w:val="005D661D"/>
    <w:rsid w:val="005D6BA7"/>
    <w:rsid w:val="005D6BFF"/>
    <w:rsid w:val="005D6F99"/>
    <w:rsid w:val="005D74C1"/>
    <w:rsid w:val="005D760A"/>
    <w:rsid w:val="005D7A4A"/>
    <w:rsid w:val="005D7BE2"/>
    <w:rsid w:val="005D7BFF"/>
    <w:rsid w:val="005E02DC"/>
    <w:rsid w:val="005E02F9"/>
    <w:rsid w:val="005E03A5"/>
    <w:rsid w:val="005E064E"/>
    <w:rsid w:val="005E0BA3"/>
    <w:rsid w:val="005E0C17"/>
    <w:rsid w:val="005E0C8C"/>
    <w:rsid w:val="005E1150"/>
    <w:rsid w:val="005E1256"/>
    <w:rsid w:val="005E15DB"/>
    <w:rsid w:val="005E1869"/>
    <w:rsid w:val="005E1B44"/>
    <w:rsid w:val="005E2788"/>
    <w:rsid w:val="005E2852"/>
    <w:rsid w:val="005E2857"/>
    <w:rsid w:val="005E2A02"/>
    <w:rsid w:val="005E2A2B"/>
    <w:rsid w:val="005E2D35"/>
    <w:rsid w:val="005E2DCF"/>
    <w:rsid w:val="005E2F25"/>
    <w:rsid w:val="005E3140"/>
    <w:rsid w:val="005E33CC"/>
    <w:rsid w:val="005E3789"/>
    <w:rsid w:val="005E37CB"/>
    <w:rsid w:val="005E37DA"/>
    <w:rsid w:val="005E488F"/>
    <w:rsid w:val="005E4B42"/>
    <w:rsid w:val="005E4B5D"/>
    <w:rsid w:val="005E4C1B"/>
    <w:rsid w:val="005E4CDB"/>
    <w:rsid w:val="005E4E92"/>
    <w:rsid w:val="005E4F03"/>
    <w:rsid w:val="005E5051"/>
    <w:rsid w:val="005E522D"/>
    <w:rsid w:val="005E5380"/>
    <w:rsid w:val="005E56E2"/>
    <w:rsid w:val="005E587E"/>
    <w:rsid w:val="005E5937"/>
    <w:rsid w:val="005E5943"/>
    <w:rsid w:val="005E5EC7"/>
    <w:rsid w:val="005E6198"/>
    <w:rsid w:val="005E6874"/>
    <w:rsid w:val="005E6AAF"/>
    <w:rsid w:val="005E6ACA"/>
    <w:rsid w:val="005E6C12"/>
    <w:rsid w:val="005E6DF2"/>
    <w:rsid w:val="005E705F"/>
    <w:rsid w:val="005E70FF"/>
    <w:rsid w:val="005E7125"/>
    <w:rsid w:val="005E71B2"/>
    <w:rsid w:val="005E71DC"/>
    <w:rsid w:val="005E7430"/>
    <w:rsid w:val="005E7E13"/>
    <w:rsid w:val="005F001B"/>
    <w:rsid w:val="005F020B"/>
    <w:rsid w:val="005F069B"/>
    <w:rsid w:val="005F090C"/>
    <w:rsid w:val="005F0B6D"/>
    <w:rsid w:val="005F0C6E"/>
    <w:rsid w:val="005F108E"/>
    <w:rsid w:val="005F1183"/>
    <w:rsid w:val="005F16C0"/>
    <w:rsid w:val="005F1C0A"/>
    <w:rsid w:val="005F1EE5"/>
    <w:rsid w:val="005F1FA6"/>
    <w:rsid w:val="005F214E"/>
    <w:rsid w:val="005F2956"/>
    <w:rsid w:val="005F298A"/>
    <w:rsid w:val="005F3350"/>
    <w:rsid w:val="005F3571"/>
    <w:rsid w:val="005F37B0"/>
    <w:rsid w:val="005F3837"/>
    <w:rsid w:val="005F3DED"/>
    <w:rsid w:val="005F4167"/>
    <w:rsid w:val="005F41CE"/>
    <w:rsid w:val="005F437F"/>
    <w:rsid w:val="005F456A"/>
    <w:rsid w:val="005F46BB"/>
    <w:rsid w:val="005F4AC5"/>
    <w:rsid w:val="005F4E2F"/>
    <w:rsid w:val="005F5001"/>
    <w:rsid w:val="005F559A"/>
    <w:rsid w:val="005F58BC"/>
    <w:rsid w:val="005F5B98"/>
    <w:rsid w:val="005F5E0C"/>
    <w:rsid w:val="005F60CF"/>
    <w:rsid w:val="005F632E"/>
    <w:rsid w:val="005F6383"/>
    <w:rsid w:val="005F63F7"/>
    <w:rsid w:val="005F6925"/>
    <w:rsid w:val="005F6FF7"/>
    <w:rsid w:val="005F73EC"/>
    <w:rsid w:val="005F759D"/>
    <w:rsid w:val="005F75C9"/>
    <w:rsid w:val="005F7667"/>
    <w:rsid w:val="005F7769"/>
    <w:rsid w:val="005F7A79"/>
    <w:rsid w:val="005F7C0E"/>
    <w:rsid w:val="005F7F4E"/>
    <w:rsid w:val="0060006B"/>
    <w:rsid w:val="00600137"/>
    <w:rsid w:val="006003F9"/>
    <w:rsid w:val="0060076D"/>
    <w:rsid w:val="00600A01"/>
    <w:rsid w:val="00600C9E"/>
    <w:rsid w:val="00601435"/>
    <w:rsid w:val="006015F1"/>
    <w:rsid w:val="0060177B"/>
    <w:rsid w:val="0060190E"/>
    <w:rsid w:val="00601B9B"/>
    <w:rsid w:val="0060260D"/>
    <w:rsid w:val="00602FCD"/>
    <w:rsid w:val="00602FD6"/>
    <w:rsid w:val="00603887"/>
    <w:rsid w:val="006038B3"/>
    <w:rsid w:val="00603C0D"/>
    <w:rsid w:val="00603EAE"/>
    <w:rsid w:val="006042E1"/>
    <w:rsid w:val="00604301"/>
    <w:rsid w:val="00604515"/>
    <w:rsid w:val="00604857"/>
    <w:rsid w:val="00604A93"/>
    <w:rsid w:val="00604B33"/>
    <w:rsid w:val="00604B41"/>
    <w:rsid w:val="00605232"/>
    <w:rsid w:val="00605398"/>
    <w:rsid w:val="00605758"/>
    <w:rsid w:val="00605771"/>
    <w:rsid w:val="00605E22"/>
    <w:rsid w:val="006061F1"/>
    <w:rsid w:val="006063F2"/>
    <w:rsid w:val="00606422"/>
    <w:rsid w:val="006066CF"/>
    <w:rsid w:val="0060683D"/>
    <w:rsid w:val="0060709D"/>
    <w:rsid w:val="006074EC"/>
    <w:rsid w:val="006075BD"/>
    <w:rsid w:val="00607CA6"/>
    <w:rsid w:val="00610171"/>
    <w:rsid w:val="00610223"/>
    <w:rsid w:val="006103F6"/>
    <w:rsid w:val="006104BB"/>
    <w:rsid w:val="006104D5"/>
    <w:rsid w:val="006105C1"/>
    <w:rsid w:val="00610E34"/>
    <w:rsid w:val="006117D6"/>
    <w:rsid w:val="006118A3"/>
    <w:rsid w:val="00611F12"/>
    <w:rsid w:val="006127E0"/>
    <w:rsid w:val="00612952"/>
    <w:rsid w:val="00612D52"/>
    <w:rsid w:val="00613120"/>
    <w:rsid w:val="006131F0"/>
    <w:rsid w:val="00613317"/>
    <w:rsid w:val="00613364"/>
    <w:rsid w:val="006133B8"/>
    <w:rsid w:val="00613949"/>
    <w:rsid w:val="00613B06"/>
    <w:rsid w:val="00613E0D"/>
    <w:rsid w:val="00613EF1"/>
    <w:rsid w:val="00613F41"/>
    <w:rsid w:val="006141C6"/>
    <w:rsid w:val="00614385"/>
    <w:rsid w:val="00614744"/>
    <w:rsid w:val="00614E68"/>
    <w:rsid w:val="0061501D"/>
    <w:rsid w:val="00615182"/>
    <w:rsid w:val="00615232"/>
    <w:rsid w:val="00615BCF"/>
    <w:rsid w:val="00615C24"/>
    <w:rsid w:val="00615D45"/>
    <w:rsid w:val="00615F79"/>
    <w:rsid w:val="00616037"/>
    <w:rsid w:val="0061620F"/>
    <w:rsid w:val="006165B0"/>
    <w:rsid w:val="006168DE"/>
    <w:rsid w:val="00616959"/>
    <w:rsid w:val="00616E1E"/>
    <w:rsid w:val="0061702C"/>
    <w:rsid w:val="006172D8"/>
    <w:rsid w:val="00617906"/>
    <w:rsid w:val="0062037A"/>
    <w:rsid w:val="006203E1"/>
    <w:rsid w:val="00620769"/>
    <w:rsid w:val="006209B3"/>
    <w:rsid w:val="00620B9B"/>
    <w:rsid w:val="00620F75"/>
    <w:rsid w:val="0062101C"/>
    <w:rsid w:val="0062102C"/>
    <w:rsid w:val="006210B1"/>
    <w:rsid w:val="006213C7"/>
    <w:rsid w:val="00621996"/>
    <w:rsid w:val="006219D1"/>
    <w:rsid w:val="00621BD6"/>
    <w:rsid w:val="00621D5F"/>
    <w:rsid w:val="00622179"/>
    <w:rsid w:val="00622570"/>
    <w:rsid w:val="0062295E"/>
    <w:rsid w:val="00622E5F"/>
    <w:rsid w:val="0062322A"/>
    <w:rsid w:val="00623366"/>
    <w:rsid w:val="006234C0"/>
    <w:rsid w:val="00623650"/>
    <w:rsid w:val="0062384C"/>
    <w:rsid w:val="00623F95"/>
    <w:rsid w:val="006243EE"/>
    <w:rsid w:val="006244C1"/>
    <w:rsid w:val="006246FE"/>
    <w:rsid w:val="006247F8"/>
    <w:rsid w:val="00624EBA"/>
    <w:rsid w:val="00625066"/>
    <w:rsid w:val="0062518F"/>
    <w:rsid w:val="0062574E"/>
    <w:rsid w:val="00625D7E"/>
    <w:rsid w:val="00625E5A"/>
    <w:rsid w:val="006261EF"/>
    <w:rsid w:val="00626592"/>
    <w:rsid w:val="00626658"/>
    <w:rsid w:val="00626ADB"/>
    <w:rsid w:val="00626CAE"/>
    <w:rsid w:val="00626DC8"/>
    <w:rsid w:val="006272CB"/>
    <w:rsid w:val="006274F2"/>
    <w:rsid w:val="006276E7"/>
    <w:rsid w:val="0062772D"/>
    <w:rsid w:val="00627B02"/>
    <w:rsid w:val="00630124"/>
    <w:rsid w:val="00630167"/>
    <w:rsid w:val="0063036A"/>
    <w:rsid w:val="00630925"/>
    <w:rsid w:val="006309F9"/>
    <w:rsid w:val="00630A1E"/>
    <w:rsid w:val="00631225"/>
    <w:rsid w:val="00631317"/>
    <w:rsid w:val="00631750"/>
    <w:rsid w:val="006317B6"/>
    <w:rsid w:val="00631BB3"/>
    <w:rsid w:val="00631C54"/>
    <w:rsid w:val="00631D65"/>
    <w:rsid w:val="00631F3D"/>
    <w:rsid w:val="006320B2"/>
    <w:rsid w:val="006321A3"/>
    <w:rsid w:val="00632E11"/>
    <w:rsid w:val="006330A3"/>
    <w:rsid w:val="006330D1"/>
    <w:rsid w:val="0063328E"/>
    <w:rsid w:val="006332A5"/>
    <w:rsid w:val="006335D6"/>
    <w:rsid w:val="00633705"/>
    <w:rsid w:val="0063394D"/>
    <w:rsid w:val="00633C26"/>
    <w:rsid w:val="00633C2D"/>
    <w:rsid w:val="00633E75"/>
    <w:rsid w:val="006340B8"/>
    <w:rsid w:val="00634559"/>
    <w:rsid w:val="00634A55"/>
    <w:rsid w:val="00634C70"/>
    <w:rsid w:val="00635407"/>
    <w:rsid w:val="006356A5"/>
    <w:rsid w:val="00635821"/>
    <w:rsid w:val="00635BEE"/>
    <w:rsid w:val="00635E3A"/>
    <w:rsid w:val="0063605F"/>
    <w:rsid w:val="0063661B"/>
    <w:rsid w:val="00636829"/>
    <w:rsid w:val="00636B43"/>
    <w:rsid w:val="00636BC9"/>
    <w:rsid w:val="00636C5D"/>
    <w:rsid w:val="00636D3D"/>
    <w:rsid w:val="00636DD7"/>
    <w:rsid w:val="00636F13"/>
    <w:rsid w:val="00636F9C"/>
    <w:rsid w:val="006371AC"/>
    <w:rsid w:val="00637348"/>
    <w:rsid w:val="00637848"/>
    <w:rsid w:val="00637967"/>
    <w:rsid w:val="00637BCA"/>
    <w:rsid w:val="00637D9E"/>
    <w:rsid w:val="00637E71"/>
    <w:rsid w:val="00637F15"/>
    <w:rsid w:val="00640115"/>
    <w:rsid w:val="006403DD"/>
    <w:rsid w:val="00640641"/>
    <w:rsid w:val="006407BB"/>
    <w:rsid w:val="00640D5B"/>
    <w:rsid w:val="0064100A"/>
    <w:rsid w:val="006411D6"/>
    <w:rsid w:val="006412CB"/>
    <w:rsid w:val="006416B9"/>
    <w:rsid w:val="00641B83"/>
    <w:rsid w:val="006421B7"/>
    <w:rsid w:val="0064250D"/>
    <w:rsid w:val="006425CC"/>
    <w:rsid w:val="006428B6"/>
    <w:rsid w:val="006429E5"/>
    <w:rsid w:val="00642BF5"/>
    <w:rsid w:val="0064362C"/>
    <w:rsid w:val="00643BCF"/>
    <w:rsid w:val="006441CB"/>
    <w:rsid w:val="0064432A"/>
    <w:rsid w:val="00644330"/>
    <w:rsid w:val="00644657"/>
    <w:rsid w:val="006449DE"/>
    <w:rsid w:val="00644A8C"/>
    <w:rsid w:val="00644AAA"/>
    <w:rsid w:val="00645360"/>
    <w:rsid w:val="00645459"/>
    <w:rsid w:val="00645B94"/>
    <w:rsid w:val="00645E21"/>
    <w:rsid w:val="00645F27"/>
    <w:rsid w:val="00646098"/>
    <w:rsid w:val="00646198"/>
    <w:rsid w:val="006466B0"/>
    <w:rsid w:val="00646BCC"/>
    <w:rsid w:val="00646DFC"/>
    <w:rsid w:val="00647756"/>
    <w:rsid w:val="006477F5"/>
    <w:rsid w:val="0064787A"/>
    <w:rsid w:val="00647BF8"/>
    <w:rsid w:val="00650224"/>
    <w:rsid w:val="00650796"/>
    <w:rsid w:val="00650DF5"/>
    <w:rsid w:val="00650F7B"/>
    <w:rsid w:val="006512FA"/>
    <w:rsid w:val="0065139C"/>
    <w:rsid w:val="0065155A"/>
    <w:rsid w:val="00651628"/>
    <w:rsid w:val="0065237D"/>
    <w:rsid w:val="006525EB"/>
    <w:rsid w:val="006529E9"/>
    <w:rsid w:val="00652B14"/>
    <w:rsid w:val="00652DBE"/>
    <w:rsid w:val="00653159"/>
    <w:rsid w:val="00653222"/>
    <w:rsid w:val="00653628"/>
    <w:rsid w:val="006538A1"/>
    <w:rsid w:val="00653E09"/>
    <w:rsid w:val="0065433A"/>
    <w:rsid w:val="006545DB"/>
    <w:rsid w:val="00654686"/>
    <w:rsid w:val="006547BB"/>
    <w:rsid w:val="00654969"/>
    <w:rsid w:val="00654973"/>
    <w:rsid w:val="00654B78"/>
    <w:rsid w:val="00654CB7"/>
    <w:rsid w:val="006550B7"/>
    <w:rsid w:val="006553BA"/>
    <w:rsid w:val="0065554E"/>
    <w:rsid w:val="006556F6"/>
    <w:rsid w:val="006557A4"/>
    <w:rsid w:val="00655D07"/>
    <w:rsid w:val="006564DA"/>
    <w:rsid w:val="006565AF"/>
    <w:rsid w:val="00656842"/>
    <w:rsid w:val="00656AC6"/>
    <w:rsid w:val="00657608"/>
    <w:rsid w:val="00657640"/>
    <w:rsid w:val="0065773B"/>
    <w:rsid w:val="00657B5A"/>
    <w:rsid w:val="00657F09"/>
    <w:rsid w:val="00657FD4"/>
    <w:rsid w:val="006606BC"/>
    <w:rsid w:val="0066074F"/>
    <w:rsid w:val="006607B0"/>
    <w:rsid w:val="00660C86"/>
    <w:rsid w:val="00660CA5"/>
    <w:rsid w:val="00660F18"/>
    <w:rsid w:val="00660FDE"/>
    <w:rsid w:val="006613EE"/>
    <w:rsid w:val="006618AD"/>
    <w:rsid w:val="00661AC3"/>
    <w:rsid w:val="00661D88"/>
    <w:rsid w:val="006621A7"/>
    <w:rsid w:val="006623C6"/>
    <w:rsid w:val="006627B0"/>
    <w:rsid w:val="0066296C"/>
    <w:rsid w:val="00662C23"/>
    <w:rsid w:val="00662D08"/>
    <w:rsid w:val="00662E6F"/>
    <w:rsid w:val="00662FF0"/>
    <w:rsid w:val="0066306E"/>
    <w:rsid w:val="006637B4"/>
    <w:rsid w:val="00663877"/>
    <w:rsid w:val="0066394F"/>
    <w:rsid w:val="00663A85"/>
    <w:rsid w:val="00663C30"/>
    <w:rsid w:val="00663C96"/>
    <w:rsid w:val="00664008"/>
    <w:rsid w:val="0066404A"/>
    <w:rsid w:val="0066414D"/>
    <w:rsid w:val="0066414F"/>
    <w:rsid w:val="00664179"/>
    <w:rsid w:val="00664255"/>
    <w:rsid w:val="00664515"/>
    <w:rsid w:val="00664548"/>
    <w:rsid w:val="00664672"/>
    <w:rsid w:val="00664692"/>
    <w:rsid w:val="006648D6"/>
    <w:rsid w:val="00664E51"/>
    <w:rsid w:val="0066543E"/>
    <w:rsid w:val="006654BD"/>
    <w:rsid w:val="0066551A"/>
    <w:rsid w:val="00665681"/>
    <w:rsid w:val="00666071"/>
    <w:rsid w:val="006665F6"/>
    <w:rsid w:val="006667A4"/>
    <w:rsid w:val="006669BD"/>
    <w:rsid w:val="00666AE2"/>
    <w:rsid w:val="00666C1B"/>
    <w:rsid w:val="00666D2B"/>
    <w:rsid w:val="0066711A"/>
    <w:rsid w:val="00667D11"/>
    <w:rsid w:val="00667F06"/>
    <w:rsid w:val="006700A7"/>
    <w:rsid w:val="0067069C"/>
    <w:rsid w:val="00670C0E"/>
    <w:rsid w:val="006712E1"/>
    <w:rsid w:val="006714F4"/>
    <w:rsid w:val="00671C15"/>
    <w:rsid w:val="00671D64"/>
    <w:rsid w:val="00671E53"/>
    <w:rsid w:val="006721B2"/>
    <w:rsid w:val="00672430"/>
    <w:rsid w:val="0067268E"/>
    <w:rsid w:val="0067286C"/>
    <w:rsid w:val="006729A7"/>
    <w:rsid w:val="006729EA"/>
    <w:rsid w:val="006730EC"/>
    <w:rsid w:val="00673AE8"/>
    <w:rsid w:val="00673D18"/>
    <w:rsid w:val="00673F0F"/>
    <w:rsid w:val="00673F5F"/>
    <w:rsid w:val="00674535"/>
    <w:rsid w:val="006746EA"/>
    <w:rsid w:val="00674B92"/>
    <w:rsid w:val="00674BFD"/>
    <w:rsid w:val="00674CB9"/>
    <w:rsid w:val="00674D0D"/>
    <w:rsid w:val="00674DA4"/>
    <w:rsid w:val="00675637"/>
    <w:rsid w:val="006759A2"/>
    <w:rsid w:val="00675BBB"/>
    <w:rsid w:val="0067602D"/>
    <w:rsid w:val="006762B9"/>
    <w:rsid w:val="00676330"/>
    <w:rsid w:val="006766EA"/>
    <w:rsid w:val="006768E2"/>
    <w:rsid w:val="00676CAB"/>
    <w:rsid w:val="00676F52"/>
    <w:rsid w:val="00677099"/>
    <w:rsid w:val="006774C3"/>
    <w:rsid w:val="006776B9"/>
    <w:rsid w:val="0067789F"/>
    <w:rsid w:val="00677DA5"/>
    <w:rsid w:val="00677EF2"/>
    <w:rsid w:val="00680196"/>
    <w:rsid w:val="0068024A"/>
    <w:rsid w:val="0068041B"/>
    <w:rsid w:val="00680511"/>
    <w:rsid w:val="00680523"/>
    <w:rsid w:val="00680DF7"/>
    <w:rsid w:val="00680F3B"/>
    <w:rsid w:val="006812BE"/>
    <w:rsid w:val="006813B9"/>
    <w:rsid w:val="00681789"/>
    <w:rsid w:val="00681A1D"/>
    <w:rsid w:val="00681A31"/>
    <w:rsid w:val="00681FE6"/>
    <w:rsid w:val="0068232E"/>
    <w:rsid w:val="006825FB"/>
    <w:rsid w:val="006827A3"/>
    <w:rsid w:val="00682A18"/>
    <w:rsid w:val="00682FEC"/>
    <w:rsid w:val="006835B6"/>
    <w:rsid w:val="00683750"/>
    <w:rsid w:val="0068379B"/>
    <w:rsid w:val="006839C6"/>
    <w:rsid w:val="00683AC3"/>
    <w:rsid w:val="00683F17"/>
    <w:rsid w:val="00684303"/>
    <w:rsid w:val="00684366"/>
    <w:rsid w:val="006843B7"/>
    <w:rsid w:val="0068462B"/>
    <w:rsid w:val="00684CE4"/>
    <w:rsid w:val="00685339"/>
    <w:rsid w:val="006854F5"/>
    <w:rsid w:val="006855BD"/>
    <w:rsid w:val="00685E8A"/>
    <w:rsid w:val="00686025"/>
    <w:rsid w:val="0068603A"/>
    <w:rsid w:val="00686201"/>
    <w:rsid w:val="0068663C"/>
    <w:rsid w:val="006866FA"/>
    <w:rsid w:val="006867FE"/>
    <w:rsid w:val="006868AD"/>
    <w:rsid w:val="00686DE1"/>
    <w:rsid w:val="00686E72"/>
    <w:rsid w:val="00686EA5"/>
    <w:rsid w:val="00686EA7"/>
    <w:rsid w:val="00686EAC"/>
    <w:rsid w:val="006871D7"/>
    <w:rsid w:val="00687224"/>
    <w:rsid w:val="0068785A"/>
    <w:rsid w:val="00687A9B"/>
    <w:rsid w:val="00687D73"/>
    <w:rsid w:val="00687E0F"/>
    <w:rsid w:val="00687F40"/>
    <w:rsid w:val="00690073"/>
    <w:rsid w:val="006902B6"/>
    <w:rsid w:val="006908E4"/>
    <w:rsid w:val="006908F8"/>
    <w:rsid w:val="0069095E"/>
    <w:rsid w:val="00690EA3"/>
    <w:rsid w:val="00690F9E"/>
    <w:rsid w:val="0069105C"/>
    <w:rsid w:val="00691112"/>
    <w:rsid w:val="0069148C"/>
    <w:rsid w:val="006916AE"/>
    <w:rsid w:val="00691A7A"/>
    <w:rsid w:val="0069203E"/>
    <w:rsid w:val="00692309"/>
    <w:rsid w:val="00692770"/>
    <w:rsid w:val="00692A96"/>
    <w:rsid w:val="006930F6"/>
    <w:rsid w:val="006930FA"/>
    <w:rsid w:val="00693627"/>
    <w:rsid w:val="00693638"/>
    <w:rsid w:val="006937D5"/>
    <w:rsid w:val="00693B71"/>
    <w:rsid w:val="00693E97"/>
    <w:rsid w:val="006940ED"/>
    <w:rsid w:val="00694185"/>
    <w:rsid w:val="006941D2"/>
    <w:rsid w:val="006943AD"/>
    <w:rsid w:val="00694464"/>
    <w:rsid w:val="0069455F"/>
    <w:rsid w:val="006947CA"/>
    <w:rsid w:val="00694A80"/>
    <w:rsid w:val="00694D48"/>
    <w:rsid w:val="00694DD9"/>
    <w:rsid w:val="0069515A"/>
    <w:rsid w:val="00695699"/>
    <w:rsid w:val="006956BA"/>
    <w:rsid w:val="006956FD"/>
    <w:rsid w:val="00695808"/>
    <w:rsid w:val="00695BE7"/>
    <w:rsid w:val="00695C6C"/>
    <w:rsid w:val="00695F38"/>
    <w:rsid w:val="0069600C"/>
    <w:rsid w:val="006962B4"/>
    <w:rsid w:val="00696388"/>
    <w:rsid w:val="006965BD"/>
    <w:rsid w:val="006967DF"/>
    <w:rsid w:val="0069706B"/>
    <w:rsid w:val="00697554"/>
    <w:rsid w:val="00697580"/>
    <w:rsid w:val="006978A3"/>
    <w:rsid w:val="006A027A"/>
    <w:rsid w:val="006A043E"/>
    <w:rsid w:val="006A0484"/>
    <w:rsid w:val="006A0785"/>
    <w:rsid w:val="006A0E77"/>
    <w:rsid w:val="006A1894"/>
    <w:rsid w:val="006A206A"/>
    <w:rsid w:val="006A275D"/>
    <w:rsid w:val="006A3125"/>
    <w:rsid w:val="006A31D0"/>
    <w:rsid w:val="006A3377"/>
    <w:rsid w:val="006A3517"/>
    <w:rsid w:val="006A35F8"/>
    <w:rsid w:val="006A3813"/>
    <w:rsid w:val="006A3D3E"/>
    <w:rsid w:val="006A3D59"/>
    <w:rsid w:val="006A3FE2"/>
    <w:rsid w:val="006A4441"/>
    <w:rsid w:val="006A45C2"/>
    <w:rsid w:val="006A48B7"/>
    <w:rsid w:val="006A51AE"/>
    <w:rsid w:val="006A5239"/>
    <w:rsid w:val="006A57E2"/>
    <w:rsid w:val="006A5966"/>
    <w:rsid w:val="006A5CC1"/>
    <w:rsid w:val="006A6080"/>
    <w:rsid w:val="006A624B"/>
    <w:rsid w:val="006A6277"/>
    <w:rsid w:val="006A64AE"/>
    <w:rsid w:val="006A64E0"/>
    <w:rsid w:val="006A67F0"/>
    <w:rsid w:val="006A6D02"/>
    <w:rsid w:val="006A7725"/>
    <w:rsid w:val="006A7752"/>
    <w:rsid w:val="006A7962"/>
    <w:rsid w:val="006A7B7A"/>
    <w:rsid w:val="006A7FB9"/>
    <w:rsid w:val="006B0225"/>
    <w:rsid w:val="006B030B"/>
    <w:rsid w:val="006B04BE"/>
    <w:rsid w:val="006B06CE"/>
    <w:rsid w:val="006B078F"/>
    <w:rsid w:val="006B0A46"/>
    <w:rsid w:val="006B1140"/>
    <w:rsid w:val="006B1239"/>
    <w:rsid w:val="006B1580"/>
    <w:rsid w:val="006B15F2"/>
    <w:rsid w:val="006B16FA"/>
    <w:rsid w:val="006B1764"/>
    <w:rsid w:val="006B17D4"/>
    <w:rsid w:val="006B19C3"/>
    <w:rsid w:val="006B1A9F"/>
    <w:rsid w:val="006B1CC4"/>
    <w:rsid w:val="006B1D8E"/>
    <w:rsid w:val="006B2357"/>
    <w:rsid w:val="006B25BF"/>
    <w:rsid w:val="006B29EF"/>
    <w:rsid w:val="006B2CE8"/>
    <w:rsid w:val="006B2E97"/>
    <w:rsid w:val="006B30F9"/>
    <w:rsid w:val="006B34D3"/>
    <w:rsid w:val="006B3823"/>
    <w:rsid w:val="006B38A1"/>
    <w:rsid w:val="006B394A"/>
    <w:rsid w:val="006B3A74"/>
    <w:rsid w:val="006B4078"/>
    <w:rsid w:val="006B4202"/>
    <w:rsid w:val="006B455A"/>
    <w:rsid w:val="006B474F"/>
    <w:rsid w:val="006B4DA5"/>
    <w:rsid w:val="006B4FBE"/>
    <w:rsid w:val="006B54CC"/>
    <w:rsid w:val="006B5574"/>
    <w:rsid w:val="006B5C83"/>
    <w:rsid w:val="006B5F6C"/>
    <w:rsid w:val="006B603D"/>
    <w:rsid w:val="006B6163"/>
    <w:rsid w:val="006B690E"/>
    <w:rsid w:val="006B6BB2"/>
    <w:rsid w:val="006B6DA2"/>
    <w:rsid w:val="006B75EA"/>
    <w:rsid w:val="006B768C"/>
    <w:rsid w:val="006B77E9"/>
    <w:rsid w:val="006B789F"/>
    <w:rsid w:val="006B7ACD"/>
    <w:rsid w:val="006B7B58"/>
    <w:rsid w:val="006B7E93"/>
    <w:rsid w:val="006C0279"/>
    <w:rsid w:val="006C0372"/>
    <w:rsid w:val="006C0EEF"/>
    <w:rsid w:val="006C10C1"/>
    <w:rsid w:val="006C129C"/>
    <w:rsid w:val="006C173C"/>
    <w:rsid w:val="006C1765"/>
    <w:rsid w:val="006C1771"/>
    <w:rsid w:val="006C1906"/>
    <w:rsid w:val="006C1A0E"/>
    <w:rsid w:val="006C1AE7"/>
    <w:rsid w:val="006C202B"/>
    <w:rsid w:val="006C2101"/>
    <w:rsid w:val="006C23BB"/>
    <w:rsid w:val="006C240D"/>
    <w:rsid w:val="006C246D"/>
    <w:rsid w:val="006C2AB0"/>
    <w:rsid w:val="006C2ED6"/>
    <w:rsid w:val="006C344D"/>
    <w:rsid w:val="006C36C0"/>
    <w:rsid w:val="006C3A3E"/>
    <w:rsid w:val="006C3AEB"/>
    <w:rsid w:val="006C3B1B"/>
    <w:rsid w:val="006C3C54"/>
    <w:rsid w:val="006C3C59"/>
    <w:rsid w:val="006C4009"/>
    <w:rsid w:val="006C40BE"/>
    <w:rsid w:val="006C40C4"/>
    <w:rsid w:val="006C4132"/>
    <w:rsid w:val="006C4232"/>
    <w:rsid w:val="006C4387"/>
    <w:rsid w:val="006C47E6"/>
    <w:rsid w:val="006C4857"/>
    <w:rsid w:val="006C4AB1"/>
    <w:rsid w:val="006C4B20"/>
    <w:rsid w:val="006C4B4A"/>
    <w:rsid w:val="006C4BA8"/>
    <w:rsid w:val="006C4C97"/>
    <w:rsid w:val="006C4EA9"/>
    <w:rsid w:val="006C56A3"/>
    <w:rsid w:val="006C5820"/>
    <w:rsid w:val="006C5DCC"/>
    <w:rsid w:val="006C5E8E"/>
    <w:rsid w:val="006C5FE4"/>
    <w:rsid w:val="006C6146"/>
    <w:rsid w:val="006C61CB"/>
    <w:rsid w:val="006C645E"/>
    <w:rsid w:val="006C64A3"/>
    <w:rsid w:val="006C6536"/>
    <w:rsid w:val="006C66A6"/>
    <w:rsid w:val="006C6D5E"/>
    <w:rsid w:val="006C6FD5"/>
    <w:rsid w:val="006C6FF6"/>
    <w:rsid w:val="006C7051"/>
    <w:rsid w:val="006C7519"/>
    <w:rsid w:val="006C7EAE"/>
    <w:rsid w:val="006C7FF7"/>
    <w:rsid w:val="006D045A"/>
    <w:rsid w:val="006D0695"/>
    <w:rsid w:val="006D0B5E"/>
    <w:rsid w:val="006D0E5E"/>
    <w:rsid w:val="006D0E7E"/>
    <w:rsid w:val="006D0F12"/>
    <w:rsid w:val="006D1064"/>
    <w:rsid w:val="006D138F"/>
    <w:rsid w:val="006D164D"/>
    <w:rsid w:val="006D1B7E"/>
    <w:rsid w:val="006D1D11"/>
    <w:rsid w:val="006D1E15"/>
    <w:rsid w:val="006D1EB1"/>
    <w:rsid w:val="006D1F89"/>
    <w:rsid w:val="006D1F9C"/>
    <w:rsid w:val="006D210F"/>
    <w:rsid w:val="006D22C2"/>
    <w:rsid w:val="006D2471"/>
    <w:rsid w:val="006D272F"/>
    <w:rsid w:val="006D275C"/>
    <w:rsid w:val="006D2836"/>
    <w:rsid w:val="006D2D68"/>
    <w:rsid w:val="006D2DE5"/>
    <w:rsid w:val="006D2F92"/>
    <w:rsid w:val="006D31DE"/>
    <w:rsid w:val="006D323D"/>
    <w:rsid w:val="006D355C"/>
    <w:rsid w:val="006D37C9"/>
    <w:rsid w:val="006D3CAF"/>
    <w:rsid w:val="006D3DF4"/>
    <w:rsid w:val="006D3DF6"/>
    <w:rsid w:val="006D3E4A"/>
    <w:rsid w:val="006D40FA"/>
    <w:rsid w:val="006D4416"/>
    <w:rsid w:val="006D46B3"/>
    <w:rsid w:val="006D512F"/>
    <w:rsid w:val="006D542E"/>
    <w:rsid w:val="006D566C"/>
    <w:rsid w:val="006D58D2"/>
    <w:rsid w:val="006D58D8"/>
    <w:rsid w:val="006D59AA"/>
    <w:rsid w:val="006D5F13"/>
    <w:rsid w:val="006D61E5"/>
    <w:rsid w:val="006D62B8"/>
    <w:rsid w:val="006D6350"/>
    <w:rsid w:val="006D65D5"/>
    <w:rsid w:val="006D6C81"/>
    <w:rsid w:val="006D7109"/>
    <w:rsid w:val="006D73F3"/>
    <w:rsid w:val="006D740C"/>
    <w:rsid w:val="006D74FF"/>
    <w:rsid w:val="006D76BF"/>
    <w:rsid w:val="006D77CD"/>
    <w:rsid w:val="006D7A9D"/>
    <w:rsid w:val="006D7EEA"/>
    <w:rsid w:val="006E00F0"/>
    <w:rsid w:val="006E02EA"/>
    <w:rsid w:val="006E040F"/>
    <w:rsid w:val="006E0416"/>
    <w:rsid w:val="006E072D"/>
    <w:rsid w:val="006E08D8"/>
    <w:rsid w:val="006E0C6E"/>
    <w:rsid w:val="006E0CA0"/>
    <w:rsid w:val="006E16F8"/>
    <w:rsid w:val="006E1A51"/>
    <w:rsid w:val="006E1AF7"/>
    <w:rsid w:val="006E205E"/>
    <w:rsid w:val="006E2070"/>
    <w:rsid w:val="006E2444"/>
    <w:rsid w:val="006E249D"/>
    <w:rsid w:val="006E24AF"/>
    <w:rsid w:val="006E283C"/>
    <w:rsid w:val="006E29D0"/>
    <w:rsid w:val="006E300E"/>
    <w:rsid w:val="006E3235"/>
    <w:rsid w:val="006E3253"/>
    <w:rsid w:val="006E340A"/>
    <w:rsid w:val="006E342D"/>
    <w:rsid w:val="006E36CB"/>
    <w:rsid w:val="006E3903"/>
    <w:rsid w:val="006E3B86"/>
    <w:rsid w:val="006E3D1E"/>
    <w:rsid w:val="006E3F8D"/>
    <w:rsid w:val="006E40BD"/>
    <w:rsid w:val="006E444F"/>
    <w:rsid w:val="006E4727"/>
    <w:rsid w:val="006E4E8B"/>
    <w:rsid w:val="006E5008"/>
    <w:rsid w:val="006E5168"/>
    <w:rsid w:val="006E5280"/>
    <w:rsid w:val="006E54A4"/>
    <w:rsid w:val="006E55ED"/>
    <w:rsid w:val="006E5623"/>
    <w:rsid w:val="006E5758"/>
    <w:rsid w:val="006E57DA"/>
    <w:rsid w:val="006E587C"/>
    <w:rsid w:val="006E6107"/>
    <w:rsid w:val="006E62A3"/>
    <w:rsid w:val="006E62D7"/>
    <w:rsid w:val="006E66DD"/>
    <w:rsid w:val="006E67E0"/>
    <w:rsid w:val="006E68D0"/>
    <w:rsid w:val="006E6B44"/>
    <w:rsid w:val="006E6C46"/>
    <w:rsid w:val="006E6CA2"/>
    <w:rsid w:val="006E7126"/>
    <w:rsid w:val="006E7207"/>
    <w:rsid w:val="006E7447"/>
    <w:rsid w:val="006E7831"/>
    <w:rsid w:val="006E7D69"/>
    <w:rsid w:val="006F0039"/>
    <w:rsid w:val="006F005B"/>
    <w:rsid w:val="006F016F"/>
    <w:rsid w:val="006F0215"/>
    <w:rsid w:val="006F02B2"/>
    <w:rsid w:val="006F036E"/>
    <w:rsid w:val="006F05C6"/>
    <w:rsid w:val="006F05D8"/>
    <w:rsid w:val="006F0662"/>
    <w:rsid w:val="006F0679"/>
    <w:rsid w:val="006F0B2E"/>
    <w:rsid w:val="006F0FC7"/>
    <w:rsid w:val="006F10C4"/>
    <w:rsid w:val="006F1D8C"/>
    <w:rsid w:val="006F1EED"/>
    <w:rsid w:val="006F1FA6"/>
    <w:rsid w:val="006F24C5"/>
    <w:rsid w:val="006F273E"/>
    <w:rsid w:val="006F288B"/>
    <w:rsid w:val="006F2B9F"/>
    <w:rsid w:val="006F2BA4"/>
    <w:rsid w:val="006F2D25"/>
    <w:rsid w:val="006F2DDC"/>
    <w:rsid w:val="006F2E38"/>
    <w:rsid w:val="006F2FB4"/>
    <w:rsid w:val="006F301E"/>
    <w:rsid w:val="006F339B"/>
    <w:rsid w:val="006F356F"/>
    <w:rsid w:val="006F3904"/>
    <w:rsid w:val="006F3D07"/>
    <w:rsid w:val="006F3FAB"/>
    <w:rsid w:val="006F414B"/>
    <w:rsid w:val="006F4A3E"/>
    <w:rsid w:val="006F4B71"/>
    <w:rsid w:val="006F4EB7"/>
    <w:rsid w:val="006F5262"/>
    <w:rsid w:val="006F55AE"/>
    <w:rsid w:val="006F5E23"/>
    <w:rsid w:val="006F5FFB"/>
    <w:rsid w:val="006F637C"/>
    <w:rsid w:val="006F63CD"/>
    <w:rsid w:val="006F64BC"/>
    <w:rsid w:val="006F68F6"/>
    <w:rsid w:val="006F6A39"/>
    <w:rsid w:val="006F6CC4"/>
    <w:rsid w:val="006F717E"/>
    <w:rsid w:val="006F727A"/>
    <w:rsid w:val="006F77E3"/>
    <w:rsid w:val="006F7C2A"/>
    <w:rsid w:val="006F7FAD"/>
    <w:rsid w:val="007002B0"/>
    <w:rsid w:val="007005D7"/>
    <w:rsid w:val="0070096C"/>
    <w:rsid w:val="00700DF2"/>
    <w:rsid w:val="00701472"/>
    <w:rsid w:val="007016AF"/>
    <w:rsid w:val="007016F4"/>
    <w:rsid w:val="00701870"/>
    <w:rsid w:val="007018B1"/>
    <w:rsid w:val="0070193A"/>
    <w:rsid w:val="00701AF3"/>
    <w:rsid w:val="00701EA7"/>
    <w:rsid w:val="00702167"/>
    <w:rsid w:val="00702182"/>
    <w:rsid w:val="0070227B"/>
    <w:rsid w:val="00702D09"/>
    <w:rsid w:val="00702DC0"/>
    <w:rsid w:val="00702DCA"/>
    <w:rsid w:val="007030DA"/>
    <w:rsid w:val="00703523"/>
    <w:rsid w:val="00703650"/>
    <w:rsid w:val="00703D43"/>
    <w:rsid w:val="00703E86"/>
    <w:rsid w:val="00703EA2"/>
    <w:rsid w:val="007040FC"/>
    <w:rsid w:val="0070414A"/>
    <w:rsid w:val="00704662"/>
    <w:rsid w:val="007047C8"/>
    <w:rsid w:val="007048B1"/>
    <w:rsid w:val="00704B46"/>
    <w:rsid w:val="00704EC4"/>
    <w:rsid w:val="00704F88"/>
    <w:rsid w:val="00705022"/>
    <w:rsid w:val="00705294"/>
    <w:rsid w:val="007053A9"/>
    <w:rsid w:val="00705992"/>
    <w:rsid w:val="00705DC9"/>
    <w:rsid w:val="00705F2A"/>
    <w:rsid w:val="00705FD5"/>
    <w:rsid w:val="00706587"/>
    <w:rsid w:val="00706B2F"/>
    <w:rsid w:val="00706C54"/>
    <w:rsid w:val="00706CCF"/>
    <w:rsid w:val="0070700C"/>
    <w:rsid w:val="007071BF"/>
    <w:rsid w:val="0071000B"/>
    <w:rsid w:val="007103FC"/>
    <w:rsid w:val="00710969"/>
    <w:rsid w:val="00710BAC"/>
    <w:rsid w:val="00710BAE"/>
    <w:rsid w:val="00710D06"/>
    <w:rsid w:val="00710EE9"/>
    <w:rsid w:val="0071107A"/>
    <w:rsid w:val="00711876"/>
    <w:rsid w:val="007119CC"/>
    <w:rsid w:val="00711A5C"/>
    <w:rsid w:val="00711A9F"/>
    <w:rsid w:val="00712226"/>
    <w:rsid w:val="007122A7"/>
    <w:rsid w:val="00712BCF"/>
    <w:rsid w:val="00712D5E"/>
    <w:rsid w:val="00712DA5"/>
    <w:rsid w:val="00712E38"/>
    <w:rsid w:val="00713144"/>
    <w:rsid w:val="0071344E"/>
    <w:rsid w:val="007135F0"/>
    <w:rsid w:val="00713990"/>
    <w:rsid w:val="00713CB0"/>
    <w:rsid w:val="0071424D"/>
    <w:rsid w:val="00714311"/>
    <w:rsid w:val="00714455"/>
    <w:rsid w:val="007148CF"/>
    <w:rsid w:val="00714D8B"/>
    <w:rsid w:val="00714ECC"/>
    <w:rsid w:val="0071547C"/>
    <w:rsid w:val="00715503"/>
    <w:rsid w:val="00715C98"/>
    <w:rsid w:val="00715E2D"/>
    <w:rsid w:val="0071613A"/>
    <w:rsid w:val="007162E6"/>
    <w:rsid w:val="007163B6"/>
    <w:rsid w:val="00716731"/>
    <w:rsid w:val="0071674C"/>
    <w:rsid w:val="007168DC"/>
    <w:rsid w:val="007169F3"/>
    <w:rsid w:val="00716ACA"/>
    <w:rsid w:val="007170E9"/>
    <w:rsid w:val="00717127"/>
    <w:rsid w:val="00717BDF"/>
    <w:rsid w:val="00720153"/>
    <w:rsid w:val="00720579"/>
    <w:rsid w:val="007208A9"/>
    <w:rsid w:val="00720D06"/>
    <w:rsid w:val="00720D4A"/>
    <w:rsid w:val="00721132"/>
    <w:rsid w:val="007211F3"/>
    <w:rsid w:val="00721AA9"/>
    <w:rsid w:val="00721F8E"/>
    <w:rsid w:val="00722369"/>
    <w:rsid w:val="0072274D"/>
    <w:rsid w:val="00722905"/>
    <w:rsid w:val="00723376"/>
    <w:rsid w:val="00723472"/>
    <w:rsid w:val="00723628"/>
    <w:rsid w:val="00723A3C"/>
    <w:rsid w:val="00723E10"/>
    <w:rsid w:val="00723E7F"/>
    <w:rsid w:val="0072464C"/>
    <w:rsid w:val="007249EE"/>
    <w:rsid w:val="0072505F"/>
    <w:rsid w:val="00725115"/>
    <w:rsid w:val="007252C7"/>
    <w:rsid w:val="0072554E"/>
    <w:rsid w:val="007258CA"/>
    <w:rsid w:val="007259B8"/>
    <w:rsid w:val="00726791"/>
    <w:rsid w:val="00726856"/>
    <w:rsid w:val="00726CCA"/>
    <w:rsid w:val="007273CA"/>
    <w:rsid w:val="00727E52"/>
    <w:rsid w:val="00727E6C"/>
    <w:rsid w:val="00730060"/>
    <w:rsid w:val="00730264"/>
    <w:rsid w:val="00730885"/>
    <w:rsid w:val="007308B0"/>
    <w:rsid w:val="00730A07"/>
    <w:rsid w:val="00730FC3"/>
    <w:rsid w:val="0073129B"/>
    <w:rsid w:val="00731305"/>
    <w:rsid w:val="00731340"/>
    <w:rsid w:val="007313A1"/>
    <w:rsid w:val="0073162E"/>
    <w:rsid w:val="0073172D"/>
    <w:rsid w:val="007317D0"/>
    <w:rsid w:val="00731B5D"/>
    <w:rsid w:val="00731D7C"/>
    <w:rsid w:val="007323C5"/>
    <w:rsid w:val="0073287C"/>
    <w:rsid w:val="00732933"/>
    <w:rsid w:val="00732B70"/>
    <w:rsid w:val="00732C22"/>
    <w:rsid w:val="00732E96"/>
    <w:rsid w:val="00733152"/>
    <w:rsid w:val="00733656"/>
    <w:rsid w:val="00734428"/>
    <w:rsid w:val="007344E9"/>
    <w:rsid w:val="007346BC"/>
    <w:rsid w:val="00734780"/>
    <w:rsid w:val="00734A85"/>
    <w:rsid w:val="00734C57"/>
    <w:rsid w:val="00735785"/>
    <w:rsid w:val="00735A0B"/>
    <w:rsid w:val="00735DEC"/>
    <w:rsid w:val="00735E76"/>
    <w:rsid w:val="007361A6"/>
    <w:rsid w:val="00736271"/>
    <w:rsid w:val="0073647F"/>
    <w:rsid w:val="007366D2"/>
    <w:rsid w:val="0073683C"/>
    <w:rsid w:val="007369DE"/>
    <w:rsid w:val="00736A60"/>
    <w:rsid w:val="00736BE7"/>
    <w:rsid w:val="00736DD6"/>
    <w:rsid w:val="007374C6"/>
    <w:rsid w:val="00737524"/>
    <w:rsid w:val="0073783E"/>
    <w:rsid w:val="0073799C"/>
    <w:rsid w:val="007379C1"/>
    <w:rsid w:val="00737A5A"/>
    <w:rsid w:val="00737F19"/>
    <w:rsid w:val="00737F36"/>
    <w:rsid w:val="00740435"/>
    <w:rsid w:val="00740E6C"/>
    <w:rsid w:val="00740F40"/>
    <w:rsid w:val="007413CA"/>
    <w:rsid w:val="007415DA"/>
    <w:rsid w:val="00741F29"/>
    <w:rsid w:val="00742017"/>
    <w:rsid w:val="00742202"/>
    <w:rsid w:val="007423ED"/>
    <w:rsid w:val="0074283D"/>
    <w:rsid w:val="00742D0B"/>
    <w:rsid w:val="007431C8"/>
    <w:rsid w:val="00743855"/>
    <w:rsid w:val="007439BC"/>
    <w:rsid w:val="00743DAF"/>
    <w:rsid w:val="00743F29"/>
    <w:rsid w:val="00743FEE"/>
    <w:rsid w:val="0074417E"/>
    <w:rsid w:val="007441A4"/>
    <w:rsid w:val="00744C0D"/>
    <w:rsid w:val="00744C3D"/>
    <w:rsid w:val="00744DE2"/>
    <w:rsid w:val="00744F1A"/>
    <w:rsid w:val="00745166"/>
    <w:rsid w:val="00745617"/>
    <w:rsid w:val="007456B7"/>
    <w:rsid w:val="00745A5C"/>
    <w:rsid w:val="00745D02"/>
    <w:rsid w:val="00745D79"/>
    <w:rsid w:val="00745DFA"/>
    <w:rsid w:val="00745F07"/>
    <w:rsid w:val="00746471"/>
    <w:rsid w:val="007466C5"/>
    <w:rsid w:val="00746738"/>
    <w:rsid w:val="00746C8E"/>
    <w:rsid w:val="00746CF4"/>
    <w:rsid w:val="00746E60"/>
    <w:rsid w:val="00746FF7"/>
    <w:rsid w:val="007471DA"/>
    <w:rsid w:val="007475DE"/>
    <w:rsid w:val="0075020D"/>
    <w:rsid w:val="00750262"/>
    <w:rsid w:val="00750280"/>
    <w:rsid w:val="00750393"/>
    <w:rsid w:val="0075086E"/>
    <w:rsid w:val="00750C97"/>
    <w:rsid w:val="00750DD4"/>
    <w:rsid w:val="007510D0"/>
    <w:rsid w:val="007513AB"/>
    <w:rsid w:val="00751967"/>
    <w:rsid w:val="00751C9B"/>
    <w:rsid w:val="00751D6B"/>
    <w:rsid w:val="00751F3E"/>
    <w:rsid w:val="00752012"/>
    <w:rsid w:val="007522AE"/>
    <w:rsid w:val="007524FC"/>
    <w:rsid w:val="00752840"/>
    <w:rsid w:val="0075292A"/>
    <w:rsid w:val="00752942"/>
    <w:rsid w:val="00752B79"/>
    <w:rsid w:val="00752C27"/>
    <w:rsid w:val="00752CB6"/>
    <w:rsid w:val="00752D3C"/>
    <w:rsid w:val="00752D49"/>
    <w:rsid w:val="00752DB5"/>
    <w:rsid w:val="00752EDE"/>
    <w:rsid w:val="00752F95"/>
    <w:rsid w:val="00752FF3"/>
    <w:rsid w:val="007531A9"/>
    <w:rsid w:val="007531D6"/>
    <w:rsid w:val="0075327F"/>
    <w:rsid w:val="00753296"/>
    <w:rsid w:val="00753539"/>
    <w:rsid w:val="00753B54"/>
    <w:rsid w:val="00753C3D"/>
    <w:rsid w:val="00753D11"/>
    <w:rsid w:val="00753E63"/>
    <w:rsid w:val="00753F07"/>
    <w:rsid w:val="00754140"/>
    <w:rsid w:val="007544EF"/>
    <w:rsid w:val="007546D1"/>
    <w:rsid w:val="00754788"/>
    <w:rsid w:val="0075479E"/>
    <w:rsid w:val="00754D5F"/>
    <w:rsid w:val="00755215"/>
    <w:rsid w:val="007558A4"/>
    <w:rsid w:val="00755C26"/>
    <w:rsid w:val="00755C3C"/>
    <w:rsid w:val="00756426"/>
    <w:rsid w:val="0075664F"/>
    <w:rsid w:val="00756664"/>
    <w:rsid w:val="00756693"/>
    <w:rsid w:val="00756793"/>
    <w:rsid w:val="007567AA"/>
    <w:rsid w:val="007567D8"/>
    <w:rsid w:val="007567FB"/>
    <w:rsid w:val="00756834"/>
    <w:rsid w:val="00757271"/>
    <w:rsid w:val="0075776F"/>
    <w:rsid w:val="00757A21"/>
    <w:rsid w:val="00757D96"/>
    <w:rsid w:val="00757F31"/>
    <w:rsid w:val="0076011E"/>
    <w:rsid w:val="0076068A"/>
    <w:rsid w:val="007607F5"/>
    <w:rsid w:val="007607FB"/>
    <w:rsid w:val="00760A13"/>
    <w:rsid w:val="00760CD2"/>
    <w:rsid w:val="00761471"/>
    <w:rsid w:val="007614DD"/>
    <w:rsid w:val="00761895"/>
    <w:rsid w:val="00762233"/>
    <w:rsid w:val="00762782"/>
    <w:rsid w:val="007629D2"/>
    <w:rsid w:val="00762D88"/>
    <w:rsid w:val="00762E4E"/>
    <w:rsid w:val="00763138"/>
    <w:rsid w:val="0076359F"/>
    <w:rsid w:val="0076364F"/>
    <w:rsid w:val="00763737"/>
    <w:rsid w:val="0076380B"/>
    <w:rsid w:val="007642A3"/>
    <w:rsid w:val="007642C6"/>
    <w:rsid w:val="0076499A"/>
    <w:rsid w:val="00764A25"/>
    <w:rsid w:val="00764C1C"/>
    <w:rsid w:val="00764ED0"/>
    <w:rsid w:val="00764F6F"/>
    <w:rsid w:val="00764FF0"/>
    <w:rsid w:val="00765146"/>
    <w:rsid w:val="007651B5"/>
    <w:rsid w:val="00765862"/>
    <w:rsid w:val="00765B0B"/>
    <w:rsid w:val="007665BC"/>
    <w:rsid w:val="007668A4"/>
    <w:rsid w:val="00766E37"/>
    <w:rsid w:val="007671B5"/>
    <w:rsid w:val="007671CC"/>
    <w:rsid w:val="00767250"/>
    <w:rsid w:val="00767785"/>
    <w:rsid w:val="00767D90"/>
    <w:rsid w:val="00770201"/>
    <w:rsid w:val="00770804"/>
    <w:rsid w:val="007708C9"/>
    <w:rsid w:val="00770D16"/>
    <w:rsid w:val="0077104D"/>
    <w:rsid w:val="00771243"/>
    <w:rsid w:val="007714B0"/>
    <w:rsid w:val="007717C5"/>
    <w:rsid w:val="00771D2B"/>
    <w:rsid w:val="00772228"/>
    <w:rsid w:val="00772311"/>
    <w:rsid w:val="00772481"/>
    <w:rsid w:val="007728E5"/>
    <w:rsid w:val="007728FB"/>
    <w:rsid w:val="007733ED"/>
    <w:rsid w:val="00773914"/>
    <w:rsid w:val="007746FD"/>
    <w:rsid w:val="007747EC"/>
    <w:rsid w:val="00774EC7"/>
    <w:rsid w:val="0077562B"/>
    <w:rsid w:val="0077636E"/>
    <w:rsid w:val="00777075"/>
    <w:rsid w:val="00777105"/>
    <w:rsid w:val="007771C2"/>
    <w:rsid w:val="00777372"/>
    <w:rsid w:val="00777A5B"/>
    <w:rsid w:val="007801A9"/>
    <w:rsid w:val="007802B1"/>
    <w:rsid w:val="007803D4"/>
    <w:rsid w:val="00780673"/>
    <w:rsid w:val="0078075E"/>
    <w:rsid w:val="0078085F"/>
    <w:rsid w:val="007808C6"/>
    <w:rsid w:val="00780E52"/>
    <w:rsid w:val="00780FE4"/>
    <w:rsid w:val="00781231"/>
    <w:rsid w:val="0078129F"/>
    <w:rsid w:val="007812B5"/>
    <w:rsid w:val="0078143A"/>
    <w:rsid w:val="007819B7"/>
    <w:rsid w:val="007819BC"/>
    <w:rsid w:val="00781ED4"/>
    <w:rsid w:val="00782BBD"/>
    <w:rsid w:val="00782E3E"/>
    <w:rsid w:val="00783071"/>
    <w:rsid w:val="00783354"/>
    <w:rsid w:val="007834DF"/>
    <w:rsid w:val="007835E9"/>
    <w:rsid w:val="007838A8"/>
    <w:rsid w:val="00783933"/>
    <w:rsid w:val="00783B3F"/>
    <w:rsid w:val="00784073"/>
    <w:rsid w:val="007842B1"/>
    <w:rsid w:val="00784439"/>
    <w:rsid w:val="007845EB"/>
    <w:rsid w:val="00784964"/>
    <w:rsid w:val="00784C7D"/>
    <w:rsid w:val="007851E7"/>
    <w:rsid w:val="007852DB"/>
    <w:rsid w:val="00785483"/>
    <w:rsid w:val="007858B5"/>
    <w:rsid w:val="007858F7"/>
    <w:rsid w:val="00785D75"/>
    <w:rsid w:val="00785E8F"/>
    <w:rsid w:val="00785F36"/>
    <w:rsid w:val="007865B4"/>
    <w:rsid w:val="00786B84"/>
    <w:rsid w:val="00786CA0"/>
    <w:rsid w:val="00786DA1"/>
    <w:rsid w:val="00787B8B"/>
    <w:rsid w:val="00787D13"/>
    <w:rsid w:val="0079020A"/>
    <w:rsid w:val="00790278"/>
    <w:rsid w:val="00790334"/>
    <w:rsid w:val="007903A7"/>
    <w:rsid w:val="00790402"/>
    <w:rsid w:val="007904B8"/>
    <w:rsid w:val="007905D5"/>
    <w:rsid w:val="00790691"/>
    <w:rsid w:val="00790742"/>
    <w:rsid w:val="00790867"/>
    <w:rsid w:val="00790929"/>
    <w:rsid w:val="00790A26"/>
    <w:rsid w:val="00790C4F"/>
    <w:rsid w:val="00790E3B"/>
    <w:rsid w:val="00791402"/>
    <w:rsid w:val="00791447"/>
    <w:rsid w:val="0079150B"/>
    <w:rsid w:val="0079172D"/>
    <w:rsid w:val="00791AF1"/>
    <w:rsid w:val="00791B5A"/>
    <w:rsid w:val="00792539"/>
    <w:rsid w:val="007925D9"/>
    <w:rsid w:val="00792963"/>
    <w:rsid w:val="00792AF6"/>
    <w:rsid w:val="00792D21"/>
    <w:rsid w:val="0079305B"/>
    <w:rsid w:val="0079335E"/>
    <w:rsid w:val="00793608"/>
    <w:rsid w:val="00793934"/>
    <w:rsid w:val="00793A96"/>
    <w:rsid w:val="00794349"/>
    <w:rsid w:val="00794356"/>
    <w:rsid w:val="00794517"/>
    <w:rsid w:val="007949E1"/>
    <w:rsid w:val="00794AC5"/>
    <w:rsid w:val="00794BA1"/>
    <w:rsid w:val="00795488"/>
    <w:rsid w:val="00795684"/>
    <w:rsid w:val="007956A6"/>
    <w:rsid w:val="00795AA8"/>
    <w:rsid w:val="007960FE"/>
    <w:rsid w:val="00796154"/>
    <w:rsid w:val="00796173"/>
    <w:rsid w:val="007964D9"/>
    <w:rsid w:val="007964DC"/>
    <w:rsid w:val="00796827"/>
    <w:rsid w:val="00796C4D"/>
    <w:rsid w:val="00796CEB"/>
    <w:rsid w:val="00796D75"/>
    <w:rsid w:val="00796EA2"/>
    <w:rsid w:val="00796FEB"/>
    <w:rsid w:val="00797115"/>
    <w:rsid w:val="00797221"/>
    <w:rsid w:val="007974B5"/>
    <w:rsid w:val="00797B4E"/>
    <w:rsid w:val="00797B51"/>
    <w:rsid w:val="007A01EE"/>
    <w:rsid w:val="007A04A6"/>
    <w:rsid w:val="007A05CC"/>
    <w:rsid w:val="007A1004"/>
    <w:rsid w:val="007A1101"/>
    <w:rsid w:val="007A111E"/>
    <w:rsid w:val="007A12E8"/>
    <w:rsid w:val="007A138B"/>
    <w:rsid w:val="007A15CE"/>
    <w:rsid w:val="007A1DFD"/>
    <w:rsid w:val="007A1EF4"/>
    <w:rsid w:val="007A21FF"/>
    <w:rsid w:val="007A2445"/>
    <w:rsid w:val="007A269F"/>
    <w:rsid w:val="007A2952"/>
    <w:rsid w:val="007A2B47"/>
    <w:rsid w:val="007A2D7D"/>
    <w:rsid w:val="007A2E28"/>
    <w:rsid w:val="007A35E8"/>
    <w:rsid w:val="007A36C8"/>
    <w:rsid w:val="007A3C0A"/>
    <w:rsid w:val="007A3EED"/>
    <w:rsid w:val="007A3F28"/>
    <w:rsid w:val="007A3FA8"/>
    <w:rsid w:val="007A40D2"/>
    <w:rsid w:val="007A414F"/>
    <w:rsid w:val="007A4479"/>
    <w:rsid w:val="007A46AE"/>
    <w:rsid w:val="007A4DFB"/>
    <w:rsid w:val="007A4EFF"/>
    <w:rsid w:val="007A4FDC"/>
    <w:rsid w:val="007A5336"/>
    <w:rsid w:val="007A5902"/>
    <w:rsid w:val="007A64D9"/>
    <w:rsid w:val="007A64E8"/>
    <w:rsid w:val="007A690F"/>
    <w:rsid w:val="007A693C"/>
    <w:rsid w:val="007A697D"/>
    <w:rsid w:val="007A6AD9"/>
    <w:rsid w:val="007A6C01"/>
    <w:rsid w:val="007A6D76"/>
    <w:rsid w:val="007A716A"/>
    <w:rsid w:val="007A71F4"/>
    <w:rsid w:val="007A7528"/>
    <w:rsid w:val="007A7563"/>
    <w:rsid w:val="007A7739"/>
    <w:rsid w:val="007A7772"/>
    <w:rsid w:val="007A77ED"/>
    <w:rsid w:val="007B00E9"/>
    <w:rsid w:val="007B020C"/>
    <w:rsid w:val="007B037B"/>
    <w:rsid w:val="007B0D03"/>
    <w:rsid w:val="007B0DAA"/>
    <w:rsid w:val="007B1040"/>
    <w:rsid w:val="007B16C7"/>
    <w:rsid w:val="007B1C1C"/>
    <w:rsid w:val="007B1D1A"/>
    <w:rsid w:val="007B1E12"/>
    <w:rsid w:val="007B1F07"/>
    <w:rsid w:val="007B2094"/>
    <w:rsid w:val="007B21EE"/>
    <w:rsid w:val="007B2747"/>
    <w:rsid w:val="007B2968"/>
    <w:rsid w:val="007B3842"/>
    <w:rsid w:val="007B3C8B"/>
    <w:rsid w:val="007B4343"/>
    <w:rsid w:val="007B446E"/>
    <w:rsid w:val="007B483D"/>
    <w:rsid w:val="007B4AF0"/>
    <w:rsid w:val="007B4F10"/>
    <w:rsid w:val="007B501D"/>
    <w:rsid w:val="007B50A3"/>
    <w:rsid w:val="007B5135"/>
    <w:rsid w:val="007B5241"/>
    <w:rsid w:val="007B55AD"/>
    <w:rsid w:val="007B5827"/>
    <w:rsid w:val="007B5BEB"/>
    <w:rsid w:val="007B5D96"/>
    <w:rsid w:val="007B5E35"/>
    <w:rsid w:val="007B5E58"/>
    <w:rsid w:val="007B6075"/>
    <w:rsid w:val="007B612B"/>
    <w:rsid w:val="007B64B8"/>
    <w:rsid w:val="007B6795"/>
    <w:rsid w:val="007B6899"/>
    <w:rsid w:val="007B6A61"/>
    <w:rsid w:val="007B77E1"/>
    <w:rsid w:val="007B79FF"/>
    <w:rsid w:val="007B7AD9"/>
    <w:rsid w:val="007B7CDD"/>
    <w:rsid w:val="007C009F"/>
    <w:rsid w:val="007C04CB"/>
    <w:rsid w:val="007C068C"/>
    <w:rsid w:val="007C0C2B"/>
    <w:rsid w:val="007C0D16"/>
    <w:rsid w:val="007C10D4"/>
    <w:rsid w:val="007C10E5"/>
    <w:rsid w:val="007C11EC"/>
    <w:rsid w:val="007C12A2"/>
    <w:rsid w:val="007C132E"/>
    <w:rsid w:val="007C139E"/>
    <w:rsid w:val="007C1665"/>
    <w:rsid w:val="007C17B7"/>
    <w:rsid w:val="007C18BA"/>
    <w:rsid w:val="007C1F2C"/>
    <w:rsid w:val="007C2032"/>
    <w:rsid w:val="007C2292"/>
    <w:rsid w:val="007C2426"/>
    <w:rsid w:val="007C2AD3"/>
    <w:rsid w:val="007C2EED"/>
    <w:rsid w:val="007C2F12"/>
    <w:rsid w:val="007C2F45"/>
    <w:rsid w:val="007C3014"/>
    <w:rsid w:val="007C30D6"/>
    <w:rsid w:val="007C32A8"/>
    <w:rsid w:val="007C33AD"/>
    <w:rsid w:val="007C37F0"/>
    <w:rsid w:val="007C3AD9"/>
    <w:rsid w:val="007C3E17"/>
    <w:rsid w:val="007C3E6B"/>
    <w:rsid w:val="007C3F95"/>
    <w:rsid w:val="007C4105"/>
    <w:rsid w:val="007C44D5"/>
    <w:rsid w:val="007C48D5"/>
    <w:rsid w:val="007C4C47"/>
    <w:rsid w:val="007C4C89"/>
    <w:rsid w:val="007C5399"/>
    <w:rsid w:val="007C54F3"/>
    <w:rsid w:val="007C566F"/>
    <w:rsid w:val="007C60C6"/>
    <w:rsid w:val="007C61D2"/>
    <w:rsid w:val="007C678E"/>
    <w:rsid w:val="007C6B94"/>
    <w:rsid w:val="007C70C7"/>
    <w:rsid w:val="007C719A"/>
    <w:rsid w:val="007C7738"/>
    <w:rsid w:val="007C7881"/>
    <w:rsid w:val="007C79CD"/>
    <w:rsid w:val="007C7B54"/>
    <w:rsid w:val="007C7BA6"/>
    <w:rsid w:val="007C7BC9"/>
    <w:rsid w:val="007C7C77"/>
    <w:rsid w:val="007D04C4"/>
    <w:rsid w:val="007D0783"/>
    <w:rsid w:val="007D1214"/>
    <w:rsid w:val="007D155C"/>
    <w:rsid w:val="007D1BEB"/>
    <w:rsid w:val="007D1BFE"/>
    <w:rsid w:val="007D1C4E"/>
    <w:rsid w:val="007D1D85"/>
    <w:rsid w:val="007D2018"/>
    <w:rsid w:val="007D230F"/>
    <w:rsid w:val="007D23D5"/>
    <w:rsid w:val="007D2A48"/>
    <w:rsid w:val="007D319E"/>
    <w:rsid w:val="007D3DC4"/>
    <w:rsid w:val="007D3F9A"/>
    <w:rsid w:val="007D44BB"/>
    <w:rsid w:val="007D4880"/>
    <w:rsid w:val="007D4A9D"/>
    <w:rsid w:val="007D4B6F"/>
    <w:rsid w:val="007D4DE4"/>
    <w:rsid w:val="007D4F15"/>
    <w:rsid w:val="007D57C4"/>
    <w:rsid w:val="007D5B1A"/>
    <w:rsid w:val="007D5C70"/>
    <w:rsid w:val="007D63E5"/>
    <w:rsid w:val="007D646D"/>
    <w:rsid w:val="007D6633"/>
    <w:rsid w:val="007D6638"/>
    <w:rsid w:val="007D66C1"/>
    <w:rsid w:val="007D6781"/>
    <w:rsid w:val="007D6830"/>
    <w:rsid w:val="007D68E6"/>
    <w:rsid w:val="007D6B65"/>
    <w:rsid w:val="007D6C4D"/>
    <w:rsid w:val="007D6D67"/>
    <w:rsid w:val="007D6D70"/>
    <w:rsid w:val="007D715F"/>
    <w:rsid w:val="007D73F2"/>
    <w:rsid w:val="007D7495"/>
    <w:rsid w:val="007D798F"/>
    <w:rsid w:val="007D79EA"/>
    <w:rsid w:val="007D7E88"/>
    <w:rsid w:val="007E0032"/>
    <w:rsid w:val="007E05C1"/>
    <w:rsid w:val="007E06D7"/>
    <w:rsid w:val="007E0C7E"/>
    <w:rsid w:val="007E0C84"/>
    <w:rsid w:val="007E0EEA"/>
    <w:rsid w:val="007E161B"/>
    <w:rsid w:val="007E18C8"/>
    <w:rsid w:val="007E1B1E"/>
    <w:rsid w:val="007E1DFA"/>
    <w:rsid w:val="007E1FEF"/>
    <w:rsid w:val="007E25D2"/>
    <w:rsid w:val="007E27B7"/>
    <w:rsid w:val="007E2AA6"/>
    <w:rsid w:val="007E342C"/>
    <w:rsid w:val="007E3710"/>
    <w:rsid w:val="007E3B87"/>
    <w:rsid w:val="007E3EFB"/>
    <w:rsid w:val="007E3EFC"/>
    <w:rsid w:val="007E4483"/>
    <w:rsid w:val="007E4765"/>
    <w:rsid w:val="007E4C6E"/>
    <w:rsid w:val="007E4C90"/>
    <w:rsid w:val="007E4D1B"/>
    <w:rsid w:val="007E4D7E"/>
    <w:rsid w:val="007E5182"/>
    <w:rsid w:val="007E522C"/>
    <w:rsid w:val="007E54D4"/>
    <w:rsid w:val="007E5558"/>
    <w:rsid w:val="007E5983"/>
    <w:rsid w:val="007E5E22"/>
    <w:rsid w:val="007E6098"/>
    <w:rsid w:val="007E6486"/>
    <w:rsid w:val="007E6AA1"/>
    <w:rsid w:val="007E6C52"/>
    <w:rsid w:val="007E70E2"/>
    <w:rsid w:val="007E74B6"/>
    <w:rsid w:val="007E758A"/>
    <w:rsid w:val="007E7635"/>
    <w:rsid w:val="007E78B9"/>
    <w:rsid w:val="007E790A"/>
    <w:rsid w:val="007E7A6D"/>
    <w:rsid w:val="007E7DEF"/>
    <w:rsid w:val="007F0023"/>
    <w:rsid w:val="007F0241"/>
    <w:rsid w:val="007F036E"/>
    <w:rsid w:val="007F0A55"/>
    <w:rsid w:val="007F0AB0"/>
    <w:rsid w:val="007F0AD2"/>
    <w:rsid w:val="007F0B0A"/>
    <w:rsid w:val="007F0CA2"/>
    <w:rsid w:val="007F0CC4"/>
    <w:rsid w:val="007F0D0D"/>
    <w:rsid w:val="007F122A"/>
    <w:rsid w:val="007F18CE"/>
    <w:rsid w:val="007F191A"/>
    <w:rsid w:val="007F19CA"/>
    <w:rsid w:val="007F1B1B"/>
    <w:rsid w:val="007F1DA0"/>
    <w:rsid w:val="007F1DEE"/>
    <w:rsid w:val="007F1E52"/>
    <w:rsid w:val="007F1FF8"/>
    <w:rsid w:val="007F2205"/>
    <w:rsid w:val="007F3567"/>
    <w:rsid w:val="007F3642"/>
    <w:rsid w:val="007F3734"/>
    <w:rsid w:val="007F3DE9"/>
    <w:rsid w:val="007F411C"/>
    <w:rsid w:val="007F4348"/>
    <w:rsid w:val="007F43F7"/>
    <w:rsid w:val="007F44A8"/>
    <w:rsid w:val="007F46C1"/>
    <w:rsid w:val="007F47DB"/>
    <w:rsid w:val="007F4B23"/>
    <w:rsid w:val="007F4BF6"/>
    <w:rsid w:val="007F5C54"/>
    <w:rsid w:val="007F608B"/>
    <w:rsid w:val="007F617B"/>
    <w:rsid w:val="007F6437"/>
    <w:rsid w:val="007F6B43"/>
    <w:rsid w:val="007F6E2A"/>
    <w:rsid w:val="007F6E3B"/>
    <w:rsid w:val="007F6E4A"/>
    <w:rsid w:val="007F6EBB"/>
    <w:rsid w:val="007F7024"/>
    <w:rsid w:val="007F7134"/>
    <w:rsid w:val="007F72CA"/>
    <w:rsid w:val="007F763B"/>
    <w:rsid w:val="007F7941"/>
    <w:rsid w:val="007F7DB7"/>
    <w:rsid w:val="00800460"/>
    <w:rsid w:val="00800DCA"/>
    <w:rsid w:val="00800FCE"/>
    <w:rsid w:val="008012DD"/>
    <w:rsid w:val="008014AD"/>
    <w:rsid w:val="0080162C"/>
    <w:rsid w:val="00801813"/>
    <w:rsid w:val="00801BD1"/>
    <w:rsid w:val="00801E19"/>
    <w:rsid w:val="00801EA1"/>
    <w:rsid w:val="00801F89"/>
    <w:rsid w:val="0080235A"/>
    <w:rsid w:val="00802552"/>
    <w:rsid w:val="00802F6C"/>
    <w:rsid w:val="00802F89"/>
    <w:rsid w:val="00802FBD"/>
    <w:rsid w:val="00803210"/>
    <w:rsid w:val="00803630"/>
    <w:rsid w:val="00803934"/>
    <w:rsid w:val="00803A60"/>
    <w:rsid w:val="00803F07"/>
    <w:rsid w:val="00804327"/>
    <w:rsid w:val="00804CFB"/>
    <w:rsid w:val="00804DB7"/>
    <w:rsid w:val="00804EF7"/>
    <w:rsid w:val="0080509C"/>
    <w:rsid w:val="00805A5C"/>
    <w:rsid w:val="00805C32"/>
    <w:rsid w:val="008062E0"/>
    <w:rsid w:val="008065AA"/>
    <w:rsid w:val="00806608"/>
    <w:rsid w:val="0080665B"/>
    <w:rsid w:val="00806693"/>
    <w:rsid w:val="00806951"/>
    <w:rsid w:val="008069B8"/>
    <w:rsid w:val="00806C91"/>
    <w:rsid w:val="00806EF7"/>
    <w:rsid w:val="00806FCE"/>
    <w:rsid w:val="00807007"/>
    <w:rsid w:val="0080718F"/>
    <w:rsid w:val="008071D1"/>
    <w:rsid w:val="00807412"/>
    <w:rsid w:val="00807ACD"/>
    <w:rsid w:val="00807B77"/>
    <w:rsid w:val="00807C35"/>
    <w:rsid w:val="00807F87"/>
    <w:rsid w:val="00807FB6"/>
    <w:rsid w:val="0081032C"/>
    <w:rsid w:val="00810783"/>
    <w:rsid w:val="00810884"/>
    <w:rsid w:val="00810A96"/>
    <w:rsid w:val="00810D9B"/>
    <w:rsid w:val="00810F21"/>
    <w:rsid w:val="0081104C"/>
    <w:rsid w:val="00811081"/>
    <w:rsid w:val="008110CB"/>
    <w:rsid w:val="00811877"/>
    <w:rsid w:val="0081188F"/>
    <w:rsid w:val="008118FD"/>
    <w:rsid w:val="00811C32"/>
    <w:rsid w:val="00811D26"/>
    <w:rsid w:val="00811DAC"/>
    <w:rsid w:val="00811E67"/>
    <w:rsid w:val="00812C55"/>
    <w:rsid w:val="008134F5"/>
    <w:rsid w:val="008138B2"/>
    <w:rsid w:val="0081390D"/>
    <w:rsid w:val="00813C7F"/>
    <w:rsid w:val="00813E88"/>
    <w:rsid w:val="00814045"/>
    <w:rsid w:val="008148EE"/>
    <w:rsid w:val="00815301"/>
    <w:rsid w:val="00815367"/>
    <w:rsid w:val="00815408"/>
    <w:rsid w:val="00816231"/>
    <w:rsid w:val="00816584"/>
    <w:rsid w:val="0081694A"/>
    <w:rsid w:val="00816DA9"/>
    <w:rsid w:val="00817330"/>
    <w:rsid w:val="00817683"/>
    <w:rsid w:val="00817F7C"/>
    <w:rsid w:val="00817FEF"/>
    <w:rsid w:val="008204F4"/>
    <w:rsid w:val="00820680"/>
    <w:rsid w:val="00820A35"/>
    <w:rsid w:val="00820AE2"/>
    <w:rsid w:val="00820C46"/>
    <w:rsid w:val="00820D80"/>
    <w:rsid w:val="00820FEE"/>
    <w:rsid w:val="008210AF"/>
    <w:rsid w:val="0082126C"/>
    <w:rsid w:val="00821691"/>
    <w:rsid w:val="008216F1"/>
    <w:rsid w:val="008217FD"/>
    <w:rsid w:val="00821846"/>
    <w:rsid w:val="008219CE"/>
    <w:rsid w:val="00821ED4"/>
    <w:rsid w:val="00821F58"/>
    <w:rsid w:val="008221EF"/>
    <w:rsid w:val="0082231F"/>
    <w:rsid w:val="00822424"/>
    <w:rsid w:val="00822461"/>
    <w:rsid w:val="0082253E"/>
    <w:rsid w:val="008226A2"/>
    <w:rsid w:val="0082273C"/>
    <w:rsid w:val="008236CA"/>
    <w:rsid w:val="00824124"/>
    <w:rsid w:val="008241A5"/>
    <w:rsid w:val="0082445F"/>
    <w:rsid w:val="00824736"/>
    <w:rsid w:val="00824B4F"/>
    <w:rsid w:val="00824B89"/>
    <w:rsid w:val="00824DE0"/>
    <w:rsid w:val="00824E73"/>
    <w:rsid w:val="00824E9E"/>
    <w:rsid w:val="00825395"/>
    <w:rsid w:val="00825694"/>
    <w:rsid w:val="008257C2"/>
    <w:rsid w:val="00825939"/>
    <w:rsid w:val="00825E07"/>
    <w:rsid w:val="00826016"/>
    <w:rsid w:val="008260FC"/>
    <w:rsid w:val="00826E30"/>
    <w:rsid w:val="00826E89"/>
    <w:rsid w:val="008270AE"/>
    <w:rsid w:val="00827544"/>
    <w:rsid w:val="00827930"/>
    <w:rsid w:val="00827A2D"/>
    <w:rsid w:val="00827A99"/>
    <w:rsid w:val="00827D18"/>
    <w:rsid w:val="00827DE7"/>
    <w:rsid w:val="0083001A"/>
    <w:rsid w:val="00830145"/>
    <w:rsid w:val="0083085E"/>
    <w:rsid w:val="00830B40"/>
    <w:rsid w:val="00831118"/>
    <w:rsid w:val="0083170E"/>
    <w:rsid w:val="00831A19"/>
    <w:rsid w:val="00831A33"/>
    <w:rsid w:val="00832B27"/>
    <w:rsid w:val="008332C7"/>
    <w:rsid w:val="008336A2"/>
    <w:rsid w:val="00833770"/>
    <w:rsid w:val="008337BD"/>
    <w:rsid w:val="0083383A"/>
    <w:rsid w:val="00833AAA"/>
    <w:rsid w:val="008341AD"/>
    <w:rsid w:val="00834258"/>
    <w:rsid w:val="00834260"/>
    <w:rsid w:val="008343AC"/>
    <w:rsid w:val="00834AB3"/>
    <w:rsid w:val="00834AF7"/>
    <w:rsid w:val="00834B4A"/>
    <w:rsid w:val="008355D2"/>
    <w:rsid w:val="00835702"/>
    <w:rsid w:val="0083578F"/>
    <w:rsid w:val="0083588A"/>
    <w:rsid w:val="00835D1D"/>
    <w:rsid w:val="00836285"/>
    <w:rsid w:val="00836563"/>
    <w:rsid w:val="00836627"/>
    <w:rsid w:val="00836CDB"/>
    <w:rsid w:val="00837048"/>
    <w:rsid w:val="00837212"/>
    <w:rsid w:val="00837FBD"/>
    <w:rsid w:val="0084063E"/>
    <w:rsid w:val="00841067"/>
    <w:rsid w:val="008411CB"/>
    <w:rsid w:val="008413A8"/>
    <w:rsid w:val="0084171A"/>
    <w:rsid w:val="00841FB0"/>
    <w:rsid w:val="00842320"/>
    <w:rsid w:val="00842655"/>
    <w:rsid w:val="00842FA0"/>
    <w:rsid w:val="0084340A"/>
    <w:rsid w:val="00843689"/>
    <w:rsid w:val="008436FA"/>
    <w:rsid w:val="008441F8"/>
    <w:rsid w:val="00844478"/>
    <w:rsid w:val="008445E2"/>
    <w:rsid w:val="00844E2A"/>
    <w:rsid w:val="00844F3D"/>
    <w:rsid w:val="00845584"/>
    <w:rsid w:val="00845B57"/>
    <w:rsid w:val="00845C2F"/>
    <w:rsid w:val="00846141"/>
    <w:rsid w:val="00846321"/>
    <w:rsid w:val="00846353"/>
    <w:rsid w:val="008464BE"/>
    <w:rsid w:val="008464EF"/>
    <w:rsid w:val="008466EF"/>
    <w:rsid w:val="00846E30"/>
    <w:rsid w:val="008470BE"/>
    <w:rsid w:val="0084784B"/>
    <w:rsid w:val="00847C6A"/>
    <w:rsid w:val="00847D3D"/>
    <w:rsid w:val="00850A62"/>
    <w:rsid w:val="00850EC5"/>
    <w:rsid w:val="00850FF9"/>
    <w:rsid w:val="00851F8B"/>
    <w:rsid w:val="0085203E"/>
    <w:rsid w:val="008520A8"/>
    <w:rsid w:val="0085263A"/>
    <w:rsid w:val="008529B7"/>
    <w:rsid w:val="00852A4F"/>
    <w:rsid w:val="0085333A"/>
    <w:rsid w:val="0085375E"/>
    <w:rsid w:val="00853BD4"/>
    <w:rsid w:val="008543D6"/>
    <w:rsid w:val="0085457B"/>
    <w:rsid w:val="008545DD"/>
    <w:rsid w:val="00854790"/>
    <w:rsid w:val="0085493C"/>
    <w:rsid w:val="00854B02"/>
    <w:rsid w:val="00854CE3"/>
    <w:rsid w:val="00854E51"/>
    <w:rsid w:val="00854F27"/>
    <w:rsid w:val="008551B7"/>
    <w:rsid w:val="008551F6"/>
    <w:rsid w:val="0085536D"/>
    <w:rsid w:val="00855465"/>
    <w:rsid w:val="00855E4A"/>
    <w:rsid w:val="008560AC"/>
    <w:rsid w:val="008564D9"/>
    <w:rsid w:val="0085653F"/>
    <w:rsid w:val="008567C4"/>
    <w:rsid w:val="00856855"/>
    <w:rsid w:val="0085686A"/>
    <w:rsid w:val="0085687E"/>
    <w:rsid w:val="00856AAC"/>
    <w:rsid w:val="00856B77"/>
    <w:rsid w:val="00856F24"/>
    <w:rsid w:val="0085729D"/>
    <w:rsid w:val="00857A41"/>
    <w:rsid w:val="00857C8C"/>
    <w:rsid w:val="00857D43"/>
    <w:rsid w:val="008600DA"/>
    <w:rsid w:val="00860131"/>
    <w:rsid w:val="00860648"/>
    <w:rsid w:val="0086066B"/>
    <w:rsid w:val="00860673"/>
    <w:rsid w:val="00860767"/>
    <w:rsid w:val="008607A5"/>
    <w:rsid w:val="00860936"/>
    <w:rsid w:val="00860999"/>
    <w:rsid w:val="00860B51"/>
    <w:rsid w:val="00860CFC"/>
    <w:rsid w:val="00860D7C"/>
    <w:rsid w:val="00861301"/>
    <w:rsid w:val="00861354"/>
    <w:rsid w:val="0086156B"/>
    <w:rsid w:val="0086175C"/>
    <w:rsid w:val="00861794"/>
    <w:rsid w:val="00861910"/>
    <w:rsid w:val="00861B22"/>
    <w:rsid w:val="00861B3E"/>
    <w:rsid w:val="00861D96"/>
    <w:rsid w:val="00862510"/>
    <w:rsid w:val="00862F25"/>
    <w:rsid w:val="00863067"/>
    <w:rsid w:val="008630BE"/>
    <w:rsid w:val="0086321E"/>
    <w:rsid w:val="008632CE"/>
    <w:rsid w:val="0086391B"/>
    <w:rsid w:val="008640B6"/>
    <w:rsid w:val="00864121"/>
    <w:rsid w:val="008643EA"/>
    <w:rsid w:val="0086440B"/>
    <w:rsid w:val="00864E1A"/>
    <w:rsid w:val="008651D0"/>
    <w:rsid w:val="008652A3"/>
    <w:rsid w:val="0086599F"/>
    <w:rsid w:val="00865A0F"/>
    <w:rsid w:val="00865A34"/>
    <w:rsid w:val="00865D42"/>
    <w:rsid w:val="008662D3"/>
    <w:rsid w:val="00866C36"/>
    <w:rsid w:val="00866C63"/>
    <w:rsid w:val="00866FF3"/>
    <w:rsid w:val="008670B7"/>
    <w:rsid w:val="008675F2"/>
    <w:rsid w:val="00867683"/>
    <w:rsid w:val="00867A3F"/>
    <w:rsid w:val="00867AE1"/>
    <w:rsid w:val="00867D01"/>
    <w:rsid w:val="00870049"/>
    <w:rsid w:val="00870394"/>
    <w:rsid w:val="008704B3"/>
    <w:rsid w:val="00871094"/>
    <w:rsid w:val="00871359"/>
    <w:rsid w:val="008716D0"/>
    <w:rsid w:val="008717C3"/>
    <w:rsid w:val="00871D4F"/>
    <w:rsid w:val="00871E67"/>
    <w:rsid w:val="00871F06"/>
    <w:rsid w:val="00872005"/>
    <w:rsid w:val="00872006"/>
    <w:rsid w:val="0087215F"/>
    <w:rsid w:val="0087216F"/>
    <w:rsid w:val="00872286"/>
    <w:rsid w:val="00872428"/>
    <w:rsid w:val="00872B08"/>
    <w:rsid w:val="0087342D"/>
    <w:rsid w:val="008737EC"/>
    <w:rsid w:val="0087395B"/>
    <w:rsid w:val="00873E89"/>
    <w:rsid w:val="00873EBE"/>
    <w:rsid w:val="00873ECF"/>
    <w:rsid w:val="008740DC"/>
    <w:rsid w:val="008742C6"/>
    <w:rsid w:val="00874756"/>
    <w:rsid w:val="0087506E"/>
    <w:rsid w:val="00875182"/>
    <w:rsid w:val="008753B8"/>
    <w:rsid w:val="008753C1"/>
    <w:rsid w:val="00875751"/>
    <w:rsid w:val="00875827"/>
    <w:rsid w:val="00875A7F"/>
    <w:rsid w:val="00875BD7"/>
    <w:rsid w:val="00876942"/>
    <w:rsid w:val="008769F4"/>
    <w:rsid w:val="00876F94"/>
    <w:rsid w:val="008770A8"/>
    <w:rsid w:val="00877166"/>
    <w:rsid w:val="00877209"/>
    <w:rsid w:val="008772FA"/>
    <w:rsid w:val="0087739B"/>
    <w:rsid w:val="00877755"/>
    <w:rsid w:val="008802B6"/>
    <w:rsid w:val="008806A1"/>
    <w:rsid w:val="0088086D"/>
    <w:rsid w:val="00880A74"/>
    <w:rsid w:val="008810FA"/>
    <w:rsid w:val="00882214"/>
    <w:rsid w:val="00882521"/>
    <w:rsid w:val="008827AB"/>
    <w:rsid w:val="008829A6"/>
    <w:rsid w:val="00882DE6"/>
    <w:rsid w:val="008831F6"/>
    <w:rsid w:val="008835DD"/>
    <w:rsid w:val="0088366F"/>
    <w:rsid w:val="008836D4"/>
    <w:rsid w:val="00883B34"/>
    <w:rsid w:val="00883C29"/>
    <w:rsid w:val="00883DAD"/>
    <w:rsid w:val="008842EE"/>
    <w:rsid w:val="0088447F"/>
    <w:rsid w:val="008847C6"/>
    <w:rsid w:val="00884860"/>
    <w:rsid w:val="008849A2"/>
    <w:rsid w:val="00884A03"/>
    <w:rsid w:val="00884AB6"/>
    <w:rsid w:val="00884B74"/>
    <w:rsid w:val="00884BF8"/>
    <w:rsid w:val="00885329"/>
    <w:rsid w:val="008854CB"/>
    <w:rsid w:val="008856C3"/>
    <w:rsid w:val="00885709"/>
    <w:rsid w:val="00885B08"/>
    <w:rsid w:val="00885BFA"/>
    <w:rsid w:val="00885E32"/>
    <w:rsid w:val="00885F58"/>
    <w:rsid w:val="008861CF"/>
    <w:rsid w:val="00886464"/>
    <w:rsid w:val="008865B0"/>
    <w:rsid w:val="008867BE"/>
    <w:rsid w:val="00886915"/>
    <w:rsid w:val="008869FF"/>
    <w:rsid w:val="00886DFF"/>
    <w:rsid w:val="00887219"/>
    <w:rsid w:val="00887226"/>
    <w:rsid w:val="0088766E"/>
    <w:rsid w:val="00887C9B"/>
    <w:rsid w:val="00887D7E"/>
    <w:rsid w:val="00890CBF"/>
    <w:rsid w:val="00890D1F"/>
    <w:rsid w:val="00891087"/>
    <w:rsid w:val="0089128C"/>
    <w:rsid w:val="008915C0"/>
    <w:rsid w:val="0089163E"/>
    <w:rsid w:val="00891795"/>
    <w:rsid w:val="008917E1"/>
    <w:rsid w:val="0089195E"/>
    <w:rsid w:val="00891C2F"/>
    <w:rsid w:val="008921FE"/>
    <w:rsid w:val="008926AA"/>
    <w:rsid w:val="008928DE"/>
    <w:rsid w:val="00892B73"/>
    <w:rsid w:val="00892E8E"/>
    <w:rsid w:val="00893076"/>
    <w:rsid w:val="008930F7"/>
    <w:rsid w:val="008933E2"/>
    <w:rsid w:val="0089388D"/>
    <w:rsid w:val="008939FC"/>
    <w:rsid w:val="00893A2E"/>
    <w:rsid w:val="00893B1D"/>
    <w:rsid w:val="00893BCE"/>
    <w:rsid w:val="00893D1B"/>
    <w:rsid w:val="00893FD3"/>
    <w:rsid w:val="0089426C"/>
    <w:rsid w:val="0089475E"/>
    <w:rsid w:val="00894CEA"/>
    <w:rsid w:val="00895247"/>
    <w:rsid w:val="00895407"/>
    <w:rsid w:val="00895424"/>
    <w:rsid w:val="008955D7"/>
    <w:rsid w:val="0089577D"/>
    <w:rsid w:val="0089579B"/>
    <w:rsid w:val="008957C8"/>
    <w:rsid w:val="008961B0"/>
    <w:rsid w:val="00896690"/>
    <w:rsid w:val="0089681F"/>
    <w:rsid w:val="00896CDD"/>
    <w:rsid w:val="008975EB"/>
    <w:rsid w:val="0089770C"/>
    <w:rsid w:val="008977D6"/>
    <w:rsid w:val="008979B2"/>
    <w:rsid w:val="00897A86"/>
    <w:rsid w:val="00897B76"/>
    <w:rsid w:val="00897F8E"/>
    <w:rsid w:val="00897F9C"/>
    <w:rsid w:val="008A0B15"/>
    <w:rsid w:val="008A0C54"/>
    <w:rsid w:val="008A0E98"/>
    <w:rsid w:val="008A1057"/>
    <w:rsid w:val="008A167A"/>
    <w:rsid w:val="008A1ADB"/>
    <w:rsid w:val="008A1BD3"/>
    <w:rsid w:val="008A2066"/>
    <w:rsid w:val="008A2067"/>
    <w:rsid w:val="008A20D7"/>
    <w:rsid w:val="008A210E"/>
    <w:rsid w:val="008A21F4"/>
    <w:rsid w:val="008A2205"/>
    <w:rsid w:val="008A220F"/>
    <w:rsid w:val="008A2251"/>
    <w:rsid w:val="008A2376"/>
    <w:rsid w:val="008A23F4"/>
    <w:rsid w:val="008A2418"/>
    <w:rsid w:val="008A27A0"/>
    <w:rsid w:val="008A2A0F"/>
    <w:rsid w:val="008A2BA8"/>
    <w:rsid w:val="008A2C95"/>
    <w:rsid w:val="008A2E4B"/>
    <w:rsid w:val="008A2F2E"/>
    <w:rsid w:val="008A30F4"/>
    <w:rsid w:val="008A34C5"/>
    <w:rsid w:val="008A35C9"/>
    <w:rsid w:val="008A3A1B"/>
    <w:rsid w:val="008A3C22"/>
    <w:rsid w:val="008A42E9"/>
    <w:rsid w:val="008A44CA"/>
    <w:rsid w:val="008A472A"/>
    <w:rsid w:val="008A48D8"/>
    <w:rsid w:val="008A4CDB"/>
    <w:rsid w:val="008A4CF6"/>
    <w:rsid w:val="008A4DC7"/>
    <w:rsid w:val="008A527B"/>
    <w:rsid w:val="008A5453"/>
    <w:rsid w:val="008A558E"/>
    <w:rsid w:val="008A559B"/>
    <w:rsid w:val="008A5B7C"/>
    <w:rsid w:val="008A68B9"/>
    <w:rsid w:val="008A69EA"/>
    <w:rsid w:val="008A6B0E"/>
    <w:rsid w:val="008A6B4B"/>
    <w:rsid w:val="008A6D24"/>
    <w:rsid w:val="008A725B"/>
    <w:rsid w:val="008A72A0"/>
    <w:rsid w:val="008A7766"/>
    <w:rsid w:val="008A77AB"/>
    <w:rsid w:val="008A7CCA"/>
    <w:rsid w:val="008B0344"/>
    <w:rsid w:val="008B0AD8"/>
    <w:rsid w:val="008B0EDB"/>
    <w:rsid w:val="008B0F8E"/>
    <w:rsid w:val="008B107A"/>
    <w:rsid w:val="008B111F"/>
    <w:rsid w:val="008B1168"/>
    <w:rsid w:val="008B1794"/>
    <w:rsid w:val="008B18D8"/>
    <w:rsid w:val="008B194C"/>
    <w:rsid w:val="008B19A0"/>
    <w:rsid w:val="008B19DD"/>
    <w:rsid w:val="008B1B9F"/>
    <w:rsid w:val="008B1D46"/>
    <w:rsid w:val="008B1DBB"/>
    <w:rsid w:val="008B2029"/>
    <w:rsid w:val="008B267D"/>
    <w:rsid w:val="008B29FD"/>
    <w:rsid w:val="008B2C47"/>
    <w:rsid w:val="008B303D"/>
    <w:rsid w:val="008B31AE"/>
    <w:rsid w:val="008B3A64"/>
    <w:rsid w:val="008B3D06"/>
    <w:rsid w:val="008B3EC5"/>
    <w:rsid w:val="008B3F61"/>
    <w:rsid w:val="008B3FD8"/>
    <w:rsid w:val="008B4089"/>
    <w:rsid w:val="008B41D4"/>
    <w:rsid w:val="008B43C3"/>
    <w:rsid w:val="008B4456"/>
    <w:rsid w:val="008B4910"/>
    <w:rsid w:val="008B491F"/>
    <w:rsid w:val="008B4A1E"/>
    <w:rsid w:val="008B4D54"/>
    <w:rsid w:val="008B4F1E"/>
    <w:rsid w:val="008B511C"/>
    <w:rsid w:val="008B51AF"/>
    <w:rsid w:val="008B51C1"/>
    <w:rsid w:val="008B5256"/>
    <w:rsid w:val="008B62A5"/>
    <w:rsid w:val="008B6760"/>
    <w:rsid w:val="008B6865"/>
    <w:rsid w:val="008B68F6"/>
    <w:rsid w:val="008B698E"/>
    <w:rsid w:val="008B6D1B"/>
    <w:rsid w:val="008B7237"/>
    <w:rsid w:val="008B7551"/>
    <w:rsid w:val="008B7A5B"/>
    <w:rsid w:val="008B7AD5"/>
    <w:rsid w:val="008B7DC7"/>
    <w:rsid w:val="008B7E00"/>
    <w:rsid w:val="008C000B"/>
    <w:rsid w:val="008C03F5"/>
    <w:rsid w:val="008C0891"/>
    <w:rsid w:val="008C095C"/>
    <w:rsid w:val="008C0D6E"/>
    <w:rsid w:val="008C0F20"/>
    <w:rsid w:val="008C11DD"/>
    <w:rsid w:val="008C13DF"/>
    <w:rsid w:val="008C14B3"/>
    <w:rsid w:val="008C15A0"/>
    <w:rsid w:val="008C1D58"/>
    <w:rsid w:val="008C1E2B"/>
    <w:rsid w:val="008C1FA3"/>
    <w:rsid w:val="008C23AF"/>
    <w:rsid w:val="008C269A"/>
    <w:rsid w:val="008C2A14"/>
    <w:rsid w:val="008C364A"/>
    <w:rsid w:val="008C3676"/>
    <w:rsid w:val="008C386A"/>
    <w:rsid w:val="008C38DF"/>
    <w:rsid w:val="008C3AA6"/>
    <w:rsid w:val="008C3B6D"/>
    <w:rsid w:val="008C3B98"/>
    <w:rsid w:val="008C3C67"/>
    <w:rsid w:val="008C3C77"/>
    <w:rsid w:val="008C3CA8"/>
    <w:rsid w:val="008C3DB0"/>
    <w:rsid w:val="008C4174"/>
    <w:rsid w:val="008C428C"/>
    <w:rsid w:val="008C4DD3"/>
    <w:rsid w:val="008C5095"/>
    <w:rsid w:val="008C54E5"/>
    <w:rsid w:val="008C559E"/>
    <w:rsid w:val="008C55D6"/>
    <w:rsid w:val="008C5B30"/>
    <w:rsid w:val="008C5E98"/>
    <w:rsid w:val="008C5FB1"/>
    <w:rsid w:val="008C623C"/>
    <w:rsid w:val="008C64D8"/>
    <w:rsid w:val="008C65B2"/>
    <w:rsid w:val="008C688C"/>
    <w:rsid w:val="008C68F3"/>
    <w:rsid w:val="008C6AC9"/>
    <w:rsid w:val="008C6B2B"/>
    <w:rsid w:val="008C6B8D"/>
    <w:rsid w:val="008C6EF0"/>
    <w:rsid w:val="008C70B7"/>
    <w:rsid w:val="008C70F4"/>
    <w:rsid w:val="008C7473"/>
    <w:rsid w:val="008D01EE"/>
    <w:rsid w:val="008D02C3"/>
    <w:rsid w:val="008D0334"/>
    <w:rsid w:val="008D0638"/>
    <w:rsid w:val="008D06EA"/>
    <w:rsid w:val="008D0EE1"/>
    <w:rsid w:val="008D12AB"/>
    <w:rsid w:val="008D174C"/>
    <w:rsid w:val="008D19B6"/>
    <w:rsid w:val="008D207B"/>
    <w:rsid w:val="008D212E"/>
    <w:rsid w:val="008D21F2"/>
    <w:rsid w:val="008D27F1"/>
    <w:rsid w:val="008D280F"/>
    <w:rsid w:val="008D295C"/>
    <w:rsid w:val="008D29C5"/>
    <w:rsid w:val="008D2A00"/>
    <w:rsid w:val="008D2BCB"/>
    <w:rsid w:val="008D2C5B"/>
    <w:rsid w:val="008D2DBF"/>
    <w:rsid w:val="008D32AA"/>
    <w:rsid w:val="008D340B"/>
    <w:rsid w:val="008D346F"/>
    <w:rsid w:val="008D34D6"/>
    <w:rsid w:val="008D38EB"/>
    <w:rsid w:val="008D3BB9"/>
    <w:rsid w:val="008D3C3D"/>
    <w:rsid w:val="008D3C6A"/>
    <w:rsid w:val="008D4156"/>
    <w:rsid w:val="008D4379"/>
    <w:rsid w:val="008D4692"/>
    <w:rsid w:val="008D4D70"/>
    <w:rsid w:val="008D4DEA"/>
    <w:rsid w:val="008D4EA5"/>
    <w:rsid w:val="008D4F00"/>
    <w:rsid w:val="008D4F88"/>
    <w:rsid w:val="008D5039"/>
    <w:rsid w:val="008D509A"/>
    <w:rsid w:val="008D52E0"/>
    <w:rsid w:val="008D54BD"/>
    <w:rsid w:val="008D57CF"/>
    <w:rsid w:val="008D5EA4"/>
    <w:rsid w:val="008D5EC5"/>
    <w:rsid w:val="008D5EEE"/>
    <w:rsid w:val="008D60E6"/>
    <w:rsid w:val="008D6277"/>
    <w:rsid w:val="008D642C"/>
    <w:rsid w:val="008D67AB"/>
    <w:rsid w:val="008D6985"/>
    <w:rsid w:val="008D6BF1"/>
    <w:rsid w:val="008D707B"/>
    <w:rsid w:val="008D779F"/>
    <w:rsid w:val="008D7883"/>
    <w:rsid w:val="008D7A1F"/>
    <w:rsid w:val="008D7DC7"/>
    <w:rsid w:val="008D7F36"/>
    <w:rsid w:val="008E009A"/>
    <w:rsid w:val="008E03BA"/>
    <w:rsid w:val="008E0440"/>
    <w:rsid w:val="008E05AF"/>
    <w:rsid w:val="008E0663"/>
    <w:rsid w:val="008E0666"/>
    <w:rsid w:val="008E0C48"/>
    <w:rsid w:val="008E1056"/>
    <w:rsid w:val="008E131B"/>
    <w:rsid w:val="008E1488"/>
    <w:rsid w:val="008E14D9"/>
    <w:rsid w:val="008E1A92"/>
    <w:rsid w:val="008E1BFB"/>
    <w:rsid w:val="008E1CC2"/>
    <w:rsid w:val="008E24C8"/>
    <w:rsid w:val="008E2C12"/>
    <w:rsid w:val="008E2CAF"/>
    <w:rsid w:val="008E2FA1"/>
    <w:rsid w:val="008E3D49"/>
    <w:rsid w:val="008E3E1A"/>
    <w:rsid w:val="008E40DD"/>
    <w:rsid w:val="008E42E1"/>
    <w:rsid w:val="008E44DD"/>
    <w:rsid w:val="008E47D0"/>
    <w:rsid w:val="008E4A0D"/>
    <w:rsid w:val="008E532B"/>
    <w:rsid w:val="008E5349"/>
    <w:rsid w:val="008E53DE"/>
    <w:rsid w:val="008E571D"/>
    <w:rsid w:val="008E5DC7"/>
    <w:rsid w:val="008E6799"/>
    <w:rsid w:val="008E6831"/>
    <w:rsid w:val="008E6A4B"/>
    <w:rsid w:val="008E6B67"/>
    <w:rsid w:val="008E6C35"/>
    <w:rsid w:val="008E6C81"/>
    <w:rsid w:val="008E6F61"/>
    <w:rsid w:val="008E6F63"/>
    <w:rsid w:val="008E6FB1"/>
    <w:rsid w:val="008E6FE7"/>
    <w:rsid w:val="008E717A"/>
    <w:rsid w:val="008E7217"/>
    <w:rsid w:val="008E7349"/>
    <w:rsid w:val="008E75DA"/>
    <w:rsid w:val="008E75F2"/>
    <w:rsid w:val="008E783B"/>
    <w:rsid w:val="008E78A0"/>
    <w:rsid w:val="008E7BB6"/>
    <w:rsid w:val="008F0392"/>
    <w:rsid w:val="008F0776"/>
    <w:rsid w:val="008F0FD3"/>
    <w:rsid w:val="008F100A"/>
    <w:rsid w:val="008F1384"/>
    <w:rsid w:val="008F1738"/>
    <w:rsid w:val="008F1D8B"/>
    <w:rsid w:val="008F1EB6"/>
    <w:rsid w:val="008F22B4"/>
    <w:rsid w:val="008F24AC"/>
    <w:rsid w:val="008F2850"/>
    <w:rsid w:val="008F2924"/>
    <w:rsid w:val="008F339C"/>
    <w:rsid w:val="008F357C"/>
    <w:rsid w:val="008F35FB"/>
    <w:rsid w:val="008F36CA"/>
    <w:rsid w:val="008F46B3"/>
    <w:rsid w:val="008F4961"/>
    <w:rsid w:val="008F4A88"/>
    <w:rsid w:val="008F4BB6"/>
    <w:rsid w:val="008F4D32"/>
    <w:rsid w:val="008F5238"/>
    <w:rsid w:val="008F53CC"/>
    <w:rsid w:val="008F53EE"/>
    <w:rsid w:val="008F5518"/>
    <w:rsid w:val="008F563D"/>
    <w:rsid w:val="008F5660"/>
    <w:rsid w:val="008F56FD"/>
    <w:rsid w:val="008F5BA9"/>
    <w:rsid w:val="008F5D83"/>
    <w:rsid w:val="008F656B"/>
    <w:rsid w:val="008F688C"/>
    <w:rsid w:val="008F6A62"/>
    <w:rsid w:val="008F6EBD"/>
    <w:rsid w:val="008F72F4"/>
    <w:rsid w:val="008F7799"/>
    <w:rsid w:val="008F77C0"/>
    <w:rsid w:val="008F78A8"/>
    <w:rsid w:val="008F7A15"/>
    <w:rsid w:val="008F7A29"/>
    <w:rsid w:val="008F7BBF"/>
    <w:rsid w:val="008F7DE2"/>
    <w:rsid w:val="008F7F71"/>
    <w:rsid w:val="008F7FC0"/>
    <w:rsid w:val="00900028"/>
    <w:rsid w:val="009008EB"/>
    <w:rsid w:val="009009C3"/>
    <w:rsid w:val="00900A9E"/>
    <w:rsid w:val="00900D86"/>
    <w:rsid w:val="00900E5F"/>
    <w:rsid w:val="00900F74"/>
    <w:rsid w:val="009012AD"/>
    <w:rsid w:val="009012E9"/>
    <w:rsid w:val="00901CAF"/>
    <w:rsid w:val="00901D59"/>
    <w:rsid w:val="0090202E"/>
    <w:rsid w:val="00902453"/>
    <w:rsid w:val="009027B1"/>
    <w:rsid w:val="00902E00"/>
    <w:rsid w:val="00902E28"/>
    <w:rsid w:val="0090312D"/>
    <w:rsid w:val="009031D8"/>
    <w:rsid w:val="00903285"/>
    <w:rsid w:val="0090337A"/>
    <w:rsid w:val="00903607"/>
    <w:rsid w:val="00903998"/>
    <w:rsid w:val="00903F5D"/>
    <w:rsid w:val="009045CA"/>
    <w:rsid w:val="009047CB"/>
    <w:rsid w:val="009047D8"/>
    <w:rsid w:val="00904D61"/>
    <w:rsid w:val="00904DDB"/>
    <w:rsid w:val="00904FE8"/>
    <w:rsid w:val="009050DF"/>
    <w:rsid w:val="009053AE"/>
    <w:rsid w:val="009057D6"/>
    <w:rsid w:val="00905AE0"/>
    <w:rsid w:val="00905CD2"/>
    <w:rsid w:val="00905D36"/>
    <w:rsid w:val="00905E8F"/>
    <w:rsid w:val="00905E9C"/>
    <w:rsid w:val="00905F23"/>
    <w:rsid w:val="00905FAF"/>
    <w:rsid w:val="00906029"/>
    <w:rsid w:val="009064DE"/>
    <w:rsid w:val="0090651B"/>
    <w:rsid w:val="00906C80"/>
    <w:rsid w:val="009070E0"/>
    <w:rsid w:val="00907244"/>
    <w:rsid w:val="00907516"/>
    <w:rsid w:val="009075AC"/>
    <w:rsid w:val="0090778E"/>
    <w:rsid w:val="0090786A"/>
    <w:rsid w:val="009101CC"/>
    <w:rsid w:val="0091023E"/>
    <w:rsid w:val="0091032C"/>
    <w:rsid w:val="009104CB"/>
    <w:rsid w:val="009105A2"/>
    <w:rsid w:val="00910717"/>
    <w:rsid w:val="009107E8"/>
    <w:rsid w:val="0091105D"/>
    <w:rsid w:val="00911237"/>
    <w:rsid w:val="00911342"/>
    <w:rsid w:val="009118EE"/>
    <w:rsid w:val="00911915"/>
    <w:rsid w:val="00911D13"/>
    <w:rsid w:val="00911E64"/>
    <w:rsid w:val="009120B9"/>
    <w:rsid w:val="0091251E"/>
    <w:rsid w:val="0091267D"/>
    <w:rsid w:val="00912AAA"/>
    <w:rsid w:val="00912BC8"/>
    <w:rsid w:val="00912DAB"/>
    <w:rsid w:val="00912E0F"/>
    <w:rsid w:val="00912FA6"/>
    <w:rsid w:val="0091321A"/>
    <w:rsid w:val="009132B2"/>
    <w:rsid w:val="009133C5"/>
    <w:rsid w:val="009141A4"/>
    <w:rsid w:val="009141E6"/>
    <w:rsid w:val="009145F1"/>
    <w:rsid w:val="009146C3"/>
    <w:rsid w:val="00914964"/>
    <w:rsid w:val="00914E23"/>
    <w:rsid w:val="00915697"/>
    <w:rsid w:val="009157AF"/>
    <w:rsid w:val="0091584B"/>
    <w:rsid w:val="009158F4"/>
    <w:rsid w:val="00915940"/>
    <w:rsid w:val="00915962"/>
    <w:rsid w:val="00915B73"/>
    <w:rsid w:val="009160C0"/>
    <w:rsid w:val="009162A7"/>
    <w:rsid w:val="009162C1"/>
    <w:rsid w:val="00916D63"/>
    <w:rsid w:val="009170AB"/>
    <w:rsid w:val="0091724F"/>
    <w:rsid w:val="00917427"/>
    <w:rsid w:val="009175FF"/>
    <w:rsid w:val="00917816"/>
    <w:rsid w:val="00917B55"/>
    <w:rsid w:val="00917DCA"/>
    <w:rsid w:val="00917DE6"/>
    <w:rsid w:val="00917EC0"/>
    <w:rsid w:val="009200BB"/>
    <w:rsid w:val="009204CD"/>
    <w:rsid w:val="00920700"/>
    <w:rsid w:val="00920804"/>
    <w:rsid w:val="00920B2B"/>
    <w:rsid w:val="00920E1E"/>
    <w:rsid w:val="00920E93"/>
    <w:rsid w:val="00921593"/>
    <w:rsid w:val="009217A8"/>
    <w:rsid w:val="00921940"/>
    <w:rsid w:val="00921BC3"/>
    <w:rsid w:val="00921E16"/>
    <w:rsid w:val="0092255C"/>
    <w:rsid w:val="0092268C"/>
    <w:rsid w:val="00922F21"/>
    <w:rsid w:val="00922F4F"/>
    <w:rsid w:val="009233BD"/>
    <w:rsid w:val="009235F2"/>
    <w:rsid w:val="009237CD"/>
    <w:rsid w:val="00923822"/>
    <w:rsid w:val="0092424E"/>
    <w:rsid w:val="00924DF3"/>
    <w:rsid w:val="00924F57"/>
    <w:rsid w:val="00925116"/>
    <w:rsid w:val="00925182"/>
    <w:rsid w:val="00925305"/>
    <w:rsid w:val="009253F8"/>
    <w:rsid w:val="00925831"/>
    <w:rsid w:val="009259A7"/>
    <w:rsid w:val="00925D01"/>
    <w:rsid w:val="00925E72"/>
    <w:rsid w:val="009269A2"/>
    <w:rsid w:val="00926B72"/>
    <w:rsid w:val="00926E3A"/>
    <w:rsid w:val="00926F1D"/>
    <w:rsid w:val="009271DE"/>
    <w:rsid w:val="0092758A"/>
    <w:rsid w:val="0092786A"/>
    <w:rsid w:val="009278D8"/>
    <w:rsid w:val="00927935"/>
    <w:rsid w:val="00927A99"/>
    <w:rsid w:val="00927CAC"/>
    <w:rsid w:val="00927FEC"/>
    <w:rsid w:val="00930118"/>
    <w:rsid w:val="009302B7"/>
    <w:rsid w:val="009303BA"/>
    <w:rsid w:val="009306F4"/>
    <w:rsid w:val="00930D62"/>
    <w:rsid w:val="00930DD0"/>
    <w:rsid w:val="009311F8"/>
    <w:rsid w:val="009314C6"/>
    <w:rsid w:val="0093175D"/>
    <w:rsid w:val="0093183A"/>
    <w:rsid w:val="00931C1C"/>
    <w:rsid w:val="00931C58"/>
    <w:rsid w:val="00931EAB"/>
    <w:rsid w:val="0093232D"/>
    <w:rsid w:val="009323C4"/>
    <w:rsid w:val="00932695"/>
    <w:rsid w:val="00932D2C"/>
    <w:rsid w:val="00932E98"/>
    <w:rsid w:val="009330E2"/>
    <w:rsid w:val="00933103"/>
    <w:rsid w:val="00933228"/>
    <w:rsid w:val="00933420"/>
    <w:rsid w:val="00933F4C"/>
    <w:rsid w:val="009343EF"/>
    <w:rsid w:val="00934800"/>
    <w:rsid w:val="0093507D"/>
    <w:rsid w:val="009353C8"/>
    <w:rsid w:val="00935486"/>
    <w:rsid w:val="009356AD"/>
    <w:rsid w:val="009357A8"/>
    <w:rsid w:val="009357E3"/>
    <w:rsid w:val="00935989"/>
    <w:rsid w:val="00935D77"/>
    <w:rsid w:val="00935F38"/>
    <w:rsid w:val="009361B3"/>
    <w:rsid w:val="0093631A"/>
    <w:rsid w:val="0093647E"/>
    <w:rsid w:val="009365C3"/>
    <w:rsid w:val="00936929"/>
    <w:rsid w:val="00936D71"/>
    <w:rsid w:val="00940572"/>
    <w:rsid w:val="0094059B"/>
    <w:rsid w:val="009407C4"/>
    <w:rsid w:val="009408F4"/>
    <w:rsid w:val="00940C9C"/>
    <w:rsid w:val="00941319"/>
    <w:rsid w:val="009417CB"/>
    <w:rsid w:val="0094205A"/>
    <w:rsid w:val="009421B1"/>
    <w:rsid w:val="009424A0"/>
    <w:rsid w:val="00942858"/>
    <w:rsid w:val="00942902"/>
    <w:rsid w:val="00942AE4"/>
    <w:rsid w:val="00942B2E"/>
    <w:rsid w:val="00942D3F"/>
    <w:rsid w:val="00942DC3"/>
    <w:rsid w:val="00942EB9"/>
    <w:rsid w:val="00943209"/>
    <w:rsid w:val="009433CA"/>
    <w:rsid w:val="0094351B"/>
    <w:rsid w:val="009435AA"/>
    <w:rsid w:val="009437B8"/>
    <w:rsid w:val="00943A91"/>
    <w:rsid w:val="00943AE6"/>
    <w:rsid w:val="00943D17"/>
    <w:rsid w:val="00944058"/>
    <w:rsid w:val="00944222"/>
    <w:rsid w:val="00944274"/>
    <w:rsid w:val="0094436A"/>
    <w:rsid w:val="0094473C"/>
    <w:rsid w:val="009448F2"/>
    <w:rsid w:val="00944B03"/>
    <w:rsid w:val="00944D46"/>
    <w:rsid w:val="00945035"/>
    <w:rsid w:val="00945047"/>
    <w:rsid w:val="009457D9"/>
    <w:rsid w:val="00945C64"/>
    <w:rsid w:val="00945D98"/>
    <w:rsid w:val="0094615E"/>
    <w:rsid w:val="009463D5"/>
    <w:rsid w:val="0094648A"/>
    <w:rsid w:val="00946498"/>
    <w:rsid w:val="00946594"/>
    <w:rsid w:val="009465BD"/>
    <w:rsid w:val="009467C8"/>
    <w:rsid w:val="0094680A"/>
    <w:rsid w:val="00947041"/>
    <w:rsid w:val="00947138"/>
    <w:rsid w:val="00947319"/>
    <w:rsid w:val="0094765E"/>
    <w:rsid w:val="00947663"/>
    <w:rsid w:val="00947A4D"/>
    <w:rsid w:val="00947B8D"/>
    <w:rsid w:val="00947E0D"/>
    <w:rsid w:val="00950096"/>
    <w:rsid w:val="009501AA"/>
    <w:rsid w:val="0095022A"/>
    <w:rsid w:val="00950328"/>
    <w:rsid w:val="00950633"/>
    <w:rsid w:val="009508B2"/>
    <w:rsid w:val="00950BB3"/>
    <w:rsid w:val="00950D62"/>
    <w:rsid w:val="00950F95"/>
    <w:rsid w:val="00950FD5"/>
    <w:rsid w:val="009518C9"/>
    <w:rsid w:val="009518FD"/>
    <w:rsid w:val="00951900"/>
    <w:rsid w:val="00951B9F"/>
    <w:rsid w:val="00952822"/>
    <w:rsid w:val="00952ADE"/>
    <w:rsid w:val="00952F51"/>
    <w:rsid w:val="00953097"/>
    <w:rsid w:val="00953386"/>
    <w:rsid w:val="00953448"/>
    <w:rsid w:val="0095393F"/>
    <w:rsid w:val="00953AC7"/>
    <w:rsid w:val="00953C7A"/>
    <w:rsid w:val="00953D04"/>
    <w:rsid w:val="00953DDA"/>
    <w:rsid w:val="009541F4"/>
    <w:rsid w:val="00954231"/>
    <w:rsid w:val="0095436F"/>
    <w:rsid w:val="00954476"/>
    <w:rsid w:val="00954616"/>
    <w:rsid w:val="00954863"/>
    <w:rsid w:val="009549AE"/>
    <w:rsid w:val="009549D2"/>
    <w:rsid w:val="0095529B"/>
    <w:rsid w:val="009552D1"/>
    <w:rsid w:val="00955574"/>
    <w:rsid w:val="00955664"/>
    <w:rsid w:val="00955872"/>
    <w:rsid w:val="00955909"/>
    <w:rsid w:val="009559C9"/>
    <w:rsid w:val="009559EA"/>
    <w:rsid w:val="00955F4E"/>
    <w:rsid w:val="00956021"/>
    <w:rsid w:val="00956398"/>
    <w:rsid w:val="0095642A"/>
    <w:rsid w:val="0095666E"/>
    <w:rsid w:val="0095673E"/>
    <w:rsid w:val="009573AC"/>
    <w:rsid w:val="009575F0"/>
    <w:rsid w:val="009577B4"/>
    <w:rsid w:val="00957928"/>
    <w:rsid w:val="00957D9F"/>
    <w:rsid w:val="00957E87"/>
    <w:rsid w:val="0096054A"/>
    <w:rsid w:val="0096078D"/>
    <w:rsid w:val="00960835"/>
    <w:rsid w:val="00960B00"/>
    <w:rsid w:val="00960D2C"/>
    <w:rsid w:val="00960D4A"/>
    <w:rsid w:val="00960EE6"/>
    <w:rsid w:val="0096119A"/>
    <w:rsid w:val="0096128D"/>
    <w:rsid w:val="009612CD"/>
    <w:rsid w:val="009612CF"/>
    <w:rsid w:val="009614B1"/>
    <w:rsid w:val="0096180F"/>
    <w:rsid w:val="00961FCD"/>
    <w:rsid w:val="009624CF"/>
    <w:rsid w:val="009627E8"/>
    <w:rsid w:val="00962C50"/>
    <w:rsid w:val="00962E6C"/>
    <w:rsid w:val="00962E8D"/>
    <w:rsid w:val="00963035"/>
    <w:rsid w:val="009632B4"/>
    <w:rsid w:val="009635A5"/>
    <w:rsid w:val="009636AE"/>
    <w:rsid w:val="00963D5A"/>
    <w:rsid w:val="00963DB0"/>
    <w:rsid w:val="0096438F"/>
    <w:rsid w:val="00964506"/>
    <w:rsid w:val="009645C3"/>
    <w:rsid w:val="0096480D"/>
    <w:rsid w:val="00964FEF"/>
    <w:rsid w:val="009651F9"/>
    <w:rsid w:val="009653A0"/>
    <w:rsid w:val="009653D8"/>
    <w:rsid w:val="00965726"/>
    <w:rsid w:val="00966127"/>
    <w:rsid w:val="00966278"/>
    <w:rsid w:val="009668F1"/>
    <w:rsid w:val="009668FB"/>
    <w:rsid w:val="00966A9E"/>
    <w:rsid w:val="00966BD3"/>
    <w:rsid w:val="00966D9A"/>
    <w:rsid w:val="009672DE"/>
    <w:rsid w:val="00967521"/>
    <w:rsid w:val="00967567"/>
    <w:rsid w:val="009677BF"/>
    <w:rsid w:val="0096785E"/>
    <w:rsid w:val="009678BF"/>
    <w:rsid w:val="00967B54"/>
    <w:rsid w:val="00967B79"/>
    <w:rsid w:val="00967CAE"/>
    <w:rsid w:val="00967D46"/>
    <w:rsid w:val="00967DDD"/>
    <w:rsid w:val="00967EAE"/>
    <w:rsid w:val="009701C3"/>
    <w:rsid w:val="00970532"/>
    <w:rsid w:val="009707C3"/>
    <w:rsid w:val="00970A38"/>
    <w:rsid w:val="00970EBF"/>
    <w:rsid w:val="00970F8F"/>
    <w:rsid w:val="00971014"/>
    <w:rsid w:val="009710E9"/>
    <w:rsid w:val="009712AE"/>
    <w:rsid w:val="0097154D"/>
    <w:rsid w:val="00971702"/>
    <w:rsid w:val="00971B54"/>
    <w:rsid w:val="00971BE2"/>
    <w:rsid w:val="00971DD3"/>
    <w:rsid w:val="00971DEE"/>
    <w:rsid w:val="00971F10"/>
    <w:rsid w:val="00971F8D"/>
    <w:rsid w:val="00971FD1"/>
    <w:rsid w:val="0097258B"/>
    <w:rsid w:val="0097269E"/>
    <w:rsid w:val="009727E7"/>
    <w:rsid w:val="0097298F"/>
    <w:rsid w:val="009729FF"/>
    <w:rsid w:val="00972BDF"/>
    <w:rsid w:val="00972C6D"/>
    <w:rsid w:val="00972ECD"/>
    <w:rsid w:val="00973651"/>
    <w:rsid w:val="00973CEE"/>
    <w:rsid w:val="00973DB6"/>
    <w:rsid w:val="00973E4F"/>
    <w:rsid w:val="00973F05"/>
    <w:rsid w:val="0097410C"/>
    <w:rsid w:val="00974288"/>
    <w:rsid w:val="009742FC"/>
    <w:rsid w:val="0097463A"/>
    <w:rsid w:val="00974658"/>
    <w:rsid w:val="009749C0"/>
    <w:rsid w:val="00974C8E"/>
    <w:rsid w:val="00975136"/>
    <w:rsid w:val="00975335"/>
    <w:rsid w:val="009753C0"/>
    <w:rsid w:val="009757BC"/>
    <w:rsid w:val="009757C5"/>
    <w:rsid w:val="00975B24"/>
    <w:rsid w:val="00975BD9"/>
    <w:rsid w:val="00975E11"/>
    <w:rsid w:val="00976592"/>
    <w:rsid w:val="00977105"/>
    <w:rsid w:val="00977747"/>
    <w:rsid w:val="0097788B"/>
    <w:rsid w:val="00977F5E"/>
    <w:rsid w:val="00980558"/>
    <w:rsid w:val="0098081B"/>
    <w:rsid w:val="009808D3"/>
    <w:rsid w:val="00980AB1"/>
    <w:rsid w:val="00980B27"/>
    <w:rsid w:val="00980FF7"/>
    <w:rsid w:val="00981133"/>
    <w:rsid w:val="00981281"/>
    <w:rsid w:val="00981CBF"/>
    <w:rsid w:val="00981F30"/>
    <w:rsid w:val="00982132"/>
    <w:rsid w:val="00982259"/>
    <w:rsid w:val="0098241C"/>
    <w:rsid w:val="009827ED"/>
    <w:rsid w:val="00982AB6"/>
    <w:rsid w:val="00983121"/>
    <w:rsid w:val="009833E3"/>
    <w:rsid w:val="0098346E"/>
    <w:rsid w:val="009835D9"/>
    <w:rsid w:val="00983709"/>
    <w:rsid w:val="009837A8"/>
    <w:rsid w:val="00984066"/>
    <w:rsid w:val="00984154"/>
    <w:rsid w:val="009843B9"/>
    <w:rsid w:val="009844C2"/>
    <w:rsid w:val="00984DD0"/>
    <w:rsid w:val="009850C7"/>
    <w:rsid w:val="0098532E"/>
    <w:rsid w:val="0098598E"/>
    <w:rsid w:val="00985BFB"/>
    <w:rsid w:val="00985FC7"/>
    <w:rsid w:val="009861AF"/>
    <w:rsid w:val="009861B3"/>
    <w:rsid w:val="009869B7"/>
    <w:rsid w:val="00986B90"/>
    <w:rsid w:val="00986C18"/>
    <w:rsid w:val="00986EB1"/>
    <w:rsid w:val="00987044"/>
    <w:rsid w:val="009879DB"/>
    <w:rsid w:val="00987AF0"/>
    <w:rsid w:val="00987D61"/>
    <w:rsid w:val="00987EE0"/>
    <w:rsid w:val="009900A0"/>
    <w:rsid w:val="00990C36"/>
    <w:rsid w:val="00991209"/>
    <w:rsid w:val="0099125C"/>
    <w:rsid w:val="009912D8"/>
    <w:rsid w:val="009915B6"/>
    <w:rsid w:val="00991D26"/>
    <w:rsid w:val="009924E0"/>
    <w:rsid w:val="0099260E"/>
    <w:rsid w:val="00992881"/>
    <w:rsid w:val="009928F1"/>
    <w:rsid w:val="00992A1A"/>
    <w:rsid w:val="00992BEE"/>
    <w:rsid w:val="00993378"/>
    <w:rsid w:val="00993399"/>
    <w:rsid w:val="00993C00"/>
    <w:rsid w:val="00994083"/>
    <w:rsid w:val="009945D6"/>
    <w:rsid w:val="009946FE"/>
    <w:rsid w:val="00994BB1"/>
    <w:rsid w:val="009952CE"/>
    <w:rsid w:val="00995344"/>
    <w:rsid w:val="00995B09"/>
    <w:rsid w:val="00995CF9"/>
    <w:rsid w:val="00996526"/>
    <w:rsid w:val="009965DB"/>
    <w:rsid w:val="00996A2A"/>
    <w:rsid w:val="00996D0E"/>
    <w:rsid w:val="009973CF"/>
    <w:rsid w:val="00997A59"/>
    <w:rsid w:val="00997C2B"/>
    <w:rsid w:val="009A01ED"/>
    <w:rsid w:val="009A0254"/>
    <w:rsid w:val="009A0BBB"/>
    <w:rsid w:val="009A1FA5"/>
    <w:rsid w:val="009A2C7A"/>
    <w:rsid w:val="009A30AB"/>
    <w:rsid w:val="009A314D"/>
    <w:rsid w:val="009A31D3"/>
    <w:rsid w:val="009A3334"/>
    <w:rsid w:val="009A3355"/>
    <w:rsid w:val="009A34B4"/>
    <w:rsid w:val="009A3646"/>
    <w:rsid w:val="009A3698"/>
    <w:rsid w:val="009A38B2"/>
    <w:rsid w:val="009A38BB"/>
    <w:rsid w:val="009A3E29"/>
    <w:rsid w:val="009A4059"/>
    <w:rsid w:val="009A419E"/>
    <w:rsid w:val="009A461E"/>
    <w:rsid w:val="009A4630"/>
    <w:rsid w:val="009A49BE"/>
    <w:rsid w:val="009A49EF"/>
    <w:rsid w:val="009A4C42"/>
    <w:rsid w:val="009A511D"/>
    <w:rsid w:val="009A5201"/>
    <w:rsid w:val="009A5ACA"/>
    <w:rsid w:val="009A6108"/>
    <w:rsid w:val="009A6194"/>
    <w:rsid w:val="009A6268"/>
    <w:rsid w:val="009A66AF"/>
    <w:rsid w:val="009A6C20"/>
    <w:rsid w:val="009A6C61"/>
    <w:rsid w:val="009A6D7B"/>
    <w:rsid w:val="009A6F6F"/>
    <w:rsid w:val="009A7022"/>
    <w:rsid w:val="009A70A6"/>
    <w:rsid w:val="009A7883"/>
    <w:rsid w:val="009A78DE"/>
    <w:rsid w:val="009A7993"/>
    <w:rsid w:val="009A79F1"/>
    <w:rsid w:val="009A7C10"/>
    <w:rsid w:val="009A7F73"/>
    <w:rsid w:val="009A7FA2"/>
    <w:rsid w:val="009B0371"/>
    <w:rsid w:val="009B0D8E"/>
    <w:rsid w:val="009B1205"/>
    <w:rsid w:val="009B14B3"/>
    <w:rsid w:val="009B1BE0"/>
    <w:rsid w:val="009B1D7E"/>
    <w:rsid w:val="009B22CE"/>
    <w:rsid w:val="009B2316"/>
    <w:rsid w:val="009B233D"/>
    <w:rsid w:val="009B2507"/>
    <w:rsid w:val="009B2C8A"/>
    <w:rsid w:val="009B2D9B"/>
    <w:rsid w:val="009B35B3"/>
    <w:rsid w:val="009B3608"/>
    <w:rsid w:val="009B3C85"/>
    <w:rsid w:val="009B3EFB"/>
    <w:rsid w:val="009B416F"/>
    <w:rsid w:val="009B445C"/>
    <w:rsid w:val="009B4470"/>
    <w:rsid w:val="009B49EE"/>
    <w:rsid w:val="009B4B90"/>
    <w:rsid w:val="009B4D2E"/>
    <w:rsid w:val="009B5207"/>
    <w:rsid w:val="009B5225"/>
    <w:rsid w:val="009B525F"/>
    <w:rsid w:val="009B5414"/>
    <w:rsid w:val="009B550A"/>
    <w:rsid w:val="009B562B"/>
    <w:rsid w:val="009B57CB"/>
    <w:rsid w:val="009B5891"/>
    <w:rsid w:val="009B58F6"/>
    <w:rsid w:val="009B5DBC"/>
    <w:rsid w:val="009B5F08"/>
    <w:rsid w:val="009B66AF"/>
    <w:rsid w:val="009B68A0"/>
    <w:rsid w:val="009B6A7D"/>
    <w:rsid w:val="009B6EC6"/>
    <w:rsid w:val="009B7119"/>
    <w:rsid w:val="009B7301"/>
    <w:rsid w:val="009B7582"/>
    <w:rsid w:val="009B78F2"/>
    <w:rsid w:val="009B7D64"/>
    <w:rsid w:val="009B7D7C"/>
    <w:rsid w:val="009B7E61"/>
    <w:rsid w:val="009C0454"/>
    <w:rsid w:val="009C0470"/>
    <w:rsid w:val="009C052E"/>
    <w:rsid w:val="009C06FD"/>
    <w:rsid w:val="009C096E"/>
    <w:rsid w:val="009C1910"/>
    <w:rsid w:val="009C1941"/>
    <w:rsid w:val="009C19DB"/>
    <w:rsid w:val="009C1C2A"/>
    <w:rsid w:val="009C1DFF"/>
    <w:rsid w:val="009C1FD9"/>
    <w:rsid w:val="009C1FFC"/>
    <w:rsid w:val="009C20BD"/>
    <w:rsid w:val="009C20C1"/>
    <w:rsid w:val="009C20D5"/>
    <w:rsid w:val="009C248A"/>
    <w:rsid w:val="009C2492"/>
    <w:rsid w:val="009C2882"/>
    <w:rsid w:val="009C2C6E"/>
    <w:rsid w:val="009C2CCE"/>
    <w:rsid w:val="009C32CD"/>
    <w:rsid w:val="009C34BD"/>
    <w:rsid w:val="009C34C4"/>
    <w:rsid w:val="009C3646"/>
    <w:rsid w:val="009C37FA"/>
    <w:rsid w:val="009C3AC1"/>
    <w:rsid w:val="009C3BBB"/>
    <w:rsid w:val="009C4039"/>
    <w:rsid w:val="009C40CC"/>
    <w:rsid w:val="009C40FC"/>
    <w:rsid w:val="009C4290"/>
    <w:rsid w:val="009C4295"/>
    <w:rsid w:val="009C44CB"/>
    <w:rsid w:val="009C4752"/>
    <w:rsid w:val="009C4C31"/>
    <w:rsid w:val="009C4D38"/>
    <w:rsid w:val="009C4D78"/>
    <w:rsid w:val="009C5484"/>
    <w:rsid w:val="009C55A3"/>
    <w:rsid w:val="009C564A"/>
    <w:rsid w:val="009C5C02"/>
    <w:rsid w:val="009C5D99"/>
    <w:rsid w:val="009C5EAE"/>
    <w:rsid w:val="009C60C3"/>
    <w:rsid w:val="009C6241"/>
    <w:rsid w:val="009C6477"/>
    <w:rsid w:val="009C69A5"/>
    <w:rsid w:val="009C6BB2"/>
    <w:rsid w:val="009C6D7B"/>
    <w:rsid w:val="009C6F89"/>
    <w:rsid w:val="009C7192"/>
    <w:rsid w:val="009C731B"/>
    <w:rsid w:val="009C7694"/>
    <w:rsid w:val="009C7D46"/>
    <w:rsid w:val="009C7D4C"/>
    <w:rsid w:val="009C7F14"/>
    <w:rsid w:val="009D028A"/>
    <w:rsid w:val="009D0821"/>
    <w:rsid w:val="009D0866"/>
    <w:rsid w:val="009D09DD"/>
    <w:rsid w:val="009D0AA7"/>
    <w:rsid w:val="009D0E53"/>
    <w:rsid w:val="009D0F97"/>
    <w:rsid w:val="009D0FA2"/>
    <w:rsid w:val="009D101D"/>
    <w:rsid w:val="009D11E6"/>
    <w:rsid w:val="009D182A"/>
    <w:rsid w:val="009D1A90"/>
    <w:rsid w:val="009D1C1A"/>
    <w:rsid w:val="009D1C9C"/>
    <w:rsid w:val="009D28CF"/>
    <w:rsid w:val="009D2990"/>
    <w:rsid w:val="009D37A3"/>
    <w:rsid w:val="009D423F"/>
    <w:rsid w:val="009D43AA"/>
    <w:rsid w:val="009D445F"/>
    <w:rsid w:val="009D4E8D"/>
    <w:rsid w:val="009D4F0F"/>
    <w:rsid w:val="009D52CD"/>
    <w:rsid w:val="009D56B9"/>
    <w:rsid w:val="009D57BE"/>
    <w:rsid w:val="009D5A25"/>
    <w:rsid w:val="009D5AB4"/>
    <w:rsid w:val="009D605D"/>
    <w:rsid w:val="009D608C"/>
    <w:rsid w:val="009D6290"/>
    <w:rsid w:val="009D66D2"/>
    <w:rsid w:val="009D67EA"/>
    <w:rsid w:val="009D6A39"/>
    <w:rsid w:val="009D6FD0"/>
    <w:rsid w:val="009D73C4"/>
    <w:rsid w:val="009D74AB"/>
    <w:rsid w:val="009D7CD2"/>
    <w:rsid w:val="009D7DBE"/>
    <w:rsid w:val="009D7EB7"/>
    <w:rsid w:val="009E0013"/>
    <w:rsid w:val="009E0113"/>
    <w:rsid w:val="009E0399"/>
    <w:rsid w:val="009E03E7"/>
    <w:rsid w:val="009E0CE9"/>
    <w:rsid w:val="009E0F1A"/>
    <w:rsid w:val="009E10DD"/>
    <w:rsid w:val="009E1421"/>
    <w:rsid w:val="009E157E"/>
    <w:rsid w:val="009E17C8"/>
    <w:rsid w:val="009E224A"/>
    <w:rsid w:val="009E2B11"/>
    <w:rsid w:val="009E2E38"/>
    <w:rsid w:val="009E2F26"/>
    <w:rsid w:val="009E34B1"/>
    <w:rsid w:val="009E3728"/>
    <w:rsid w:val="009E3894"/>
    <w:rsid w:val="009E397F"/>
    <w:rsid w:val="009E3AC8"/>
    <w:rsid w:val="009E3E79"/>
    <w:rsid w:val="009E3E86"/>
    <w:rsid w:val="009E4010"/>
    <w:rsid w:val="009E4281"/>
    <w:rsid w:val="009E42E6"/>
    <w:rsid w:val="009E475A"/>
    <w:rsid w:val="009E488D"/>
    <w:rsid w:val="009E4905"/>
    <w:rsid w:val="009E528D"/>
    <w:rsid w:val="009E54F8"/>
    <w:rsid w:val="009E553A"/>
    <w:rsid w:val="009E5C01"/>
    <w:rsid w:val="009E5C9F"/>
    <w:rsid w:val="009E5CAB"/>
    <w:rsid w:val="009E5CAC"/>
    <w:rsid w:val="009E5DEA"/>
    <w:rsid w:val="009E6333"/>
    <w:rsid w:val="009E6442"/>
    <w:rsid w:val="009E68C1"/>
    <w:rsid w:val="009E70C9"/>
    <w:rsid w:val="009E71DC"/>
    <w:rsid w:val="009E73D6"/>
    <w:rsid w:val="009E7479"/>
    <w:rsid w:val="009E7611"/>
    <w:rsid w:val="009F0013"/>
    <w:rsid w:val="009F024E"/>
    <w:rsid w:val="009F0269"/>
    <w:rsid w:val="009F032C"/>
    <w:rsid w:val="009F0801"/>
    <w:rsid w:val="009F09DF"/>
    <w:rsid w:val="009F0ADC"/>
    <w:rsid w:val="009F0D0F"/>
    <w:rsid w:val="009F0D7A"/>
    <w:rsid w:val="009F10DB"/>
    <w:rsid w:val="009F1B39"/>
    <w:rsid w:val="009F1CC4"/>
    <w:rsid w:val="009F1EE3"/>
    <w:rsid w:val="009F2305"/>
    <w:rsid w:val="009F2335"/>
    <w:rsid w:val="009F24CF"/>
    <w:rsid w:val="009F252A"/>
    <w:rsid w:val="009F27C1"/>
    <w:rsid w:val="009F2ACF"/>
    <w:rsid w:val="009F2D5F"/>
    <w:rsid w:val="009F2EE7"/>
    <w:rsid w:val="009F3010"/>
    <w:rsid w:val="009F3620"/>
    <w:rsid w:val="009F3955"/>
    <w:rsid w:val="009F3EAD"/>
    <w:rsid w:val="009F3ED4"/>
    <w:rsid w:val="009F40B0"/>
    <w:rsid w:val="009F4721"/>
    <w:rsid w:val="009F4A38"/>
    <w:rsid w:val="009F4D93"/>
    <w:rsid w:val="009F4DCF"/>
    <w:rsid w:val="009F52BD"/>
    <w:rsid w:val="009F5344"/>
    <w:rsid w:val="009F5542"/>
    <w:rsid w:val="009F5739"/>
    <w:rsid w:val="009F574D"/>
    <w:rsid w:val="009F591C"/>
    <w:rsid w:val="009F6528"/>
    <w:rsid w:val="009F673D"/>
    <w:rsid w:val="009F69A5"/>
    <w:rsid w:val="009F6BC0"/>
    <w:rsid w:val="009F6E20"/>
    <w:rsid w:val="009F7100"/>
    <w:rsid w:val="009F73B9"/>
    <w:rsid w:val="009F73F9"/>
    <w:rsid w:val="009F7D0E"/>
    <w:rsid w:val="009F7F86"/>
    <w:rsid w:val="00A001F3"/>
    <w:rsid w:val="00A0034E"/>
    <w:rsid w:val="00A00B8E"/>
    <w:rsid w:val="00A00D05"/>
    <w:rsid w:val="00A00E70"/>
    <w:rsid w:val="00A00F63"/>
    <w:rsid w:val="00A00FC0"/>
    <w:rsid w:val="00A0104D"/>
    <w:rsid w:val="00A01363"/>
    <w:rsid w:val="00A01933"/>
    <w:rsid w:val="00A01C05"/>
    <w:rsid w:val="00A01E2C"/>
    <w:rsid w:val="00A0216B"/>
    <w:rsid w:val="00A022A4"/>
    <w:rsid w:val="00A022FD"/>
    <w:rsid w:val="00A023FF"/>
    <w:rsid w:val="00A0286C"/>
    <w:rsid w:val="00A02C76"/>
    <w:rsid w:val="00A03061"/>
    <w:rsid w:val="00A03F6C"/>
    <w:rsid w:val="00A03FE3"/>
    <w:rsid w:val="00A03FF4"/>
    <w:rsid w:val="00A04873"/>
    <w:rsid w:val="00A04931"/>
    <w:rsid w:val="00A05149"/>
    <w:rsid w:val="00A05D84"/>
    <w:rsid w:val="00A05F6E"/>
    <w:rsid w:val="00A05F8D"/>
    <w:rsid w:val="00A05F93"/>
    <w:rsid w:val="00A0604A"/>
    <w:rsid w:val="00A061AD"/>
    <w:rsid w:val="00A06294"/>
    <w:rsid w:val="00A0662A"/>
    <w:rsid w:val="00A06FCD"/>
    <w:rsid w:val="00A0735B"/>
    <w:rsid w:val="00A101E2"/>
    <w:rsid w:val="00A1035C"/>
    <w:rsid w:val="00A10473"/>
    <w:rsid w:val="00A1079C"/>
    <w:rsid w:val="00A10842"/>
    <w:rsid w:val="00A10A33"/>
    <w:rsid w:val="00A10D33"/>
    <w:rsid w:val="00A11188"/>
    <w:rsid w:val="00A112F5"/>
    <w:rsid w:val="00A113B2"/>
    <w:rsid w:val="00A1147B"/>
    <w:rsid w:val="00A1176F"/>
    <w:rsid w:val="00A118FB"/>
    <w:rsid w:val="00A11BC8"/>
    <w:rsid w:val="00A11EBE"/>
    <w:rsid w:val="00A11F3D"/>
    <w:rsid w:val="00A1206A"/>
    <w:rsid w:val="00A12188"/>
    <w:rsid w:val="00A12745"/>
    <w:rsid w:val="00A12E4F"/>
    <w:rsid w:val="00A13509"/>
    <w:rsid w:val="00A135D6"/>
    <w:rsid w:val="00A13706"/>
    <w:rsid w:val="00A13853"/>
    <w:rsid w:val="00A138FE"/>
    <w:rsid w:val="00A1423D"/>
    <w:rsid w:val="00A1433A"/>
    <w:rsid w:val="00A14877"/>
    <w:rsid w:val="00A14B60"/>
    <w:rsid w:val="00A15356"/>
    <w:rsid w:val="00A1535E"/>
    <w:rsid w:val="00A1557C"/>
    <w:rsid w:val="00A15612"/>
    <w:rsid w:val="00A15C2E"/>
    <w:rsid w:val="00A16052"/>
    <w:rsid w:val="00A16464"/>
    <w:rsid w:val="00A165FE"/>
    <w:rsid w:val="00A1663A"/>
    <w:rsid w:val="00A167B4"/>
    <w:rsid w:val="00A16A25"/>
    <w:rsid w:val="00A16AC9"/>
    <w:rsid w:val="00A16C9E"/>
    <w:rsid w:val="00A17093"/>
    <w:rsid w:val="00A17270"/>
    <w:rsid w:val="00A17749"/>
    <w:rsid w:val="00A17886"/>
    <w:rsid w:val="00A17D54"/>
    <w:rsid w:val="00A17F49"/>
    <w:rsid w:val="00A2025F"/>
    <w:rsid w:val="00A2061E"/>
    <w:rsid w:val="00A20649"/>
    <w:rsid w:val="00A20D3C"/>
    <w:rsid w:val="00A20E8F"/>
    <w:rsid w:val="00A210F0"/>
    <w:rsid w:val="00A21805"/>
    <w:rsid w:val="00A21B37"/>
    <w:rsid w:val="00A21B5C"/>
    <w:rsid w:val="00A224E6"/>
    <w:rsid w:val="00A22603"/>
    <w:rsid w:val="00A22677"/>
    <w:rsid w:val="00A22778"/>
    <w:rsid w:val="00A22960"/>
    <w:rsid w:val="00A22D2B"/>
    <w:rsid w:val="00A22DAC"/>
    <w:rsid w:val="00A23976"/>
    <w:rsid w:val="00A23B30"/>
    <w:rsid w:val="00A2455A"/>
    <w:rsid w:val="00A2455B"/>
    <w:rsid w:val="00A2458D"/>
    <w:rsid w:val="00A249B5"/>
    <w:rsid w:val="00A24A83"/>
    <w:rsid w:val="00A24B7F"/>
    <w:rsid w:val="00A250B7"/>
    <w:rsid w:val="00A25170"/>
    <w:rsid w:val="00A25477"/>
    <w:rsid w:val="00A2568D"/>
    <w:rsid w:val="00A256E2"/>
    <w:rsid w:val="00A2574B"/>
    <w:rsid w:val="00A25802"/>
    <w:rsid w:val="00A25D56"/>
    <w:rsid w:val="00A26074"/>
    <w:rsid w:val="00A26560"/>
    <w:rsid w:val="00A26580"/>
    <w:rsid w:val="00A2662F"/>
    <w:rsid w:val="00A26A67"/>
    <w:rsid w:val="00A26AFE"/>
    <w:rsid w:val="00A26DAA"/>
    <w:rsid w:val="00A26DF7"/>
    <w:rsid w:val="00A27015"/>
    <w:rsid w:val="00A2722B"/>
    <w:rsid w:val="00A27640"/>
    <w:rsid w:val="00A27814"/>
    <w:rsid w:val="00A302D4"/>
    <w:rsid w:val="00A30678"/>
    <w:rsid w:val="00A31098"/>
    <w:rsid w:val="00A314FE"/>
    <w:rsid w:val="00A31CF3"/>
    <w:rsid w:val="00A31D80"/>
    <w:rsid w:val="00A31FF7"/>
    <w:rsid w:val="00A32348"/>
    <w:rsid w:val="00A32806"/>
    <w:rsid w:val="00A32898"/>
    <w:rsid w:val="00A32AE5"/>
    <w:rsid w:val="00A32D27"/>
    <w:rsid w:val="00A32E9D"/>
    <w:rsid w:val="00A32FD2"/>
    <w:rsid w:val="00A333F8"/>
    <w:rsid w:val="00A33F4A"/>
    <w:rsid w:val="00A34197"/>
    <w:rsid w:val="00A34272"/>
    <w:rsid w:val="00A34292"/>
    <w:rsid w:val="00A3436D"/>
    <w:rsid w:val="00A34682"/>
    <w:rsid w:val="00A348EE"/>
    <w:rsid w:val="00A34D72"/>
    <w:rsid w:val="00A350CE"/>
    <w:rsid w:val="00A35BBD"/>
    <w:rsid w:val="00A3606E"/>
    <w:rsid w:val="00A3615B"/>
    <w:rsid w:val="00A36424"/>
    <w:rsid w:val="00A3667E"/>
    <w:rsid w:val="00A36994"/>
    <w:rsid w:val="00A36DF7"/>
    <w:rsid w:val="00A36EF9"/>
    <w:rsid w:val="00A3791B"/>
    <w:rsid w:val="00A37EBC"/>
    <w:rsid w:val="00A40197"/>
    <w:rsid w:val="00A404F0"/>
    <w:rsid w:val="00A40793"/>
    <w:rsid w:val="00A40CCE"/>
    <w:rsid w:val="00A40F18"/>
    <w:rsid w:val="00A413C2"/>
    <w:rsid w:val="00A41D8D"/>
    <w:rsid w:val="00A41F72"/>
    <w:rsid w:val="00A42320"/>
    <w:rsid w:val="00A4232C"/>
    <w:rsid w:val="00A4276C"/>
    <w:rsid w:val="00A42D69"/>
    <w:rsid w:val="00A42E0B"/>
    <w:rsid w:val="00A42E75"/>
    <w:rsid w:val="00A43287"/>
    <w:rsid w:val="00A43318"/>
    <w:rsid w:val="00A43783"/>
    <w:rsid w:val="00A4502A"/>
    <w:rsid w:val="00A45156"/>
    <w:rsid w:val="00A45180"/>
    <w:rsid w:val="00A4545E"/>
    <w:rsid w:val="00A456C2"/>
    <w:rsid w:val="00A45946"/>
    <w:rsid w:val="00A45A5A"/>
    <w:rsid w:val="00A45A74"/>
    <w:rsid w:val="00A45BF2"/>
    <w:rsid w:val="00A45BFC"/>
    <w:rsid w:val="00A45DBC"/>
    <w:rsid w:val="00A45DCE"/>
    <w:rsid w:val="00A46105"/>
    <w:rsid w:val="00A462C6"/>
    <w:rsid w:val="00A462D5"/>
    <w:rsid w:val="00A46401"/>
    <w:rsid w:val="00A466D8"/>
    <w:rsid w:val="00A46722"/>
    <w:rsid w:val="00A46911"/>
    <w:rsid w:val="00A46ACC"/>
    <w:rsid w:val="00A46E2C"/>
    <w:rsid w:val="00A4703E"/>
    <w:rsid w:val="00A47549"/>
    <w:rsid w:val="00A47599"/>
    <w:rsid w:val="00A47878"/>
    <w:rsid w:val="00A47A89"/>
    <w:rsid w:val="00A501E8"/>
    <w:rsid w:val="00A5099A"/>
    <w:rsid w:val="00A509A7"/>
    <w:rsid w:val="00A50F45"/>
    <w:rsid w:val="00A510FA"/>
    <w:rsid w:val="00A5121D"/>
    <w:rsid w:val="00A514DE"/>
    <w:rsid w:val="00A515CA"/>
    <w:rsid w:val="00A51BE9"/>
    <w:rsid w:val="00A51EFD"/>
    <w:rsid w:val="00A52006"/>
    <w:rsid w:val="00A520CD"/>
    <w:rsid w:val="00A5211A"/>
    <w:rsid w:val="00A5212D"/>
    <w:rsid w:val="00A52238"/>
    <w:rsid w:val="00A52B7D"/>
    <w:rsid w:val="00A530DF"/>
    <w:rsid w:val="00A532CE"/>
    <w:rsid w:val="00A53371"/>
    <w:rsid w:val="00A537A7"/>
    <w:rsid w:val="00A538C3"/>
    <w:rsid w:val="00A538DD"/>
    <w:rsid w:val="00A53A0E"/>
    <w:rsid w:val="00A53A7A"/>
    <w:rsid w:val="00A53B56"/>
    <w:rsid w:val="00A53C58"/>
    <w:rsid w:val="00A53DF4"/>
    <w:rsid w:val="00A53F33"/>
    <w:rsid w:val="00A541F5"/>
    <w:rsid w:val="00A5429E"/>
    <w:rsid w:val="00A54630"/>
    <w:rsid w:val="00A54654"/>
    <w:rsid w:val="00A548E0"/>
    <w:rsid w:val="00A54D7B"/>
    <w:rsid w:val="00A54FCC"/>
    <w:rsid w:val="00A5509B"/>
    <w:rsid w:val="00A553B0"/>
    <w:rsid w:val="00A555A9"/>
    <w:rsid w:val="00A5591E"/>
    <w:rsid w:val="00A559F2"/>
    <w:rsid w:val="00A55E8D"/>
    <w:rsid w:val="00A56144"/>
    <w:rsid w:val="00A5647C"/>
    <w:rsid w:val="00A56509"/>
    <w:rsid w:val="00A56632"/>
    <w:rsid w:val="00A568FF"/>
    <w:rsid w:val="00A56992"/>
    <w:rsid w:val="00A569E4"/>
    <w:rsid w:val="00A56A21"/>
    <w:rsid w:val="00A56B72"/>
    <w:rsid w:val="00A56C0E"/>
    <w:rsid w:val="00A57144"/>
    <w:rsid w:val="00A5742D"/>
    <w:rsid w:val="00A57629"/>
    <w:rsid w:val="00A57727"/>
    <w:rsid w:val="00A5791C"/>
    <w:rsid w:val="00A57E22"/>
    <w:rsid w:val="00A60142"/>
    <w:rsid w:val="00A6033B"/>
    <w:rsid w:val="00A605A9"/>
    <w:rsid w:val="00A606D1"/>
    <w:rsid w:val="00A607AA"/>
    <w:rsid w:val="00A60C73"/>
    <w:rsid w:val="00A60FEB"/>
    <w:rsid w:val="00A6160A"/>
    <w:rsid w:val="00A618E8"/>
    <w:rsid w:val="00A61CE8"/>
    <w:rsid w:val="00A61D0A"/>
    <w:rsid w:val="00A61D0B"/>
    <w:rsid w:val="00A61E1E"/>
    <w:rsid w:val="00A61F19"/>
    <w:rsid w:val="00A61F88"/>
    <w:rsid w:val="00A62356"/>
    <w:rsid w:val="00A62B02"/>
    <w:rsid w:val="00A62D62"/>
    <w:rsid w:val="00A6342C"/>
    <w:rsid w:val="00A634DC"/>
    <w:rsid w:val="00A63705"/>
    <w:rsid w:val="00A63742"/>
    <w:rsid w:val="00A637FA"/>
    <w:rsid w:val="00A63B61"/>
    <w:rsid w:val="00A63BFA"/>
    <w:rsid w:val="00A643D0"/>
    <w:rsid w:val="00A645A3"/>
    <w:rsid w:val="00A647CA"/>
    <w:rsid w:val="00A64836"/>
    <w:rsid w:val="00A649EC"/>
    <w:rsid w:val="00A64BE4"/>
    <w:rsid w:val="00A64E3C"/>
    <w:rsid w:val="00A6508D"/>
    <w:rsid w:val="00A65391"/>
    <w:rsid w:val="00A656A6"/>
    <w:rsid w:val="00A65C6C"/>
    <w:rsid w:val="00A65CF2"/>
    <w:rsid w:val="00A65EC1"/>
    <w:rsid w:val="00A662BC"/>
    <w:rsid w:val="00A6630E"/>
    <w:rsid w:val="00A66645"/>
    <w:rsid w:val="00A6692E"/>
    <w:rsid w:val="00A66C35"/>
    <w:rsid w:val="00A66C4E"/>
    <w:rsid w:val="00A66DA2"/>
    <w:rsid w:val="00A66E36"/>
    <w:rsid w:val="00A670A3"/>
    <w:rsid w:val="00A6732C"/>
    <w:rsid w:val="00A6738B"/>
    <w:rsid w:val="00A673EA"/>
    <w:rsid w:val="00A67461"/>
    <w:rsid w:val="00A6752A"/>
    <w:rsid w:val="00A675A4"/>
    <w:rsid w:val="00A6768A"/>
    <w:rsid w:val="00A67844"/>
    <w:rsid w:val="00A67885"/>
    <w:rsid w:val="00A7007A"/>
    <w:rsid w:val="00A701AB"/>
    <w:rsid w:val="00A706EB"/>
    <w:rsid w:val="00A70E39"/>
    <w:rsid w:val="00A70EBB"/>
    <w:rsid w:val="00A71335"/>
    <w:rsid w:val="00A7168E"/>
    <w:rsid w:val="00A71AEC"/>
    <w:rsid w:val="00A71CEB"/>
    <w:rsid w:val="00A71E51"/>
    <w:rsid w:val="00A71EB2"/>
    <w:rsid w:val="00A71F62"/>
    <w:rsid w:val="00A7259F"/>
    <w:rsid w:val="00A725B2"/>
    <w:rsid w:val="00A726B6"/>
    <w:rsid w:val="00A72968"/>
    <w:rsid w:val="00A72C5A"/>
    <w:rsid w:val="00A72D64"/>
    <w:rsid w:val="00A73210"/>
    <w:rsid w:val="00A7349C"/>
    <w:rsid w:val="00A7363C"/>
    <w:rsid w:val="00A73AFD"/>
    <w:rsid w:val="00A73BAF"/>
    <w:rsid w:val="00A73E6F"/>
    <w:rsid w:val="00A74045"/>
    <w:rsid w:val="00A7406D"/>
    <w:rsid w:val="00A740C6"/>
    <w:rsid w:val="00A7446D"/>
    <w:rsid w:val="00A74507"/>
    <w:rsid w:val="00A746C3"/>
    <w:rsid w:val="00A74A5A"/>
    <w:rsid w:val="00A74CAB"/>
    <w:rsid w:val="00A74EAA"/>
    <w:rsid w:val="00A754C3"/>
    <w:rsid w:val="00A755ED"/>
    <w:rsid w:val="00A75743"/>
    <w:rsid w:val="00A75A2D"/>
    <w:rsid w:val="00A75CB6"/>
    <w:rsid w:val="00A75CDC"/>
    <w:rsid w:val="00A7641D"/>
    <w:rsid w:val="00A76560"/>
    <w:rsid w:val="00A765BA"/>
    <w:rsid w:val="00A765CB"/>
    <w:rsid w:val="00A767E4"/>
    <w:rsid w:val="00A7699F"/>
    <w:rsid w:val="00A76E4B"/>
    <w:rsid w:val="00A76E60"/>
    <w:rsid w:val="00A7707C"/>
    <w:rsid w:val="00A7744F"/>
    <w:rsid w:val="00A77931"/>
    <w:rsid w:val="00A779AC"/>
    <w:rsid w:val="00A77A78"/>
    <w:rsid w:val="00A77AE1"/>
    <w:rsid w:val="00A77AF1"/>
    <w:rsid w:val="00A8002D"/>
    <w:rsid w:val="00A80049"/>
    <w:rsid w:val="00A80065"/>
    <w:rsid w:val="00A802A0"/>
    <w:rsid w:val="00A802C3"/>
    <w:rsid w:val="00A80624"/>
    <w:rsid w:val="00A80636"/>
    <w:rsid w:val="00A80701"/>
    <w:rsid w:val="00A80723"/>
    <w:rsid w:val="00A80777"/>
    <w:rsid w:val="00A807F8"/>
    <w:rsid w:val="00A8086D"/>
    <w:rsid w:val="00A8088A"/>
    <w:rsid w:val="00A8093C"/>
    <w:rsid w:val="00A80C0D"/>
    <w:rsid w:val="00A8101A"/>
    <w:rsid w:val="00A81160"/>
    <w:rsid w:val="00A812A4"/>
    <w:rsid w:val="00A8130A"/>
    <w:rsid w:val="00A81572"/>
    <w:rsid w:val="00A819EA"/>
    <w:rsid w:val="00A81AA6"/>
    <w:rsid w:val="00A81EC6"/>
    <w:rsid w:val="00A81EEC"/>
    <w:rsid w:val="00A823A0"/>
    <w:rsid w:val="00A8276A"/>
    <w:rsid w:val="00A827EA"/>
    <w:rsid w:val="00A82C44"/>
    <w:rsid w:val="00A82EBA"/>
    <w:rsid w:val="00A830A6"/>
    <w:rsid w:val="00A8328C"/>
    <w:rsid w:val="00A83326"/>
    <w:rsid w:val="00A8347F"/>
    <w:rsid w:val="00A83669"/>
    <w:rsid w:val="00A837F7"/>
    <w:rsid w:val="00A848B0"/>
    <w:rsid w:val="00A84B94"/>
    <w:rsid w:val="00A84BB8"/>
    <w:rsid w:val="00A84CAF"/>
    <w:rsid w:val="00A84EA6"/>
    <w:rsid w:val="00A84FE6"/>
    <w:rsid w:val="00A85230"/>
    <w:rsid w:val="00A853BB"/>
    <w:rsid w:val="00A855B0"/>
    <w:rsid w:val="00A85E25"/>
    <w:rsid w:val="00A860BF"/>
    <w:rsid w:val="00A865DF"/>
    <w:rsid w:val="00A86A11"/>
    <w:rsid w:val="00A86A67"/>
    <w:rsid w:val="00A86C9F"/>
    <w:rsid w:val="00A86F27"/>
    <w:rsid w:val="00A87296"/>
    <w:rsid w:val="00A8757B"/>
    <w:rsid w:val="00A876B0"/>
    <w:rsid w:val="00A902FF"/>
    <w:rsid w:val="00A90349"/>
    <w:rsid w:val="00A903CF"/>
    <w:rsid w:val="00A903D4"/>
    <w:rsid w:val="00A90469"/>
    <w:rsid w:val="00A90A36"/>
    <w:rsid w:val="00A90B76"/>
    <w:rsid w:val="00A90C35"/>
    <w:rsid w:val="00A90FF2"/>
    <w:rsid w:val="00A917DB"/>
    <w:rsid w:val="00A92464"/>
    <w:rsid w:val="00A926C5"/>
    <w:rsid w:val="00A92EB9"/>
    <w:rsid w:val="00A93292"/>
    <w:rsid w:val="00A9362F"/>
    <w:rsid w:val="00A93658"/>
    <w:rsid w:val="00A936B8"/>
    <w:rsid w:val="00A93751"/>
    <w:rsid w:val="00A937E4"/>
    <w:rsid w:val="00A939FD"/>
    <w:rsid w:val="00A93B99"/>
    <w:rsid w:val="00A93C8F"/>
    <w:rsid w:val="00A93E5C"/>
    <w:rsid w:val="00A9417A"/>
    <w:rsid w:val="00A94310"/>
    <w:rsid w:val="00A945F9"/>
    <w:rsid w:val="00A94702"/>
    <w:rsid w:val="00A948FD"/>
    <w:rsid w:val="00A95258"/>
    <w:rsid w:val="00A9547E"/>
    <w:rsid w:val="00A955E6"/>
    <w:rsid w:val="00A95699"/>
    <w:rsid w:val="00A95A55"/>
    <w:rsid w:val="00A95CAA"/>
    <w:rsid w:val="00A95F88"/>
    <w:rsid w:val="00A9651A"/>
    <w:rsid w:val="00A967EE"/>
    <w:rsid w:val="00A96A1E"/>
    <w:rsid w:val="00A96D72"/>
    <w:rsid w:val="00A972BF"/>
    <w:rsid w:val="00A972D0"/>
    <w:rsid w:val="00A97302"/>
    <w:rsid w:val="00A9739C"/>
    <w:rsid w:val="00A97594"/>
    <w:rsid w:val="00A97BFC"/>
    <w:rsid w:val="00A97C41"/>
    <w:rsid w:val="00AA0093"/>
    <w:rsid w:val="00AA014B"/>
    <w:rsid w:val="00AA05A2"/>
    <w:rsid w:val="00AA05DB"/>
    <w:rsid w:val="00AA0620"/>
    <w:rsid w:val="00AA062E"/>
    <w:rsid w:val="00AA0C05"/>
    <w:rsid w:val="00AA0F16"/>
    <w:rsid w:val="00AA11EE"/>
    <w:rsid w:val="00AA1290"/>
    <w:rsid w:val="00AA13B2"/>
    <w:rsid w:val="00AA141D"/>
    <w:rsid w:val="00AA1834"/>
    <w:rsid w:val="00AA18BC"/>
    <w:rsid w:val="00AA19D7"/>
    <w:rsid w:val="00AA1B69"/>
    <w:rsid w:val="00AA1D72"/>
    <w:rsid w:val="00AA1FC6"/>
    <w:rsid w:val="00AA248A"/>
    <w:rsid w:val="00AA258B"/>
    <w:rsid w:val="00AA31A1"/>
    <w:rsid w:val="00AA3370"/>
    <w:rsid w:val="00AA3A40"/>
    <w:rsid w:val="00AA3AC4"/>
    <w:rsid w:val="00AA3D7E"/>
    <w:rsid w:val="00AA3F21"/>
    <w:rsid w:val="00AA430A"/>
    <w:rsid w:val="00AA450E"/>
    <w:rsid w:val="00AA4517"/>
    <w:rsid w:val="00AA46B4"/>
    <w:rsid w:val="00AA506B"/>
    <w:rsid w:val="00AA5266"/>
    <w:rsid w:val="00AA5893"/>
    <w:rsid w:val="00AA5AF7"/>
    <w:rsid w:val="00AA6266"/>
    <w:rsid w:val="00AA6375"/>
    <w:rsid w:val="00AA656A"/>
    <w:rsid w:val="00AA66E1"/>
    <w:rsid w:val="00AA6A24"/>
    <w:rsid w:val="00AA6C58"/>
    <w:rsid w:val="00AA6C99"/>
    <w:rsid w:val="00AA6CC2"/>
    <w:rsid w:val="00AA6F00"/>
    <w:rsid w:val="00AA7067"/>
    <w:rsid w:val="00AA70C5"/>
    <w:rsid w:val="00AA7705"/>
    <w:rsid w:val="00AA7D03"/>
    <w:rsid w:val="00AA7FE8"/>
    <w:rsid w:val="00AB012A"/>
    <w:rsid w:val="00AB017D"/>
    <w:rsid w:val="00AB0CAB"/>
    <w:rsid w:val="00AB1017"/>
    <w:rsid w:val="00AB10FE"/>
    <w:rsid w:val="00AB1563"/>
    <w:rsid w:val="00AB15F1"/>
    <w:rsid w:val="00AB1657"/>
    <w:rsid w:val="00AB165D"/>
    <w:rsid w:val="00AB199B"/>
    <w:rsid w:val="00AB1A90"/>
    <w:rsid w:val="00AB1E6F"/>
    <w:rsid w:val="00AB21D4"/>
    <w:rsid w:val="00AB2A15"/>
    <w:rsid w:val="00AB2A9A"/>
    <w:rsid w:val="00AB2CE4"/>
    <w:rsid w:val="00AB32CA"/>
    <w:rsid w:val="00AB3585"/>
    <w:rsid w:val="00AB3596"/>
    <w:rsid w:val="00AB3751"/>
    <w:rsid w:val="00AB389C"/>
    <w:rsid w:val="00AB3B90"/>
    <w:rsid w:val="00AB3F7F"/>
    <w:rsid w:val="00AB4401"/>
    <w:rsid w:val="00AB44C3"/>
    <w:rsid w:val="00AB473B"/>
    <w:rsid w:val="00AB4C4F"/>
    <w:rsid w:val="00AB4EB5"/>
    <w:rsid w:val="00AB50B2"/>
    <w:rsid w:val="00AB528C"/>
    <w:rsid w:val="00AB54B9"/>
    <w:rsid w:val="00AB588C"/>
    <w:rsid w:val="00AB5D7F"/>
    <w:rsid w:val="00AB6533"/>
    <w:rsid w:val="00AB65CE"/>
    <w:rsid w:val="00AB660C"/>
    <w:rsid w:val="00AB6944"/>
    <w:rsid w:val="00AB6AAD"/>
    <w:rsid w:val="00AB6AAF"/>
    <w:rsid w:val="00AB6D2D"/>
    <w:rsid w:val="00AB6ECE"/>
    <w:rsid w:val="00AB6F81"/>
    <w:rsid w:val="00AB703D"/>
    <w:rsid w:val="00AB7CD7"/>
    <w:rsid w:val="00AB7D33"/>
    <w:rsid w:val="00AB7FC5"/>
    <w:rsid w:val="00AC043B"/>
    <w:rsid w:val="00AC048E"/>
    <w:rsid w:val="00AC0D07"/>
    <w:rsid w:val="00AC0D95"/>
    <w:rsid w:val="00AC0E43"/>
    <w:rsid w:val="00AC1040"/>
    <w:rsid w:val="00AC1190"/>
    <w:rsid w:val="00AC155E"/>
    <w:rsid w:val="00AC1DEE"/>
    <w:rsid w:val="00AC1F03"/>
    <w:rsid w:val="00AC20CF"/>
    <w:rsid w:val="00AC221A"/>
    <w:rsid w:val="00AC2367"/>
    <w:rsid w:val="00AC247F"/>
    <w:rsid w:val="00AC28DF"/>
    <w:rsid w:val="00AC2E23"/>
    <w:rsid w:val="00AC3786"/>
    <w:rsid w:val="00AC3B02"/>
    <w:rsid w:val="00AC3D7A"/>
    <w:rsid w:val="00AC43A7"/>
    <w:rsid w:val="00AC4414"/>
    <w:rsid w:val="00AC4652"/>
    <w:rsid w:val="00AC486D"/>
    <w:rsid w:val="00AC487B"/>
    <w:rsid w:val="00AC49E1"/>
    <w:rsid w:val="00AC4A60"/>
    <w:rsid w:val="00AC4E53"/>
    <w:rsid w:val="00AC4E75"/>
    <w:rsid w:val="00AC5165"/>
    <w:rsid w:val="00AC5A55"/>
    <w:rsid w:val="00AC5B1A"/>
    <w:rsid w:val="00AC5C80"/>
    <w:rsid w:val="00AC6E36"/>
    <w:rsid w:val="00AC6E7B"/>
    <w:rsid w:val="00AC6E83"/>
    <w:rsid w:val="00AC6FAB"/>
    <w:rsid w:val="00AC70E0"/>
    <w:rsid w:val="00AC7277"/>
    <w:rsid w:val="00AC7B8D"/>
    <w:rsid w:val="00AC7CBA"/>
    <w:rsid w:val="00AC7CF0"/>
    <w:rsid w:val="00AC7F13"/>
    <w:rsid w:val="00AC7F6C"/>
    <w:rsid w:val="00AD0653"/>
    <w:rsid w:val="00AD08C5"/>
    <w:rsid w:val="00AD1347"/>
    <w:rsid w:val="00AD172D"/>
    <w:rsid w:val="00AD1C12"/>
    <w:rsid w:val="00AD1C35"/>
    <w:rsid w:val="00AD1CB0"/>
    <w:rsid w:val="00AD2186"/>
    <w:rsid w:val="00AD218E"/>
    <w:rsid w:val="00AD2361"/>
    <w:rsid w:val="00AD24D6"/>
    <w:rsid w:val="00AD24E2"/>
    <w:rsid w:val="00AD24F8"/>
    <w:rsid w:val="00AD2659"/>
    <w:rsid w:val="00AD27BD"/>
    <w:rsid w:val="00AD27D9"/>
    <w:rsid w:val="00AD27E7"/>
    <w:rsid w:val="00AD2883"/>
    <w:rsid w:val="00AD2C41"/>
    <w:rsid w:val="00AD33FD"/>
    <w:rsid w:val="00AD3602"/>
    <w:rsid w:val="00AD3660"/>
    <w:rsid w:val="00AD371A"/>
    <w:rsid w:val="00AD3761"/>
    <w:rsid w:val="00AD3DB5"/>
    <w:rsid w:val="00AD3E6E"/>
    <w:rsid w:val="00AD3E72"/>
    <w:rsid w:val="00AD3EB4"/>
    <w:rsid w:val="00AD40B2"/>
    <w:rsid w:val="00AD40DA"/>
    <w:rsid w:val="00AD4568"/>
    <w:rsid w:val="00AD47D9"/>
    <w:rsid w:val="00AD4938"/>
    <w:rsid w:val="00AD498F"/>
    <w:rsid w:val="00AD4DE2"/>
    <w:rsid w:val="00AD5276"/>
    <w:rsid w:val="00AD55EC"/>
    <w:rsid w:val="00AD5654"/>
    <w:rsid w:val="00AD5B12"/>
    <w:rsid w:val="00AD5C53"/>
    <w:rsid w:val="00AD5CF7"/>
    <w:rsid w:val="00AD5DD1"/>
    <w:rsid w:val="00AD621D"/>
    <w:rsid w:val="00AD6849"/>
    <w:rsid w:val="00AD6880"/>
    <w:rsid w:val="00AD6D46"/>
    <w:rsid w:val="00AD6D98"/>
    <w:rsid w:val="00AD6F23"/>
    <w:rsid w:val="00AD6FCB"/>
    <w:rsid w:val="00AD6FF9"/>
    <w:rsid w:val="00AD73D8"/>
    <w:rsid w:val="00AD749E"/>
    <w:rsid w:val="00AD7FAB"/>
    <w:rsid w:val="00AE00A1"/>
    <w:rsid w:val="00AE041F"/>
    <w:rsid w:val="00AE0442"/>
    <w:rsid w:val="00AE047A"/>
    <w:rsid w:val="00AE0965"/>
    <w:rsid w:val="00AE0D09"/>
    <w:rsid w:val="00AE0E4D"/>
    <w:rsid w:val="00AE0FA3"/>
    <w:rsid w:val="00AE12FA"/>
    <w:rsid w:val="00AE142D"/>
    <w:rsid w:val="00AE14F1"/>
    <w:rsid w:val="00AE175F"/>
    <w:rsid w:val="00AE185E"/>
    <w:rsid w:val="00AE1891"/>
    <w:rsid w:val="00AE1B35"/>
    <w:rsid w:val="00AE1CE5"/>
    <w:rsid w:val="00AE2164"/>
    <w:rsid w:val="00AE21DA"/>
    <w:rsid w:val="00AE26FE"/>
    <w:rsid w:val="00AE2C42"/>
    <w:rsid w:val="00AE2DED"/>
    <w:rsid w:val="00AE2F72"/>
    <w:rsid w:val="00AE2F77"/>
    <w:rsid w:val="00AE3A9D"/>
    <w:rsid w:val="00AE3DBE"/>
    <w:rsid w:val="00AE3E26"/>
    <w:rsid w:val="00AE3EDA"/>
    <w:rsid w:val="00AE4561"/>
    <w:rsid w:val="00AE4F51"/>
    <w:rsid w:val="00AE5292"/>
    <w:rsid w:val="00AE5691"/>
    <w:rsid w:val="00AE5700"/>
    <w:rsid w:val="00AE61A1"/>
    <w:rsid w:val="00AE639B"/>
    <w:rsid w:val="00AE6546"/>
    <w:rsid w:val="00AE65DB"/>
    <w:rsid w:val="00AE6702"/>
    <w:rsid w:val="00AE6901"/>
    <w:rsid w:val="00AE6CC3"/>
    <w:rsid w:val="00AE6DA7"/>
    <w:rsid w:val="00AE6E8E"/>
    <w:rsid w:val="00AE711E"/>
    <w:rsid w:val="00AE73CC"/>
    <w:rsid w:val="00AF0008"/>
    <w:rsid w:val="00AF00C8"/>
    <w:rsid w:val="00AF01F5"/>
    <w:rsid w:val="00AF04CF"/>
    <w:rsid w:val="00AF0A20"/>
    <w:rsid w:val="00AF0D12"/>
    <w:rsid w:val="00AF140E"/>
    <w:rsid w:val="00AF144D"/>
    <w:rsid w:val="00AF19C1"/>
    <w:rsid w:val="00AF1FD0"/>
    <w:rsid w:val="00AF2150"/>
    <w:rsid w:val="00AF250C"/>
    <w:rsid w:val="00AF2AB7"/>
    <w:rsid w:val="00AF3009"/>
    <w:rsid w:val="00AF30CC"/>
    <w:rsid w:val="00AF31B9"/>
    <w:rsid w:val="00AF3485"/>
    <w:rsid w:val="00AF34E4"/>
    <w:rsid w:val="00AF454D"/>
    <w:rsid w:val="00AF46F3"/>
    <w:rsid w:val="00AF48C1"/>
    <w:rsid w:val="00AF4A99"/>
    <w:rsid w:val="00AF4B98"/>
    <w:rsid w:val="00AF4BE8"/>
    <w:rsid w:val="00AF4CCC"/>
    <w:rsid w:val="00AF4D78"/>
    <w:rsid w:val="00AF4F60"/>
    <w:rsid w:val="00AF50AC"/>
    <w:rsid w:val="00AF52A4"/>
    <w:rsid w:val="00AF531E"/>
    <w:rsid w:val="00AF56D4"/>
    <w:rsid w:val="00AF58CE"/>
    <w:rsid w:val="00AF5A3B"/>
    <w:rsid w:val="00AF5F3C"/>
    <w:rsid w:val="00AF6340"/>
    <w:rsid w:val="00AF63F2"/>
    <w:rsid w:val="00AF6936"/>
    <w:rsid w:val="00AF6FC4"/>
    <w:rsid w:val="00AF7893"/>
    <w:rsid w:val="00AF78A2"/>
    <w:rsid w:val="00AF79B2"/>
    <w:rsid w:val="00AF7E9A"/>
    <w:rsid w:val="00B001EC"/>
    <w:rsid w:val="00B00413"/>
    <w:rsid w:val="00B006A8"/>
    <w:rsid w:val="00B00CD0"/>
    <w:rsid w:val="00B00DF2"/>
    <w:rsid w:val="00B01058"/>
    <w:rsid w:val="00B01093"/>
    <w:rsid w:val="00B01116"/>
    <w:rsid w:val="00B011BD"/>
    <w:rsid w:val="00B01526"/>
    <w:rsid w:val="00B018EE"/>
    <w:rsid w:val="00B01E6A"/>
    <w:rsid w:val="00B03064"/>
    <w:rsid w:val="00B0367F"/>
    <w:rsid w:val="00B03A01"/>
    <w:rsid w:val="00B03AD0"/>
    <w:rsid w:val="00B03B25"/>
    <w:rsid w:val="00B03B70"/>
    <w:rsid w:val="00B03CC7"/>
    <w:rsid w:val="00B03E99"/>
    <w:rsid w:val="00B04C85"/>
    <w:rsid w:val="00B04CF8"/>
    <w:rsid w:val="00B050CD"/>
    <w:rsid w:val="00B05173"/>
    <w:rsid w:val="00B05839"/>
    <w:rsid w:val="00B05F76"/>
    <w:rsid w:val="00B06016"/>
    <w:rsid w:val="00B06036"/>
    <w:rsid w:val="00B060B4"/>
    <w:rsid w:val="00B060FA"/>
    <w:rsid w:val="00B06762"/>
    <w:rsid w:val="00B06771"/>
    <w:rsid w:val="00B06828"/>
    <w:rsid w:val="00B06A34"/>
    <w:rsid w:val="00B06C99"/>
    <w:rsid w:val="00B07003"/>
    <w:rsid w:val="00B07018"/>
    <w:rsid w:val="00B072BB"/>
    <w:rsid w:val="00B072E7"/>
    <w:rsid w:val="00B075CD"/>
    <w:rsid w:val="00B076C7"/>
    <w:rsid w:val="00B07865"/>
    <w:rsid w:val="00B07C00"/>
    <w:rsid w:val="00B07E21"/>
    <w:rsid w:val="00B07FAB"/>
    <w:rsid w:val="00B10571"/>
    <w:rsid w:val="00B10743"/>
    <w:rsid w:val="00B10A07"/>
    <w:rsid w:val="00B10A22"/>
    <w:rsid w:val="00B10A40"/>
    <w:rsid w:val="00B10BCF"/>
    <w:rsid w:val="00B10BEE"/>
    <w:rsid w:val="00B10C64"/>
    <w:rsid w:val="00B10D31"/>
    <w:rsid w:val="00B114FE"/>
    <w:rsid w:val="00B116C8"/>
    <w:rsid w:val="00B11706"/>
    <w:rsid w:val="00B11734"/>
    <w:rsid w:val="00B12053"/>
    <w:rsid w:val="00B124B1"/>
    <w:rsid w:val="00B125A4"/>
    <w:rsid w:val="00B12616"/>
    <w:rsid w:val="00B127BF"/>
    <w:rsid w:val="00B1294B"/>
    <w:rsid w:val="00B12C45"/>
    <w:rsid w:val="00B12FEF"/>
    <w:rsid w:val="00B1303A"/>
    <w:rsid w:val="00B1340D"/>
    <w:rsid w:val="00B13B39"/>
    <w:rsid w:val="00B13BC9"/>
    <w:rsid w:val="00B13CD5"/>
    <w:rsid w:val="00B14595"/>
    <w:rsid w:val="00B1463B"/>
    <w:rsid w:val="00B14659"/>
    <w:rsid w:val="00B14891"/>
    <w:rsid w:val="00B14BB6"/>
    <w:rsid w:val="00B14CA6"/>
    <w:rsid w:val="00B14E64"/>
    <w:rsid w:val="00B14E93"/>
    <w:rsid w:val="00B155B2"/>
    <w:rsid w:val="00B15658"/>
    <w:rsid w:val="00B15763"/>
    <w:rsid w:val="00B157BA"/>
    <w:rsid w:val="00B158D0"/>
    <w:rsid w:val="00B15FFF"/>
    <w:rsid w:val="00B1616C"/>
    <w:rsid w:val="00B16185"/>
    <w:rsid w:val="00B16808"/>
    <w:rsid w:val="00B16A4F"/>
    <w:rsid w:val="00B16DCA"/>
    <w:rsid w:val="00B1707B"/>
    <w:rsid w:val="00B17135"/>
    <w:rsid w:val="00B171EC"/>
    <w:rsid w:val="00B173E3"/>
    <w:rsid w:val="00B17419"/>
    <w:rsid w:val="00B177D4"/>
    <w:rsid w:val="00B17B8C"/>
    <w:rsid w:val="00B17BB6"/>
    <w:rsid w:val="00B17BB8"/>
    <w:rsid w:val="00B17D7E"/>
    <w:rsid w:val="00B17FA9"/>
    <w:rsid w:val="00B203AE"/>
    <w:rsid w:val="00B204E9"/>
    <w:rsid w:val="00B2057A"/>
    <w:rsid w:val="00B20786"/>
    <w:rsid w:val="00B20A67"/>
    <w:rsid w:val="00B20BA7"/>
    <w:rsid w:val="00B2111B"/>
    <w:rsid w:val="00B211E6"/>
    <w:rsid w:val="00B21355"/>
    <w:rsid w:val="00B219A0"/>
    <w:rsid w:val="00B21C6B"/>
    <w:rsid w:val="00B21F06"/>
    <w:rsid w:val="00B21F2D"/>
    <w:rsid w:val="00B22048"/>
    <w:rsid w:val="00B221B0"/>
    <w:rsid w:val="00B22818"/>
    <w:rsid w:val="00B2281E"/>
    <w:rsid w:val="00B22D12"/>
    <w:rsid w:val="00B22D3F"/>
    <w:rsid w:val="00B231E3"/>
    <w:rsid w:val="00B2329A"/>
    <w:rsid w:val="00B2352A"/>
    <w:rsid w:val="00B23B9B"/>
    <w:rsid w:val="00B23B9D"/>
    <w:rsid w:val="00B23C66"/>
    <w:rsid w:val="00B23D00"/>
    <w:rsid w:val="00B23E2D"/>
    <w:rsid w:val="00B23F40"/>
    <w:rsid w:val="00B247A2"/>
    <w:rsid w:val="00B2498B"/>
    <w:rsid w:val="00B24B2B"/>
    <w:rsid w:val="00B24B6E"/>
    <w:rsid w:val="00B24F9C"/>
    <w:rsid w:val="00B25468"/>
    <w:rsid w:val="00B2549C"/>
    <w:rsid w:val="00B25621"/>
    <w:rsid w:val="00B259C7"/>
    <w:rsid w:val="00B25E34"/>
    <w:rsid w:val="00B2641D"/>
    <w:rsid w:val="00B26489"/>
    <w:rsid w:val="00B267FE"/>
    <w:rsid w:val="00B26C6C"/>
    <w:rsid w:val="00B26CD8"/>
    <w:rsid w:val="00B26D9D"/>
    <w:rsid w:val="00B2723F"/>
    <w:rsid w:val="00B272FA"/>
    <w:rsid w:val="00B2762D"/>
    <w:rsid w:val="00B2776E"/>
    <w:rsid w:val="00B30629"/>
    <w:rsid w:val="00B3099E"/>
    <w:rsid w:val="00B30E4A"/>
    <w:rsid w:val="00B30EEE"/>
    <w:rsid w:val="00B31233"/>
    <w:rsid w:val="00B31260"/>
    <w:rsid w:val="00B31681"/>
    <w:rsid w:val="00B319CB"/>
    <w:rsid w:val="00B31AD0"/>
    <w:rsid w:val="00B31F25"/>
    <w:rsid w:val="00B32114"/>
    <w:rsid w:val="00B32186"/>
    <w:rsid w:val="00B323AF"/>
    <w:rsid w:val="00B323D0"/>
    <w:rsid w:val="00B324B1"/>
    <w:rsid w:val="00B324F3"/>
    <w:rsid w:val="00B32672"/>
    <w:rsid w:val="00B3282B"/>
    <w:rsid w:val="00B32951"/>
    <w:rsid w:val="00B3296B"/>
    <w:rsid w:val="00B32AD3"/>
    <w:rsid w:val="00B32F9F"/>
    <w:rsid w:val="00B332D2"/>
    <w:rsid w:val="00B332E2"/>
    <w:rsid w:val="00B33337"/>
    <w:rsid w:val="00B33399"/>
    <w:rsid w:val="00B33615"/>
    <w:rsid w:val="00B33655"/>
    <w:rsid w:val="00B33A51"/>
    <w:rsid w:val="00B33FE5"/>
    <w:rsid w:val="00B34575"/>
    <w:rsid w:val="00B34658"/>
    <w:rsid w:val="00B34AA5"/>
    <w:rsid w:val="00B34BDB"/>
    <w:rsid w:val="00B351CD"/>
    <w:rsid w:val="00B3523B"/>
    <w:rsid w:val="00B3528E"/>
    <w:rsid w:val="00B352C3"/>
    <w:rsid w:val="00B35451"/>
    <w:rsid w:val="00B35572"/>
    <w:rsid w:val="00B3565C"/>
    <w:rsid w:val="00B35979"/>
    <w:rsid w:val="00B35B53"/>
    <w:rsid w:val="00B35CEA"/>
    <w:rsid w:val="00B35DD6"/>
    <w:rsid w:val="00B35DFF"/>
    <w:rsid w:val="00B35F72"/>
    <w:rsid w:val="00B35F8D"/>
    <w:rsid w:val="00B36267"/>
    <w:rsid w:val="00B362D5"/>
    <w:rsid w:val="00B362FB"/>
    <w:rsid w:val="00B3644A"/>
    <w:rsid w:val="00B3660F"/>
    <w:rsid w:val="00B3664F"/>
    <w:rsid w:val="00B36747"/>
    <w:rsid w:val="00B36767"/>
    <w:rsid w:val="00B36A6F"/>
    <w:rsid w:val="00B36BDC"/>
    <w:rsid w:val="00B36F3C"/>
    <w:rsid w:val="00B372B3"/>
    <w:rsid w:val="00B374CF"/>
    <w:rsid w:val="00B3751C"/>
    <w:rsid w:val="00B3776C"/>
    <w:rsid w:val="00B3779A"/>
    <w:rsid w:val="00B37D2C"/>
    <w:rsid w:val="00B40009"/>
    <w:rsid w:val="00B40108"/>
    <w:rsid w:val="00B405EF"/>
    <w:rsid w:val="00B40696"/>
    <w:rsid w:val="00B4085E"/>
    <w:rsid w:val="00B40A48"/>
    <w:rsid w:val="00B40AB0"/>
    <w:rsid w:val="00B40C61"/>
    <w:rsid w:val="00B40E0E"/>
    <w:rsid w:val="00B411BF"/>
    <w:rsid w:val="00B415CA"/>
    <w:rsid w:val="00B422EA"/>
    <w:rsid w:val="00B42DBD"/>
    <w:rsid w:val="00B42E38"/>
    <w:rsid w:val="00B43081"/>
    <w:rsid w:val="00B43789"/>
    <w:rsid w:val="00B437C9"/>
    <w:rsid w:val="00B43B22"/>
    <w:rsid w:val="00B43F99"/>
    <w:rsid w:val="00B4417E"/>
    <w:rsid w:val="00B44266"/>
    <w:rsid w:val="00B4455F"/>
    <w:rsid w:val="00B44A78"/>
    <w:rsid w:val="00B45388"/>
    <w:rsid w:val="00B455EC"/>
    <w:rsid w:val="00B45820"/>
    <w:rsid w:val="00B45AE3"/>
    <w:rsid w:val="00B45BD1"/>
    <w:rsid w:val="00B46013"/>
    <w:rsid w:val="00B463B9"/>
    <w:rsid w:val="00B46E37"/>
    <w:rsid w:val="00B46EF4"/>
    <w:rsid w:val="00B4749E"/>
    <w:rsid w:val="00B47533"/>
    <w:rsid w:val="00B47981"/>
    <w:rsid w:val="00B479C7"/>
    <w:rsid w:val="00B47F18"/>
    <w:rsid w:val="00B47F3D"/>
    <w:rsid w:val="00B47FAA"/>
    <w:rsid w:val="00B501F4"/>
    <w:rsid w:val="00B51ACE"/>
    <w:rsid w:val="00B51D72"/>
    <w:rsid w:val="00B51F82"/>
    <w:rsid w:val="00B52068"/>
    <w:rsid w:val="00B52161"/>
    <w:rsid w:val="00B527CD"/>
    <w:rsid w:val="00B527DC"/>
    <w:rsid w:val="00B528BC"/>
    <w:rsid w:val="00B52C13"/>
    <w:rsid w:val="00B530B7"/>
    <w:rsid w:val="00B532CF"/>
    <w:rsid w:val="00B53621"/>
    <w:rsid w:val="00B53957"/>
    <w:rsid w:val="00B53C7B"/>
    <w:rsid w:val="00B54083"/>
    <w:rsid w:val="00B544F8"/>
    <w:rsid w:val="00B544FB"/>
    <w:rsid w:val="00B54E4C"/>
    <w:rsid w:val="00B54EDE"/>
    <w:rsid w:val="00B5527B"/>
    <w:rsid w:val="00B55CCC"/>
    <w:rsid w:val="00B55E88"/>
    <w:rsid w:val="00B565D2"/>
    <w:rsid w:val="00B56620"/>
    <w:rsid w:val="00B56A59"/>
    <w:rsid w:val="00B56C9F"/>
    <w:rsid w:val="00B56F1A"/>
    <w:rsid w:val="00B56FA8"/>
    <w:rsid w:val="00B5761B"/>
    <w:rsid w:val="00B57890"/>
    <w:rsid w:val="00B57934"/>
    <w:rsid w:val="00B57E1A"/>
    <w:rsid w:val="00B57E5C"/>
    <w:rsid w:val="00B57ECE"/>
    <w:rsid w:val="00B57F56"/>
    <w:rsid w:val="00B60550"/>
    <w:rsid w:val="00B60A40"/>
    <w:rsid w:val="00B60AC0"/>
    <w:rsid w:val="00B61086"/>
    <w:rsid w:val="00B6130E"/>
    <w:rsid w:val="00B61583"/>
    <w:rsid w:val="00B61733"/>
    <w:rsid w:val="00B61C01"/>
    <w:rsid w:val="00B61E1B"/>
    <w:rsid w:val="00B61F83"/>
    <w:rsid w:val="00B62376"/>
    <w:rsid w:val="00B6267D"/>
    <w:rsid w:val="00B62945"/>
    <w:rsid w:val="00B62A61"/>
    <w:rsid w:val="00B63380"/>
    <w:rsid w:val="00B6350E"/>
    <w:rsid w:val="00B6414E"/>
    <w:rsid w:val="00B645D9"/>
    <w:rsid w:val="00B6490B"/>
    <w:rsid w:val="00B64AF6"/>
    <w:rsid w:val="00B64BFC"/>
    <w:rsid w:val="00B64CB3"/>
    <w:rsid w:val="00B64EAE"/>
    <w:rsid w:val="00B651E0"/>
    <w:rsid w:val="00B65588"/>
    <w:rsid w:val="00B66162"/>
    <w:rsid w:val="00B66267"/>
    <w:rsid w:val="00B66873"/>
    <w:rsid w:val="00B66BF2"/>
    <w:rsid w:val="00B66C91"/>
    <w:rsid w:val="00B66FDA"/>
    <w:rsid w:val="00B672C8"/>
    <w:rsid w:val="00B67480"/>
    <w:rsid w:val="00B67673"/>
    <w:rsid w:val="00B67A64"/>
    <w:rsid w:val="00B67AC4"/>
    <w:rsid w:val="00B67EB0"/>
    <w:rsid w:val="00B700BD"/>
    <w:rsid w:val="00B7023C"/>
    <w:rsid w:val="00B703CA"/>
    <w:rsid w:val="00B70D6F"/>
    <w:rsid w:val="00B70DD2"/>
    <w:rsid w:val="00B70E17"/>
    <w:rsid w:val="00B712A3"/>
    <w:rsid w:val="00B7158A"/>
    <w:rsid w:val="00B716D3"/>
    <w:rsid w:val="00B717EE"/>
    <w:rsid w:val="00B719FD"/>
    <w:rsid w:val="00B71E49"/>
    <w:rsid w:val="00B72376"/>
    <w:rsid w:val="00B72527"/>
    <w:rsid w:val="00B72C61"/>
    <w:rsid w:val="00B72DBA"/>
    <w:rsid w:val="00B72E20"/>
    <w:rsid w:val="00B73180"/>
    <w:rsid w:val="00B732F9"/>
    <w:rsid w:val="00B73C5E"/>
    <w:rsid w:val="00B73F25"/>
    <w:rsid w:val="00B73F72"/>
    <w:rsid w:val="00B73FBF"/>
    <w:rsid w:val="00B740CC"/>
    <w:rsid w:val="00B74383"/>
    <w:rsid w:val="00B74948"/>
    <w:rsid w:val="00B74AD6"/>
    <w:rsid w:val="00B74C34"/>
    <w:rsid w:val="00B74FCD"/>
    <w:rsid w:val="00B7532D"/>
    <w:rsid w:val="00B75358"/>
    <w:rsid w:val="00B75837"/>
    <w:rsid w:val="00B758CC"/>
    <w:rsid w:val="00B75944"/>
    <w:rsid w:val="00B75EB4"/>
    <w:rsid w:val="00B760DB"/>
    <w:rsid w:val="00B76319"/>
    <w:rsid w:val="00B7633C"/>
    <w:rsid w:val="00B763C8"/>
    <w:rsid w:val="00B764D7"/>
    <w:rsid w:val="00B7662E"/>
    <w:rsid w:val="00B766A4"/>
    <w:rsid w:val="00B7670E"/>
    <w:rsid w:val="00B7696F"/>
    <w:rsid w:val="00B7715E"/>
    <w:rsid w:val="00B772F8"/>
    <w:rsid w:val="00B7766B"/>
    <w:rsid w:val="00B777F4"/>
    <w:rsid w:val="00B7780B"/>
    <w:rsid w:val="00B77890"/>
    <w:rsid w:val="00B779B4"/>
    <w:rsid w:val="00B80016"/>
    <w:rsid w:val="00B80315"/>
    <w:rsid w:val="00B80792"/>
    <w:rsid w:val="00B8083F"/>
    <w:rsid w:val="00B808EE"/>
    <w:rsid w:val="00B80E4A"/>
    <w:rsid w:val="00B80F1C"/>
    <w:rsid w:val="00B80F58"/>
    <w:rsid w:val="00B810EC"/>
    <w:rsid w:val="00B81189"/>
    <w:rsid w:val="00B81552"/>
    <w:rsid w:val="00B81671"/>
    <w:rsid w:val="00B81767"/>
    <w:rsid w:val="00B8191C"/>
    <w:rsid w:val="00B81A0D"/>
    <w:rsid w:val="00B81C7D"/>
    <w:rsid w:val="00B81C97"/>
    <w:rsid w:val="00B81D42"/>
    <w:rsid w:val="00B81F60"/>
    <w:rsid w:val="00B826AF"/>
    <w:rsid w:val="00B82783"/>
    <w:rsid w:val="00B827A7"/>
    <w:rsid w:val="00B8287E"/>
    <w:rsid w:val="00B82F32"/>
    <w:rsid w:val="00B830B4"/>
    <w:rsid w:val="00B831A9"/>
    <w:rsid w:val="00B83455"/>
    <w:rsid w:val="00B8364D"/>
    <w:rsid w:val="00B8389F"/>
    <w:rsid w:val="00B83C65"/>
    <w:rsid w:val="00B83DC2"/>
    <w:rsid w:val="00B83EBF"/>
    <w:rsid w:val="00B83FD9"/>
    <w:rsid w:val="00B84262"/>
    <w:rsid w:val="00B846F6"/>
    <w:rsid w:val="00B847C7"/>
    <w:rsid w:val="00B858EE"/>
    <w:rsid w:val="00B85E67"/>
    <w:rsid w:val="00B860B8"/>
    <w:rsid w:val="00B86775"/>
    <w:rsid w:val="00B86CB3"/>
    <w:rsid w:val="00B86E75"/>
    <w:rsid w:val="00B86F63"/>
    <w:rsid w:val="00B87083"/>
    <w:rsid w:val="00B873A2"/>
    <w:rsid w:val="00B8764A"/>
    <w:rsid w:val="00B87DB4"/>
    <w:rsid w:val="00B87E2F"/>
    <w:rsid w:val="00B904BA"/>
    <w:rsid w:val="00B907F7"/>
    <w:rsid w:val="00B90961"/>
    <w:rsid w:val="00B91196"/>
    <w:rsid w:val="00B911FB"/>
    <w:rsid w:val="00B91FAB"/>
    <w:rsid w:val="00B9233C"/>
    <w:rsid w:val="00B92CA4"/>
    <w:rsid w:val="00B92E3F"/>
    <w:rsid w:val="00B93190"/>
    <w:rsid w:val="00B93524"/>
    <w:rsid w:val="00B935D9"/>
    <w:rsid w:val="00B93844"/>
    <w:rsid w:val="00B9384C"/>
    <w:rsid w:val="00B93CBA"/>
    <w:rsid w:val="00B93F62"/>
    <w:rsid w:val="00B94226"/>
    <w:rsid w:val="00B942A0"/>
    <w:rsid w:val="00B94549"/>
    <w:rsid w:val="00B94572"/>
    <w:rsid w:val="00B94B88"/>
    <w:rsid w:val="00B94DAF"/>
    <w:rsid w:val="00B94E92"/>
    <w:rsid w:val="00B954D5"/>
    <w:rsid w:val="00B956D1"/>
    <w:rsid w:val="00B95D46"/>
    <w:rsid w:val="00B95E98"/>
    <w:rsid w:val="00B961F6"/>
    <w:rsid w:val="00B9622B"/>
    <w:rsid w:val="00B9631E"/>
    <w:rsid w:val="00B96C1F"/>
    <w:rsid w:val="00B9739D"/>
    <w:rsid w:val="00B976FF"/>
    <w:rsid w:val="00B97A22"/>
    <w:rsid w:val="00B97B0B"/>
    <w:rsid w:val="00B97B9B"/>
    <w:rsid w:val="00B97E1E"/>
    <w:rsid w:val="00BA009E"/>
    <w:rsid w:val="00BA04AA"/>
    <w:rsid w:val="00BA0675"/>
    <w:rsid w:val="00BA0A94"/>
    <w:rsid w:val="00BA0ABE"/>
    <w:rsid w:val="00BA11BB"/>
    <w:rsid w:val="00BA11D7"/>
    <w:rsid w:val="00BA1317"/>
    <w:rsid w:val="00BA1333"/>
    <w:rsid w:val="00BA139C"/>
    <w:rsid w:val="00BA15D5"/>
    <w:rsid w:val="00BA194E"/>
    <w:rsid w:val="00BA1C40"/>
    <w:rsid w:val="00BA1DE0"/>
    <w:rsid w:val="00BA2077"/>
    <w:rsid w:val="00BA2247"/>
    <w:rsid w:val="00BA24B3"/>
    <w:rsid w:val="00BA255E"/>
    <w:rsid w:val="00BA2CE4"/>
    <w:rsid w:val="00BA2ED2"/>
    <w:rsid w:val="00BA3225"/>
    <w:rsid w:val="00BA369B"/>
    <w:rsid w:val="00BA38AF"/>
    <w:rsid w:val="00BA39DD"/>
    <w:rsid w:val="00BA3D51"/>
    <w:rsid w:val="00BA3F81"/>
    <w:rsid w:val="00BA3FD3"/>
    <w:rsid w:val="00BA4524"/>
    <w:rsid w:val="00BA46AA"/>
    <w:rsid w:val="00BA4773"/>
    <w:rsid w:val="00BA48D3"/>
    <w:rsid w:val="00BA4970"/>
    <w:rsid w:val="00BA4FB0"/>
    <w:rsid w:val="00BA551C"/>
    <w:rsid w:val="00BA592A"/>
    <w:rsid w:val="00BA599D"/>
    <w:rsid w:val="00BA5C80"/>
    <w:rsid w:val="00BA5E8C"/>
    <w:rsid w:val="00BA619B"/>
    <w:rsid w:val="00BA65C7"/>
    <w:rsid w:val="00BA6B11"/>
    <w:rsid w:val="00BA7300"/>
    <w:rsid w:val="00BA74F9"/>
    <w:rsid w:val="00BA750A"/>
    <w:rsid w:val="00BA7607"/>
    <w:rsid w:val="00BA7745"/>
    <w:rsid w:val="00BA7C71"/>
    <w:rsid w:val="00BA7F6F"/>
    <w:rsid w:val="00BB011E"/>
    <w:rsid w:val="00BB021E"/>
    <w:rsid w:val="00BB04BF"/>
    <w:rsid w:val="00BB060A"/>
    <w:rsid w:val="00BB074F"/>
    <w:rsid w:val="00BB07D4"/>
    <w:rsid w:val="00BB08B0"/>
    <w:rsid w:val="00BB0A8D"/>
    <w:rsid w:val="00BB0B20"/>
    <w:rsid w:val="00BB0FE1"/>
    <w:rsid w:val="00BB10BD"/>
    <w:rsid w:val="00BB167F"/>
    <w:rsid w:val="00BB17B7"/>
    <w:rsid w:val="00BB17CC"/>
    <w:rsid w:val="00BB1B88"/>
    <w:rsid w:val="00BB1ECC"/>
    <w:rsid w:val="00BB2447"/>
    <w:rsid w:val="00BB2552"/>
    <w:rsid w:val="00BB25C4"/>
    <w:rsid w:val="00BB28A6"/>
    <w:rsid w:val="00BB2A37"/>
    <w:rsid w:val="00BB2AAB"/>
    <w:rsid w:val="00BB2F23"/>
    <w:rsid w:val="00BB310B"/>
    <w:rsid w:val="00BB320F"/>
    <w:rsid w:val="00BB35E6"/>
    <w:rsid w:val="00BB35E8"/>
    <w:rsid w:val="00BB36D9"/>
    <w:rsid w:val="00BB3894"/>
    <w:rsid w:val="00BB3A1A"/>
    <w:rsid w:val="00BB3E64"/>
    <w:rsid w:val="00BB4084"/>
    <w:rsid w:val="00BB4BA9"/>
    <w:rsid w:val="00BB5189"/>
    <w:rsid w:val="00BB5380"/>
    <w:rsid w:val="00BB5615"/>
    <w:rsid w:val="00BB5839"/>
    <w:rsid w:val="00BB667D"/>
    <w:rsid w:val="00BB66E4"/>
    <w:rsid w:val="00BB66FA"/>
    <w:rsid w:val="00BB6924"/>
    <w:rsid w:val="00BB69C0"/>
    <w:rsid w:val="00BB6B81"/>
    <w:rsid w:val="00BB6DB0"/>
    <w:rsid w:val="00BB6FE4"/>
    <w:rsid w:val="00BB7137"/>
    <w:rsid w:val="00BB738C"/>
    <w:rsid w:val="00BB786F"/>
    <w:rsid w:val="00BB7989"/>
    <w:rsid w:val="00BB7B5F"/>
    <w:rsid w:val="00BB7D94"/>
    <w:rsid w:val="00BC0083"/>
    <w:rsid w:val="00BC0241"/>
    <w:rsid w:val="00BC0337"/>
    <w:rsid w:val="00BC0433"/>
    <w:rsid w:val="00BC0790"/>
    <w:rsid w:val="00BC096F"/>
    <w:rsid w:val="00BC09E5"/>
    <w:rsid w:val="00BC0A9C"/>
    <w:rsid w:val="00BC0BAE"/>
    <w:rsid w:val="00BC0EF1"/>
    <w:rsid w:val="00BC13A0"/>
    <w:rsid w:val="00BC14C3"/>
    <w:rsid w:val="00BC1C59"/>
    <w:rsid w:val="00BC2170"/>
    <w:rsid w:val="00BC2306"/>
    <w:rsid w:val="00BC2327"/>
    <w:rsid w:val="00BC2E8D"/>
    <w:rsid w:val="00BC3034"/>
    <w:rsid w:val="00BC33E5"/>
    <w:rsid w:val="00BC3451"/>
    <w:rsid w:val="00BC39E0"/>
    <w:rsid w:val="00BC480C"/>
    <w:rsid w:val="00BC4AA6"/>
    <w:rsid w:val="00BC4DCF"/>
    <w:rsid w:val="00BC4E1A"/>
    <w:rsid w:val="00BC4E85"/>
    <w:rsid w:val="00BC566F"/>
    <w:rsid w:val="00BC567F"/>
    <w:rsid w:val="00BC5833"/>
    <w:rsid w:val="00BC5AB9"/>
    <w:rsid w:val="00BC5B7C"/>
    <w:rsid w:val="00BC5DA7"/>
    <w:rsid w:val="00BC5DB5"/>
    <w:rsid w:val="00BC645A"/>
    <w:rsid w:val="00BC6584"/>
    <w:rsid w:val="00BC6858"/>
    <w:rsid w:val="00BC6A20"/>
    <w:rsid w:val="00BC6FC7"/>
    <w:rsid w:val="00BC7083"/>
    <w:rsid w:val="00BC78A5"/>
    <w:rsid w:val="00BD0461"/>
    <w:rsid w:val="00BD052D"/>
    <w:rsid w:val="00BD0678"/>
    <w:rsid w:val="00BD07C2"/>
    <w:rsid w:val="00BD0894"/>
    <w:rsid w:val="00BD0B61"/>
    <w:rsid w:val="00BD1928"/>
    <w:rsid w:val="00BD1A3D"/>
    <w:rsid w:val="00BD1B6A"/>
    <w:rsid w:val="00BD1C34"/>
    <w:rsid w:val="00BD1D62"/>
    <w:rsid w:val="00BD2645"/>
    <w:rsid w:val="00BD274F"/>
    <w:rsid w:val="00BD2805"/>
    <w:rsid w:val="00BD2858"/>
    <w:rsid w:val="00BD292C"/>
    <w:rsid w:val="00BD2BF1"/>
    <w:rsid w:val="00BD3076"/>
    <w:rsid w:val="00BD313F"/>
    <w:rsid w:val="00BD329B"/>
    <w:rsid w:val="00BD3371"/>
    <w:rsid w:val="00BD39F8"/>
    <w:rsid w:val="00BD3A50"/>
    <w:rsid w:val="00BD3DE4"/>
    <w:rsid w:val="00BD3E3D"/>
    <w:rsid w:val="00BD4C46"/>
    <w:rsid w:val="00BD5271"/>
    <w:rsid w:val="00BD55A9"/>
    <w:rsid w:val="00BD580B"/>
    <w:rsid w:val="00BD59C1"/>
    <w:rsid w:val="00BD5B54"/>
    <w:rsid w:val="00BD5F0A"/>
    <w:rsid w:val="00BD5F68"/>
    <w:rsid w:val="00BD6460"/>
    <w:rsid w:val="00BD67A8"/>
    <w:rsid w:val="00BD6AF2"/>
    <w:rsid w:val="00BD6B8F"/>
    <w:rsid w:val="00BD6FB8"/>
    <w:rsid w:val="00BD708A"/>
    <w:rsid w:val="00BD70A5"/>
    <w:rsid w:val="00BD77A6"/>
    <w:rsid w:val="00BD7E85"/>
    <w:rsid w:val="00BE0110"/>
    <w:rsid w:val="00BE044A"/>
    <w:rsid w:val="00BE046C"/>
    <w:rsid w:val="00BE07F1"/>
    <w:rsid w:val="00BE09A2"/>
    <w:rsid w:val="00BE0DE3"/>
    <w:rsid w:val="00BE1458"/>
    <w:rsid w:val="00BE16AB"/>
    <w:rsid w:val="00BE17E3"/>
    <w:rsid w:val="00BE1949"/>
    <w:rsid w:val="00BE1CE0"/>
    <w:rsid w:val="00BE1D27"/>
    <w:rsid w:val="00BE1F44"/>
    <w:rsid w:val="00BE235F"/>
    <w:rsid w:val="00BE2524"/>
    <w:rsid w:val="00BE25B7"/>
    <w:rsid w:val="00BE312C"/>
    <w:rsid w:val="00BE32D9"/>
    <w:rsid w:val="00BE3323"/>
    <w:rsid w:val="00BE3528"/>
    <w:rsid w:val="00BE373B"/>
    <w:rsid w:val="00BE3791"/>
    <w:rsid w:val="00BE3AB1"/>
    <w:rsid w:val="00BE3E19"/>
    <w:rsid w:val="00BE454D"/>
    <w:rsid w:val="00BE46A9"/>
    <w:rsid w:val="00BE4901"/>
    <w:rsid w:val="00BE55EC"/>
    <w:rsid w:val="00BE570E"/>
    <w:rsid w:val="00BE58C5"/>
    <w:rsid w:val="00BE5AE9"/>
    <w:rsid w:val="00BE5D29"/>
    <w:rsid w:val="00BE6187"/>
    <w:rsid w:val="00BE61C2"/>
    <w:rsid w:val="00BE6317"/>
    <w:rsid w:val="00BE642D"/>
    <w:rsid w:val="00BE65A0"/>
    <w:rsid w:val="00BE6654"/>
    <w:rsid w:val="00BE681A"/>
    <w:rsid w:val="00BE6879"/>
    <w:rsid w:val="00BE6926"/>
    <w:rsid w:val="00BE6B48"/>
    <w:rsid w:val="00BE6C9E"/>
    <w:rsid w:val="00BE6F17"/>
    <w:rsid w:val="00BE6F34"/>
    <w:rsid w:val="00BE7094"/>
    <w:rsid w:val="00BE70EC"/>
    <w:rsid w:val="00BE740C"/>
    <w:rsid w:val="00BE744D"/>
    <w:rsid w:val="00BE7497"/>
    <w:rsid w:val="00BE7534"/>
    <w:rsid w:val="00BE75A8"/>
    <w:rsid w:val="00BE782A"/>
    <w:rsid w:val="00BE79D9"/>
    <w:rsid w:val="00BE7AD4"/>
    <w:rsid w:val="00BE7D56"/>
    <w:rsid w:val="00BE7F89"/>
    <w:rsid w:val="00BF04E4"/>
    <w:rsid w:val="00BF055D"/>
    <w:rsid w:val="00BF0A8A"/>
    <w:rsid w:val="00BF0F8C"/>
    <w:rsid w:val="00BF13DB"/>
    <w:rsid w:val="00BF147F"/>
    <w:rsid w:val="00BF149F"/>
    <w:rsid w:val="00BF197B"/>
    <w:rsid w:val="00BF19C2"/>
    <w:rsid w:val="00BF1AF2"/>
    <w:rsid w:val="00BF1B56"/>
    <w:rsid w:val="00BF1F6D"/>
    <w:rsid w:val="00BF22CE"/>
    <w:rsid w:val="00BF2A34"/>
    <w:rsid w:val="00BF2A5B"/>
    <w:rsid w:val="00BF2AE8"/>
    <w:rsid w:val="00BF2E87"/>
    <w:rsid w:val="00BF34DD"/>
    <w:rsid w:val="00BF354F"/>
    <w:rsid w:val="00BF356A"/>
    <w:rsid w:val="00BF3F75"/>
    <w:rsid w:val="00BF4087"/>
    <w:rsid w:val="00BF41EC"/>
    <w:rsid w:val="00BF42AF"/>
    <w:rsid w:val="00BF449E"/>
    <w:rsid w:val="00BF472D"/>
    <w:rsid w:val="00BF4745"/>
    <w:rsid w:val="00BF49DB"/>
    <w:rsid w:val="00BF4B66"/>
    <w:rsid w:val="00BF4D4A"/>
    <w:rsid w:val="00BF4FC1"/>
    <w:rsid w:val="00BF4FDB"/>
    <w:rsid w:val="00BF5316"/>
    <w:rsid w:val="00BF55C6"/>
    <w:rsid w:val="00BF56FE"/>
    <w:rsid w:val="00BF5721"/>
    <w:rsid w:val="00BF5898"/>
    <w:rsid w:val="00BF5C01"/>
    <w:rsid w:val="00BF62B3"/>
    <w:rsid w:val="00BF6330"/>
    <w:rsid w:val="00BF6485"/>
    <w:rsid w:val="00BF654B"/>
    <w:rsid w:val="00BF65C2"/>
    <w:rsid w:val="00BF6B2D"/>
    <w:rsid w:val="00BF745B"/>
    <w:rsid w:val="00BF7661"/>
    <w:rsid w:val="00BF7999"/>
    <w:rsid w:val="00BF7D97"/>
    <w:rsid w:val="00C00423"/>
    <w:rsid w:val="00C0077D"/>
    <w:rsid w:val="00C00DBC"/>
    <w:rsid w:val="00C00DF3"/>
    <w:rsid w:val="00C00F1C"/>
    <w:rsid w:val="00C0148B"/>
    <w:rsid w:val="00C01A59"/>
    <w:rsid w:val="00C01CD4"/>
    <w:rsid w:val="00C01F44"/>
    <w:rsid w:val="00C0213D"/>
    <w:rsid w:val="00C022DE"/>
    <w:rsid w:val="00C0294B"/>
    <w:rsid w:val="00C02A03"/>
    <w:rsid w:val="00C02C61"/>
    <w:rsid w:val="00C02FC6"/>
    <w:rsid w:val="00C030DC"/>
    <w:rsid w:val="00C030FE"/>
    <w:rsid w:val="00C03EE5"/>
    <w:rsid w:val="00C03FE9"/>
    <w:rsid w:val="00C042A3"/>
    <w:rsid w:val="00C04733"/>
    <w:rsid w:val="00C04B4E"/>
    <w:rsid w:val="00C04B7C"/>
    <w:rsid w:val="00C04D05"/>
    <w:rsid w:val="00C04F89"/>
    <w:rsid w:val="00C05151"/>
    <w:rsid w:val="00C0547E"/>
    <w:rsid w:val="00C05C6F"/>
    <w:rsid w:val="00C065BD"/>
    <w:rsid w:val="00C06A4E"/>
    <w:rsid w:val="00C07052"/>
    <w:rsid w:val="00C0744C"/>
    <w:rsid w:val="00C07790"/>
    <w:rsid w:val="00C07812"/>
    <w:rsid w:val="00C07CC2"/>
    <w:rsid w:val="00C100C7"/>
    <w:rsid w:val="00C10832"/>
    <w:rsid w:val="00C10A36"/>
    <w:rsid w:val="00C10CB8"/>
    <w:rsid w:val="00C11140"/>
    <w:rsid w:val="00C112CB"/>
    <w:rsid w:val="00C1132B"/>
    <w:rsid w:val="00C113B7"/>
    <w:rsid w:val="00C113BB"/>
    <w:rsid w:val="00C114F0"/>
    <w:rsid w:val="00C115D4"/>
    <w:rsid w:val="00C119FC"/>
    <w:rsid w:val="00C1200A"/>
    <w:rsid w:val="00C120B1"/>
    <w:rsid w:val="00C12413"/>
    <w:rsid w:val="00C125D4"/>
    <w:rsid w:val="00C1269A"/>
    <w:rsid w:val="00C12891"/>
    <w:rsid w:val="00C12A73"/>
    <w:rsid w:val="00C12BB6"/>
    <w:rsid w:val="00C12C67"/>
    <w:rsid w:val="00C12D21"/>
    <w:rsid w:val="00C12E10"/>
    <w:rsid w:val="00C13283"/>
    <w:rsid w:val="00C137E3"/>
    <w:rsid w:val="00C13967"/>
    <w:rsid w:val="00C13D58"/>
    <w:rsid w:val="00C141A7"/>
    <w:rsid w:val="00C14215"/>
    <w:rsid w:val="00C14277"/>
    <w:rsid w:val="00C1483F"/>
    <w:rsid w:val="00C149EE"/>
    <w:rsid w:val="00C14B11"/>
    <w:rsid w:val="00C14BD0"/>
    <w:rsid w:val="00C15180"/>
    <w:rsid w:val="00C15282"/>
    <w:rsid w:val="00C15377"/>
    <w:rsid w:val="00C15528"/>
    <w:rsid w:val="00C15B1A"/>
    <w:rsid w:val="00C16187"/>
    <w:rsid w:val="00C16333"/>
    <w:rsid w:val="00C174B6"/>
    <w:rsid w:val="00C1774A"/>
    <w:rsid w:val="00C177B4"/>
    <w:rsid w:val="00C17826"/>
    <w:rsid w:val="00C178EB"/>
    <w:rsid w:val="00C179EA"/>
    <w:rsid w:val="00C17F07"/>
    <w:rsid w:val="00C17F80"/>
    <w:rsid w:val="00C17FE3"/>
    <w:rsid w:val="00C20141"/>
    <w:rsid w:val="00C201AD"/>
    <w:rsid w:val="00C201F1"/>
    <w:rsid w:val="00C2030C"/>
    <w:rsid w:val="00C203E6"/>
    <w:rsid w:val="00C20671"/>
    <w:rsid w:val="00C20A02"/>
    <w:rsid w:val="00C20D7D"/>
    <w:rsid w:val="00C20DE6"/>
    <w:rsid w:val="00C20EFF"/>
    <w:rsid w:val="00C20F2F"/>
    <w:rsid w:val="00C21095"/>
    <w:rsid w:val="00C210A8"/>
    <w:rsid w:val="00C211E3"/>
    <w:rsid w:val="00C216FC"/>
    <w:rsid w:val="00C21C58"/>
    <w:rsid w:val="00C21DF3"/>
    <w:rsid w:val="00C21E77"/>
    <w:rsid w:val="00C224B2"/>
    <w:rsid w:val="00C228AC"/>
    <w:rsid w:val="00C228B7"/>
    <w:rsid w:val="00C22950"/>
    <w:rsid w:val="00C22B37"/>
    <w:rsid w:val="00C22F92"/>
    <w:rsid w:val="00C2360A"/>
    <w:rsid w:val="00C2378C"/>
    <w:rsid w:val="00C23E61"/>
    <w:rsid w:val="00C241B9"/>
    <w:rsid w:val="00C24800"/>
    <w:rsid w:val="00C24ABB"/>
    <w:rsid w:val="00C24D23"/>
    <w:rsid w:val="00C24D80"/>
    <w:rsid w:val="00C24E20"/>
    <w:rsid w:val="00C24E58"/>
    <w:rsid w:val="00C252D1"/>
    <w:rsid w:val="00C257DB"/>
    <w:rsid w:val="00C2584A"/>
    <w:rsid w:val="00C2593E"/>
    <w:rsid w:val="00C25F16"/>
    <w:rsid w:val="00C260F4"/>
    <w:rsid w:val="00C2617A"/>
    <w:rsid w:val="00C26711"/>
    <w:rsid w:val="00C26736"/>
    <w:rsid w:val="00C26AFF"/>
    <w:rsid w:val="00C26B4A"/>
    <w:rsid w:val="00C27221"/>
    <w:rsid w:val="00C27485"/>
    <w:rsid w:val="00C275C3"/>
    <w:rsid w:val="00C30387"/>
    <w:rsid w:val="00C30406"/>
    <w:rsid w:val="00C3042E"/>
    <w:rsid w:val="00C304C5"/>
    <w:rsid w:val="00C30547"/>
    <w:rsid w:val="00C30929"/>
    <w:rsid w:val="00C30C77"/>
    <w:rsid w:val="00C30D30"/>
    <w:rsid w:val="00C30E9B"/>
    <w:rsid w:val="00C3108E"/>
    <w:rsid w:val="00C319D4"/>
    <w:rsid w:val="00C31A9E"/>
    <w:rsid w:val="00C31B61"/>
    <w:rsid w:val="00C31BB0"/>
    <w:rsid w:val="00C31E96"/>
    <w:rsid w:val="00C3215F"/>
    <w:rsid w:val="00C32195"/>
    <w:rsid w:val="00C32297"/>
    <w:rsid w:val="00C324F5"/>
    <w:rsid w:val="00C325A5"/>
    <w:rsid w:val="00C327ED"/>
    <w:rsid w:val="00C3291C"/>
    <w:rsid w:val="00C32B45"/>
    <w:rsid w:val="00C32B57"/>
    <w:rsid w:val="00C32D58"/>
    <w:rsid w:val="00C32EBC"/>
    <w:rsid w:val="00C32F31"/>
    <w:rsid w:val="00C333AF"/>
    <w:rsid w:val="00C33442"/>
    <w:rsid w:val="00C33685"/>
    <w:rsid w:val="00C337EB"/>
    <w:rsid w:val="00C33B26"/>
    <w:rsid w:val="00C3404C"/>
    <w:rsid w:val="00C34252"/>
    <w:rsid w:val="00C34340"/>
    <w:rsid w:val="00C34743"/>
    <w:rsid w:val="00C34925"/>
    <w:rsid w:val="00C35408"/>
    <w:rsid w:val="00C35485"/>
    <w:rsid w:val="00C35588"/>
    <w:rsid w:val="00C35674"/>
    <w:rsid w:val="00C359BC"/>
    <w:rsid w:val="00C36692"/>
    <w:rsid w:val="00C36707"/>
    <w:rsid w:val="00C36736"/>
    <w:rsid w:val="00C36780"/>
    <w:rsid w:val="00C36790"/>
    <w:rsid w:val="00C36E24"/>
    <w:rsid w:val="00C36E62"/>
    <w:rsid w:val="00C37002"/>
    <w:rsid w:val="00C3705C"/>
    <w:rsid w:val="00C370E3"/>
    <w:rsid w:val="00C37507"/>
    <w:rsid w:val="00C37583"/>
    <w:rsid w:val="00C375FB"/>
    <w:rsid w:val="00C37F0F"/>
    <w:rsid w:val="00C37F84"/>
    <w:rsid w:val="00C403E9"/>
    <w:rsid w:val="00C4074D"/>
    <w:rsid w:val="00C40E1C"/>
    <w:rsid w:val="00C410CF"/>
    <w:rsid w:val="00C416D3"/>
    <w:rsid w:val="00C41790"/>
    <w:rsid w:val="00C4182F"/>
    <w:rsid w:val="00C41D4F"/>
    <w:rsid w:val="00C42051"/>
    <w:rsid w:val="00C420B8"/>
    <w:rsid w:val="00C42822"/>
    <w:rsid w:val="00C42830"/>
    <w:rsid w:val="00C42ADF"/>
    <w:rsid w:val="00C42EE3"/>
    <w:rsid w:val="00C42F6C"/>
    <w:rsid w:val="00C430EC"/>
    <w:rsid w:val="00C44BE1"/>
    <w:rsid w:val="00C44F2F"/>
    <w:rsid w:val="00C44F6B"/>
    <w:rsid w:val="00C451E4"/>
    <w:rsid w:val="00C45615"/>
    <w:rsid w:val="00C45D4C"/>
    <w:rsid w:val="00C45D5A"/>
    <w:rsid w:val="00C45FDD"/>
    <w:rsid w:val="00C46484"/>
    <w:rsid w:val="00C4678D"/>
    <w:rsid w:val="00C46809"/>
    <w:rsid w:val="00C46A42"/>
    <w:rsid w:val="00C46D27"/>
    <w:rsid w:val="00C46DA0"/>
    <w:rsid w:val="00C47699"/>
    <w:rsid w:val="00C4770D"/>
    <w:rsid w:val="00C477B3"/>
    <w:rsid w:val="00C477F8"/>
    <w:rsid w:val="00C478B2"/>
    <w:rsid w:val="00C47ABA"/>
    <w:rsid w:val="00C47FEC"/>
    <w:rsid w:val="00C501FC"/>
    <w:rsid w:val="00C50414"/>
    <w:rsid w:val="00C509D6"/>
    <w:rsid w:val="00C50C9B"/>
    <w:rsid w:val="00C50DCD"/>
    <w:rsid w:val="00C50DE8"/>
    <w:rsid w:val="00C5118F"/>
    <w:rsid w:val="00C513E4"/>
    <w:rsid w:val="00C51765"/>
    <w:rsid w:val="00C51BBD"/>
    <w:rsid w:val="00C51F2B"/>
    <w:rsid w:val="00C521BF"/>
    <w:rsid w:val="00C52264"/>
    <w:rsid w:val="00C526EE"/>
    <w:rsid w:val="00C528CF"/>
    <w:rsid w:val="00C52AE8"/>
    <w:rsid w:val="00C52CB7"/>
    <w:rsid w:val="00C52D4F"/>
    <w:rsid w:val="00C52EFE"/>
    <w:rsid w:val="00C530C9"/>
    <w:rsid w:val="00C53416"/>
    <w:rsid w:val="00C53861"/>
    <w:rsid w:val="00C539FF"/>
    <w:rsid w:val="00C53DCB"/>
    <w:rsid w:val="00C53FE3"/>
    <w:rsid w:val="00C54806"/>
    <w:rsid w:val="00C54A36"/>
    <w:rsid w:val="00C54C02"/>
    <w:rsid w:val="00C54C12"/>
    <w:rsid w:val="00C5511E"/>
    <w:rsid w:val="00C55199"/>
    <w:rsid w:val="00C55578"/>
    <w:rsid w:val="00C55DEB"/>
    <w:rsid w:val="00C55ECB"/>
    <w:rsid w:val="00C562FF"/>
    <w:rsid w:val="00C56502"/>
    <w:rsid w:val="00C56578"/>
    <w:rsid w:val="00C56774"/>
    <w:rsid w:val="00C56A06"/>
    <w:rsid w:val="00C56DDD"/>
    <w:rsid w:val="00C5731C"/>
    <w:rsid w:val="00C57709"/>
    <w:rsid w:val="00C57E19"/>
    <w:rsid w:val="00C6040F"/>
    <w:rsid w:val="00C604CA"/>
    <w:rsid w:val="00C60614"/>
    <w:rsid w:val="00C6077C"/>
    <w:rsid w:val="00C6078D"/>
    <w:rsid w:val="00C607AA"/>
    <w:rsid w:val="00C60AA4"/>
    <w:rsid w:val="00C61328"/>
    <w:rsid w:val="00C61AB4"/>
    <w:rsid w:val="00C61ED3"/>
    <w:rsid w:val="00C6204A"/>
    <w:rsid w:val="00C621D6"/>
    <w:rsid w:val="00C622E9"/>
    <w:rsid w:val="00C62404"/>
    <w:rsid w:val="00C62462"/>
    <w:rsid w:val="00C62A87"/>
    <w:rsid w:val="00C62EBA"/>
    <w:rsid w:val="00C62F01"/>
    <w:rsid w:val="00C6302B"/>
    <w:rsid w:val="00C63169"/>
    <w:rsid w:val="00C6324D"/>
    <w:rsid w:val="00C63411"/>
    <w:rsid w:val="00C63740"/>
    <w:rsid w:val="00C637CF"/>
    <w:rsid w:val="00C63989"/>
    <w:rsid w:val="00C63A14"/>
    <w:rsid w:val="00C63A78"/>
    <w:rsid w:val="00C63BF4"/>
    <w:rsid w:val="00C63CA2"/>
    <w:rsid w:val="00C63F2D"/>
    <w:rsid w:val="00C6420A"/>
    <w:rsid w:val="00C6489F"/>
    <w:rsid w:val="00C648A7"/>
    <w:rsid w:val="00C65252"/>
    <w:rsid w:val="00C656AF"/>
    <w:rsid w:val="00C6573B"/>
    <w:rsid w:val="00C657D7"/>
    <w:rsid w:val="00C658A7"/>
    <w:rsid w:val="00C65A51"/>
    <w:rsid w:val="00C65A8E"/>
    <w:rsid w:val="00C65C5E"/>
    <w:rsid w:val="00C65CB8"/>
    <w:rsid w:val="00C65FFB"/>
    <w:rsid w:val="00C662FB"/>
    <w:rsid w:val="00C662FD"/>
    <w:rsid w:val="00C66474"/>
    <w:rsid w:val="00C6674B"/>
    <w:rsid w:val="00C6676F"/>
    <w:rsid w:val="00C667D9"/>
    <w:rsid w:val="00C66CFC"/>
    <w:rsid w:val="00C66E29"/>
    <w:rsid w:val="00C675ED"/>
    <w:rsid w:val="00C675FD"/>
    <w:rsid w:val="00C679A4"/>
    <w:rsid w:val="00C701F0"/>
    <w:rsid w:val="00C70546"/>
    <w:rsid w:val="00C70773"/>
    <w:rsid w:val="00C70967"/>
    <w:rsid w:val="00C70DC2"/>
    <w:rsid w:val="00C70DD8"/>
    <w:rsid w:val="00C70FE0"/>
    <w:rsid w:val="00C710B1"/>
    <w:rsid w:val="00C710EB"/>
    <w:rsid w:val="00C715DB"/>
    <w:rsid w:val="00C717B2"/>
    <w:rsid w:val="00C717D8"/>
    <w:rsid w:val="00C71883"/>
    <w:rsid w:val="00C71C0B"/>
    <w:rsid w:val="00C71C87"/>
    <w:rsid w:val="00C71DF9"/>
    <w:rsid w:val="00C7245D"/>
    <w:rsid w:val="00C7270B"/>
    <w:rsid w:val="00C72807"/>
    <w:rsid w:val="00C7280D"/>
    <w:rsid w:val="00C730D4"/>
    <w:rsid w:val="00C736B0"/>
    <w:rsid w:val="00C73952"/>
    <w:rsid w:val="00C73B04"/>
    <w:rsid w:val="00C73B3A"/>
    <w:rsid w:val="00C73C39"/>
    <w:rsid w:val="00C74310"/>
    <w:rsid w:val="00C743AD"/>
    <w:rsid w:val="00C74424"/>
    <w:rsid w:val="00C74499"/>
    <w:rsid w:val="00C7453C"/>
    <w:rsid w:val="00C747CE"/>
    <w:rsid w:val="00C74A56"/>
    <w:rsid w:val="00C74B37"/>
    <w:rsid w:val="00C74FB6"/>
    <w:rsid w:val="00C7500F"/>
    <w:rsid w:val="00C7528F"/>
    <w:rsid w:val="00C753FC"/>
    <w:rsid w:val="00C754C3"/>
    <w:rsid w:val="00C75605"/>
    <w:rsid w:val="00C757B8"/>
    <w:rsid w:val="00C75812"/>
    <w:rsid w:val="00C75977"/>
    <w:rsid w:val="00C75981"/>
    <w:rsid w:val="00C75E3E"/>
    <w:rsid w:val="00C76647"/>
    <w:rsid w:val="00C76877"/>
    <w:rsid w:val="00C76E5A"/>
    <w:rsid w:val="00C76EB0"/>
    <w:rsid w:val="00C77179"/>
    <w:rsid w:val="00C7779F"/>
    <w:rsid w:val="00C7784D"/>
    <w:rsid w:val="00C779E1"/>
    <w:rsid w:val="00C77F15"/>
    <w:rsid w:val="00C809A1"/>
    <w:rsid w:val="00C80AED"/>
    <w:rsid w:val="00C80C17"/>
    <w:rsid w:val="00C80D78"/>
    <w:rsid w:val="00C81034"/>
    <w:rsid w:val="00C81259"/>
    <w:rsid w:val="00C8144E"/>
    <w:rsid w:val="00C816F7"/>
    <w:rsid w:val="00C81A2F"/>
    <w:rsid w:val="00C81DA8"/>
    <w:rsid w:val="00C820E7"/>
    <w:rsid w:val="00C82130"/>
    <w:rsid w:val="00C8217D"/>
    <w:rsid w:val="00C821FC"/>
    <w:rsid w:val="00C82229"/>
    <w:rsid w:val="00C822BE"/>
    <w:rsid w:val="00C828D1"/>
    <w:rsid w:val="00C82A47"/>
    <w:rsid w:val="00C82ADD"/>
    <w:rsid w:val="00C82C62"/>
    <w:rsid w:val="00C83320"/>
    <w:rsid w:val="00C833E9"/>
    <w:rsid w:val="00C834D2"/>
    <w:rsid w:val="00C835EF"/>
    <w:rsid w:val="00C836E2"/>
    <w:rsid w:val="00C83BDF"/>
    <w:rsid w:val="00C83D5B"/>
    <w:rsid w:val="00C83E32"/>
    <w:rsid w:val="00C84106"/>
    <w:rsid w:val="00C8415F"/>
    <w:rsid w:val="00C84787"/>
    <w:rsid w:val="00C84988"/>
    <w:rsid w:val="00C850E9"/>
    <w:rsid w:val="00C8582E"/>
    <w:rsid w:val="00C85976"/>
    <w:rsid w:val="00C85AC4"/>
    <w:rsid w:val="00C85B08"/>
    <w:rsid w:val="00C85EB3"/>
    <w:rsid w:val="00C8628E"/>
    <w:rsid w:val="00C8662B"/>
    <w:rsid w:val="00C86665"/>
    <w:rsid w:val="00C868E4"/>
    <w:rsid w:val="00C86B18"/>
    <w:rsid w:val="00C86B8A"/>
    <w:rsid w:val="00C86E7F"/>
    <w:rsid w:val="00C87079"/>
    <w:rsid w:val="00C87140"/>
    <w:rsid w:val="00C8764E"/>
    <w:rsid w:val="00C87CA6"/>
    <w:rsid w:val="00C87D5F"/>
    <w:rsid w:val="00C87D90"/>
    <w:rsid w:val="00C90496"/>
    <w:rsid w:val="00C90630"/>
    <w:rsid w:val="00C907E0"/>
    <w:rsid w:val="00C914FA"/>
    <w:rsid w:val="00C918CA"/>
    <w:rsid w:val="00C920CF"/>
    <w:rsid w:val="00C9229B"/>
    <w:rsid w:val="00C924DE"/>
    <w:rsid w:val="00C92500"/>
    <w:rsid w:val="00C925A6"/>
    <w:rsid w:val="00C92999"/>
    <w:rsid w:val="00C92C48"/>
    <w:rsid w:val="00C92C65"/>
    <w:rsid w:val="00C92D3C"/>
    <w:rsid w:val="00C9335E"/>
    <w:rsid w:val="00C937BF"/>
    <w:rsid w:val="00C943D6"/>
    <w:rsid w:val="00C94BCC"/>
    <w:rsid w:val="00C94CAB"/>
    <w:rsid w:val="00C94D2B"/>
    <w:rsid w:val="00C95328"/>
    <w:rsid w:val="00C95782"/>
    <w:rsid w:val="00C95AF8"/>
    <w:rsid w:val="00C95C93"/>
    <w:rsid w:val="00C96333"/>
    <w:rsid w:val="00C9663E"/>
    <w:rsid w:val="00C96751"/>
    <w:rsid w:val="00C96774"/>
    <w:rsid w:val="00C96CED"/>
    <w:rsid w:val="00C9702C"/>
    <w:rsid w:val="00C97130"/>
    <w:rsid w:val="00C9717E"/>
    <w:rsid w:val="00C9745F"/>
    <w:rsid w:val="00C97855"/>
    <w:rsid w:val="00C97BCD"/>
    <w:rsid w:val="00CA0403"/>
    <w:rsid w:val="00CA0579"/>
    <w:rsid w:val="00CA06C3"/>
    <w:rsid w:val="00CA06E5"/>
    <w:rsid w:val="00CA09EB"/>
    <w:rsid w:val="00CA0C2F"/>
    <w:rsid w:val="00CA0CF4"/>
    <w:rsid w:val="00CA15D7"/>
    <w:rsid w:val="00CA17CB"/>
    <w:rsid w:val="00CA1971"/>
    <w:rsid w:val="00CA1CA9"/>
    <w:rsid w:val="00CA24DD"/>
    <w:rsid w:val="00CA2E8C"/>
    <w:rsid w:val="00CA307F"/>
    <w:rsid w:val="00CA3203"/>
    <w:rsid w:val="00CA35BD"/>
    <w:rsid w:val="00CA362A"/>
    <w:rsid w:val="00CA3791"/>
    <w:rsid w:val="00CA47E7"/>
    <w:rsid w:val="00CA4847"/>
    <w:rsid w:val="00CA4A6D"/>
    <w:rsid w:val="00CA4AE9"/>
    <w:rsid w:val="00CA5063"/>
    <w:rsid w:val="00CA5483"/>
    <w:rsid w:val="00CA588D"/>
    <w:rsid w:val="00CA58C5"/>
    <w:rsid w:val="00CA59D3"/>
    <w:rsid w:val="00CA5A17"/>
    <w:rsid w:val="00CA62CA"/>
    <w:rsid w:val="00CA62DF"/>
    <w:rsid w:val="00CA6CD7"/>
    <w:rsid w:val="00CA6D46"/>
    <w:rsid w:val="00CA6DB6"/>
    <w:rsid w:val="00CA6F08"/>
    <w:rsid w:val="00CA7632"/>
    <w:rsid w:val="00CA7A00"/>
    <w:rsid w:val="00CA7A4F"/>
    <w:rsid w:val="00CA7BB1"/>
    <w:rsid w:val="00CB0DCD"/>
    <w:rsid w:val="00CB166E"/>
    <w:rsid w:val="00CB1EA3"/>
    <w:rsid w:val="00CB27A0"/>
    <w:rsid w:val="00CB291B"/>
    <w:rsid w:val="00CB2A4B"/>
    <w:rsid w:val="00CB2AB5"/>
    <w:rsid w:val="00CB2FAB"/>
    <w:rsid w:val="00CB3204"/>
    <w:rsid w:val="00CB32E1"/>
    <w:rsid w:val="00CB3469"/>
    <w:rsid w:val="00CB35A1"/>
    <w:rsid w:val="00CB3902"/>
    <w:rsid w:val="00CB3CB8"/>
    <w:rsid w:val="00CB41D5"/>
    <w:rsid w:val="00CB48E5"/>
    <w:rsid w:val="00CB4911"/>
    <w:rsid w:val="00CB4DAE"/>
    <w:rsid w:val="00CB520B"/>
    <w:rsid w:val="00CB54BB"/>
    <w:rsid w:val="00CB58F5"/>
    <w:rsid w:val="00CB5AD8"/>
    <w:rsid w:val="00CB5CBD"/>
    <w:rsid w:val="00CB6138"/>
    <w:rsid w:val="00CB6671"/>
    <w:rsid w:val="00CB685E"/>
    <w:rsid w:val="00CB696C"/>
    <w:rsid w:val="00CB7361"/>
    <w:rsid w:val="00CB7884"/>
    <w:rsid w:val="00CB7921"/>
    <w:rsid w:val="00CB7999"/>
    <w:rsid w:val="00CB7AD6"/>
    <w:rsid w:val="00CB7F18"/>
    <w:rsid w:val="00CB7FF6"/>
    <w:rsid w:val="00CC02E7"/>
    <w:rsid w:val="00CC02EC"/>
    <w:rsid w:val="00CC0382"/>
    <w:rsid w:val="00CC0414"/>
    <w:rsid w:val="00CC047D"/>
    <w:rsid w:val="00CC076C"/>
    <w:rsid w:val="00CC0E69"/>
    <w:rsid w:val="00CC115A"/>
    <w:rsid w:val="00CC1367"/>
    <w:rsid w:val="00CC1501"/>
    <w:rsid w:val="00CC18B1"/>
    <w:rsid w:val="00CC18E0"/>
    <w:rsid w:val="00CC1A79"/>
    <w:rsid w:val="00CC1AAA"/>
    <w:rsid w:val="00CC1C3C"/>
    <w:rsid w:val="00CC1E0E"/>
    <w:rsid w:val="00CC21D0"/>
    <w:rsid w:val="00CC246D"/>
    <w:rsid w:val="00CC25DE"/>
    <w:rsid w:val="00CC289C"/>
    <w:rsid w:val="00CC2B0F"/>
    <w:rsid w:val="00CC2E5D"/>
    <w:rsid w:val="00CC307F"/>
    <w:rsid w:val="00CC33ED"/>
    <w:rsid w:val="00CC36BE"/>
    <w:rsid w:val="00CC371C"/>
    <w:rsid w:val="00CC3B8E"/>
    <w:rsid w:val="00CC3D85"/>
    <w:rsid w:val="00CC3EAD"/>
    <w:rsid w:val="00CC46C7"/>
    <w:rsid w:val="00CC476F"/>
    <w:rsid w:val="00CC4931"/>
    <w:rsid w:val="00CC4D15"/>
    <w:rsid w:val="00CC53B3"/>
    <w:rsid w:val="00CC5CDB"/>
    <w:rsid w:val="00CC5FA3"/>
    <w:rsid w:val="00CC64A5"/>
    <w:rsid w:val="00CC6601"/>
    <w:rsid w:val="00CC67A2"/>
    <w:rsid w:val="00CC696B"/>
    <w:rsid w:val="00CC69CF"/>
    <w:rsid w:val="00CC69E4"/>
    <w:rsid w:val="00CC6A2F"/>
    <w:rsid w:val="00CC78CC"/>
    <w:rsid w:val="00CC79E2"/>
    <w:rsid w:val="00CC7AFF"/>
    <w:rsid w:val="00CC7BA5"/>
    <w:rsid w:val="00CC7BD4"/>
    <w:rsid w:val="00CC7DAA"/>
    <w:rsid w:val="00CC7E82"/>
    <w:rsid w:val="00CD00EC"/>
    <w:rsid w:val="00CD0176"/>
    <w:rsid w:val="00CD0370"/>
    <w:rsid w:val="00CD0373"/>
    <w:rsid w:val="00CD039F"/>
    <w:rsid w:val="00CD06B7"/>
    <w:rsid w:val="00CD0701"/>
    <w:rsid w:val="00CD085D"/>
    <w:rsid w:val="00CD0946"/>
    <w:rsid w:val="00CD0B58"/>
    <w:rsid w:val="00CD0E43"/>
    <w:rsid w:val="00CD1046"/>
    <w:rsid w:val="00CD125E"/>
    <w:rsid w:val="00CD127C"/>
    <w:rsid w:val="00CD133A"/>
    <w:rsid w:val="00CD149A"/>
    <w:rsid w:val="00CD14E3"/>
    <w:rsid w:val="00CD16BA"/>
    <w:rsid w:val="00CD1AF9"/>
    <w:rsid w:val="00CD1B52"/>
    <w:rsid w:val="00CD1E93"/>
    <w:rsid w:val="00CD220F"/>
    <w:rsid w:val="00CD22A0"/>
    <w:rsid w:val="00CD28ED"/>
    <w:rsid w:val="00CD2CD9"/>
    <w:rsid w:val="00CD2CEC"/>
    <w:rsid w:val="00CD2DE1"/>
    <w:rsid w:val="00CD2F0F"/>
    <w:rsid w:val="00CD2F44"/>
    <w:rsid w:val="00CD3490"/>
    <w:rsid w:val="00CD39E7"/>
    <w:rsid w:val="00CD3C36"/>
    <w:rsid w:val="00CD3E25"/>
    <w:rsid w:val="00CD4179"/>
    <w:rsid w:val="00CD43B3"/>
    <w:rsid w:val="00CD4833"/>
    <w:rsid w:val="00CD48CF"/>
    <w:rsid w:val="00CD4A32"/>
    <w:rsid w:val="00CD4B17"/>
    <w:rsid w:val="00CD4E5D"/>
    <w:rsid w:val="00CD51BD"/>
    <w:rsid w:val="00CD5288"/>
    <w:rsid w:val="00CD53EB"/>
    <w:rsid w:val="00CD56AB"/>
    <w:rsid w:val="00CD59D6"/>
    <w:rsid w:val="00CD5CEE"/>
    <w:rsid w:val="00CD5E8D"/>
    <w:rsid w:val="00CD5F2A"/>
    <w:rsid w:val="00CD60F2"/>
    <w:rsid w:val="00CD6555"/>
    <w:rsid w:val="00CD67C0"/>
    <w:rsid w:val="00CD6920"/>
    <w:rsid w:val="00CD6ACC"/>
    <w:rsid w:val="00CD6B50"/>
    <w:rsid w:val="00CD6C2C"/>
    <w:rsid w:val="00CD6E49"/>
    <w:rsid w:val="00CD71E6"/>
    <w:rsid w:val="00CD7432"/>
    <w:rsid w:val="00CD770C"/>
    <w:rsid w:val="00CD78AD"/>
    <w:rsid w:val="00CD78E0"/>
    <w:rsid w:val="00CE001F"/>
    <w:rsid w:val="00CE01BD"/>
    <w:rsid w:val="00CE0300"/>
    <w:rsid w:val="00CE044C"/>
    <w:rsid w:val="00CE0BC7"/>
    <w:rsid w:val="00CE0D90"/>
    <w:rsid w:val="00CE0FDD"/>
    <w:rsid w:val="00CE112C"/>
    <w:rsid w:val="00CE1182"/>
    <w:rsid w:val="00CE13FB"/>
    <w:rsid w:val="00CE14C7"/>
    <w:rsid w:val="00CE1C43"/>
    <w:rsid w:val="00CE1CC0"/>
    <w:rsid w:val="00CE1DC5"/>
    <w:rsid w:val="00CE1E7A"/>
    <w:rsid w:val="00CE20D8"/>
    <w:rsid w:val="00CE2344"/>
    <w:rsid w:val="00CE248A"/>
    <w:rsid w:val="00CE271E"/>
    <w:rsid w:val="00CE287E"/>
    <w:rsid w:val="00CE2AA6"/>
    <w:rsid w:val="00CE2C31"/>
    <w:rsid w:val="00CE2E9A"/>
    <w:rsid w:val="00CE2F25"/>
    <w:rsid w:val="00CE3218"/>
    <w:rsid w:val="00CE3221"/>
    <w:rsid w:val="00CE34BB"/>
    <w:rsid w:val="00CE37F2"/>
    <w:rsid w:val="00CE3806"/>
    <w:rsid w:val="00CE3A5D"/>
    <w:rsid w:val="00CE4B00"/>
    <w:rsid w:val="00CE4E25"/>
    <w:rsid w:val="00CE4E39"/>
    <w:rsid w:val="00CE4FEC"/>
    <w:rsid w:val="00CE52F4"/>
    <w:rsid w:val="00CE542D"/>
    <w:rsid w:val="00CE57D9"/>
    <w:rsid w:val="00CE5996"/>
    <w:rsid w:val="00CE5CAF"/>
    <w:rsid w:val="00CE5F51"/>
    <w:rsid w:val="00CE6301"/>
    <w:rsid w:val="00CE66BD"/>
    <w:rsid w:val="00CE66E8"/>
    <w:rsid w:val="00CE6D90"/>
    <w:rsid w:val="00CE6FF3"/>
    <w:rsid w:val="00CE72D6"/>
    <w:rsid w:val="00CE7431"/>
    <w:rsid w:val="00CE7493"/>
    <w:rsid w:val="00CF0275"/>
    <w:rsid w:val="00CF04BA"/>
    <w:rsid w:val="00CF059E"/>
    <w:rsid w:val="00CF0718"/>
    <w:rsid w:val="00CF0B07"/>
    <w:rsid w:val="00CF0E08"/>
    <w:rsid w:val="00CF10A4"/>
    <w:rsid w:val="00CF11D2"/>
    <w:rsid w:val="00CF16A7"/>
    <w:rsid w:val="00CF1EFF"/>
    <w:rsid w:val="00CF20BD"/>
    <w:rsid w:val="00CF2231"/>
    <w:rsid w:val="00CF2EA1"/>
    <w:rsid w:val="00CF301A"/>
    <w:rsid w:val="00CF3208"/>
    <w:rsid w:val="00CF32B4"/>
    <w:rsid w:val="00CF331C"/>
    <w:rsid w:val="00CF35E2"/>
    <w:rsid w:val="00CF3979"/>
    <w:rsid w:val="00CF3ADD"/>
    <w:rsid w:val="00CF3DA8"/>
    <w:rsid w:val="00CF3E80"/>
    <w:rsid w:val="00CF405B"/>
    <w:rsid w:val="00CF44A8"/>
    <w:rsid w:val="00CF44BC"/>
    <w:rsid w:val="00CF466C"/>
    <w:rsid w:val="00CF4CF7"/>
    <w:rsid w:val="00CF521D"/>
    <w:rsid w:val="00CF52A1"/>
    <w:rsid w:val="00CF52A2"/>
    <w:rsid w:val="00CF57BD"/>
    <w:rsid w:val="00CF5825"/>
    <w:rsid w:val="00CF5A96"/>
    <w:rsid w:val="00CF5B7D"/>
    <w:rsid w:val="00CF5E99"/>
    <w:rsid w:val="00CF6032"/>
    <w:rsid w:val="00CF62EB"/>
    <w:rsid w:val="00CF6441"/>
    <w:rsid w:val="00CF65CB"/>
    <w:rsid w:val="00CF67B1"/>
    <w:rsid w:val="00CF6C2B"/>
    <w:rsid w:val="00CF6C6C"/>
    <w:rsid w:val="00CF7337"/>
    <w:rsid w:val="00CF76A4"/>
    <w:rsid w:val="00CF76E9"/>
    <w:rsid w:val="00CF7B47"/>
    <w:rsid w:val="00CF7C43"/>
    <w:rsid w:val="00CF7D28"/>
    <w:rsid w:val="00D00007"/>
    <w:rsid w:val="00D00629"/>
    <w:rsid w:val="00D00774"/>
    <w:rsid w:val="00D0096A"/>
    <w:rsid w:val="00D00B3D"/>
    <w:rsid w:val="00D00BB8"/>
    <w:rsid w:val="00D00C03"/>
    <w:rsid w:val="00D00E39"/>
    <w:rsid w:val="00D0163A"/>
    <w:rsid w:val="00D01669"/>
    <w:rsid w:val="00D0190F"/>
    <w:rsid w:val="00D019D8"/>
    <w:rsid w:val="00D01A3A"/>
    <w:rsid w:val="00D01AD9"/>
    <w:rsid w:val="00D01DB9"/>
    <w:rsid w:val="00D020FC"/>
    <w:rsid w:val="00D02331"/>
    <w:rsid w:val="00D030A5"/>
    <w:rsid w:val="00D030B1"/>
    <w:rsid w:val="00D03334"/>
    <w:rsid w:val="00D03574"/>
    <w:rsid w:val="00D0370C"/>
    <w:rsid w:val="00D037C2"/>
    <w:rsid w:val="00D03815"/>
    <w:rsid w:val="00D038F9"/>
    <w:rsid w:val="00D03F43"/>
    <w:rsid w:val="00D03F4A"/>
    <w:rsid w:val="00D04075"/>
    <w:rsid w:val="00D044E0"/>
    <w:rsid w:val="00D04752"/>
    <w:rsid w:val="00D0481E"/>
    <w:rsid w:val="00D04BE5"/>
    <w:rsid w:val="00D04CA1"/>
    <w:rsid w:val="00D04F38"/>
    <w:rsid w:val="00D0528C"/>
    <w:rsid w:val="00D0581C"/>
    <w:rsid w:val="00D05A0E"/>
    <w:rsid w:val="00D0667D"/>
    <w:rsid w:val="00D06735"/>
    <w:rsid w:val="00D06962"/>
    <w:rsid w:val="00D069E9"/>
    <w:rsid w:val="00D06A3D"/>
    <w:rsid w:val="00D06B0C"/>
    <w:rsid w:val="00D06CD2"/>
    <w:rsid w:val="00D06FC0"/>
    <w:rsid w:val="00D0742E"/>
    <w:rsid w:val="00D077ED"/>
    <w:rsid w:val="00D079F7"/>
    <w:rsid w:val="00D07BED"/>
    <w:rsid w:val="00D07DF1"/>
    <w:rsid w:val="00D104DC"/>
    <w:rsid w:val="00D108CB"/>
    <w:rsid w:val="00D10A55"/>
    <w:rsid w:val="00D10C27"/>
    <w:rsid w:val="00D10CC4"/>
    <w:rsid w:val="00D10CEF"/>
    <w:rsid w:val="00D11122"/>
    <w:rsid w:val="00D1120F"/>
    <w:rsid w:val="00D113E8"/>
    <w:rsid w:val="00D11457"/>
    <w:rsid w:val="00D11530"/>
    <w:rsid w:val="00D11663"/>
    <w:rsid w:val="00D11C97"/>
    <w:rsid w:val="00D1200C"/>
    <w:rsid w:val="00D122F7"/>
    <w:rsid w:val="00D12323"/>
    <w:rsid w:val="00D12875"/>
    <w:rsid w:val="00D12A4C"/>
    <w:rsid w:val="00D13366"/>
    <w:rsid w:val="00D13A43"/>
    <w:rsid w:val="00D13CA0"/>
    <w:rsid w:val="00D13F18"/>
    <w:rsid w:val="00D13F9F"/>
    <w:rsid w:val="00D14201"/>
    <w:rsid w:val="00D14350"/>
    <w:rsid w:val="00D143D5"/>
    <w:rsid w:val="00D145AA"/>
    <w:rsid w:val="00D148A1"/>
    <w:rsid w:val="00D15445"/>
    <w:rsid w:val="00D154AB"/>
    <w:rsid w:val="00D15719"/>
    <w:rsid w:val="00D15BBB"/>
    <w:rsid w:val="00D15E3D"/>
    <w:rsid w:val="00D16389"/>
    <w:rsid w:val="00D169E3"/>
    <w:rsid w:val="00D16F23"/>
    <w:rsid w:val="00D170C3"/>
    <w:rsid w:val="00D178DF"/>
    <w:rsid w:val="00D17AD9"/>
    <w:rsid w:val="00D17CB2"/>
    <w:rsid w:val="00D17E45"/>
    <w:rsid w:val="00D2018D"/>
    <w:rsid w:val="00D20545"/>
    <w:rsid w:val="00D20828"/>
    <w:rsid w:val="00D209FA"/>
    <w:rsid w:val="00D20BDF"/>
    <w:rsid w:val="00D20E83"/>
    <w:rsid w:val="00D210EC"/>
    <w:rsid w:val="00D2129C"/>
    <w:rsid w:val="00D21E02"/>
    <w:rsid w:val="00D21F2F"/>
    <w:rsid w:val="00D222A4"/>
    <w:rsid w:val="00D223D8"/>
    <w:rsid w:val="00D225CA"/>
    <w:rsid w:val="00D22852"/>
    <w:rsid w:val="00D22870"/>
    <w:rsid w:val="00D22991"/>
    <w:rsid w:val="00D229F3"/>
    <w:rsid w:val="00D22E02"/>
    <w:rsid w:val="00D22EDF"/>
    <w:rsid w:val="00D22EFD"/>
    <w:rsid w:val="00D2306C"/>
    <w:rsid w:val="00D231D1"/>
    <w:rsid w:val="00D238D4"/>
    <w:rsid w:val="00D239AE"/>
    <w:rsid w:val="00D23A9F"/>
    <w:rsid w:val="00D23B79"/>
    <w:rsid w:val="00D23E23"/>
    <w:rsid w:val="00D23F7D"/>
    <w:rsid w:val="00D24600"/>
    <w:rsid w:val="00D247D5"/>
    <w:rsid w:val="00D24D9F"/>
    <w:rsid w:val="00D24FF0"/>
    <w:rsid w:val="00D25161"/>
    <w:rsid w:val="00D25348"/>
    <w:rsid w:val="00D25690"/>
    <w:rsid w:val="00D259A0"/>
    <w:rsid w:val="00D259AF"/>
    <w:rsid w:val="00D26547"/>
    <w:rsid w:val="00D2672B"/>
    <w:rsid w:val="00D267F8"/>
    <w:rsid w:val="00D268BA"/>
    <w:rsid w:val="00D27243"/>
    <w:rsid w:val="00D273AD"/>
    <w:rsid w:val="00D27546"/>
    <w:rsid w:val="00D2772E"/>
    <w:rsid w:val="00D27869"/>
    <w:rsid w:val="00D27BB3"/>
    <w:rsid w:val="00D304A8"/>
    <w:rsid w:val="00D306DD"/>
    <w:rsid w:val="00D3076F"/>
    <w:rsid w:val="00D30BAF"/>
    <w:rsid w:val="00D30BE1"/>
    <w:rsid w:val="00D30D9A"/>
    <w:rsid w:val="00D30DC6"/>
    <w:rsid w:val="00D3118F"/>
    <w:rsid w:val="00D31195"/>
    <w:rsid w:val="00D31438"/>
    <w:rsid w:val="00D316C3"/>
    <w:rsid w:val="00D31AAE"/>
    <w:rsid w:val="00D31AC8"/>
    <w:rsid w:val="00D31E1B"/>
    <w:rsid w:val="00D3255D"/>
    <w:rsid w:val="00D32691"/>
    <w:rsid w:val="00D327D8"/>
    <w:rsid w:val="00D328A6"/>
    <w:rsid w:val="00D32A13"/>
    <w:rsid w:val="00D33229"/>
    <w:rsid w:val="00D33FAC"/>
    <w:rsid w:val="00D34750"/>
    <w:rsid w:val="00D34C96"/>
    <w:rsid w:val="00D3511A"/>
    <w:rsid w:val="00D351BF"/>
    <w:rsid w:val="00D3521D"/>
    <w:rsid w:val="00D35479"/>
    <w:rsid w:val="00D35AD0"/>
    <w:rsid w:val="00D35C8B"/>
    <w:rsid w:val="00D35CFA"/>
    <w:rsid w:val="00D3621C"/>
    <w:rsid w:val="00D3688B"/>
    <w:rsid w:val="00D36B41"/>
    <w:rsid w:val="00D36D22"/>
    <w:rsid w:val="00D37214"/>
    <w:rsid w:val="00D37BE4"/>
    <w:rsid w:val="00D37BE7"/>
    <w:rsid w:val="00D37E12"/>
    <w:rsid w:val="00D40585"/>
    <w:rsid w:val="00D407B8"/>
    <w:rsid w:val="00D407BA"/>
    <w:rsid w:val="00D40A72"/>
    <w:rsid w:val="00D40F68"/>
    <w:rsid w:val="00D42092"/>
    <w:rsid w:val="00D4210A"/>
    <w:rsid w:val="00D425A9"/>
    <w:rsid w:val="00D42C12"/>
    <w:rsid w:val="00D42E6F"/>
    <w:rsid w:val="00D42ED8"/>
    <w:rsid w:val="00D430CE"/>
    <w:rsid w:val="00D4325A"/>
    <w:rsid w:val="00D43381"/>
    <w:rsid w:val="00D43476"/>
    <w:rsid w:val="00D437E1"/>
    <w:rsid w:val="00D43C7A"/>
    <w:rsid w:val="00D43DAD"/>
    <w:rsid w:val="00D43E50"/>
    <w:rsid w:val="00D43EA9"/>
    <w:rsid w:val="00D43F1D"/>
    <w:rsid w:val="00D43F25"/>
    <w:rsid w:val="00D4404C"/>
    <w:rsid w:val="00D44136"/>
    <w:rsid w:val="00D441F4"/>
    <w:rsid w:val="00D444A9"/>
    <w:rsid w:val="00D44676"/>
    <w:rsid w:val="00D4469E"/>
    <w:rsid w:val="00D44709"/>
    <w:rsid w:val="00D4482C"/>
    <w:rsid w:val="00D44A23"/>
    <w:rsid w:val="00D44A54"/>
    <w:rsid w:val="00D44D7D"/>
    <w:rsid w:val="00D452F8"/>
    <w:rsid w:val="00D45319"/>
    <w:rsid w:val="00D455F3"/>
    <w:rsid w:val="00D4561D"/>
    <w:rsid w:val="00D45811"/>
    <w:rsid w:val="00D458C7"/>
    <w:rsid w:val="00D45EB8"/>
    <w:rsid w:val="00D46105"/>
    <w:rsid w:val="00D462EE"/>
    <w:rsid w:val="00D46582"/>
    <w:rsid w:val="00D465B9"/>
    <w:rsid w:val="00D467DD"/>
    <w:rsid w:val="00D4681D"/>
    <w:rsid w:val="00D468FC"/>
    <w:rsid w:val="00D46C19"/>
    <w:rsid w:val="00D46C4F"/>
    <w:rsid w:val="00D46F64"/>
    <w:rsid w:val="00D471E2"/>
    <w:rsid w:val="00D4725D"/>
    <w:rsid w:val="00D474B1"/>
    <w:rsid w:val="00D477CE"/>
    <w:rsid w:val="00D47C4F"/>
    <w:rsid w:val="00D47D28"/>
    <w:rsid w:val="00D47E16"/>
    <w:rsid w:val="00D50754"/>
    <w:rsid w:val="00D50E9F"/>
    <w:rsid w:val="00D5114F"/>
    <w:rsid w:val="00D514ED"/>
    <w:rsid w:val="00D51663"/>
    <w:rsid w:val="00D51A0E"/>
    <w:rsid w:val="00D51A4C"/>
    <w:rsid w:val="00D51A62"/>
    <w:rsid w:val="00D51A64"/>
    <w:rsid w:val="00D51BDD"/>
    <w:rsid w:val="00D51D6E"/>
    <w:rsid w:val="00D51F55"/>
    <w:rsid w:val="00D5205E"/>
    <w:rsid w:val="00D52170"/>
    <w:rsid w:val="00D52575"/>
    <w:rsid w:val="00D52888"/>
    <w:rsid w:val="00D52B5A"/>
    <w:rsid w:val="00D52D79"/>
    <w:rsid w:val="00D52E2D"/>
    <w:rsid w:val="00D52FAC"/>
    <w:rsid w:val="00D532B8"/>
    <w:rsid w:val="00D533EC"/>
    <w:rsid w:val="00D535AF"/>
    <w:rsid w:val="00D53746"/>
    <w:rsid w:val="00D53766"/>
    <w:rsid w:val="00D53A33"/>
    <w:rsid w:val="00D53B52"/>
    <w:rsid w:val="00D53C8C"/>
    <w:rsid w:val="00D53F62"/>
    <w:rsid w:val="00D5403E"/>
    <w:rsid w:val="00D54131"/>
    <w:rsid w:val="00D541C3"/>
    <w:rsid w:val="00D5426E"/>
    <w:rsid w:val="00D5441B"/>
    <w:rsid w:val="00D54668"/>
    <w:rsid w:val="00D54AAD"/>
    <w:rsid w:val="00D54B31"/>
    <w:rsid w:val="00D55285"/>
    <w:rsid w:val="00D55409"/>
    <w:rsid w:val="00D5543A"/>
    <w:rsid w:val="00D55978"/>
    <w:rsid w:val="00D559D1"/>
    <w:rsid w:val="00D559EA"/>
    <w:rsid w:val="00D55A12"/>
    <w:rsid w:val="00D55A52"/>
    <w:rsid w:val="00D55B0D"/>
    <w:rsid w:val="00D55C3E"/>
    <w:rsid w:val="00D55D54"/>
    <w:rsid w:val="00D56223"/>
    <w:rsid w:val="00D564A2"/>
    <w:rsid w:val="00D5688C"/>
    <w:rsid w:val="00D56B5D"/>
    <w:rsid w:val="00D56BC3"/>
    <w:rsid w:val="00D56D12"/>
    <w:rsid w:val="00D56DDA"/>
    <w:rsid w:val="00D56E28"/>
    <w:rsid w:val="00D57138"/>
    <w:rsid w:val="00D5714F"/>
    <w:rsid w:val="00D5717D"/>
    <w:rsid w:val="00D57AE0"/>
    <w:rsid w:val="00D57FF4"/>
    <w:rsid w:val="00D60970"/>
    <w:rsid w:val="00D60EFC"/>
    <w:rsid w:val="00D610F6"/>
    <w:rsid w:val="00D610FB"/>
    <w:rsid w:val="00D61332"/>
    <w:rsid w:val="00D615BB"/>
    <w:rsid w:val="00D6191C"/>
    <w:rsid w:val="00D61DD4"/>
    <w:rsid w:val="00D624FF"/>
    <w:rsid w:val="00D62695"/>
    <w:rsid w:val="00D626E7"/>
    <w:rsid w:val="00D627A1"/>
    <w:rsid w:val="00D62C39"/>
    <w:rsid w:val="00D62D1F"/>
    <w:rsid w:val="00D62F52"/>
    <w:rsid w:val="00D63453"/>
    <w:rsid w:val="00D6357A"/>
    <w:rsid w:val="00D63655"/>
    <w:rsid w:val="00D63699"/>
    <w:rsid w:val="00D636CB"/>
    <w:rsid w:val="00D63774"/>
    <w:rsid w:val="00D63B9B"/>
    <w:rsid w:val="00D64062"/>
    <w:rsid w:val="00D643DB"/>
    <w:rsid w:val="00D644AD"/>
    <w:rsid w:val="00D6473D"/>
    <w:rsid w:val="00D64924"/>
    <w:rsid w:val="00D64B53"/>
    <w:rsid w:val="00D64C1F"/>
    <w:rsid w:val="00D651C6"/>
    <w:rsid w:val="00D65352"/>
    <w:rsid w:val="00D65438"/>
    <w:rsid w:val="00D65816"/>
    <w:rsid w:val="00D658D1"/>
    <w:rsid w:val="00D65986"/>
    <w:rsid w:val="00D65C6A"/>
    <w:rsid w:val="00D65D31"/>
    <w:rsid w:val="00D65F3D"/>
    <w:rsid w:val="00D65FE6"/>
    <w:rsid w:val="00D6602C"/>
    <w:rsid w:val="00D6672E"/>
    <w:rsid w:val="00D66CC6"/>
    <w:rsid w:val="00D66CD4"/>
    <w:rsid w:val="00D66DCC"/>
    <w:rsid w:val="00D66E97"/>
    <w:rsid w:val="00D67271"/>
    <w:rsid w:val="00D676AF"/>
    <w:rsid w:val="00D67B8C"/>
    <w:rsid w:val="00D67ED2"/>
    <w:rsid w:val="00D67F30"/>
    <w:rsid w:val="00D70576"/>
    <w:rsid w:val="00D7081B"/>
    <w:rsid w:val="00D708E8"/>
    <w:rsid w:val="00D709E4"/>
    <w:rsid w:val="00D70D70"/>
    <w:rsid w:val="00D711EA"/>
    <w:rsid w:val="00D71285"/>
    <w:rsid w:val="00D7177A"/>
    <w:rsid w:val="00D71950"/>
    <w:rsid w:val="00D7196E"/>
    <w:rsid w:val="00D719B0"/>
    <w:rsid w:val="00D71F10"/>
    <w:rsid w:val="00D72041"/>
    <w:rsid w:val="00D7218A"/>
    <w:rsid w:val="00D72277"/>
    <w:rsid w:val="00D7243E"/>
    <w:rsid w:val="00D727F7"/>
    <w:rsid w:val="00D72CBA"/>
    <w:rsid w:val="00D72D94"/>
    <w:rsid w:val="00D72DE0"/>
    <w:rsid w:val="00D72E14"/>
    <w:rsid w:val="00D72E52"/>
    <w:rsid w:val="00D72E5C"/>
    <w:rsid w:val="00D72F87"/>
    <w:rsid w:val="00D73081"/>
    <w:rsid w:val="00D73342"/>
    <w:rsid w:val="00D73425"/>
    <w:rsid w:val="00D7357B"/>
    <w:rsid w:val="00D73A3C"/>
    <w:rsid w:val="00D73BD6"/>
    <w:rsid w:val="00D73DD7"/>
    <w:rsid w:val="00D73DEE"/>
    <w:rsid w:val="00D740E4"/>
    <w:rsid w:val="00D74244"/>
    <w:rsid w:val="00D74504"/>
    <w:rsid w:val="00D74BB5"/>
    <w:rsid w:val="00D74CC4"/>
    <w:rsid w:val="00D74DB8"/>
    <w:rsid w:val="00D75134"/>
    <w:rsid w:val="00D7521C"/>
    <w:rsid w:val="00D75601"/>
    <w:rsid w:val="00D75789"/>
    <w:rsid w:val="00D75DB3"/>
    <w:rsid w:val="00D75F0A"/>
    <w:rsid w:val="00D75FF4"/>
    <w:rsid w:val="00D761C8"/>
    <w:rsid w:val="00D76DB4"/>
    <w:rsid w:val="00D76E09"/>
    <w:rsid w:val="00D7711F"/>
    <w:rsid w:val="00D77964"/>
    <w:rsid w:val="00D77CD7"/>
    <w:rsid w:val="00D80089"/>
    <w:rsid w:val="00D80A38"/>
    <w:rsid w:val="00D80B5F"/>
    <w:rsid w:val="00D80B83"/>
    <w:rsid w:val="00D80CAA"/>
    <w:rsid w:val="00D80F69"/>
    <w:rsid w:val="00D81012"/>
    <w:rsid w:val="00D810E0"/>
    <w:rsid w:val="00D812CE"/>
    <w:rsid w:val="00D8144A"/>
    <w:rsid w:val="00D814E7"/>
    <w:rsid w:val="00D81637"/>
    <w:rsid w:val="00D816DC"/>
    <w:rsid w:val="00D81854"/>
    <w:rsid w:val="00D8186F"/>
    <w:rsid w:val="00D81AB3"/>
    <w:rsid w:val="00D81C9D"/>
    <w:rsid w:val="00D81DAF"/>
    <w:rsid w:val="00D8272D"/>
    <w:rsid w:val="00D82E09"/>
    <w:rsid w:val="00D83169"/>
    <w:rsid w:val="00D83328"/>
    <w:rsid w:val="00D83B03"/>
    <w:rsid w:val="00D83C02"/>
    <w:rsid w:val="00D83C3B"/>
    <w:rsid w:val="00D83E3F"/>
    <w:rsid w:val="00D84351"/>
    <w:rsid w:val="00D84360"/>
    <w:rsid w:val="00D84A8C"/>
    <w:rsid w:val="00D84AF4"/>
    <w:rsid w:val="00D84CFD"/>
    <w:rsid w:val="00D84DB0"/>
    <w:rsid w:val="00D84F50"/>
    <w:rsid w:val="00D84F8A"/>
    <w:rsid w:val="00D85145"/>
    <w:rsid w:val="00D852C3"/>
    <w:rsid w:val="00D85350"/>
    <w:rsid w:val="00D85A85"/>
    <w:rsid w:val="00D85CD7"/>
    <w:rsid w:val="00D85E9E"/>
    <w:rsid w:val="00D85F2A"/>
    <w:rsid w:val="00D85F66"/>
    <w:rsid w:val="00D86417"/>
    <w:rsid w:val="00D86873"/>
    <w:rsid w:val="00D869A6"/>
    <w:rsid w:val="00D86A23"/>
    <w:rsid w:val="00D86C03"/>
    <w:rsid w:val="00D8708E"/>
    <w:rsid w:val="00D873F9"/>
    <w:rsid w:val="00D87578"/>
    <w:rsid w:val="00D876FF"/>
    <w:rsid w:val="00D8794E"/>
    <w:rsid w:val="00D87C2F"/>
    <w:rsid w:val="00D87DE7"/>
    <w:rsid w:val="00D90008"/>
    <w:rsid w:val="00D9035A"/>
    <w:rsid w:val="00D90A68"/>
    <w:rsid w:val="00D90DB9"/>
    <w:rsid w:val="00D90EE0"/>
    <w:rsid w:val="00D9115A"/>
    <w:rsid w:val="00D91329"/>
    <w:rsid w:val="00D9157C"/>
    <w:rsid w:val="00D915FF"/>
    <w:rsid w:val="00D916AF"/>
    <w:rsid w:val="00D9193A"/>
    <w:rsid w:val="00D9195B"/>
    <w:rsid w:val="00D91CD0"/>
    <w:rsid w:val="00D91CE5"/>
    <w:rsid w:val="00D924A0"/>
    <w:rsid w:val="00D924A7"/>
    <w:rsid w:val="00D92666"/>
    <w:rsid w:val="00D92A7D"/>
    <w:rsid w:val="00D92CE3"/>
    <w:rsid w:val="00D92E95"/>
    <w:rsid w:val="00D92F58"/>
    <w:rsid w:val="00D93012"/>
    <w:rsid w:val="00D93042"/>
    <w:rsid w:val="00D936F8"/>
    <w:rsid w:val="00D93775"/>
    <w:rsid w:val="00D93F89"/>
    <w:rsid w:val="00D93F9D"/>
    <w:rsid w:val="00D94042"/>
    <w:rsid w:val="00D947D1"/>
    <w:rsid w:val="00D94CF0"/>
    <w:rsid w:val="00D95446"/>
    <w:rsid w:val="00D954E4"/>
    <w:rsid w:val="00D95B98"/>
    <w:rsid w:val="00D96043"/>
    <w:rsid w:val="00D961E1"/>
    <w:rsid w:val="00D963FA"/>
    <w:rsid w:val="00D965BE"/>
    <w:rsid w:val="00D968B3"/>
    <w:rsid w:val="00D96D03"/>
    <w:rsid w:val="00D96DAC"/>
    <w:rsid w:val="00D975A3"/>
    <w:rsid w:val="00D9775D"/>
    <w:rsid w:val="00D97976"/>
    <w:rsid w:val="00D97BE4"/>
    <w:rsid w:val="00DA00CA"/>
    <w:rsid w:val="00DA01E5"/>
    <w:rsid w:val="00DA0301"/>
    <w:rsid w:val="00DA05C2"/>
    <w:rsid w:val="00DA0CFB"/>
    <w:rsid w:val="00DA0D1A"/>
    <w:rsid w:val="00DA0F91"/>
    <w:rsid w:val="00DA1082"/>
    <w:rsid w:val="00DA1502"/>
    <w:rsid w:val="00DA16B1"/>
    <w:rsid w:val="00DA1736"/>
    <w:rsid w:val="00DA189C"/>
    <w:rsid w:val="00DA1E13"/>
    <w:rsid w:val="00DA1FF8"/>
    <w:rsid w:val="00DA2137"/>
    <w:rsid w:val="00DA2375"/>
    <w:rsid w:val="00DA2494"/>
    <w:rsid w:val="00DA2542"/>
    <w:rsid w:val="00DA258F"/>
    <w:rsid w:val="00DA2798"/>
    <w:rsid w:val="00DA3090"/>
    <w:rsid w:val="00DA30D0"/>
    <w:rsid w:val="00DA37EF"/>
    <w:rsid w:val="00DA394A"/>
    <w:rsid w:val="00DA4023"/>
    <w:rsid w:val="00DA4817"/>
    <w:rsid w:val="00DA48B4"/>
    <w:rsid w:val="00DA4A31"/>
    <w:rsid w:val="00DA4CE3"/>
    <w:rsid w:val="00DA52CF"/>
    <w:rsid w:val="00DA54E2"/>
    <w:rsid w:val="00DA5748"/>
    <w:rsid w:val="00DA5B2A"/>
    <w:rsid w:val="00DA5E58"/>
    <w:rsid w:val="00DA6077"/>
    <w:rsid w:val="00DA60B1"/>
    <w:rsid w:val="00DA61BF"/>
    <w:rsid w:val="00DA632B"/>
    <w:rsid w:val="00DA66DF"/>
    <w:rsid w:val="00DA6ADE"/>
    <w:rsid w:val="00DA6B09"/>
    <w:rsid w:val="00DA6B4B"/>
    <w:rsid w:val="00DA6E79"/>
    <w:rsid w:val="00DA7081"/>
    <w:rsid w:val="00DA79B4"/>
    <w:rsid w:val="00DA7C6E"/>
    <w:rsid w:val="00DA7E55"/>
    <w:rsid w:val="00DB029B"/>
    <w:rsid w:val="00DB0463"/>
    <w:rsid w:val="00DB057C"/>
    <w:rsid w:val="00DB060F"/>
    <w:rsid w:val="00DB0621"/>
    <w:rsid w:val="00DB06A0"/>
    <w:rsid w:val="00DB0B24"/>
    <w:rsid w:val="00DB146C"/>
    <w:rsid w:val="00DB1761"/>
    <w:rsid w:val="00DB19F8"/>
    <w:rsid w:val="00DB1C31"/>
    <w:rsid w:val="00DB1F85"/>
    <w:rsid w:val="00DB2AA1"/>
    <w:rsid w:val="00DB2BA7"/>
    <w:rsid w:val="00DB2D7F"/>
    <w:rsid w:val="00DB3188"/>
    <w:rsid w:val="00DB345C"/>
    <w:rsid w:val="00DB35B9"/>
    <w:rsid w:val="00DB3F77"/>
    <w:rsid w:val="00DB42D1"/>
    <w:rsid w:val="00DB4564"/>
    <w:rsid w:val="00DB4F91"/>
    <w:rsid w:val="00DB5142"/>
    <w:rsid w:val="00DB52DA"/>
    <w:rsid w:val="00DB53B1"/>
    <w:rsid w:val="00DB5BC6"/>
    <w:rsid w:val="00DB5CE0"/>
    <w:rsid w:val="00DB6495"/>
    <w:rsid w:val="00DB64F8"/>
    <w:rsid w:val="00DB6B55"/>
    <w:rsid w:val="00DB76BF"/>
    <w:rsid w:val="00DB7841"/>
    <w:rsid w:val="00DB792E"/>
    <w:rsid w:val="00DB7AB0"/>
    <w:rsid w:val="00DB7B57"/>
    <w:rsid w:val="00DB7D65"/>
    <w:rsid w:val="00DB7F92"/>
    <w:rsid w:val="00DC018D"/>
    <w:rsid w:val="00DC01B1"/>
    <w:rsid w:val="00DC033E"/>
    <w:rsid w:val="00DC0368"/>
    <w:rsid w:val="00DC0476"/>
    <w:rsid w:val="00DC0856"/>
    <w:rsid w:val="00DC0922"/>
    <w:rsid w:val="00DC0A82"/>
    <w:rsid w:val="00DC0A98"/>
    <w:rsid w:val="00DC0AFD"/>
    <w:rsid w:val="00DC0DDB"/>
    <w:rsid w:val="00DC0E05"/>
    <w:rsid w:val="00DC0FD5"/>
    <w:rsid w:val="00DC18EC"/>
    <w:rsid w:val="00DC1BA3"/>
    <w:rsid w:val="00DC1BE2"/>
    <w:rsid w:val="00DC1CA6"/>
    <w:rsid w:val="00DC1DCC"/>
    <w:rsid w:val="00DC2040"/>
    <w:rsid w:val="00DC2480"/>
    <w:rsid w:val="00DC24BA"/>
    <w:rsid w:val="00DC2975"/>
    <w:rsid w:val="00DC2A1C"/>
    <w:rsid w:val="00DC2DFF"/>
    <w:rsid w:val="00DC335B"/>
    <w:rsid w:val="00DC364E"/>
    <w:rsid w:val="00DC3BAA"/>
    <w:rsid w:val="00DC3FBE"/>
    <w:rsid w:val="00DC456A"/>
    <w:rsid w:val="00DC488A"/>
    <w:rsid w:val="00DC4A36"/>
    <w:rsid w:val="00DC4D41"/>
    <w:rsid w:val="00DC4D97"/>
    <w:rsid w:val="00DC4E85"/>
    <w:rsid w:val="00DC5137"/>
    <w:rsid w:val="00DC5370"/>
    <w:rsid w:val="00DC5577"/>
    <w:rsid w:val="00DC5628"/>
    <w:rsid w:val="00DC569F"/>
    <w:rsid w:val="00DC5847"/>
    <w:rsid w:val="00DC58D0"/>
    <w:rsid w:val="00DC5D15"/>
    <w:rsid w:val="00DC644C"/>
    <w:rsid w:val="00DC66A4"/>
    <w:rsid w:val="00DC6AFE"/>
    <w:rsid w:val="00DC74A7"/>
    <w:rsid w:val="00DD0160"/>
    <w:rsid w:val="00DD0491"/>
    <w:rsid w:val="00DD04B3"/>
    <w:rsid w:val="00DD0582"/>
    <w:rsid w:val="00DD06C8"/>
    <w:rsid w:val="00DD06E1"/>
    <w:rsid w:val="00DD0FAF"/>
    <w:rsid w:val="00DD11BF"/>
    <w:rsid w:val="00DD1369"/>
    <w:rsid w:val="00DD165B"/>
    <w:rsid w:val="00DD16E9"/>
    <w:rsid w:val="00DD19F2"/>
    <w:rsid w:val="00DD1AE3"/>
    <w:rsid w:val="00DD277F"/>
    <w:rsid w:val="00DD2A05"/>
    <w:rsid w:val="00DD2B02"/>
    <w:rsid w:val="00DD3258"/>
    <w:rsid w:val="00DD3539"/>
    <w:rsid w:val="00DD35E3"/>
    <w:rsid w:val="00DD3765"/>
    <w:rsid w:val="00DD384C"/>
    <w:rsid w:val="00DD3895"/>
    <w:rsid w:val="00DD3DE9"/>
    <w:rsid w:val="00DD3EC5"/>
    <w:rsid w:val="00DD3FFB"/>
    <w:rsid w:val="00DD4298"/>
    <w:rsid w:val="00DD45E5"/>
    <w:rsid w:val="00DD4602"/>
    <w:rsid w:val="00DD4656"/>
    <w:rsid w:val="00DD4E30"/>
    <w:rsid w:val="00DD4F3B"/>
    <w:rsid w:val="00DD5124"/>
    <w:rsid w:val="00DD56EE"/>
    <w:rsid w:val="00DD5B56"/>
    <w:rsid w:val="00DD5D68"/>
    <w:rsid w:val="00DD5EE4"/>
    <w:rsid w:val="00DD601A"/>
    <w:rsid w:val="00DD61FF"/>
    <w:rsid w:val="00DD653F"/>
    <w:rsid w:val="00DD66CC"/>
    <w:rsid w:val="00DD69EB"/>
    <w:rsid w:val="00DD6A1C"/>
    <w:rsid w:val="00DD6B9E"/>
    <w:rsid w:val="00DD6EA2"/>
    <w:rsid w:val="00DD6F77"/>
    <w:rsid w:val="00DD7D1B"/>
    <w:rsid w:val="00DD7D45"/>
    <w:rsid w:val="00DD7E4D"/>
    <w:rsid w:val="00DD7F9D"/>
    <w:rsid w:val="00DE0048"/>
    <w:rsid w:val="00DE0320"/>
    <w:rsid w:val="00DE0772"/>
    <w:rsid w:val="00DE080C"/>
    <w:rsid w:val="00DE0ADC"/>
    <w:rsid w:val="00DE0BCB"/>
    <w:rsid w:val="00DE0E42"/>
    <w:rsid w:val="00DE0E8F"/>
    <w:rsid w:val="00DE16C4"/>
    <w:rsid w:val="00DE18B1"/>
    <w:rsid w:val="00DE1A06"/>
    <w:rsid w:val="00DE1A11"/>
    <w:rsid w:val="00DE1CF7"/>
    <w:rsid w:val="00DE1E68"/>
    <w:rsid w:val="00DE25A2"/>
    <w:rsid w:val="00DE261F"/>
    <w:rsid w:val="00DE2819"/>
    <w:rsid w:val="00DE2A20"/>
    <w:rsid w:val="00DE2B7E"/>
    <w:rsid w:val="00DE2E59"/>
    <w:rsid w:val="00DE3308"/>
    <w:rsid w:val="00DE34E0"/>
    <w:rsid w:val="00DE3740"/>
    <w:rsid w:val="00DE3ACF"/>
    <w:rsid w:val="00DE3B19"/>
    <w:rsid w:val="00DE41E0"/>
    <w:rsid w:val="00DE42A2"/>
    <w:rsid w:val="00DE42C5"/>
    <w:rsid w:val="00DE452E"/>
    <w:rsid w:val="00DE4AAE"/>
    <w:rsid w:val="00DE4D0B"/>
    <w:rsid w:val="00DE5BB8"/>
    <w:rsid w:val="00DE5C2F"/>
    <w:rsid w:val="00DE5E12"/>
    <w:rsid w:val="00DE61E2"/>
    <w:rsid w:val="00DE6520"/>
    <w:rsid w:val="00DE6789"/>
    <w:rsid w:val="00DE6A57"/>
    <w:rsid w:val="00DE6AF0"/>
    <w:rsid w:val="00DE6C4E"/>
    <w:rsid w:val="00DE7044"/>
    <w:rsid w:val="00DE7299"/>
    <w:rsid w:val="00DE78B1"/>
    <w:rsid w:val="00DE7F63"/>
    <w:rsid w:val="00DF0322"/>
    <w:rsid w:val="00DF03EB"/>
    <w:rsid w:val="00DF03FA"/>
    <w:rsid w:val="00DF06FC"/>
    <w:rsid w:val="00DF0967"/>
    <w:rsid w:val="00DF0AE1"/>
    <w:rsid w:val="00DF0B73"/>
    <w:rsid w:val="00DF0E37"/>
    <w:rsid w:val="00DF0E65"/>
    <w:rsid w:val="00DF1159"/>
    <w:rsid w:val="00DF1273"/>
    <w:rsid w:val="00DF1385"/>
    <w:rsid w:val="00DF140F"/>
    <w:rsid w:val="00DF1802"/>
    <w:rsid w:val="00DF1CC1"/>
    <w:rsid w:val="00DF1FC0"/>
    <w:rsid w:val="00DF214D"/>
    <w:rsid w:val="00DF28F0"/>
    <w:rsid w:val="00DF291A"/>
    <w:rsid w:val="00DF2A07"/>
    <w:rsid w:val="00DF2FC6"/>
    <w:rsid w:val="00DF3059"/>
    <w:rsid w:val="00DF42E6"/>
    <w:rsid w:val="00DF459E"/>
    <w:rsid w:val="00DF46A1"/>
    <w:rsid w:val="00DF4854"/>
    <w:rsid w:val="00DF49BB"/>
    <w:rsid w:val="00DF4BC5"/>
    <w:rsid w:val="00DF4C8E"/>
    <w:rsid w:val="00DF4D5B"/>
    <w:rsid w:val="00DF5131"/>
    <w:rsid w:val="00DF53DD"/>
    <w:rsid w:val="00DF58BA"/>
    <w:rsid w:val="00DF5958"/>
    <w:rsid w:val="00DF5BE0"/>
    <w:rsid w:val="00DF5F2D"/>
    <w:rsid w:val="00DF5FA7"/>
    <w:rsid w:val="00DF6121"/>
    <w:rsid w:val="00DF6815"/>
    <w:rsid w:val="00DF6E8E"/>
    <w:rsid w:val="00DF712B"/>
    <w:rsid w:val="00DF73DB"/>
    <w:rsid w:val="00DF7E16"/>
    <w:rsid w:val="00E0012C"/>
    <w:rsid w:val="00E002B7"/>
    <w:rsid w:val="00E00377"/>
    <w:rsid w:val="00E008AB"/>
    <w:rsid w:val="00E00DD4"/>
    <w:rsid w:val="00E010E3"/>
    <w:rsid w:val="00E01726"/>
    <w:rsid w:val="00E0181F"/>
    <w:rsid w:val="00E01902"/>
    <w:rsid w:val="00E01C86"/>
    <w:rsid w:val="00E0252D"/>
    <w:rsid w:val="00E0276C"/>
    <w:rsid w:val="00E028AC"/>
    <w:rsid w:val="00E02ACC"/>
    <w:rsid w:val="00E02B11"/>
    <w:rsid w:val="00E03938"/>
    <w:rsid w:val="00E03F5D"/>
    <w:rsid w:val="00E04B42"/>
    <w:rsid w:val="00E04BC3"/>
    <w:rsid w:val="00E04C5C"/>
    <w:rsid w:val="00E04CBC"/>
    <w:rsid w:val="00E04D29"/>
    <w:rsid w:val="00E0545C"/>
    <w:rsid w:val="00E0555A"/>
    <w:rsid w:val="00E0564C"/>
    <w:rsid w:val="00E058CB"/>
    <w:rsid w:val="00E05A70"/>
    <w:rsid w:val="00E05E17"/>
    <w:rsid w:val="00E060F5"/>
    <w:rsid w:val="00E0616A"/>
    <w:rsid w:val="00E06229"/>
    <w:rsid w:val="00E063FB"/>
    <w:rsid w:val="00E06528"/>
    <w:rsid w:val="00E06D55"/>
    <w:rsid w:val="00E06EC5"/>
    <w:rsid w:val="00E07758"/>
    <w:rsid w:val="00E10388"/>
    <w:rsid w:val="00E10A1C"/>
    <w:rsid w:val="00E10E96"/>
    <w:rsid w:val="00E1100F"/>
    <w:rsid w:val="00E111E2"/>
    <w:rsid w:val="00E11AA1"/>
    <w:rsid w:val="00E11E3E"/>
    <w:rsid w:val="00E11E80"/>
    <w:rsid w:val="00E11EEF"/>
    <w:rsid w:val="00E12513"/>
    <w:rsid w:val="00E1266C"/>
    <w:rsid w:val="00E12754"/>
    <w:rsid w:val="00E12A2D"/>
    <w:rsid w:val="00E12A8D"/>
    <w:rsid w:val="00E12AE2"/>
    <w:rsid w:val="00E12CA4"/>
    <w:rsid w:val="00E12E44"/>
    <w:rsid w:val="00E12E47"/>
    <w:rsid w:val="00E12EF1"/>
    <w:rsid w:val="00E1303E"/>
    <w:rsid w:val="00E131FB"/>
    <w:rsid w:val="00E133AF"/>
    <w:rsid w:val="00E138B5"/>
    <w:rsid w:val="00E138DA"/>
    <w:rsid w:val="00E1397C"/>
    <w:rsid w:val="00E13BF0"/>
    <w:rsid w:val="00E13EB2"/>
    <w:rsid w:val="00E141FD"/>
    <w:rsid w:val="00E14379"/>
    <w:rsid w:val="00E143BF"/>
    <w:rsid w:val="00E1470F"/>
    <w:rsid w:val="00E14D33"/>
    <w:rsid w:val="00E153A3"/>
    <w:rsid w:val="00E1563E"/>
    <w:rsid w:val="00E158DC"/>
    <w:rsid w:val="00E15996"/>
    <w:rsid w:val="00E15EAB"/>
    <w:rsid w:val="00E16A39"/>
    <w:rsid w:val="00E16FB4"/>
    <w:rsid w:val="00E16FC8"/>
    <w:rsid w:val="00E1718E"/>
    <w:rsid w:val="00E17B41"/>
    <w:rsid w:val="00E17C51"/>
    <w:rsid w:val="00E203A1"/>
    <w:rsid w:val="00E20800"/>
    <w:rsid w:val="00E208A3"/>
    <w:rsid w:val="00E20CB7"/>
    <w:rsid w:val="00E20E02"/>
    <w:rsid w:val="00E210E7"/>
    <w:rsid w:val="00E213F3"/>
    <w:rsid w:val="00E21707"/>
    <w:rsid w:val="00E21CBB"/>
    <w:rsid w:val="00E21E57"/>
    <w:rsid w:val="00E21E8B"/>
    <w:rsid w:val="00E222F2"/>
    <w:rsid w:val="00E223B3"/>
    <w:rsid w:val="00E224AB"/>
    <w:rsid w:val="00E224D9"/>
    <w:rsid w:val="00E22B9C"/>
    <w:rsid w:val="00E22EFF"/>
    <w:rsid w:val="00E22F05"/>
    <w:rsid w:val="00E22F77"/>
    <w:rsid w:val="00E23250"/>
    <w:rsid w:val="00E2386A"/>
    <w:rsid w:val="00E23A7C"/>
    <w:rsid w:val="00E23ABB"/>
    <w:rsid w:val="00E23B7C"/>
    <w:rsid w:val="00E23CFF"/>
    <w:rsid w:val="00E23F0A"/>
    <w:rsid w:val="00E2442E"/>
    <w:rsid w:val="00E24ABA"/>
    <w:rsid w:val="00E24D07"/>
    <w:rsid w:val="00E24E98"/>
    <w:rsid w:val="00E24FE1"/>
    <w:rsid w:val="00E251AB"/>
    <w:rsid w:val="00E252EC"/>
    <w:rsid w:val="00E25710"/>
    <w:rsid w:val="00E25DDC"/>
    <w:rsid w:val="00E25EB2"/>
    <w:rsid w:val="00E263D4"/>
    <w:rsid w:val="00E26483"/>
    <w:rsid w:val="00E26A83"/>
    <w:rsid w:val="00E26C7F"/>
    <w:rsid w:val="00E26CEF"/>
    <w:rsid w:val="00E26D3E"/>
    <w:rsid w:val="00E27175"/>
    <w:rsid w:val="00E27917"/>
    <w:rsid w:val="00E27AA2"/>
    <w:rsid w:val="00E27E63"/>
    <w:rsid w:val="00E27E86"/>
    <w:rsid w:val="00E30439"/>
    <w:rsid w:val="00E3086A"/>
    <w:rsid w:val="00E30AE8"/>
    <w:rsid w:val="00E30B1D"/>
    <w:rsid w:val="00E30CC3"/>
    <w:rsid w:val="00E30ECA"/>
    <w:rsid w:val="00E30F5E"/>
    <w:rsid w:val="00E3109A"/>
    <w:rsid w:val="00E31120"/>
    <w:rsid w:val="00E31B31"/>
    <w:rsid w:val="00E31B7E"/>
    <w:rsid w:val="00E31BE2"/>
    <w:rsid w:val="00E3241D"/>
    <w:rsid w:val="00E3250E"/>
    <w:rsid w:val="00E32611"/>
    <w:rsid w:val="00E3287E"/>
    <w:rsid w:val="00E32D12"/>
    <w:rsid w:val="00E32DAC"/>
    <w:rsid w:val="00E32FE2"/>
    <w:rsid w:val="00E33615"/>
    <w:rsid w:val="00E33A42"/>
    <w:rsid w:val="00E33A46"/>
    <w:rsid w:val="00E3466B"/>
    <w:rsid w:val="00E3468B"/>
    <w:rsid w:val="00E3487D"/>
    <w:rsid w:val="00E348F9"/>
    <w:rsid w:val="00E34E8E"/>
    <w:rsid w:val="00E3505B"/>
    <w:rsid w:val="00E350A9"/>
    <w:rsid w:val="00E3523F"/>
    <w:rsid w:val="00E3544E"/>
    <w:rsid w:val="00E357B7"/>
    <w:rsid w:val="00E3582B"/>
    <w:rsid w:val="00E3589F"/>
    <w:rsid w:val="00E358C6"/>
    <w:rsid w:val="00E359B8"/>
    <w:rsid w:val="00E35BCB"/>
    <w:rsid w:val="00E35C0E"/>
    <w:rsid w:val="00E35D9B"/>
    <w:rsid w:val="00E35FD7"/>
    <w:rsid w:val="00E362C6"/>
    <w:rsid w:val="00E36641"/>
    <w:rsid w:val="00E3671D"/>
    <w:rsid w:val="00E3696D"/>
    <w:rsid w:val="00E369CD"/>
    <w:rsid w:val="00E36B39"/>
    <w:rsid w:val="00E36F9F"/>
    <w:rsid w:val="00E37086"/>
    <w:rsid w:val="00E3741B"/>
    <w:rsid w:val="00E3757B"/>
    <w:rsid w:val="00E3769C"/>
    <w:rsid w:val="00E377E9"/>
    <w:rsid w:val="00E37D70"/>
    <w:rsid w:val="00E402F6"/>
    <w:rsid w:val="00E40443"/>
    <w:rsid w:val="00E40492"/>
    <w:rsid w:val="00E40ED7"/>
    <w:rsid w:val="00E40F70"/>
    <w:rsid w:val="00E411A2"/>
    <w:rsid w:val="00E412BD"/>
    <w:rsid w:val="00E41568"/>
    <w:rsid w:val="00E4161C"/>
    <w:rsid w:val="00E41A0D"/>
    <w:rsid w:val="00E42122"/>
    <w:rsid w:val="00E421F0"/>
    <w:rsid w:val="00E424E6"/>
    <w:rsid w:val="00E429C3"/>
    <w:rsid w:val="00E42CBA"/>
    <w:rsid w:val="00E432C3"/>
    <w:rsid w:val="00E43635"/>
    <w:rsid w:val="00E4452B"/>
    <w:rsid w:val="00E4464D"/>
    <w:rsid w:val="00E448FE"/>
    <w:rsid w:val="00E44AD1"/>
    <w:rsid w:val="00E44D28"/>
    <w:rsid w:val="00E44F56"/>
    <w:rsid w:val="00E4509D"/>
    <w:rsid w:val="00E45244"/>
    <w:rsid w:val="00E4538D"/>
    <w:rsid w:val="00E45772"/>
    <w:rsid w:val="00E45A3C"/>
    <w:rsid w:val="00E45E33"/>
    <w:rsid w:val="00E45EF2"/>
    <w:rsid w:val="00E462AA"/>
    <w:rsid w:val="00E46AA0"/>
    <w:rsid w:val="00E46D92"/>
    <w:rsid w:val="00E46DF6"/>
    <w:rsid w:val="00E46EB5"/>
    <w:rsid w:val="00E473BD"/>
    <w:rsid w:val="00E473F2"/>
    <w:rsid w:val="00E476B9"/>
    <w:rsid w:val="00E47857"/>
    <w:rsid w:val="00E47964"/>
    <w:rsid w:val="00E47CB5"/>
    <w:rsid w:val="00E47D5B"/>
    <w:rsid w:val="00E47DC7"/>
    <w:rsid w:val="00E47F9D"/>
    <w:rsid w:val="00E50429"/>
    <w:rsid w:val="00E50556"/>
    <w:rsid w:val="00E50752"/>
    <w:rsid w:val="00E50C66"/>
    <w:rsid w:val="00E51153"/>
    <w:rsid w:val="00E5160E"/>
    <w:rsid w:val="00E51628"/>
    <w:rsid w:val="00E51732"/>
    <w:rsid w:val="00E5184E"/>
    <w:rsid w:val="00E5197E"/>
    <w:rsid w:val="00E51D18"/>
    <w:rsid w:val="00E51D54"/>
    <w:rsid w:val="00E51EF7"/>
    <w:rsid w:val="00E5212A"/>
    <w:rsid w:val="00E523E8"/>
    <w:rsid w:val="00E523FF"/>
    <w:rsid w:val="00E52530"/>
    <w:rsid w:val="00E52682"/>
    <w:rsid w:val="00E5276F"/>
    <w:rsid w:val="00E5296C"/>
    <w:rsid w:val="00E52C4C"/>
    <w:rsid w:val="00E52E5B"/>
    <w:rsid w:val="00E52FB6"/>
    <w:rsid w:val="00E53286"/>
    <w:rsid w:val="00E53293"/>
    <w:rsid w:val="00E53305"/>
    <w:rsid w:val="00E53523"/>
    <w:rsid w:val="00E53666"/>
    <w:rsid w:val="00E5373E"/>
    <w:rsid w:val="00E53761"/>
    <w:rsid w:val="00E5381E"/>
    <w:rsid w:val="00E53856"/>
    <w:rsid w:val="00E538BF"/>
    <w:rsid w:val="00E53943"/>
    <w:rsid w:val="00E53ACB"/>
    <w:rsid w:val="00E53D9C"/>
    <w:rsid w:val="00E5420D"/>
    <w:rsid w:val="00E5436E"/>
    <w:rsid w:val="00E54526"/>
    <w:rsid w:val="00E5461E"/>
    <w:rsid w:val="00E547E6"/>
    <w:rsid w:val="00E54BAC"/>
    <w:rsid w:val="00E54C21"/>
    <w:rsid w:val="00E54E27"/>
    <w:rsid w:val="00E54FF1"/>
    <w:rsid w:val="00E55122"/>
    <w:rsid w:val="00E55358"/>
    <w:rsid w:val="00E55425"/>
    <w:rsid w:val="00E55759"/>
    <w:rsid w:val="00E55861"/>
    <w:rsid w:val="00E55BC4"/>
    <w:rsid w:val="00E55D93"/>
    <w:rsid w:val="00E5606A"/>
    <w:rsid w:val="00E56132"/>
    <w:rsid w:val="00E56EA4"/>
    <w:rsid w:val="00E56F6B"/>
    <w:rsid w:val="00E5706B"/>
    <w:rsid w:val="00E57280"/>
    <w:rsid w:val="00E576E3"/>
    <w:rsid w:val="00E5792B"/>
    <w:rsid w:val="00E57A64"/>
    <w:rsid w:val="00E57A86"/>
    <w:rsid w:val="00E57AFB"/>
    <w:rsid w:val="00E57B11"/>
    <w:rsid w:val="00E60475"/>
    <w:rsid w:val="00E60659"/>
    <w:rsid w:val="00E60715"/>
    <w:rsid w:val="00E607ED"/>
    <w:rsid w:val="00E6091F"/>
    <w:rsid w:val="00E609CE"/>
    <w:rsid w:val="00E60F27"/>
    <w:rsid w:val="00E60FAE"/>
    <w:rsid w:val="00E6100B"/>
    <w:rsid w:val="00E61629"/>
    <w:rsid w:val="00E61645"/>
    <w:rsid w:val="00E6180B"/>
    <w:rsid w:val="00E61BAF"/>
    <w:rsid w:val="00E61C4D"/>
    <w:rsid w:val="00E61DA2"/>
    <w:rsid w:val="00E62410"/>
    <w:rsid w:val="00E62703"/>
    <w:rsid w:val="00E62B26"/>
    <w:rsid w:val="00E62B83"/>
    <w:rsid w:val="00E6314A"/>
    <w:rsid w:val="00E631A7"/>
    <w:rsid w:val="00E637DB"/>
    <w:rsid w:val="00E63B68"/>
    <w:rsid w:val="00E63C3B"/>
    <w:rsid w:val="00E63D03"/>
    <w:rsid w:val="00E6406E"/>
    <w:rsid w:val="00E640B3"/>
    <w:rsid w:val="00E64473"/>
    <w:rsid w:val="00E64520"/>
    <w:rsid w:val="00E645F3"/>
    <w:rsid w:val="00E64A7F"/>
    <w:rsid w:val="00E64BF6"/>
    <w:rsid w:val="00E64DC8"/>
    <w:rsid w:val="00E64F89"/>
    <w:rsid w:val="00E650C1"/>
    <w:rsid w:val="00E658C5"/>
    <w:rsid w:val="00E65FEE"/>
    <w:rsid w:val="00E660A0"/>
    <w:rsid w:val="00E667CC"/>
    <w:rsid w:val="00E66C4A"/>
    <w:rsid w:val="00E66F2D"/>
    <w:rsid w:val="00E670F4"/>
    <w:rsid w:val="00E67252"/>
    <w:rsid w:val="00E672B7"/>
    <w:rsid w:val="00E67341"/>
    <w:rsid w:val="00E673D4"/>
    <w:rsid w:val="00E67504"/>
    <w:rsid w:val="00E67565"/>
    <w:rsid w:val="00E67620"/>
    <w:rsid w:val="00E67F41"/>
    <w:rsid w:val="00E67F96"/>
    <w:rsid w:val="00E700DD"/>
    <w:rsid w:val="00E70594"/>
    <w:rsid w:val="00E70D61"/>
    <w:rsid w:val="00E70E8B"/>
    <w:rsid w:val="00E712CF"/>
    <w:rsid w:val="00E715A5"/>
    <w:rsid w:val="00E71672"/>
    <w:rsid w:val="00E7172D"/>
    <w:rsid w:val="00E71BAC"/>
    <w:rsid w:val="00E71D98"/>
    <w:rsid w:val="00E71DEF"/>
    <w:rsid w:val="00E71F06"/>
    <w:rsid w:val="00E71F17"/>
    <w:rsid w:val="00E7228A"/>
    <w:rsid w:val="00E72871"/>
    <w:rsid w:val="00E728D1"/>
    <w:rsid w:val="00E72D10"/>
    <w:rsid w:val="00E735AA"/>
    <w:rsid w:val="00E73839"/>
    <w:rsid w:val="00E73D44"/>
    <w:rsid w:val="00E73E39"/>
    <w:rsid w:val="00E73FF1"/>
    <w:rsid w:val="00E740BC"/>
    <w:rsid w:val="00E748B6"/>
    <w:rsid w:val="00E74916"/>
    <w:rsid w:val="00E74D77"/>
    <w:rsid w:val="00E7508A"/>
    <w:rsid w:val="00E756D1"/>
    <w:rsid w:val="00E757F5"/>
    <w:rsid w:val="00E75866"/>
    <w:rsid w:val="00E75881"/>
    <w:rsid w:val="00E75D1C"/>
    <w:rsid w:val="00E764F6"/>
    <w:rsid w:val="00E767DF"/>
    <w:rsid w:val="00E76A58"/>
    <w:rsid w:val="00E76B03"/>
    <w:rsid w:val="00E76CE1"/>
    <w:rsid w:val="00E76D81"/>
    <w:rsid w:val="00E76E5E"/>
    <w:rsid w:val="00E76F08"/>
    <w:rsid w:val="00E76FA2"/>
    <w:rsid w:val="00E77D8A"/>
    <w:rsid w:val="00E8002B"/>
    <w:rsid w:val="00E802B4"/>
    <w:rsid w:val="00E80512"/>
    <w:rsid w:val="00E80516"/>
    <w:rsid w:val="00E80AE4"/>
    <w:rsid w:val="00E80E35"/>
    <w:rsid w:val="00E80EA0"/>
    <w:rsid w:val="00E81292"/>
    <w:rsid w:val="00E81F1C"/>
    <w:rsid w:val="00E8230A"/>
    <w:rsid w:val="00E8238D"/>
    <w:rsid w:val="00E8279B"/>
    <w:rsid w:val="00E827A6"/>
    <w:rsid w:val="00E82B31"/>
    <w:rsid w:val="00E82C3D"/>
    <w:rsid w:val="00E82E74"/>
    <w:rsid w:val="00E82FC0"/>
    <w:rsid w:val="00E830CA"/>
    <w:rsid w:val="00E836A4"/>
    <w:rsid w:val="00E839FC"/>
    <w:rsid w:val="00E83B41"/>
    <w:rsid w:val="00E83D61"/>
    <w:rsid w:val="00E84789"/>
    <w:rsid w:val="00E847BF"/>
    <w:rsid w:val="00E8496D"/>
    <w:rsid w:val="00E84CBE"/>
    <w:rsid w:val="00E84F1B"/>
    <w:rsid w:val="00E8502C"/>
    <w:rsid w:val="00E854B1"/>
    <w:rsid w:val="00E85612"/>
    <w:rsid w:val="00E856E1"/>
    <w:rsid w:val="00E85852"/>
    <w:rsid w:val="00E85FC5"/>
    <w:rsid w:val="00E86014"/>
    <w:rsid w:val="00E86305"/>
    <w:rsid w:val="00E86562"/>
    <w:rsid w:val="00E86678"/>
    <w:rsid w:val="00E8700E"/>
    <w:rsid w:val="00E87191"/>
    <w:rsid w:val="00E8787E"/>
    <w:rsid w:val="00E8791E"/>
    <w:rsid w:val="00E87B98"/>
    <w:rsid w:val="00E87DA6"/>
    <w:rsid w:val="00E907E7"/>
    <w:rsid w:val="00E9086A"/>
    <w:rsid w:val="00E90AF1"/>
    <w:rsid w:val="00E90BA4"/>
    <w:rsid w:val="00E90BCE"/>
    <w:rsid w:val="00E90CA6"/>
    <w:rsid w:val="00E90D15"/>
    <w:rsid w:val="00E9113B"/>
    <w:rsid w:val="00E911DC"/>
    <w:rsid w:val="00E913E4"/>
    <w:rsid w:val="00E915FC"/>
    <w:rsid w:val="00E916E2"/>
    <w:rsid w:val="00E917D1"/>
    <w:rsid w:val="00E918D4"/>
    <w:rsid w:val="00E91A13"/>
    <w:rsid w:val="00E91C95"/>
    <w:rsid w:val="00E92250"/>
    <w:rsid w:val="00E9227F"/>
    <w:rsid w:val="00E92462"/>
    <w:rsid w:val="00E92EBD"/>
    <w:rsid w:val="00E93081"/>
    <w:rsid w:val="00E931BA"/>
    <w:rsid w:val="00E9330C"/>
    <w:rsid w:val="00E93582"/>
    <w:rsid w:val="00E93651"/>
    <w:rsid w:val="00E9388E"/>
    <w:rsid w:val="00E938A0"/>
    <w:rsid w:val="00E93E9D"/>
    <w:rsid w:val="00E943EA"/>
    <w:rsid w:val="00E94432"/>
    <w:rsid w:val="00E9462D"/>
    <w:rsid w:val="00E94935"/>
    <w:rsid w:val="00E949A0"/>
    <w:rsid w:val="00E94D4D"/>
    <w:rsid w:val="00E94EF7"/>
    <w:rsid w:val="00E95193"/>
    <w:rsid w:val="00E95228"/>
    <w:rsid w:val="00E955D5"/>
    <w:rsid w:val="00E95AB1"/>
    <w:rsid w:val="00E95B4A"/>
    <w:rsid w:val="00E960F0"/>
    <w:rsid w:val="00E96324"/>
    <w:rsid w:val="00E96628"/>
    <w:rsid w:val="00E9697D"/>
    <w:rsid w:val="00E96B9F"/>
    <w:rsid w:val="00E96D5E"/>
    <w:rsid w:val="00E96DB8"/>
    <w:rsid w:val="00E975AD"/>
    <w:rsid w:val="00E97651"/>
    <w:rsid w:val="00E97971"/>
    <w:rsid w:val="00E97C7C"/>
    <w:rsid w:val="00E97E0C"/>
    <w:rsid w:val="00E97F43"/>
    <w:rsid w:val="00EA01DD"/>
    <w:rsid w:val="00EA0414"/>
    <w:rsid w:val="00EA0596"/>
    <w:rsid w:val="00EA0A18"/>
    <w:rsid w:val="00EA0AE4"/>
    <w:rsid w:val="00EA0C11"/>
    <w:rsid w:val="00EA0F3D"/>
    <w:rsid w:val="00EA1007"/>
    <w:rsid w:val="00EA12F9"/>
    <w:rsid w:val="00EA174E"/>
    <w:rsid w:val="00EA1881"/>
    <w:rsid w:val="00EA1C0E"/>
    <w:rsid w:val="00EA1C32"/>
    <w:rsid w:val="00EA1C65"/>
    <w:rsid w:val="00EA1F67"/>
    <w:rsid w:val="00EA203D"/>
    <w:rsid w:val="00EA21D8"/>
    <w:rsid w:val="00EA2A02"/>
    <w:rsid w:val="00EA2EA4"/>
    <w:rsid w:val="00EA2F49"/>
    <w:rsid w:val="00EA31F0"/>
    <w:rsid w:val="00EA32FE"/>
    <w:rsid w:val="00EA3584"/>
    <w:rsid w:val="00EA3867"/>
    <w:rsid w:val="00EA3982"/>
    <w:rsid w:val="00EA3BC6"/>
    <w:rsid w:val="00EA3C24"/>
    <w:rsid w:val="00EA3D5B"/>
    <w:rsid w:val="00EA3ED4"/>
    <w:rsid w:val="00EA40C4"/>
    <w:rsid w:val="00EA4430"/>
    <w:rsid w:val="00EA48AA"/>
    <w:rsid w:val="00EA4E6A"/>
    <w:rsid w:val="00EA4FB3"/>
    <w:rsid w:val="00EA5279"/>
    <w:rsid w:val="00EA5474"/>
    <w:rsid w:val="00EA54D6"/>
    <w:rsid w:val="00EA563A"/>
    <w:rsid w:val="00EA5660"/>
    <w:rsid w:val="00EA5A6D"/>
    <w:rsid w:val="00EA5A87"/>
    <w:rsid w:val="00EA5EA6"/>
    <w:rsid w:val="00EA6078"/>
    <w:rsid w:val="00EA6345"/>
    <w:rsid w:val="00EA675E"/>
    <w:rsid w:val="00EA68B3"/>
    <w:rsid w:val="00EA697D"/>
    <w:rsid w:val="00EA6CF0"/>
    <w:rsid w:val="00EA7435"/>
    <w:rsid w:val="00EA74A4"/>
    <w:rsid w:val="00EA75B3"/>
    <w:rsid w:val="00EA7A4E"/>
    <w:rsid w:val="00EA7D3A"/>
    <w:rsid w:val="00EB01E4"/>
    <w:rsid w:val="00EB04E3"/>
    <w:rsid w:val="00EB0D34"/>
    <w:rsid w:val="00EB0DB9"/>
    <w:rsid w:val="00EB0E52"/>
    <w:rsid w:val="00EB1D96"/>
    <w:rsid w:val="00EB23F4"/>
    <w:rsid w:val="00EB2534"/>
    <w:rsid w:val="00EB2A86"/>
    <w:rsid w:val="00EB2C19"/>
    <w:rsid w:val="00EB2D4D"/>
    <w:rsid w:val="00EB2D81"/>
    <w:rsid w:val="00EB31A6"/>
    <w:rsid w:val="00EB35C4"/>
    <w:rsid w:val="00EB3745"/>
    <w:rsid w:val="00EB45BE"/>
    <w:rsid w:val="00EB46B2"/>
    <w:rsid w:val="00EB4753"/>
    <w:rsid w:val="00EB4B58"/>
    <w:rsid w:val="00EB4B83"/>
    <w:rsid w:val="00EB4F78"/>
    <w:rsid w:val="00EB4F8B"/>
    <w:rsid w:val="00EB4FC7"/>
    <w:rsid w:val="00EB5008"/>
    <w:rsid w:val="00EB5242"/>
    <w:rsid w:val="00EB52DD"/>
    <w:rsid w:val="00EB5300"/>
    <w:rsid w:val="00EB5602"/>
    <w:rsid w:val="00EB57BE"/>
    <w:rsid w:val="00EB58D0"/>
    <w:rsid w:val="00EB5984"/>
    <w:rsid w:val="00EB5A49"/>
    <w:rsid w:val="00EB5ABC"/>
    <w:rsid w:val="00EB5FEB"/>
    <w:rsid w:val="00EB61D4"/>
    <w:rsid w:val="00EB68A0"/>
    <w:rsid w:val="00EB68E0"/>
    <w:rsid w:val="00EB6AD4"/>
    <w:rsid w:val="00EB6BC9"/>
    <w:rsid w:val="00EB6D80"/>
    <w:rsid w:val="00EB6DA4"/>
    <w:rsid w:val="00EB77AD"/>
    <w:rsid w:val="00EB7846"/>
    <w:rsid w:val="00EB7A1E"/>
    <w:rsid w:val="00EB7B88"/>
    <w:rsid w:val="00EB7C75"/>
    <w:rsid w:val="00EB7D07"/>
    <w:rsid w:val="00EC0536"/>
    <w:rsid w:val="00EC0AB9"/>
    <w:rsid w:val="00EC0E66"/>
    <w:rsid w:val="00EC1163"/>
    <w:rsid w:val="00EC188B"/>
    <w:rsid w:val="00EC1A7C"/>
    <w:rsid w:val="00EC1D48"/>
    <w:rsid w:val="00EC1E66"/>
    <w:rsid w:val="00EC1F4C"/>
    <w:rsid w:val="00EC2102"/>
    <w:rsid w:val="00EC2221"/>
    <w:rsid w:val="00EC279D"/>
    <w:rsid w:val="00EC2A8B"/>
    <w:rsid w:val="00EC2DED"/>
    <w:rsid w:val="00EC2E2B"/>
    <w:rsid w:val="00EC2EE5"/>
    <w:rsid w:val="00EC33E4"/>
    <w:rsid w:val="00EC3988"/>
    <w:rsid w:val="00EC3D7A"/>
    <w:rsid w:val="00EC48F1"/>
    <w:rsid w:val="00EC4C13"/>
    <w:rsid w:val="00EC4D23"/>
    <w:rsid w:val="00EC5115"/>
    <w:rsid w:val="00EC5562"/>
    <w:rsid w:val="00EC5674"/>
    <w:rsid w:val="00EC5807"/>
    <w:rsid w:val="00EC5B4B"/>
    <w:rsid w:val="00EC5CE4"/>
    <w:rsid w:val="00EC6130"/>
    <w:rsid w:val="00EC662A"/>
    <w:rsid w:val="00EC694B"/>
    <w:rsid w:val="00EC6958"/>
    <w:rsid w:val="00EC6DC3"/>
    <w:rsid w:val="00EC70FA"/>
    <w:rsid w:val="00EC7282"/>
    <w:rsid w:val="00EC7A2C"/>
    <w:rsid w:val="00EC7B47"/>
    <w:rsid w:val="00ED01E2"/>
    <w:rsid w:val="00ED04F8"/>
    <w:rsid w:val="00ED060B"/>
    <w:rsid w:val="00ED06B8"/>
    <w:rsid w:val="00ED0B29"/>
    <w:rsid w:val="00ED0BDA"/>
    <w:rsid w:val="00ED0FBA"/>
    <w:rsid w:val="00ED0FFC"/>
    <w:rsid w:val="00ED1134"/>
    <w:rsid w:val="00ED13F2"/>
    <w:rsid w:val="00ED14C8"/>
    <w:rsid w:val="00ED15E2"/>
    <w:rsid w:val="00ED19C6"/>
    <w:rsid w:val="00ED2045"/>
    <w:rsid w:val="00ED2165"/>
    <w:rsid w:val="00ED2474"/>
    <w:rsid w:val="00ED24A5"/>
    <w:rsid w:val="00ED2A36"/>
    <w:rsid w:val="00ED2A46"/>
    <w:rsid w:val="00ED2B5D"/>
    <w:rsid w:val="00ED364A"/>
    <w:rsid w:val="00ED384C"/>
    <w:rsid w:val="00ED3B18"/>
    <w:rsid w:val="00ED3B75"/>
    <w:rsid w:val="00ED3E2C"/>
    <w:rsid w:val="00ED3F59"/>
    <w:rsid w:val="00ED3FE7"/>
    <w:rsid w:val="00ED4243"/>
    <w:rsid w:val="00ED4DBE"/>
    <w:rsid w:val="00ED51B7"/>
    <w:rsid w:val="00ED52C7"/>
    <w:rsid w:val="00ED554A"/>
    <w:rsid w:val="00ED5AEA"/>
    <w:rsid w:val="00ED5B3C"/>
    <w:rsid w:val="00ED5C3E"/>
    <w:rsid w:val="00ED5EAE"/>
    <w:rsid w:val="00ED5F94"/>
    <w:rsid w:val="00ED603E"/>
    <w:rsid w:val="00ED61E0"/>
    <w:rsid w:val="00ED642B"/>
    <w:rsid w:val="00ED6A70"/>
    <w:rsid w:val="00ED70B4"/>
    <w:rsid w:val="00ED71CE"/>
    <w:rsid w:val="00ED722B"/>
    <w:rsid w:val="00ED729B"/>
    <w:rsid w:val="00ED758A"/>
    <w:rsid w:val="00ED7955"/>
    <w:rsid w:val="00ED7967"/>
    <w:rsid w:val="00ED7CB7"/>
    <w:rsid w:val="00ED7DBF"/>
    <w:rsid w:val="00EE014F"/>
    <w:rsid w:val="00EE033F"/>
    <w:rsid w:val="00EE06B2"/>
    <w:rsid w:val="00EE06E1"/>
    <w:rsid w:val="00EE0733"/>
    <w:rsid w:val="00EE09D4"/>
    <w:rsid w:val="00EE0B10"/>
    <w:rsid w:val="00EE0C6C"/>
    <w:rsid w:val="00EE1435"/>
    <w:rsid w:val="00EE144C"/>
    <w:rsid w:val="00EE2921"/>
    <w:rsid w:val="00EE2B6F"/>
    <w:rsid w:val="00EE2BA0"/>
    <w:rsid w:val="00EE2D3A"/>
    <w:rsid w:val="00EE2D92"/>
    <w:rsid w:val="00EE3467"/>
    <w:rsid w:val="00EE3977"/>
    <w:rsid w:val="00EE3AD5"/>
    <w:rsid w:val="00EE3AE5"/>
    <w:rsid w:val="00EE3D9F"/>
    <w:rsid w:val="00EE4145"/>
    <w:rsid w:val="00EE4267"/>
    <w:rsid w:val="00EE43DD"/>
    <w:rsid w:val="00EE4691"/>
    <w:rsid w:val="00EE477B"/>
    <w:rsid w:val="00EE48B6"/>
    <w:rsid w:val="00EE4C77"/>
    <w:rsid w:val="00EE4DE4"/>
    <w:rsid w:val="00EE514D"/>
    <w:rsid w:val="00EE5253"/>
    <w:rsid w:val="00EE5370"/>
    <w:rsid w:val="00EE55D0"/>
    <w:rsid w:val="00EE55F2"/>
    <w:rsid w:val="00EE5737"/>
    <w:rsid w:val="00EE57C9"/>
    <w:rsid w:val="00EE5A2C"/>
    <w:rsid w:val="00EE5D01"/>
    <w:rsid w:val="00EE5E5B"/>
    <w:rsid w:val="00EE602D"/>
    <w:rsid w:val="00EE6267"/>
    <w:rsid w:val="00EE6287"/>
    <w:rsid w:val="00EE643B"/>
    <w:rsid w:val="00EE67FD"/>
    <w:rsid w:val="00EE6B1D"/>
    <w:rsid w:val="00EE6B3C"/>
    <w:rsid w:val="00EE6DB1"/>
    <w:rsid w:val="00EE6DE0"/>
    <w:rsid w:val="00EE6FB9"/>
    <w:rsid w:val="00EE7004"/>
    <w:rsid w:val="00EE7A5F"/>
    <w:rsid w:val="00EE7F50"/>
    <w:rsid w:val="00EF05D7"/>
    <w:rsid w:val="00EF0B8B"/>
    <w:rsid w:val="00EF0C97"/>
    <w:rsid w:val="00EF0D06"/>
    <w:rsid w:val="00EF0D99"/>
    <w:rsid w:val="00EF0DDB"/>
    <w:rsid w:val="00EF0FC8"/>
    <w:rsid w:val="00EF101B"/>
    <w:rsid w:val="00EF11AC"/>
    <w:rsid w:val="00EF126A"/>
    <w:rsid w:val="00EF15AB"/>
    <w:rsid w:val="00EF1C26"/>
    <w:rsid w:val="00EF1E59"/>
    <w:rsid w:val="00EF1FAE"/>
    <w:rsid w:val="00EF2B8F"/>
    <w:rsid w:val="00EF2BBC"/>
    <w:rsid w:val="00EF30B5"/>
    <w:rsid w:val="00EF3409"/>
    <w:rsid w:val="00EF38F7"/>
    <w:rsid w:val="00EF3C25"/>
    <w:rsid w:val="00EF4246"/>
    <w:rsid w:val="00EF42F1"/>
    <w:rsid w:val="00EF4515"/>
    <w:rsid w:val="00EF458F"/>
    <w:rsid w:val="00EF468D"/>
    <w:rsid w:val="00EF4D5A"/>
    <w:rsid w:val="00EF4D90"/>
    <w:rsid w:val="00EF4F2F"/>
    <w:rsid w:val="00EF5382"/>
    <w:rsid w:val="00EF583D"/>
    <w:rsid w:val="00EF5A1F"/>
    <w:rsid w:val="00EF5A71"/>
    <w:rsid w:val="00EF5B06"/>
    <w:rsid w:val="00EF5E06"/>
    <w:rsid w:val="00EF5E6B"/>
    <w:rsid w:val="00EF5EF5"/>
    <w:rsid w:val="00EF60BA"/>
    <w:rsid w:val="00EF6272"/>
    <w:rsid w:val="00EF6322"/>
    <w:rsid w:val="00EF6569"/>
    <w:rsid w:val="00EF6D9F"/>
    <w:rsid w:val="00EF6E2D"/>
    <w:rsid w:val="00EF6FF8"/>
    <w:rsid w:val="00EF7307"/>
    <w:rsid w:val="00EF7428"/>
    <w:rsid w:val="00EF7A0F"/>
    <w:rsid w:val="00EF7B40"/>
    <w:rsid w:val="00EF7CC7"/>
    <w:rsid w:val="00F00478"/>
    <w:rsid w:val="00F00B15"/>
    <w:rsid w:val="00F00BC4"/>
    <w:rsid w:val="00F00F7C"/>
    <w:rsid w:val="00F0171C"/>
    <w:rsid w:val="00F01933"/>
    <w:rsid w:val="00F01AE3"/>
    <w:rsid w:val="00F01BEC"/>
    <w:rsid w:val="00F01CCF"/>
    <w:rsid w:val="00F027FD"/>
    <w:rsid w:val="00F02804"/>
    <w:rsid w:val="00F02AEA"/>
    <w:rsid w:val="00F02B23"/>
    <w:rsid w:val="00F0316E"/>
    <w:rsid w:val="00F03811"/>
    <w:rsid w:val="00F039D3"/>
    <w:rsid w:val="00F0461F"/>
    <w:rsid w:val="00F048E1"/>
    <w:rsid w:val="00F04961"/>
    <w:rsid w:val="00F049DC"/>
    <w:rsid w:val="00F04CC8"/>
    <w:rsid w:val="00F04E9F"/>
    <w:rsid w:val="00F0527D"/>
    <w:rsid w:val="00F053C6"/>
    <w:rsid w:val="00F05725"/>
    <w:rsid w:val="00F0578D"/>
    <w:rsid w:val="00F05798"/>
    <w:rsid w:val="00F05973"/>
    <w:rsid w:val="00F05C98"/>
    <w:rsid w:val="00F05D1D"/>
    <w:rsid w:val="00F05F80"/>
    <w:rsid w:val="00F05FC8"/>
    <w:rsid w:val="00F0609B"/>
    <w:rsid w:val="00F060E1"/>
    <w:rsid w:val="00F064A4"/>
    <w:rsid w:val="00F064C5"/>
    <w:rsid w:val="00F06C13"/>
    <w:rsid w:val="00F06ED4"/>
    <w:rsid w:val="00F06EF4"/>
    <w:rsid w:val="00F06F87"/>
    <w:rsid w:val="00F0703C"/>
    <w:rsid w:val="00F07245"/>
    <w:rsid w:val="00F07942"/>
    <w:rsid w:val="00F07D2B"/>
    <w:rsid w:val="00F07E5B"/>
    <w:rsid w:val="00F1020E"/>
    <w:rsid w:val="00F10433"/>
    <w:rsid w:val="00F1105C"/>
    <w:rsid w:val="00F11252"/>
    <w:rsid w:val="00F113BC"/>
    <w:rsid w:val="00F11684"/>
    <w:rsid w:val="00F117C9"/>
    <w:rsid w:val="00F11BF3"/>
    <w:rsid w:val="00F11FFF"/>
    <w:rsid w:val="00F1210D"/>
    <w:rsid w:val="00F12135"/>
    <w:rsid w:val="00F121C4"/>
    <w:rsid w:val="00F124CA"/>
    <w:rsid w:val="00F124FB"/>
    <w:rsid w:val="00F12558"/>
    <w:rsid w:val="00F127BC"/>
    <w:rsid w:val="00F128E9"/>
    <w:rsid w:val="00F1290F"/>
    <w:rsid w:val="00F1298D"/>
    <w:rsid w:val="00F12A44"/>
    <w:rsid w:val="00F12B30"/>
    <w:rsid w:val="00F12C3B"/>
    <w:rsid w:val="00F12E4B"/>
    <w:rsid w:val="00F12FBE"/>
    <w:rsid w:val="00F136D4"/>
    <w:rsid w:val="00F13720"/>
    <w:rsid w:val="00F13A67"/>
    <w:rsid w:val="00F13E72"/>
    <w:rsid w:val="00F1417E"/>
    <w:rsid w:val="00F1436B"/>
    <w:rsid w:val="00F143A7"/>
    <w:rsid w:val="00F144EC"/>
    <w:rsid w:val="00F14791"/>
    <w:rsid w:val="00F148F8"/>
    <w:rsid w:val="00F150D7"/>
    <w:rsid w:val="00F160D2"/>
    <w:rsid w:val="00F16442"/>
    <w:rsid w:val="00F1669B"/>
    <w:rsid w:val="00F16B1B"/>
    <w:rsid w:val="00F16E50"/>
    <w:rsid w:val="00F17698"/>
    <w:rsid w:val="00F17BB5"/>
    <w:rsid w:val="00F17BFB"/>
    <w:rsid w:val="00F17CA0"/>
    <w:rsid w:val="00F17DC2"/>
    <w:rsid w:val="00F20AAC"/>
    <w:rsid w:val="00F20B7B"/>
    <w:rsid w:val="00F20B85"/>
    <w:rsid w:val="00F20C1F"/>
    <w:rsid w:val="00F2107A"/>
    <w:rsid w:val="00F21204"/>
    <w:rsid w:val="00F213BB"/>
    <w:rsid w:val="00F216E1"/>
    <w:rsid w:val="00F21CA1"/>
    <w:rsid w:val="00F21D15"/>
    <w:rsid w:val="00F21D3A"/>
    <w:rsid w:val="00F21F89"/>
    <w:rsid w:val="00F21FF7"/>
    <w:rsid w:val="00F228D3"/>
    <w:rsid w:val="00F22DDC"/>
    <w:rsid w:val="00F23010"/>
    <w:rsid w:val="00F23130"/>
    <w:rsid w:val="00F2330C"/>
    <w:rsid w:val="00F2333C"/>
    <w:rsid w:val="00F23498"/>
    <w:rsid w:val="00F2372B"/>
    <w:rsid w:val="00F237EB"/>
    <w:rsid w:val="00F23CB6"/>
    <w:rsid w:val="00F24678"/>
    <w:rsid w:val="00F246AF"/>
    <w:rsid w:val="00F24C8C"/>
    <w:rsid w:val="00F25508"/>
    <w:rsid w:val="00F256BB"/>
    <w:rsid w:val="00F259B9"/>
    <w:rsid w:val="00F25B12"/>
    <w:rsid w:val="00F260B9"/>
    <w:rsid w:val="00F26411"/>
    <w:rsid w:val="00F264B5"/>
    <w:rsid w:val="00F264E5"/>
    <w:rsid w:val="00F2683E"/>
    <w:rsid w:val="00F26CC3"/>
    <w:rsid w:val="00F26D53"/>
    <w:rsid w:val="00F26D6D"/>
    <w:rsid w:val="00F26E5E"/>
    <w:rsid w:val="00F2720C"/>
    <w:rsid w:val="00F2727E"/>
    <w:rsid w:val="00F27637"/>
    <w:rsid w:val="00F278D1"/>
    <w:rsid w:val="00F27944"/>
    <w:rsid w:val="00F302D8"/>
    <w:rsid w:val="00F30469"/>
    <w:rsid w:val="00F3052A"/>
    <w:rsid w:val="00F30721"/>
    <w:rsid w:val="00F3079D"/>
    <w:rsid w:val="00F307EB"/>
    <w:rsid w:val="00F30A89"/>
    <w:rsid w:val="00F30BB4"/>
    <w:rsid w:val="00F30DD3"/>
    <w:rsid w:val="00F31433"/>
    <w:rsid w:val="00F3194A"/>
    <w:rsid w:val="00F31D4D"/>
    <w:rsid w:val="00F31E59"/>
    <w:rsid w:val="00F3225C"/>
    <w:rsid w:val="00F3229A"/>
    <w:rsid w:val="00F322ED"/>
    <w:rsid w:val="00F3238A"/>
    <w:rsid w:val="00F324DA"/>
    <w:rsid w:val="00F326F1"/>
    <w:rsid w:val="00F3296E"/>
    <w:rsid w:val="00F32A50"/>
    <w:rsid w:val="00F32A5D"/>
    <w:rsid w:val="00F33295"/>
    <w:rsid w:val="00F333F2"/>
    <w:rsid w:val="00F335AD"/>
    <w:rsid w:val="00F3382F"/>
    <w:rsid w:val="00F342AC"/>
    <w:rsid w:val="00F3449A"/>
    <w:rsid w:val="00F3466D"/>
    <w:rsid w:val="00F34BE0"/>
    <w:rsid w:val="00F34C7F"/>
    <w:rsid w:val="00F34FA8"/>
    <w:rsid w:val="00F353AF"/>
    <w:rsid w:val="00F3585F"/>
    <w:rsid w:val="00F35B23"/>
    <w:rsid w:val="00F35CB6"/>
    <w:rsid w:val="00F35D7E"/>
    <w:rsid w:val="00F3636A"/>
    <w:rsid w:val="00F36533"/>
    <w:rsid w:val="00F36AB3"/>
    <w:rsid w:val="00F3704B"/>
    <w:rsid w:val="00F370B4"/>
    <w:rsid w:val="00F374E0"/>
    <w:rsid w:val="00F37C4A"/>
    <w:rsid w:val="00F37D01"/>
    <w:rsid w:val="00F4063B"/>
    <w:rsid w:val="00F40C3C"/>
    <w:rsid w:val="00F40E93"/>
    <w:rsid w:val="00F40FCF"/>
    <w:rsid w:val="00F414A0"/>
    <w:rsid w:val="00F414BD"/>
    <w:rsid w:val="00F41675"/>
    <w:rsid w:val="00F4188B"/>
    <w:rsid w:val="00F41D49"/>
    <w:rsid w:val="00F423E2"/>
    <w:rsid w:val="00F427A5"/>
    <w:rsid w:val="00F42CF8"/>
    <w:rsid w:val="00F42D23"/>
    <w:rsid w:val="00F434C4"/>
    <w:rsid w:val="00F435D1"/>
    <w:rsid w:val="00F436C8"/>
    <w:rsid w:val="00F43889"/>
    <w:rsid w:val="00F43D08"/>
    <w:rsid w:val="00F43D60"/>
    <w:rsid w:val="00F43E56"/>
    <w:rsid w:val="00F43E8F"/>
    <w:rsid w:val="00F44896"/>
    <w:rsid w:val="00F44DF0"/>
    <w:rsid w:val="00F44E2B"/>
    <w:rsid w:val="00F44F2D"/>
    <w:rsid w:val="00F450B6"/>
    <w:rsid w:val="00F4576B"/>
    <w:rsid w:val="00F459CC"/>
    <w:rsid w:val="00F45DDF"/>
    <w:rsid w:val="00F461E1"/>
    <w:rsid w:val="00F4652D"/>
    <w:rsid w:val="00F46A2B"/>
    <w:rsid w:val="00F46AE1"/>
    <w:rsid w:val="00F46D1B"/>
    <w:rsid w:val="00F4701E"/>
    <w:rsid w:val="00F47452"/>
    <w:rsid w:val="00F474FB"/>
    <w:rsid w:val="00F47BB6"/>
    <w:rsid w:val="00F50304"/>
    <w:rsid w:val="00F5046E"/>
    <w:rsid w:val="00F50A74"/>
    <w:rsid w:val="00F50AF4"/>
    <w:rsid w:val="00F50B1D"/>
    <w:rsid w:val="00F511A2"/>
    <w:rsid w:val="00F5148C"/>
    <w:rsid w:val="00F51A9D"/>
    <w:rsid w:val="00F51F9B"/>
    <w:rsid w:val="00F5263C"/>
    <w:rsid w:val="00F5289C"/>
    <w:rsid w:val="00F52B5B"/>
    <w:rsid w:val="00F530D9"/>
    <w:rsid w:val="00F531EB"/>
    <w:rsid w:val="00F53367"/>
    <w:rsid w:val="00F53655"/>
    <w:rsid w:val="00F538B4"/>
    <w:rsid w:val="00F53DB4"/>
    <w:rsid w:val="00F54421"/>
    <w:rsid w:val="00F5451C"/>
    <w:rsid w:val="00F546CA"/>
    <w:rsid w:val="00F55482"/>
    <w:rsid w:val="00F554ED"/>
    <w:rsid w:val="00F557E0"/>
    <w:rsid w:val="00F561E6"/>
    <w:rsid w:val="00F562F6"/>
    <w:rsid w:val="00F565C2"/>
    <w:rsid w:val="00F565FA"/>
    <w:rsid w:val="00F56739"/>
    <w:rsid w:val="00F56790"/>
    <w:rsid w:val="00F56A66"/>
    <w:rsid w:val="00F56AEC"/>
    <w:rsid w:val="00F56E1F"/>
    <w:rsid w:val="00F56EF2"/>
    <w:rsid w:val="00F57859"/>
    <w:rsid w:val="00F57B0B"/>
    <w:rsid w:val="00F57DD7"/>
    <w:rsid w:val="00F57E8E"/>
    <w:rsid w:val="00F608B1"/>
    <w:rsid w:val="00F609CC"/>
    <w:rsid w:val="00F60B4C"/>
    <w:rsid w:val="00F60BE0"/>
    <w:rsid w:val="00F60EEE"/>
    <w:rsid w:val="00F61146"/>
    <w:rsid w:val="00F614E6"/>
    <w:rsid w:val="00F61664"/>
    <w:rsid w:val="00F61857"/>
    <w:rsid w:val="00F61916"/>
    <w:rsid w:val="00F624AB"/>
    <w:rsid w:val="00F625A1"/>
    <w:rsid w:val="00F62668"/>
    <w:rsid w:val="00F62CED"/>
    <w:rsid w:val="00F62EC8"/>
    <w:rsid w:val="00F63136"/>
    <w:rsid w:val="00F6362E"/>
    <w:rsid w:val="00F637E6"/>
    <w:rsid w:val="00F63C96"/>
    <w:rsid w:val="00F6420C"/>
    <w:rsid w:val="00F6477C"/>
    <w:rsid w:val="00F64B22"/>
    <w:rsid w:val="00F64DB4"/>
    <w:rsid w:val="00F65988"/>
    <w:rsid w:val="00F65BA1"/>
    <w:rsid w:val="00F65C77"/>
    <w:rsid w:val="00F65DED"/>
    <w:rsid w:val="00F65F72"/>
    <w:rsid w:val="00F66293"/>
    <w:rsid w:val="00F662DE"/>
    <w:rsid w:val="00F663A2"/>
    <w:rsid w:val="00F663D1"/>
    <w:rsid w:val="00F6651F"/>
    <w:rsid w:val="00F66958"/>
    <w:rsid w:val="00F66D43"/>
    <w:rsid w:val="00F66F6D"/>
    <w:rsid w:val="00F67086"/>
    <w:rsid w:val="00F675C5"/>
    <w:rsid w:val="00F6782A"/>
    <w:rsid w:val="00F67885"/>
    <w:rsid w:val="00F679A2"/>
    <w:rsid w:val="00F67B8B"/>
    <w:rsid w:val="00F67D71"/>
    <w:rsid w:val="00F703C0"/>
    <w:rsid w:val="00F7050A"/>
    <w:rsid w:val="00F706AE"/>
    <w:rsid w:val="00F70778"/>
    <w:rsid w:val="00F70D7C"/>
    <w:rsid w:val="00F70E45"/>
    <w:rsid w:val="00F7103B"/>
    <w:rsid w:val="00F711C8"/>
    <w:rsid w:val="00F712F5"/>
    <w:rsid w:val="00F7137B"/>
    <w:rsid w:val="00F7171E"/>
    <w:rsid w:val="00F71A5D"/>
    <w:rsid w:val="00F71B6E"/>
    <w:rsid w:val="00F71BBE"/>
    <w:rsid w:val="00F72070"/>
    <w:rsid w:val="00F720EB"/>
    <w:rsid w:val="00F7223C"/>
    <w:rsid w:val="00F72341"/>
    <w:rsid w:val="00F7273A"/>
    <w:rsid w:val="00F727ED"/>
    <w:rsid w:val="00F7294A"/>
    <w:rsid w:val="00F72F7B"/>
    <w:rsid w:val="00F73B93"/>
    <w:rsid w:val="00F741BB"/>
    <w:rsid w:val="00F7438F"/>
    <w:rsid w:val="00F74771"/>
    <w:rsid w:val="00F75165"/>
    <w:rsid w:val="00F755E3"/>
    <w:rsid w:val="00F75789"/>
    <w:rsid w:val="00F75935"/>
    <w:rsid w:val="00F75BF7"/>
    <w:rsid w:val="00F75C08"/>
    <w:rsid w:val="00F75C95"/>
    <w:rsid w:val="00F75F7E"/>
    <w:rsid w:val="00F76306"/>
    <w:rsid w:val="00F763B7"/>
    <w:rsid w:val="00F7641F"/>
    <w:rsid w:val="00F76856"/>
    <w:rsid w:val="00F76C70"/>
    <w:rsid w:val="00F77000"/>
    <w:rsid w:val="00F77351"/>
    <w:rsid w:val="00F7735C"/>
    <w:rsid w:val="00F773E5"/>
    <w:rsid w:val="00F775BD"/>
    <w:rsid w:val="00F77F29"/>
    <w:rsid w:val="00F8036C"/>
    <w:rsid w:val="00F80693"/>
    <w:rsid w:val="00F80ECE"/>
    <w:rsid w:val="00F811A3"/>
    <w:rsid w:val="00F812B4"/>
    <w:rsid w:val="00F81870"/>
    <w:rsid w:val="00F81C4C"/>
    <w:rsid w:val="00F81D40"/>
    <w:rsid w:val="00F81DC0"/>
    <w:rsid w:val="00F81EAC"/>
    <w:rsid w:val="00F8211B"/>
    <w:rsid w:val="00F826EB"/>
    <w:rsid w:val="00F829F5"/>
    <w:rsid w:val="00F82C66"/>
    <w:rsid w:val="00F82FC3"/>
    <w:rsid w:val="00F835C4"/>
    <w:rsid w:val="00F837E3"/>
    <w:rsid w:val="00F83C92"/>
    <w:rsid w:val="00F83E47"/>
    <w:rsid w:val="00F840EB"/>
    <w:rsid w:val="00F842F7"/>
    <w:rsid w:val="00F843C0"/>
    <w:rsid w:val="00F849AB"/>
    <w:rsid w:val="00F84BAD"/>
    <w:rsid w:val="00F84C50"/>
    <w:rsid w:val="00F85482"/>
    <w:rsid w:val="00F855CC"/>
    <w:rsid w:val="00F855FF"/>
    <w:rsid w:val="00F856D9"/>
    <w:rsid w:val="00F85D97"/>
    <w:rsid w:val="00F85DC3"/>
    <w:rsid w:val="00F85DE5"/>
    <w:rsid w:val="00F86030"/>
    <w:rsid w:val="00F865E0"/>
    <w:rsid w:val="00F866E6"/>
    <w:rsid w:val="00F86C46"/>
    <w:rsid w:val="00F86EA4"/>
    <w:rsid w:val="00F8754D"/>
    <w:rsid w:val="00F87550"/>
    <w:rsid w:val="00F876E6"/>
    <w:rsid w:val="00F87AE7"/>
    <w:rsid w:val="00F907B2"/>
    <w:rsid w:val="00F9083D"/>
    <w:rsid w:val="00F90F74"/>
    <w:rsid w:val="00F91B7C"/>
    <w:rsid w:val="00F91C6C"/>
    <w:rsid w:val="00F921A5"/>
    <w:rsid w:val="00F92366"/>
    <w:rsid w:val="00F9240F"/>
    <w:rsid w:val="00F92488"/>
    <w:rsid w:val="00F92783"/>
    <w:rsid w:val="00F927F7"/>
    <w:rsid w:val="00F9287C"/>
    <w:rsid w:val="00F9296F"/>
    <w:rsid w:val="00F92D32"/>
    <w:rsid w:val="00F92D6E"/>
    <w:rsid w:val="00F92DA3"/>
    <w:rsid w:val="00F92E07"/>
    <w:rsid w:val="00F93266"/>
    <w:rsid w:val="00F9326E"/>
    <w:rsid w:val="00F93602"/>
    <w:rsid w:val="00F936C5"/>
    <w:rsid w:val="00F93E21"/>
    <w:rsid w:val="00F942D3"/>
    <w:rsid w:val="00F94334"/>
    <w:rsid w:val="00F94396"/>
    <w:rsid w:val="00F94455"/>
    <w:rsid w:val="00F944FF"/>
    <w:rsid w:val="00F9453F"/>
    <w:rsid w:val="00F9475A"/>
    <w:rsid w:val="00F94783"/>
    <w:rsid w:val="00F94989"/>
    <w:rsid w:val="00F94AAC"/>
    <w:rsid w:val="00F94C4F"/>
    <w:rsid w:val="00F95328"/>
    <w:rsid w:val="00F95419"/>
    <w:rsid w:val="00F95A1F"/>
    <w:rsid w:val="00F95AF7"/>
    <w:rsid w:val="00F95B4C"/>
    <w:rsid w:val="00F96217"/>
    <w:rsid w:val="00F962BB"/>
    <w:rsid w:val="00F964DF"/>
    <w:rsid w:val="00F96548"/>
    <w:rsid w:val="00F968C7"/>
    <w:rsid w:val="00F971E8"/>
    <w:rsid w:val="00F97302"/>
    <w:rsid w:val="00F97B73"/>
    <w:rsid w:val="00FA0BDA"/>
    <w:rsid w:val="00FA0FEA"/>
    <w:rsid w:val="00FA1318"/>
    <w:rsid w:val="00FA1595"/>
    <w:rsid w:val="00FA1A2F"/>
    <w:rsid w:val="00FA1C37"/>
    <w:rsid w:val="00FA1EC3"/>
    <w:rsid w:val="00FA22B4"/>
    <w:rsid w:val="00FA22D9"/>
    <w:rsid w:val="00FA23A0"/>
    <w:rsid w:val="00FA2605"/>
    <w:rsid w:val="00FA29F5"/>
    <w:rsid w:val="00FA2DED"/>
    <w:rsid w:val="00FA3342"/>
    <w:rsid w:val="00FA360F"/>
    <w:rsid w:val="00FA37F5"/>
    <w:rsid w:val="00FA3AA7"/>
    <w:rsid w:val="00FA3E8E"/>
    <w:rsid w:val="00FA407A"/>
    <w:rsid w:val="00FA4157"/>
    <w:rsid w:val="00FA41A0"/>
    <w:rsid w:val="00FA42E7"/>
    <w:rsid w:val="00FA4559"/>
    <w:rsid w:val="00FA474A"/>
    <w:rsid w:val="00FA48A5"/>
    <w:rsid w:val="00FA48DB"/>
    <w:rsid w:val="00FA505E"/>
    <w:rsid w:val="00FA5D7E"/>
    <w:rsid w:val="00FA60F6"/>
    <w:rsid w:val="00FA6339"/>
    <w:rsid w:val="00FA65C6"/>
    <w:rsid w:val="00FA6653"/>
    <w:rsid w:val="00FA6CC5"/>
    <w:rsid w:val="00FA7076"/>
    <w:rsid w:val="00FA70C2"/>
    <w:rsid w:val="00FA7336"/>
    <w:rsid w:val="00FA7346"/>
    <w:rsid w:val="00FA76A3"/>
    <w:rsid w:val="00FA7B56"/>
    <w:rsid w:val="00FA7D54"/>
    <w:rsid w:val="00FB0012"/>
    <w:rsid w:val="00FB0362"/>
    <w:rsid w:val="00FB03AF"/>
    <w:rsid w:val="00FB045D"/>
    <w:rsid w:val="00FB088B"/>
    <w:rsid w:val="00FB09CE"/>
    <w:rsid w:val="00FB0F5B"/>
    <w:rsid w:val="00FB0F80"/>
    <w:rsid w:val="00FB13BF"/>
    <w:rsid w:val="00FB15F1"/>
    <w:rsid w:val="00FB189D"/>
    <w:rsid w:val="00FB199B"/>
    <w:rsid w:val="00FB1DE7"/>
    <w:rsid w:val="00FB1F3F"/>
    <w:rsid w:val="00FB20AC"/>
    <w:rsid w:val="00FB214E"/>
    <w:rsid w:val="00FB262D"/>
    <w:rsid w:val="00FB2833"/>
    <w:rsid w:val="00FB2A62"/>
    <w:rsid w:val="00FB2A80"/>
    <w:rsid w:val="00FB2F66"/>
    <w:rsid w:val="00FB3084"/>
    <w:rsid w:val="00FB3187"/>
    <w:rsid w:val="00FB336E"/>
    <w:rsid w:val="00FB33EA"/>
    <w:rsid w:val="00FB3556"/>
    <w:rsid w:val="00FB36DF"/>
    <w:rsid w:val="00FB3753"/>
    <w:rsid w:val="00FB3B97"/>
    <w:rsid w:val="00FB3DFB"/>
    <w:rsid w:val="00FB4063"/>
    <w:rsid w:val="00FB40C5"/>
    <w:rsid w:val="00FB4750"/>
    <w:rsid w:val="00FB4898"/>
    <w:rsid w:val="00FB48BB"/>
    <w:rsid w:val="00FB4BBE"/>
    <w:rsid w:val="00FB4DB5"/>
    <w:rsid w:val="00FB4F73"/>
    <w:rsid w:val="00FB5191"/>
    <w:rsid w:val="00FB52FA"/>
    <w:rsid w:val="00FB5554"/>
    <w:rsid w:val="00FB5573"/>
    <w:rsid w:val="00FB5A62"/>
    <w:rsid w:val="00FB5B92"/>
    <w:rsid w:val="00FB5C12"/>
    <w:rsid w:val="00FB5DCD"/>
    <w:rsid w:val="00FB5F61"/>
    <w:rsid w:val="00FB62D8"/>
    <w:rsid w:val="00FB63DF"/>
    <w:rsid w:val="00FB67AA"/>
    <w:rsid w:val="00FB682D"/>
    <w:rsid w:val="00FB6920"/>
    <w:rsid w:val="00FB7664"/>
    <w:rsid w:val="00FB78B2"/>
    <w:rsid w:val="00FB7FD9"/>
    <w:rsid w:val="00FC02C4"/>
    <w:rsid w:val="00FC0481"/>
    <w:rsid w:val="00FC0C79"/>
    <w:rsid w:val="00FC101D"/>
    <w:rsid w:val="00FC11BC"/>
    <w:rsid w:val="00FC131C"/>
    <w:rsid w:val="00FC14F0"/>
    <w:rsid w:val="00FC1636"/>
    <w:rsid w:val="00FC18D7"/>
    <w:rsid w:val="00FC1FCA"/>
    <w:rsid w:val="00FC281B"/>
    <w:rsid w:val="00FC2AEA"/>
    <w:rsid w:val="00FC2D09"/>
    <w:rsid w:val="00FC318A"/>
    <w:rsid w:val="00FC342A"/>
    <w:rsid w:val="00FC3570"/>
    <w:rsid w:val="00FC368A"/>
    <w:rsid w:val="00FC3B3C"/>
    <w:rsid w:val="00FC3BAB"/>
    <w:rsid w:val="00FC3CA5"/>
    <w:rsid w:val="00FC3D33"/>
    <w:rsid w:val="00FC4200"/>
    <w:rsid w:val="00FC4241"/>
    <w:rsid w:val="00FC439E"/>
    <w:rsid w:val="00FC43C0"/>
    <w:rsid w:val="00FC4492"/>
    <w:rsid w:val="00FC4A58"/>
    <w:rsid w:val="00FC51BD"/>
    <w:rsid w:val="00FC5E2C"/>
    <w:rsid w:val="00FC5EA1"/>
    <w:rsid w:val="00FC64B7"/>
    <w:rsid w:val="00FC6867"/>
    <w:rsid w:val="00FC6BB4"/>
    <w:rsid w:val="00FC6E0C"/>
    <w:rsid w:val="00FC6F3E"/>
    <w:rsid w:val="00FC726E"/>
    <w:rsid w:val="00FC7440"/>
    <w:rsid w:val="00FC74D9"/>
    <w:rsid w:val="00FC7585"/>
    <w:rsid w:val="00FC7699"/>
    <w:rsid w:val="00FC7C64"/>
    <w:rsid w:val="00FC7DCD"/>
    <w:rsid w:val="00FC7DD8"/>
    <w:rsid w:val="00FD01F9"/>
    <w:rsid w:val="00FD0723"/>
    <w:rsid w:val="00FD07B1"/>
    <w:rsid w:val="00FD0D4F"/>
    <w:rsid w:val="00FD117F"/>
    <w:rsid w:val="00FD16E9"/>
    <w:rsid w:val="00FD17C2"/>
    <w:rsid w:val="00FD18D2"/>
    <w:rsid w:val="00FD1A83"/>
    <w:rsid w:val="00FD1B59"/>
    <w:rsid w:val="00FD1C19"/>
    <w:rsid w:val="00FD1C39"/>
    <w:rsid w:val="00FD1D4A"/>
    <w:rsid w:val="00FD1DE4"/>
    <w:rsid w:val="00FD29B5"/>
    <w:rsid w:val="00FD2A06"/>
    <w:rsid w:val="00FD2A14"/>
    <w:rsid w:val="00FD2DA6"/>
    <w:rsid w:val="00FD2FC3"/>
    <w:rsid w:val="00FD33D5"/>
    <w:rsid w:val="00FD33DF"/>
    <w:rsid w:val="00FD34CB"/>
    <w:rsid w:val="00FD357E"/>
    <w:rsid w:val="00FD3F23"/>
    <w:rsid w:val="00FD3F53"/>
    <w:rsid w:val="00FD4443"/>
    <w:rsid w:val="00FD49B4"/>
    <w:rsid w:val="00FD4DCD"/>
    <w:rsid w:val="00FD50EA"/>
    <w:rsid w:val="00FD5233"/>
    <w:rsid w:val="00FD52A3"/>
    <w:rsid w:val="00FD537D"/>
    <w:rsid w:val="00FD53A8"/>
    <w:rsid w:val="00FD56D9"/>
    <w:rsid w:val="00FD58EE"/>
    <w:rsid w:val="00FD5901"/>
    <w:rsid w:val="00FD5A97"/>
    <w:rsid w:val="00FD5B3D"/>
    <w:rsid w:val="00FD5F30"/>
    <w:rsid w:val="00FD65F1"/>
    <w:rsid w:val="00FD678E"/>
    <w:rsid w:val="00FD69C4"/>
    <w:rsid w:val="00FD6EF8"/>
    <w:rsid w:val="00FD718C"/>
    <w:rsid w:val="00FD7931"/>
    <w:rsid w:val="00FD7C2B"/>
    <w:rsid w:val="00FE019E"/>
    <w:rsid w:val="00FE0209"/>
    <w:rsid w:val="00FE0352"/>
    <w:rsid w:val="00FE0C33"/>
    <w:rsid w:val="00FE0C6C"/>
    <w:rsid w:val="00FE1054"/>
    <w:rsid w:val="00FE109E"/>
    <w:rsid w:val="00FE10D4"/>
    <w:rsid w:val="00FE155F"/>
    <w:rsid w:val="00FE1586"/>
    <w:rsid w:val="00FE174F"/>
    <w:rsid w:val="00FE19AF"/>
    <w:rsid w:val="00FE1DD3"/>
    <w:rsid w:val="00FE21AC"/>
    <w:rsid w:val="00FE22C0"/>
    <w:rsid w:val="00FE2326"/>
    <w:rsid w:val="00FE24E0"/>
    <w:rsid w:val="00FE282A"/>
    <w:rsid w:val="00FE28A8"/>
    <w:rsid w:val="00FE2925"/>
    <w:rsid w:val="00FE2A2C"/>
    <w:rsid w:val="00FE2A31"/>
    <w:rsid w:val="00FE2C3A"/>
    <w:rsid w:val="00FE2C3E"/>
    <w:rsid w:val="00FE2E75"/>
    <w:rsid w:val="00FE30A9"/>
    <w:rsid w:val="00FE3190"/>
    <w:rsid w:val="00FE3858"/>
    <w:rsid w:val="00FE38BA"/>
    <w:rsid w:val="00FE39C5"/>
    <w:rsid w:val="00FE3CBD"/>
    <w:rsid w:val="00FE3EAC"/>
    <w:rsid w:val="00FE43DC"/>
    <w:rsid w:val="00FE4744"/>
    <w:rsid w:val="00FE4783"/>
    <w:rsid w:val="00FE48F7"/>
    <w:rsid w:val="00FE5055"/>
    <w:rsid w:val="00FE57D6"/>
    <w:rsid w:val="00FE5995"/>
    <w:rsid w:val="00FE5B57"/>
    <w:rsid w:val="00FE5BD1"/>
    <w:rsid w:val="00FE5C56"/>
    <w:rsid w:val="00FE5E44"/>
    <w:rsid w:val="00FE681A"/>
    <w:rsid w:val="00FE68AA"/>
    <w:rsid w:val="00FE6925"/>
    <w:rsid w:val="00FE6DC6"/>
    <w:rsid w:val="00FE6F22"/>
    <w:rsid w:val="00FE7996"/>
    <w:rsid w:val="00FE7AC4"/>
    <w:rsid w:val="00FE7C82"/>
    <w:rsid w:val="00FE7D3E"/>
    <w:rsid w:val="00FF0185"/>
    <w:rsid w:val="00FF0543"/>
    <w:rsid w:val="00FF062A"/>
    <w:rsid w:val="00FF0808"/>
    <w:rsid w:val="00FF08E2"/>
    <w:rsid w:val="00FF0A3B"/>
    <w:rsid w:val="00FF0C61"/>
    <w:rsid w:val="00FF0C69"/>
    <w:rsid w:val="00FF0DCE"/>
    <w:rsid w:val="00FF0EFA"/>
    <w:rsid w:val="00FF0F13"/>
    <w:rsid w:val="00FF0F35"/>
    <w:rsid w:val="00FF12AD"/>
    <w:rsid w:val="00FF1481"/>
    <w:rsid w:val="00FF14AD"/>
    <w:rsid w:val="00FF1C34"/>
    <w:rsid w:val="00FF1F5A"/>
    <w:rsid w:val="00FF1FB4"/>
    <w:rsid w:val="00FF2038"/>
    <w:rsid w:val="00FF259E"/>
    <w:rsid w:val="00FF2829"/>
    <w:rsid w:val="00FF2C63"/>
    <w:rsid w:val="00FF30C9"/>
    <w:rsid w:val="00FF3227"/>
    <w:rsid w:val="00FF32C5"/>
    <w:rsid w:val="00FF55A9"/>
    <w:rsid w:val="00FF5C6F"/>
    <w:rsid w:val="00FF5EDE"/>
    <w:rsid w:val="00FF6071"/>
    <w:rsid w:val="00FF62BC"/>
    <w:rsid w:val="00FF66F2"/>
    <w:rsid w:val="00FF6C7D"/>
    <w:rsid w:val="00FF6DD7"/>
    <w:rsid w:val="00FF6EFF"/>
    <w:rsid w:val="00FF6F40"/>
    <w:rsid w:val="00FF6F9E"/>
    <w:rsid w:val="00FF7047"/>
    <w:rsid w:val="00FF7A2A"/>
    <w:rsid w:val="00FF7BAC"/>
    <w:rsid w:val="00FF7FB1"/>
    <w:rsid w:val="14E6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330</Words>
  <Characters>1883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2022-12-27T02:18:00Z</dcterms:created>
  <dc:creator>微软用户</dc:creator>
  <cp:lastModifiedBy>Administrator</cp:lastModifiedBy>
  <dcterms:modified xsi:type="dcterms:W3CDTF">2023-01-17T13:08:24Z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