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13415B" w:rsidRPr="00DF27D0" w:rsidP="0013415B">
      <w:pPr>
        <w:jc w:val="center"/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</w:pPr>
      <w:r w:rsidRPr="0013415B" w:rsidR="000D1AE3">
        <w:rPr>
          <w:rFonts w:ascii="黑体" w:eastAsia="黑体" w:hAnsi="黑体" w:cs="黑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12560300</wp:posOffset>
            </wp:positionV>
            <wp:extent cx="342900" cy="279400"/>
            <wp:wrapNone/>
            <wp:docPr id="1000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4707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width:68.25pt;height:714.2pt;margin-top:16.85pt;margin-left:-30.4pt;position:absolute;rotation:180;z-index:251689984" filled="f" stroked="f">
            <o:lock v:ext="edit" aspectratio="f"/>
            <v:textbox style="layout-flow:vertical;mso-layout-flow-alt:bottom-to-top">
              <w:txbxContent>
                <w:p w:rsidR="00501DEB" w:rsidRPr="00706CFF" w:rsidP="00706CFF">
                  <w:pPr>
                    <w:spacing w:line="500" w:lineRule="exact"/>
                    <w:ind w:firstLine="1155" w:firstLineChars="550"/>
                    <w:rPr>
                      <w:rFonts w:hint="eastAsia"/>
                      <w:szCs w:val="21"/>
                      <w:u w:val="single"/>
                    </w:rPr>
                  </w:pPr>
                  <w:r w:rsidRPr="00706CFF">
                    <w:rPr>
                      <w:rFonts w:hint="eastAsia"/>
                      <w:szCs w:val="21"/>
                    </w:rPr>
                    <w:t>学校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</w:t>
                  </w:r>
                  <w:r w:rsidRPr="00706CFF">
                    <w:rPr>
                      <w:rFonts w:hint="eastAsia"/>
                      <w:szCs w:val="21"/>
                    </w:rPr>
                    <w:t>班级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</w:t>
                  </w:r>
                  <w:r w:rsidRPr="00706CFF">
                    <w:rPr>
                      <w:rFonts w:hint="eastAsia"/>
                      <w:szCs w:val="21"/>
                    </w:rPr>
                    <w:t>姓名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 w:rsidRPr="00706CFF">
                    <w:rPr>
                      <w:rFonts w:hint="eastAsia"/>
                      <w:szCs w:val="21"/>
                    </w:rPr>
                    <w:t>考号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</w:t>
                  </w:r>
                </w:p>
                <w:p w:rsidR="00501DEB" w:rsidRPr="00706CFF">
                  <w:pPr>
                    <w:spacing w:line="500" w:lineRule="exact"/>
                    <w:rPr>
                      <w:rFonts w:hint="eastAsia"/>
                      <w:szCs w:val="21"/>
                      <w:u w:val="single"/>
                    </w:rPr>
                  </w:pP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密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封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线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………………………………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10" o:spid="_x0000_s1027" type="#_x0000_t202" style="width:13.3pt;height:15.05pt;margin-top:-11.45pt;margin-left:-2.2pt;position:absolute;z-index:251687936" filled="t" fillcolor="black" stroked="t">
            <o:lock v:ext="edit" aspectratio="f"/>
            <v:textbox>
              <w:txbxContent>
                <w:p w:rsidR="00501DEB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  <w:r w:rsidRPr="0013415B" w:rsidR="000D1AE3">
        <w:rPr>
          <w:rFonts w:ascii="黑体" w:eastAsia="黑体" w:hAnsi="黑体" w:cs="黑体" w:hint="eastAsia"/>
          <w:b/>
          <w:sz w:val="28"/>
          <w:szCs w:val="28"/>
        </w:rPr>
        <w:t xml:space="preserve"> </w:t>
      </w:r>
      <w:r w:rsidRPr="00DF27D0" w:rsidR="0013415B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隆昌</w:t>
      </w:r>
      <w:r w:rsidRPr="00DF27D0" w:rsidR="00DF27D0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一中</w:t>
      </w:r>
      <w:r w:rsidRPr="00DF27D0" w:rsidR="0013415B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202</w:t>
      </w:r>
      <w:r w:rsidRPr="00DF27D0" w:rsidR="004834CF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2</w:t>
      </w:r>
      <w:r w:rsidRPr="00DF27D0" w:rsidR="0013415B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—</w:t>
      </w:r>
      <w:r w:rsidRPr="00DF27D0" w:rsidR="0013415B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202</w:t>
      </w:r>
      <w:r w:rsidRPr="00DF27D0" w:rsidR="004834CF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3</w:t>
      </w:r>
      <w:r w:rsidRPr="00DF27D0" w:rsidR="0013415B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学年度第一学期初中</w:t>
      </w:r>
      <w:r w:rsidR="00DF27D0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九</w:t>
      </w:r>
      <w:r w:rsidRPr="00DF27D0" w:rsidR="0013415B">
        <w:rPr>
          <w:rFonts w:ascii="华文中宋" w:eastAsia="华文中宋" w:hAnsi="华文中宋" w:hint="eastAsia"/>
          <w:b/>
          <w:bCs/>
          <w:spacing w:val="-16"/>
          <w:sz w:val="28"/>
          <w:szCs w:val="28"/>
        </w:rPr>
        <w:t>年级第二次月考</w:t>
      </w:r>
    </w:p>
    <w:p w:rsidR="000D1AE3" w:rsidRPr="00706CFF" w:rsidP="00706CFF">
      <w:pPr>
        <w:pStyle w:val="2"/>
        <w:spacing w:line="500" w:lineRule="exact"/>
        <w:ind w:left="717" w:hanging="717" w:hangingChars="224"/>
        <w:jc w:val="center"/>
        <w:rPr>
          <w:rFonts w:ascii="华文中宋" w:eastAsia="华文中宋" w:hAnsi="华文中宋"/>
          <w:b/>
          <w:sz w:val="32"/>
          <w:szCs w:val="32"/>
        </w:rPr>
      </w:pPr>
      <w:r w:rsidRPr="00706CFF">
        <w:rPr>
          <w:rFonts w:ascii="华文中宋" w:eastAsia="华文中宋" w:hAnsi="华文中宋"/>
          <w:b/>
          <w:sz w:val="32"/>
          <w:szCs w:val="32"/>
        </w:rPr>
        <w:t xml:space="preserve"> 数学 答题卡</w:t>
      </w:r>
    </w:p>
    <w:p w:rsidR="000D1AE3">
      <w:pPr>
        <w:pStyle w:val="2"/>
        <w:spacing w:line="360" w:lineRule="auto"/>
        <w:ind w:firstLine="0" w:firstLineChars="0"/>
        <w:rPr>
          <w:rFonts w:hint="eastAsia"/>
        </w:rPr>
      </w:pPr>
      <w:r>
        <w:rPr>
          <w:sz w:val="20"/>
        </w:rPr>
        <w:pict>
          <v:rect id="矩形 8" o:spid="_x0000_s1028" style="width:79.6pt;height:79.35pt;margin-top:11.5pt;margin-left:39.9pt;position:absolute;z-index:251661312">
            <o:lock v:ext="edit" aspectratio="f"/>
            <v:textbox inset="1.42pt,,1.42pt,0">
              <w:txbxContent>
                <w:p w:rsidR="00501DEB">
                  <w:pPr>
                    <w:jc w:val="center"/>
                    <w:rPr>
                      <w:rFonts w:ascii="黑体" w:eastAsia="黑体" w:hAnsi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b/>
                      <w:szCs w:val="21"/>
                    </w:rPr>
                    <w:t>考生禁填</w:t>
                  </w:r>
                </w:p>
                <w:p w:rsidR="00501DEB">
                  <w:pPr>
                    <w:spacing w:after="94" w:afterLines="3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缺考标记</w:t>
                  </w:r>
                </w:p>
                <w:p w:rsidR="00501DEB">
                  <w:pPr>
                    <w:spacing w:line="200" w:lineRule="exact"/>
                    <w:rPr>
                      <w:rFonts w:hint="eastAsia"/>
                      <w:spacing w:val="-4"/>
                      <w:sz w:val="15"/>
                      <w:szCs w:val="15"/>
                    </w:rPr>
                  </w:pPr>
                  <w:r>
                    <w:rPr>
                      <w:rFonts w:hint="eastAsia"/>
                      <w:spacing w:val="-4"/>
                      <w:sz w:val="15"/>
                      <w:szCs w:val="15"/>
                    </w:rPr>
                    <w:t>缺考考生由监考员贴条形码，并用2B铅笔填涂上面的缺考标记</w:t>
                  </w:r>
                </w:p>
                <w:p w:rsidR="00501DEB">
                  <w:pPr>
                    <w:jc w:val="center"/>
                    <w:rPr>
                      <w:spacing w:val="-8"/>
                    </w:rPr>
                  </w:pPr>
                </w:p>
              </w:txbxContent>
            </v:textbox>
          </v:rect>
        </w:pict>
      </w:r>
      <w:r>
        <w:rPr>
          <w:sz w:val="20"/>
        </w:rPr>
        <w:pict>
          <v:shape id="文本框 10" o:spid="_x0000_s1029" type="#_x0000_t202" style="width:23.85pt;height:79.1pt;margin-top:11.9pt;margin-left:118.55pt;position:absolute;z-index:251663360" filled="f" stroked="t">
            <o:lock v:ext="edit" aspectratio="f"/>
            <v:textbox>
              <w:txbxContent>
                <w:p w:rsidR="00501DEB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  <w:p w:rsidR="00501DEB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注意事项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9" o:spid="_x0000_s1030" style="width:263.05pt;height:79.35pt;margin-top:11.5pt;margin-left:118.85pt;position:absolute;z-index:251662336" filled="t" stroked="t">
            <o:lock v:ext="edit" aspectratio="f"/>
            <v:textbox>
              <w:txbxContent>
                <w:p w:rsidR="00501DEB">
                  <w:pPr>
                    <w:spacing w:line="180" w:lineRule="exact"/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  <w:bCs/>
                      <w:spacing w:val="-2"/>
                      <w:sz w:val="14"/>
                      <w:szCs w:val="14"/>
                    </w:rPr>
                    <w:t xml:space="preserve">1. </w:t>
                  </w:r>
                  <w:r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  <w:t xml:space="preserve">答题前，考生务必认真核对条形码上的姓名、准考证号，无误后将本人  </w:t>
                  </w:r>
                </w:p>
                <w:p w:rsidR="00501DEB">
                  <w:pPr>
                    <w:spacing w:line="180" w:lineRule="exact"/>
                    <w:rPr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  <w:t xml:space="preserve">            姓名、准考证号填写在相应的位置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。</w:t>
                  </w:r>
                </w:p>
                <w:p w:rsidR="00501DEB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2.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选择题填涂时，必须使用</w:t>
                  </w:r>
                  <w:r>
                    <w:rPr>
                      <w:rFonts w:hint="eastAsia"/>
                      <w:bCs/>
                      <w:sz w:val="14"/>
                      <w:szCs w:val="14"/>
                    </w:rPr>
                    <w:t>2B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铅笔按    图示规范填涂；非选择题必</w:t>
                  </w:r>
                </w:p>
                <w:p w:rsidR="00501DEB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须用</w:t>
                  </w:r>
                  <w:r>
                    <w:rPr>
                      <w:rFonts w:hint="eastAsia"/>
                      <w:bCs/>
                      <w:sz w:val="14"/>
                      <w:szCs w:val="14"/>
                    </w:rPr>
                    <w:t>0.5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毫米黑色墨迹签字笔书写，</w:t>
                  </w:r>
                  <w:r>
                    <w:rPr>
                      <w:rFonts w:hint="eastAsia"/>
                      <w:bCs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字体工整、字迹清楚。</w:t>
                  </w:r>
                </w:p>
                <w:p w:rsidR="00501DEB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3.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非选择题请按照题目顺序在各题目的答题区域内作答，超出答题区域</w:t>
                  </w:r>
                </w:p>
                <w:p w:rsidR="00501DEB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书写的答案无效；在草稿纸、试题上答题无效。</w:t>
                  </w:r>
                </w:p>
                <w:p w:rsidR="00501DEB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4.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保持卡面清洁，不要折叠、弄破、弄皱，不准使用涂改液、修正带、</w:t>
                  </w:r>
                </w:p>
                <w:p w:rsidR="00501DEB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刮纸刀。</w:t>
                  </w:r>
                </w:p>
                <w:p w:rsidR="00501DEB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:rsidR="000D1AE3">
      <w:pPr>
        <w:rPr>
          <w:rFonts w:hint="eastAsia"/>
        </w:rPr>
      </w:pPr>
      <w:r>
        <w:rPr>
          <w:sz w:val="20"/>
        </w:rPr>
        <w:pict>
          <v:rect id="矩形 6" o:spid="_x0000_s1031" style="width:16.6pt;height:7.2pt;margin-top:9.25pt;margin-left:78.4pt;position:absolute;z-index:251660288">
            <o:lock v:ext="edit" aspectratio="f"/>
          </v:rect>
        </w:pict>
      </w:r>
      <w:r>
        <w:pict>
          <v:shape id="文本框 10" o:spid="_x0000_s1032" type="#_x0000_t202" style="width:10pt;height:5.4pt;margin-top:12.25pt;margin-left:85.7pt;position:absolute;z-index:251684864" filled="f" stroked="t">
            <o:lock v:ext="edit" aspectratio="f"/>
            <v:textbox>
              <w:txbxContent>
                <w:p w:rsidR="00501DEB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  <w:r>
        <w:pict>
          <v:shape id="文本框 10" o:spid="_x0000_s1033" type="#_x0000_t202" style="width:10pt;height:5.4pt;margin-top:11.65pt;margin-left:271.1pt;position:absolute;z-index:251685888" filled="t" fillcolor="black" stroked="t">
            <o:lock v:ext="edit" aspectratio="f"/>
            <v:textbox>
              <w:txbxContent>
                <w:p w:rsidR="00501DEB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  <w:r>
        <w:rPr>
          <w:sz w:val="20"/>
        </w:rPr>
        <w:pict>
          <v:shape id="文本框 27" o:spid="_x0000_s1034" type="#_x0000_t202" style="width:341.8pt;height:23.4pt;margin-top:7.4pt;margin-left:39.9pt;position:absolute;z-index:251665408" filled="f" stroked="t">
            <v:fill o:detectmouseclick="t"/>
            <o:lock v:ext="edit" aspectratio="f"/>
            <v:textbox inset=",,,0.85pt">
              <w:txbxContent>
                <w:p w:rsidR="00501DEB">
                  <w:pPr>
                    <w:spacing w:line="280" w:lineRule="exact"/>
                    <w:jc w:val="center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Cs w:val="21"/>
                    </w:rPr>
                    <w:t>Ⅰ</w:t>
                  </w:r>
                  <w:r>
                    <w:rPr>
                      <w:rFonts w:ascii="黑体" w:eastAsia="黑体" w:hAnsi="黑体" w:hint="eastAsia"/>
                      <w:szCs w:val="21"/>
                    </w:rPr>
                    <w:t>卷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（选择题 共48分）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（考生须用2</w:t>
                  </w:r>
                  <w:r w:rsidRPr="00706CFF">
                    <w:rPr>
                      <w:rFonts w:ascii="Times New Roman" w:hAnsi="Times New Roman"/>
                      <w:b/>
                      <w:i/>
                      <w:szCs w:val="21"/>
                    </w:rPr>
                    <w:t>B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铅笔填涂）</w:t>
                  </w: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  <w:r>
        <w:rPr>
          <w:sz w:val="20"/>
        </w:rPr>
        <w:pict>
          <v:shape id="文本框 7" o:spid="_x0000_s1035" type="#_x0000_t202" style="width:342.9pt;height:76.55pt;margin-top:15.5pt;margin-left:39.1pt;position:absolute;z-index:251664384" filled="f" stroked="t">
            <v:fill o:detectmouseclick="t"/>
            <o:lock v:ext="edit" aspectratio="f"/>
            <v:textbox inset=",3.69pt,,6.52pt">
              <w:txbxContent>
                <w:p w:rsidR="00501DEB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>1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>]   5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 9 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501DEB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2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>]   6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10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501DEB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3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>7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11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501DEB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4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 8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12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</w:t>
                  </w: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/>
    <w:p w:rsidR="000D1AE3"/>
    <w:p w:rsidR="000D1AE3">
      <w:r>
        <w:pict>
          <v:group id="组合 301" o:spid="_x0000_s1036" style="width:327.85pt;height:14.75pt;margin-top:8.4pt;margin-left:47.9pt;position:absolute;z-index:251686912" coordorigin="1352,8340" coordsize="6557,295">
            <v:shape id="文本框 10" o:spid="_x0000_s1037" type="#_x0000_t202" style="width:113;height:283;left:1352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38" type="#_x0000_t202" style="width:113;height:283;left:1640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39" type="#_x0000_t202" style="width:113;height:283;left:1904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0" type="#_x0000_t202" style="width:113;height:283;left:2192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1" type="#_x0000_t202" style="width:113;height:283;left:2468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2" type="#_x0000_t202" style="width:113;height:283;left:2756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3" type="#_x0000_t202" style="width:113;height:283;left:3020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4" type="#_x0000_t202" style="width:113;height:283;left:3308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5" type="#_x0000_t202" style="width:113;height:283;left:3596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6" type="#_x0000_t202" style="width:113;height:283;left:3884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7" type="#_x0000_t202" style="width:113;height:283;left:4148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8" type="#_x0000_t202" style="width:113;height:283;left:4436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9" type="#_x0000_t202" style="width:113;height:283;left:4712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0" type="#_x0000_t202" style="width:113;height:283;left:5000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1" type="#_x0000_t202" style="width:113;height:283;left:5264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2" type="#_x0000_t202" style="width:113;height:283;left:5552;position:absolute;top:8352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3" type="#_x0000_t202" style="width:113;height:283;left:5840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4" type="#_x0000_t202" style="width:113;height:283;left:6128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5" type="#_x0000_t202" style="width:113;height:283;left:6392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6" type="#_x0000_t202" style="width:113;height:283;left:6680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7" type="#_x0000_t202" style="width:113;height:283;left:6956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8" type="#_x0000_t202" style="width:113;height:283;left:7244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9" type="#_x0000_t202" style="width:113;height:283;left:7508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60" type="#_x0000_t202" style="width:113;height:283;left:7796;position:absolute;top:8340" filled="t" fillcolor="black" stroked="t">
              <o:lock v:ext="edit" aspectratio="f"/>
              <v:textbox>
                <w:txbxContent>
                  <w:p w:rsidR="00501DEB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</v:group>
        </w:pict>
      </w:r>
    </w:p>
    <w:p w:rsidR="000D1AE3">
      <w:r>
        <w:pict>
          <v:shape id="文本框 240" o:spid="_x0000_s1061" type="#_x0000_t202" style="width:341.75pt;height:468.55pt;margin-top:8.8pt;margin-left:39.4pt;position:absolute;z-index:251659264" filled="t" stroked="t">
            <v:fill opacity="0"/>
            <o:lock v:ext="edit" aspectratio="f"/>
            <v:textbox>
              <w:txbxContent>
                <w:p w:rsidR="00501DEB">
                  <w:pPr>
                    <w:jc w:val="right"/>
                  </w:pPr>
                </w:p>
              </w:txbxContent>
            </v:textbox>
          </v:shape>
        </w:pict>
      </w:r>
      <w:r>
        <w:pict>
          <v:shape id="文本框 206" o:spid="_x0000_s1062" type="#_x0000_t202" style="width:327.55pt;height:14.45pt;margin-top:11.5pt;margin-left:302.85pt;position:absolute;z-index:251674624" filled="f" stroked="f">
            <o:lock v:ext="edit" aspectratio="f"/>
            <v:textbox>
              <w:txbxContent>
                <w:p w:rsidR="00501DEB">
                  <w:pPr>
                    <w:spacing w:line="240" w:lineRule="exact"/>
                    <w:rPr>
                      <w:rFonts w:eastAsia="黑体" w:hint="eastAsia"/>
                    </w:rPr>
                  </w:pPr>
                </w:p>
                <w:p w:rsidR="00501DEB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>13、______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  _</w:t>
                  </w:r>
                  <w:r>
                    <w:rPr>
                      <w:rFonts w:eastAsia="黑体" w:hint="eastAsia"/>
                    </w:rPr>
                    <w:t>_</w:t>
                  </w:r>
                  <w:r>
                    <w:rPr>
                      <w:rFonts w:eastAsia="黑体" w:hint="eastAsia"/>
                      <w:u w:val="single"/>
                    </w:rPr>
                    <w:t>_   _</w:t>
                  </w:r>
                  <w:r>
                    <w:rPr>
                      <w:rFonts w:eastAsia="黑体" w:hint="eastAsia"/>
                    </w:rPr>
                    <w:t>_</w:t>
                  </w:r>
                  <w:r>
                    <w:rPr>
                      <w:rFonts w:eastAsia="黑体" w:hint="eastAsia"/>
                      <w:u w:val="single"/>
                    </w:rPr>
                    <w:t xml:space="preserve"> </w:t>
                  </w:r>
                  <w:r>
                    <w:rPr>
                      <w:rFonts w:eastAsia="黑体" w:hint="eastAsia"/>
                    </w:rPr>
                    <w:t>___             14、_______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   </w:t>
                  </w:r>
                  <w:r>
                    <w:rPr>
                      <w:rFonts w:eastAsia="黑体" w:hint="eastAsia"/>
                    </w:rPr>
                    <w:t xml:space="preserve">_______    </w:t>
                  </w:r>
                </w:p>
                <w:p w:rsidR="00501DEB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 xml:space="preserve"> </w:t>
                  </w:r>
                </w:p>
                <w:p w:rsidR="00501DEB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>15、_____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_   </w:t>
                  </w:r>
                  <w:r>
                    <w:rPr>
                      <w:rFonts w:eastAsia="黑体" w:hint="eastAsia"/>
                    </w:rPr>
                    <w:t>__</w:t>
                  </w:r>
                  <w:r>
                    <w:rPr>
                      <w:rFonts w:eastAsia="黑体" w:hint="eastAsia"/>
                      <w:u w:val="single"/>
                    </w:rPr>
                    <w:t xml:space="preserve">   _</w:t>
                  </w:r>
                  <w:r>
                    <w:rPr>
                      <w:rFonts w:eastAsia="黑体" w:hint="eastAsia"/>
                    </w:rPr>
                    <w:t>_____            16、</w:t>
                  </w:r>
                  <w:r>
                    <w:rPr>
                      <w:rFonts w:eastAsia="黑体" w:hint="eastAsia"/>
                      <w:u w:val="single"/>
                    </w:rPr>
                    <w:t xml:space="preserve">                  </w:t>
                  </w:r>
                  <w:r>
                    <w:rPr>
                      <w:rFonts w:eastAsia="黑体" w:hint="eastAsia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文本框 204" o:spid="_x0000_s1063" type="#_x0000_t202" style="width:341.8pt;height:23.4pt;margin-top:11.55pt;margin-left:40.3pt;position:absolute;z-index:251675648" filled="f" stroked="t">
            <v:fill o:detectmouseclick="t"/>
            <o:lock v:ext="edit" aspectratio="f"/>
            <v:textbox>
              <w:txbxContent>
                <w:p w:rsidR="00501DEB">
                  <w:pPr>
                    <w:spacing w:line="280" w:lineRule="exact"/>
                    <w:jc w:val="center"/>
                    <w:rPr>
                      <w:rFonts w:ascii="黑体" w:eastAsia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Ⅱ</w:t>
                  </w:r>
                  <w:r>
                    <w:rPr>
                      <w:rFonts w:ascii="黑体" w:eastAsia="黑体" w:hAnsi="黑体" w:hint="eastAsia"/>
                      <w:szCs w:val="21"/>
                    </w:rPr>
                    <w:t>卷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（非选择题 共72分）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（考生须用</w:t>
                  </w:r>
                  <w:r w:rsidRPr="00706CFF">
                    <w:rPr>
                      <w:rFonts w:ascii="Times New Roman" w:hAnsi="Times New Roman"/>
                      <w:b/>
                      <w:szCs w:val="21"/>
                    </w:rPr>
                    <w:t>0.5</w:t>
                  </w:r>
                  <w:r w:rsidRPr="00706CFF">
                    <w:rPr>
                      <w:rFonts w:ascii="Times New Roman" w:hAnsi="宋体"/>
                      <w:b/>
                      <w:szCs w:val="21"/>
                    </w:rPr>
                    <w:t>毫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米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黑色墨迹签字笔书写）</w:t>
                  </w:r>
                </w:p>
                <w:p w:rsidR="00501DEB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  <w:r>
        <w:pict>
          <v:rect id="矩形 205" o:spid="_x0000_s1064" style="width:333.75pt;height:76.65pt;margin-top:10.05pt;margin-left:43.35pt;position:absolute;z-index:251676672" filled="f" stroked="t">
            <v:fill o:detectmouseclick="t"/>
            <o:lock v:ext="edit" aspectratio="f"/>
            <v:textbox>
              <w:txbxContent>
                <w:p w:rsidR="00501DEB">
                  <w:pPr>
                    <w:spacing w:after="156" w:afterLines="50"/>
                    <w:rPr>
                      <w:rFonts w:eastAsia="黑体" w:hint="eastAsia"/>
                      <w:b/>
                    </w:rPr>
                  </w:pPr>
                  <w:r>
                    <w:rPr>
                      <w:rFonts w:ascii="黑体" w:eastAsia="黑体" w:hAnsi="黑体" w:hint="eastAsia"/>
                      <w:b/>
                    </w:rPr>
                    <w:t>二、填空题（每空4分，共16分）</w:t>
                  </w:r>
                </w:p>
                <w:p w:rsidR="00501DEB" w:rsidRPr="00706CFF">
                  <w:pPr>
                    <w:rPr>
                      <w:rFonts w:ascii="Times New Roman" w:eastAsia="黑体" w:hAnsi="Times New Roman"/>
                      <w:b/>
                      <w:u w:val="single"/>
                    </w:rPr>
                  </w:pPr>
                  <w:r w:rsidRPr="00706CFF">
                    <w:rPr>
                      <w:rFonts w:ascii="Times New Roman" w:eastAsia="黑体" w:hAnsi="Times New Roman"/>
                      <w:b/>
                    </w:rPr>
                    <w:t>13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 14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</w:p>
                <w:p w:rsidR="00501DEB" w:rsidRPr="00706CFF">
                  <w:pPr>
                    <w:rPr>
                      <w:rFonts w:ascii="Times New Roman" w:eastAsia="黑体" w:hAnsi="Times New Roman"/>
                      <w:b/>
                      <w:u w:val="single"/>
                    </w:rPr>
                  </w:pPr>
                </w:p>
                <w:p w:rsidR="00501DEB">
                  <w:pPr>
                    <w:rPr>
                      <w:rFonts w:eastAsia="黑体" w:hint="eastAsia"/>
                      <w:b/>
                      <w:u w:val="single"/>
                    </w:rPr>
                  </w:pPr>
                  <w:r w:rsidRPr="00706CFF">
                    <w:rPr>
                      <w:rFonts w:ascii="Times New Roman" w:eastAsia="黑体" w:hAnsi="Times New Roman"/>
                      <w:b/>
                    </w:rPr>
                    <w:t>15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  <w:r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>16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</w:t>
                  </w:r>
                  <w:r>
                    <w:rPr>
                      <w:rFonts w:eastAsia="黑体" w:hint="eastAsia"/>
                      <w:b/>
                      <w:u w:val="single"/>
                    </w:rPr>
                    <w:t xml:space="preserve">                    </w:t>
                  </w:r>
                </w:p>
                <w:p w:rsidR="00501DEB">
                  <w:pPr>
                    <w:rPr>
                      <w:rFonts w:eastAsia="黑体" w:hint="eastAsia"/>
                      <w:b/>
                    </w:rPr>
                  </w:pPr>
                  <w:r>
                    <w:rPr>
                      <w:rFonts w:eastAsia="黑体" w:hint="eastAsia"/>
                      <w:b/>
                    </w:rPr>
                    <w:t xml:space="preserve"> </w:t>
                  </w:r>
                </w:p>
              </w:txbxContent>
            </v:textbox>
          </v:rect>
        </w:pict>
      </w:r>
    </w:p>
    <w:p w:rsidR="000D1AE3">
      <w:pPr>
        <w:rPr>
          <w:rFonts w:hint="eastAsia"/>
        </w:rPr>
      </w:pPr>
    </w:p>
    <w:p w:rsidR="000D1AE3"/>
    <w:p w:rsidR="000D1AE3"/>
    <w:p w:rsidR="000D1AE3"/>
    <w:p w:rsidR="000D1AE3">
      <w:r>
        <w:pict>
          <v:shape id="文本框 207" o:spid="_x0000_s1065" type="#_x0000_t202" style="width:333.4pt;height:340.15pt;margin-top:9.15pt;margin-left:43.8pt;position:absolute;z-index:251677696" filled="f" stroked="t">
            <v:fill o:detectmouseclick="t"/>
            <o:lock v:ext="edit" aspectratio="f"/>
            <v:textbox>
              <w:txbxContent>
                <w:p w:rsidR="00501DEB">
                  <w:pPr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黑体" w:eastAsia="黑体" w:hint="eastAsia"/>
                      <w:b/>
                    </w:rPr>
                  </w:pPr>
                  <w:r>
                    <w:rPr>
                      <w:rFonts w:ascii="黑体" w:eastAsia="黑体" w:hint="eastAsia"/>
                      <w:b/>
                    </w:rPr>
                    <w:t>解答题（</w:t>
                  </w:r>
                  <w:r w:rsidRPr="002373A7">
                    <w:rPr>
                      <w:rFonts w:ascii="Times New Roman" w:hAnsi="宋体"/>
                      <w:b/>
                      <w:szCs w:val="21"/>
                    </w:rPr>
                    <w:t>共</w:t>
                  </w:r>
                  <w:r w:rsidRPr="002373A7">
                    <w:rPr>
                      <w:rFonts w:ascii="Times New Roman" w:hAnsi="Times New Roman"/>
                      <w:b/>
                      <w:szCs w:val="21"/>
                    </w:rPr>
                    <w:t>56</w:t>
                  </w:r>
                  <w:r w:rsidRPr="002373A7">
                    <w:rPr>
                      <w:rFonts w:ascii="Times New Roman" w:hAnsi="宋体"/>
                      <w:b/>
                      <w:szCs w:val="21"/>
                    </w:rPr>
                    <w:t>分</w:t>
                  </w:r>
                  <w:r>
                    <w:rPr>
                      <w:rFonts w:ascii="黑体" w:eastAsia="黑体" w:hint="eastAsia"/>
                      <w:b/>
                    </w:rPr>
                    <w:t>）</w:t>
                  </w:r>
                </w:p>
                <w:p w:rsidR="00501DEB" w:rsidRPr="00FB56F5" w:rsidP="00B66ED5">
                  <w:pPr>
                    <w:spacing w:line="300" w:lineRule="auto"/>
                    <w:rPr>
                      <w:rFonts w:ascii="Times New Roman" w:hAnsi="Times New Roman" w:hint="eastAsia"/>
                      <w:b/>
                    </w:rPr>
                  </w:pPr>
                  <w:r w:rsidRPr="00FB56F5">
                    <w:rPr>
                      <w:rFonts w:ascii="Times New Roman" w:hAnsi="Times New Roman"/>
                      <w:b/>
                    </w:rPr>
                    <w:t>17</w:t>
                  </w:r>
                  <w:r w:rsidRPr="00FB56F5">
                    <w:rPr>
                      <w:rFonts w:ascii="Times New Roman" w:hAnsi="宋体"/>
                      <w:b/>
                    </w:rPr>
                    <w:t>、</w:t>
                  </w:r>
                  <w:r>
                    <w:rPr>
                      <w:rFonts w:ascii="Times New Roman" w:hAnsi="Times New Roman" w:hint="eastAsia"/>
                      <w:b/>
                    </w:rPr>
                    <w:t>（</w:t>
                  </w:r>
                  <w:r w:rsidRPr="00FB56F5">
                    <w:rPr>
                      <w:rFonts w:ascii="Times New Roman" w:hAnsi="宋体"/>
                      <w:b/>
                    </w:rPr>
                    <w:t>本题</w:t>
                  </w:r>
                  <w:r w:rsidRPr="00FB56F5">
                    <w:rPr>
                      <w:rFonts w:ascii="Times New Roman" w:hAnsi="Times New Roman"/>
                      <w:b/>
                    </w:rPr>
                    <w:t xml:space="preserve">4 </w:t>
                  </w:r>
                  <w:r w:rsidRPr="00FB56F5">
                    <w:rPr>
                      <w:rFonts w:ascii="Times New Roman" w:hAnsi="宋体"/>
                      <w:b/>
                    </w:rPr>
                    <w:t>个小题，每小题</w:t>
                  </w:r>
                  <w:r w:rsidRPr="00FB56F5">
                    <w:rPr>
                      <w:rFonts w:ascii="Times New Roman" w:hAnsi="Times New Roman"/>
                      <w:b/>
                    </w:rPr>
                    <w:t xml:space="preserve"> 4 </w:t>
                  </w:r>
                  <w:r w:rsidRPr="00FB56F5">
                    <w:rPr>
                      <w:rFonts w:ascii="Times New Roman" w:hAnsi="宋体"/>
                      <w:b/>
                    </w:rPr>
                    <w:t>分，共</w:t>
                  </w:r>
                  <w:r w:rsidRPr="00FB56F5">
                    <w:rPr>
                      <w:rFonts w:ascii="Times New Roman" w:hAnsi="Times New Roman"/>
                      <w:b/>
                    </w:rPr>
                    <w:t xml:space="preserve"> 16 </w:t>
                  </w:r>
                  <w:r w:rsidRPr="00FB56F5">
                    <w:rPr>
                      <w:rFonts w:ascii="Times New Roman" w:hAnsi="宋体"/>
                      <w:b/>
                    </w:rPr>
                    <w:t>分</w:t>
                  </w:r>
                  <w:r>
                    <w:rPr>
                      <w:rFonts w:ascii="Times New Roman" w:hAnsi="Times New Roman" w:hint="eastAsia"/>
                      <w:b/>
                    </w:rPr>
                    <w:t>）计算</w:t>
                  </w:r>
                </w:p>
                <w:p w:rsidR="00501DEB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  <w:r w:rsidRPr="00D85D04">
                    <w:rPr>
                      <w:rFonts w:ascii="Times New Roman" w:hAnsi="宋体" w:hint="eastAsia"/>
                      <w:szCs w:val="21"/>
                    </w:rPr>
                    <w:t>（1）</w:t>
                  </w:r>
                  <w:r>
                    <w:rPr>
                      <w:position w:val="-26"/>
                      <w:szCs w:val="21"/>
                    </w:rPr>
                    <w:obj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66" type="#_x0000_t75" style="width:146pt;height:33pt" o:oleicon="f" o:ole="" o:preferrelative="t" filled="f" stroked="f">
                        <v:fill o:detectmouseclick="f"/>
                        <v:imagedata r:id="rId5" o:title=""/>
                        <o:lock v:ext="edit" aspectratio="t"/>
                      </v:shape>
                      <o:OLEObject Type="Embed" ProgID="Equation.3" ShapeID="_x0000_i1066" DrawAspect="Content" ObjectID="_1734976833" r:id="rId6"/>
                    </w:object>
                  </w:r>
                </w:p>
                <w:p w:rsidR="00501DEB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 w:rsidR="00501DEB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 w:rsidR="00501DEB" w:rsidRPr="00D85D04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（2）</w:t>
                  </w:r>
                  <w:r>
                    <w:rPr>
                      <w:position w:val="-10"/>
                      <w:szCs w:val="21"/>
                    </w:rPr>
                    <w:object>
                      <v:shape id="_x0000_i1067" type="#_x0000_t75" style="width:73pt;height:16pt" o:oleicon="f" o:ole="" o:preferrelative="t" filled="f" stroked="f">
                        <v:fill o:detectmouseclick="f"/>
                        <v:imagedata r:id="rId7" o:title=""/>
                        <o:lock v:ext="edit" aspectratio="t"/>
                      </v:shape>
                      <o:OLEObject Type="Embed" ProgID="Equation.3" ShapeID="_x0000_i1067" DrawAspect="Content" ObjectID="_1734976879" r:id="rId8"/>
                    </w:object>
                  </w:r>
                </w:p>
                <w:p w:rsidR="00501DEB" w:rsidP="00DF27D0">
                  <w:pPr>
                    <w:spacing w:line="276" w:lineRule="auto"/>
                    <w:rPr>
                      <w:rFonts w:ascii="Times New Roman" w:hAnsi="宋体" w:hint="eastAsia"/>
                      <w:szCs w:val="21"/>
                    </w:rPr>
                  </w:pPr>
                </w:p>
                <w:p w:rsidR="00501DEB" w:rsidP="00DF27D0">
                  <w:pPr>
                    <w:spacing w:line="276" w:lineRule="auto"/>
                    <w:rPr>
                      <w:rFonts w:ascii="Times New Roman" w:hAnsi="宋体" w:hint="eastAsia"/>
                      <w:szCs w:val="21"/>
                    </w:rPr>
                  </w:pPr>
                </w:p>
                <w:p w:rsidR="00501DEB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  <w:r w:rsidRPr="00D85D04">
                    <w:rPr>
                      <w:rFonts w:ascii="Times New Roman" w:hAnsi="宋体" w:hint="eastAsia"/>
                      <w:szCs w:val="21"/>
                    </w:rPr>
                    <w:t>（</w:t>
                  </w:r>
                  <w:r>
                    <w:rPr>
                      <w:rFonts w:ascii="Times New Roman" w:hAnsi="宋体" w:hint="eastAsia"/>
                      <w:szCs w:val="21"/>
                    </w:rPr>
                    <w:t>3</w:t>
                  </w:r>
                  <w:r w:rsidRPr="00D85D04">
                    <w:rPr>
                      <w:rFonts w:ascii="Times New Roman" w:hAnsi="宋体" w:hint="eastAsia"/>
                      <w:szCs w:val="21"/>
                    </w:rPr>
                    <w:t>）</w:t>
                  </w:r>
                  <w:r>
                    <w:rPr>
                      <w:position w:val="-26"/>
                      <w:szCs w:val="21"/>
                    </w:rPr>
                    <w:object>
                      <v:shape id="_x0000_i1068" type="#_x0000_t75" style="width:149pt;height:33pt" o:oleicon="f" o:ole="" o:preferrelative="t" filled="f" stroked="f">
                        <v:fill o:detectmouseclick="f"/>
                        <v:imagedata r:id="rId9" o:title=""/>
                        <o:lock v:ext="edit" aspectratio="t"/>
                      </v:shape>
                      <o:OLEObject Type="Embed" ProgID="Equation.3" ShapeID="_x0000_i1068" DrawAspect="Content" ObjectID="_1734976920" r:id="rId10"/>
                    </w:object>
                  </w:r>
                </w:p>
                <w:p w:rsidR="00501DEB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 w:rsidR="00501DEB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 w:rsidR="00501DEB" w:rsidRPr="00D85D04" w:rsidP="00DF27D0">
                  <w:pPr>
                    <w:spacing w:line="276" w:lineRule="auto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（4）</w:t>
                  </w:r>
                  <w:r>
                    <w:rPr>
                      <w:position w:val="-22"/>
                      <w:szCs w:val="21"/>
                    </w:rPr>
                    <w:object>
                      <v:shape id="_x0000_i1069" type="#_x0000_t75" style="width:75pt;height:28pt" o:oleicon="f" o:ole="" o:preferrelative="t" filled="f" stroked="f">
                        <v:fill o:detectmouseclick="f"/>
                        <v:imagedata r:id="rId11" o:title=""/>
                        <o:lock v:ext="edit" aspectratio="t"/>
                      </v:shape>
                      <o:OLEObject Type="Embed" ProgID="Equation.3" ShapeID="_x0000_i1069" DrawAspect="Content" ObjectID="_1734976980" r:id="rId12"/>
                    </w:object>
                  </w:r>
                </w:p>
                <w:p w:rsidR="00501DEB" w:rsidRPr="00B66ED5" w:rsidP="00DF27D0">
                  <w:pPr>
                    <w:spacing w:line="300" w:lineRule="auto"/>
                  </w:pPr>
                </w:p>
              </w:txbxContent>
            </v:textbox>
          </v:shape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>
      <w:pPr>
        <w:rPr>
          <w:rFonts w:hint="eastAsia"/>
        </w:rPr>
      </w:pPr>
    </w:p>
    <w:p w:rsidR="000D1AE3"/>
    <w:p w:rsidR="000D1AE3"/>
    <w:p w:rsidR="000D1AE3"/>
    <w:p w:rsidR="000D1AE3">
      <w:pPr>
        <w:rPr>
          <w:rFonts w:hint="eastAsia"/>
        </w:rPr>
      </w:pPr>
      <w:r>
        <w:rPr>
          <w:sz w:val="20"/>
        </w:rPr>
        <w:pict>
          <v:shape id="文本框 210" o:spid="_x0000_s1070" type="#_x0000_t202" style="width:341.25pt;height:23.4pt;margin-top:4.6pt;margin-left:33.2pt;position:absolute;z-index:251678720" filled="f" stroked="f">
            <o:lock v:ext="edit" aspectratio="f"/>
            <v:textbox>
              <w:txbxContent>
                <w:p w:rsidR="00501DEB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rPr>
          <w:sz w:val="20"/>
        </w:rPr>
        <w:pict>
          <v:shape id="文本框 212" o:spid="_x0000_s1071" type="#_x0000_t202" style="width:342.1pt;height:23pt;margin-top:-0.75pt;margin-left:19.8pt;position:absolute;z-index:251681792" filled="f" stroked="f">
            <o:lock v:ext="edit" aspectratio="f"/>
            <v:textbox>
              <w:txbxContent>
                <w:p w:rsidR="00501DEB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roundrect id="自选图形 211" o:spid="_x0000_s1072" style="width:349.1pt;height:740.1pt;margin-top:0.15pt;margin-left:26.55pt;position:absolute;z-index:251679744" arcsize="1381f" filled="t" stroked="t">
            <o:lock v:ext="edit" aspectratio="f"/>
          </v:roundrect>
        </w:pict>
      </w:r>
    </w:p>
    <w:p w:rsidR="000D1AE3">
      <w:r>
        <w:rPr>
          <w:sz w:val="20"/>
        </w:rPr>
        <w:pict>
          <v:rect id="矩形 213" o:spid="_x0000_s1073" style="width:332.55pt;height:224.6pt;margin-top:1.9pt;margin-left:35.9pt;position:absolute;z-index:251680768" filled="t" stroked="t">
            <o:lock v:ext="edit" aspectratio="f"/>
            <v:textbox>
              <w:txbxContent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18</w:t>
                  </w:r>
                  <w:r>
                    <w:rPr>
                      <w:rFonts w:ascii="Times New Roman"/>
                      <w:b/>
                    </w:rPr>
                    <w:t>、</w:t>
                  </w:r>
                  <w:r w:rsidRPr="00101A55">
                    <w:rPr>
                      <w:rFonts w:ascii="Times New Roman" w:hAnsi="Times New Roman" w:hint="eastAsia"/>
                      <w:b/>
                    </w:rPr>
                    <w:t>（</w:t>
                  </w:r>
                  <w:r w:rsidRPr="00101A55">
                    <w:rPr>
                      <w:rFonts w:ascii="Times New Roman" w:hAnsi="宋体"/>
                      <w:b/>
                    </w:rPr>
                    <w:t>本小题</w:t>
                  </w:r>
                  <w:r w:rsidRPr="00101A55">
                    <w:rPr>
                      <w:rFonts w:ascii="Times New Roman" w:hAnsi="Times New Roman"/>
                      <w:b/>
                    </w:rPr>
                    <w:t xml:space="preserve">6 </w:t>
                  </w:r>
                  <w:r w:rsidRPr="00101A55">
                    <w:rPr>
                      <w:rFonts w:ascii="Times New Roman" w:hAnsi="宋体"/>
                      <w:b/>
                    </w:rPr>
                    <w:t>分</w:t>
                  </w:r>
                  <w:r w:rsidRPr="00101A55">
                    <w:rPr>
                      <w:rFonts w:ascii="Times New Roman" w:hAnsi="Times New Roman" w:hint="eastAsia"/>
                      <w:b/>
                    </w:rPr>
                    <w:t>）</w:t>
                  </w:r>
                </w:p>
                <w:p w:rsidR="00501DEB" w:rsidRPr="00A36AA6" w:rsidP="00A36AA6">
                  <w:pPr>
                    <w:spacing w:line="276" w:lineRule="auto"/>
                    <w:textAlignment w:val="center"/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r>
        <w:pict>
          <v:shape id="文本框 239" o:spid="_x0000_s1074" type="#_x0000_t202" style="width:334.05pt;height:223.35pt;margin-top:0.3pt;margin-left:35.2pt;position:absolute;z-index:251683840" filled="t" stroked="t">
            <v:fill opacity="0"/>
            <o:lock v:ext="edit" aspectratio="f"/>
            <v:textbox>
              <w:txbxContent>
                <w:p w:rsidR="00501DEB" w:rsidRPr="006761DE" w:rsidP="00B66ED5">
                  <w:pPr>
                    <w:spacing w:line="30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19</w:t>
                  </w:r>
                  <w:r>
                    <w:rPr>
                      <w:rFonts w:ascii="Times New Roman"/>
                      <w:b/>
                    </w:rPr>
                    <w:t>、</w:t>
                  </w:r>
                  <w:r>
                    <w:rPr>
                      <w:rFonts w:ascii="Times New Roman" w:hAnsi="宋体" w:hint="eastAsia"/>
                      <w:b/>
                    </w:rPr>
                    <w:t>（本小题满分5分）</w:t>
                  </w: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RPr="006761DE" w:rsidP="00B66ED5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RPr="00B66ED5" w:rsidP="00376447">
                  <w:pPr>
                    <w:spacing w:line="276" w:lineRule="auto"/>
                    <w:jc w:val="right"/>
                    <w:rPr>
                      <w:rFonts w:ascii="Times New Roman" w:hint="eastAsia"/>
                      <w:b/>
                    </w:rPr>
                  </w:pPr>
                </w:p>
                <w:p w:rsidR="00501DEB" w:rsidRPr="00600B41" w:rsidP="00706CFF">
                  <w:pPr>
                    <w:jc w:val="right"/>
                    <w:rPr>
                      <w:rFonts w:ascii="Times New Roman" w:hint="eastAsia"/>
                      <w:b/>
                    </w:rPr>
                  </w:pPr>
                </w:p>
                <w:p w:rsidR="00501DEB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>
                  <w:pPr>
                    <w:rPr>
                      <w:rFonts w:ascii="Times New Roman" w:hint="eastAsia"/>
                      <w:b/>
                    </w:rPr>
                  </w:pPr>
                </w:p>
              </w:txbxContent>
            </v:textbox>
          </v:shape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r>
        <w:rPr>
          <w:noProof/>
          <w:sz w:val="20"/>
        </w:rPr>
        <w:pict>
          <v:shape id="文本框 239" o:spid="_x0000_s1075" type="#_x0000_t202" style="width:334.05pt;height:236.1pt;margin-top:11.4pt;margin-left:35.2pt;position:absolute;z-index:251692032" filled="t" stroked="t">
            <v:fill opacity="0"/>
            <o:lock v:ext="edit" aspectratio="f"/>
            <v:textbox>
              <w:txbxContent>
                <w:p w:rsidR="00501DEB" w:rsidRPr="006761DE" w:rsidP="00DF27D0">
                  <w:pPr>
                    <w:spacing w:line="30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20</w:t>
                  </w:r>
                  <w:r>
                    <w:rPr>
                      <w:rFonts w:ascii="Times New Roman"/>
                      <w:b/>
                    </w:rPr>
                    <w:t>、</w:t>
                  </w:r>
                  <w:r>
                    <w:rPr>
                      <w:rFonts w:ascii="Times New Roman" w:hAnsi="宋体" w:hint="eastAsia"/>
                      <w:b/>
                    </w:rPr>
                    <w:t>（本小题满分6分）</w:t>
                  </w:r>
                </w:p>
                <w:p w:rsidR="00501DEB" w:rsidRPr="00501DEB" w:rsidP="00501DEB">
                  <w:pPr>
                    <w:spacing w:line="300" w:lineRule="auto"/>
                    <w:jc w:val="right"/>
                    <w:rPr>
                      <w:rFonts w:ascii="Times New Roman" w:hAnsi="Times New Roman" w:hint="eastAsia"/>
                    </w:rPr>
                  </w:pPr>
                  <w:r>
                    <w:rPr>
                      <w:rFonts w:ascii="Times New Roman" w:hAnsi="Times New Roman"/>
                    </w:rPr>
                    <w:pict>
                      <v:shape id="_x0000_i1076" type="#_x0000_t75" style="width:101.15pt;height:95.05pt" stroked="f">
                        <v:imagedata r:id="rId13" o:title=""/>
                      </v:shape>
                    </w:pict>
                  </w: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RPr="006761DE" w:rsidP="00DF27D0">
                  <w:pPr>
                    <w:spacing w:line="300" w:lineRule="auto"/>
                    <w:rPr>
                      <w:rFonts w:ascii="Times New Roman" w:hAnsi="Times New Roman" w:hint="eastAsia"/>
                    </w:rPr>
                  </w:pPr>
                </w:p>
                <w:p w:rsidR="00501DEB" w:rsidRPr="00B66ED5" w:rsidP="00DF27D0">
                  <w:pPr>
                    <w:spacing w:line="276" w:lineRule="auto"/>
                    <w:jc w:val="right"/>
                    <w:rPr>
                      <w:rFonts w:ascii="Times New Roman" w:hint="eastAsia"/>
                      <w:b/>
                    </w:rPr>
                  </w:pPr>
                </w:p>
                <w:p w:rsidR="00501DEB" w:rsidRPr="00600B41" w:rsidP="00DF27D0">
                  <w:pPr>
                    <w:jc w:val="right"/>
                    <w:rPr>
                      <w:rFonts w:ascii="Times New Roman" w:hint="eastAsia"/>
                      <w:b/>
                    </w:rPr>
                  </w:pPr>
                </w:p>
                <w:p w:rsidR="00501DEB" w:rsidP="00DF27D0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 w:rsidP="00DF27D0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 w:rsidP="00DF27D0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 w:rsidP="00DF27D0">
                  <w:pPr>
                    <w:rPr>
                      <w:rFonts w:ascii="Times New Roman" w:hint="eastAsia"/>
                      <w:b/>
                    </w:rPr>
                  </w:pPr>
                </w:p>
                <w:p w:rsidR="00501DEB" w:rsidP="00DF27D0">
                  <w:pPr>
                    <w:rPr>
                      <w:rFonts w:ascii="Times New Roman" w:hint="eastAsia"/>
                      <w:b/>
                    </w:rPr>
                  </w:pPr>
                </w:p>
              </w:txbxContent>
            </v:textbox>
          </v:shape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r>
        <w:rPr>
          <w:sz w:val="20"/>
        </w:rPr>
        <w:pict>
          <v:shape id="文本框 218" o:spid="_x0000_s1077" type="#_x0000_t202" style="width:342.1pt;height:23pt;margin-top:1.05pt;margin-left:23.5pt;position:absolute;z-index:251682816" filled="f" stroked="f">
            <o:lock v:ext="edit" aspectratio="f"/>
            <v:textbox>
              <w:txbxContent>
                <w:p w:rsidR="00501DEB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rPr>
          <w:sz w:val="20"/>
        </w:rPr>
        <w:pict>
          <v:shape id="文本框 220" o:spid="_x0000_s1078" type="#_x0000_t202" style="width:342.1pt;height:23pt;margin-top:-1.5pt;margin-left:14.55pt;position:absolute;z-index:251673600" filled="f" stroked="f">
            <o:lock v:ext="edit" aspectratio="f"/>
            <v:textbox>
              <w:txbxContent>
                <w:p w:rsidR="00501DEB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roundrect id="自选图形 219" o:spid="_x0000_s1079" style="width:347.15pt;height:741.55pt;margin-top:0.2pt;margin-left:21.4pt;position:absolute;z-index:251670528" arcsize="1381f" filled="t" stroked="t">
            <o:lock v:ext="edit" aspectratio="f"/>
          </v:roundrect>
        </w:pict>
      </w:r>
      <w:r>
        <w:pict>
          <v:shape id="文本框 221" o:spid="_x0000_s1080" type="#_x0000_t202" style="width:341.25pt;height:23pt;margin-top:13.6pt;margin-left:17.25pt;position:absolute;z-index:251666432" filled="f" stroked="f">
            <o:lock v:ext="edit" aspectratio="f"/>
            <v:textbox>
              <w:txbxContent>
                <w:p w:rsidR="00501DE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pict>
          <v:rect id="矩形 224" o:spid="_x0000_s1081" style="width:332pt;height:273.75pt;margin-top:1.5pt;margin-left:27.3pt;position:absolute;z-index:251672576" filled="t" stroked="t">
            <o:lock v:ext="edit" aspectratio="f"/>
            <v:textbox>
              <w:txbxContent>
                <w:p w:rsidR="00501DEB" w:rsidP="00AA1ACE">
                  <w:pPr>
                    <w:spacing w:line="276" w:lineRule="auto"/>
                    <w:jc w:val="left"/>
                    <w:textAlignment w:val="center"/>
                    <w:rPr>
                      <w:rFonts w:ascii="Times New Roman" w:hAnsi="宋体" w:hint="eastAsia"/>
                      <w:b/>
                      <w:szCs w:val="21"/>
                    </w:rPr>
                  </w:pPr>
                  <w:r w:rsidRPr="00DD0E13">
                    <w:rPr>
                      <w:rFonts w:ascii="Times New Roman" w:hAnsi="Times New Roman"/>
                      <w:b/>
                    </w:rPr>
                    <w:t>2</w:t>
                  </w:r>
                  <w:r>
                    <w:rPr>
                      <w:rFonts w:ascii="Times New Roman" w:hAnsi="Times New Roman" w:hint="eastAsia"/>
                      <w:b/>
                    </w:rPr>
                    <w:t>1、</w:t>
                  </w:r>
                  <w:r w:rsidRPr="00A258B0">
                    <w:rPr>
                      <w:rFonts w:ascii="Times New Roman"/>
                      <w:b/>
                    </w:rPr>
                    <w:t>（本小题满分</w:t>
                  </w:r>
                  <w:r>
                    <w:rPr>
                      <w:rFonts w:ascii="Times New Roman" w:hAnsi="Times New Roman" w:hint="eastAsia"/>
                      <w:b/>
                    </w:rPr>
                    <w:t>5</w:t>
                  </w:r>
                  <w:r w:rsidRPr="00A258B0">
                    <w:rPr>
                      <w:rFonts w:ascii="Times New Roman"/>
                      <w:b/>
                    </w:rPr>
                    <w:t>分）</w:t>
                  </w:r>
                </w:p>
                <w:p w:rsidR="00501DEB" w:rsidRPr="00B66ED5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</w:p>
    <w:p w:rsidR="000D1AE3">
      <w:r>
        <w:pict>
          <v:shape id="文本框 239" o:spid="_x0000_s1082" type="#_x0000_t202" style="width:331.85pt;height:426.8pt;margin-top:265.95pt;margin-left:26.1pt;position:absolute;z-index:251691008" filled="t" stroked="t">
            <v:fill opacity="0"/>
            <o:lock v:ext="edit" aspectratio="f"/>
            <v:textbox>
              <w:txbxContent>
                <w:p w:rsidR="00501DEB" w:rsidP="00053AFB">
                  <w:pPr>
                    <w:rPr>
                      <w:rFonts w:ascii="Times New Roman" w:hint="eastAsia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  <w:r>
                    <w:rPr>
                      <w:rFonts w:ascii="Times New Roman"/>
                      <w:b/>
                    </w:rPr>
                    <w:t>、</w:t>
                  </w:r>
                  <w:r w:rsidRPr="00A258B0">
                    <w:rPr>
                      <w:rFonts w:ascii="Times New Roman" w:hAnsi="Times New Roman" w:hint="eastAsia"/>
                      <w:b/>
                    </w:rPr>
                    <w:t>（</w:t>
                  </w:r>
                  <w:r w:rsidRPr="00A258B0">
                    <w:rPr>
                      <w:rFonts w:ascii="Times New Roman" w:hAnsi="Times New Roman"/>
                      <w:b/>
                    </w:rPr>
                    <w:t>本小题满分</w:t>
                  </w:r>
                  <w:r>
                    <w:rPr>
                      <w:rFonts w:ascii="Times New Roman" w:hAnsi="Times New Roman" w:hint="eastAsia"/>
                      <w:b/>
                    </w:rPr>
                    <w:t>6</w:t>
                  </w:r>
                  <w:r w:rsidRPr="00A258B0">
                    <w:rPr>
                      <w:rFonts w:ascii="Times New Roman" w:hAnsi="Times New Roman"/>
                      <w:b/>
                    </w:rPr>
                    <w:t>分</w:t>
                  </w:r>
                  <w:r w:rsidRPr="00A258B0">
                    <w:rPr>
                      <w:rFonts w:ascii="Times New Roman" w:hAnsi="Times New Roman" w:hint="eastAsia"/>
                      <w:b/>
                    </w:rPr>
                    <w:t>）</w:t>
                  </w:r>
                </w:p>
                <w:p w:rsidR="00501DEB" w:rsidRPr="00B66ED5" w:rsidP="002D7E4C">
                  <w:pPr>
                    <w:jc w:val="right"/>
                    <w:rPr>
                      <w:rFonts w:ascii="Times New Roman" w:hint="eastAsia"/>
                      <w:b/>
                    </w:rPr>
                  </w:pPr>
                </w:p>
              </w:txbxContent>
            </v:textbox>
          </v:shape>
        </w:pict>
      </w:r>
      <w:r>
        <w:pict>
          <v:shape id="文本框 217" o:spid="_x0000_s1083" type="#_x0000_t202" style="width:342.85pt;height:23pt;margin-top:688.95pt;margin-left:16.25pt;position:absolute;z-index:251671552" filled="f" stroked="f">
            <o:lock v:ext="edit" aspectratio="f"/>
            <v:textbox>
              <w:txbxContent>
                <w:p w:rsidR="00501DEB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 w:rsidR="000D1AE3">
        <w:br w:type="page"/>
      </w:r>
      <w:r>
        <w:rPr>
          <w:sz w:val="20"/>
        </w:rPr>
        <w:pict>
          <v:roundrect id="自选图形 238" o:spid="_x0000_s1084" style="width:513.6pt;height:734.7pt;margin-top:3pt;margin-left:0.75pt;position:absolute;z-index:251667456" arcsize="1381f" filled="t" stroked="t">
            <o:lock v:ext="edit" aspectratio="f"/>
          </v:roundrect>
        </w:pict>
      </w:r>
    </w:p>
    <w:p w:rsidR="000D1AE3">
      <w:pPr>
        <w:sectPr>
          <w:headerReference w:type="default" r:id="rId14"/>
          <w:footerReference w:type="default" r:id="rId15"/>
          <w:pgSz w:w="23814" w:h="16840" w:orient="landscape"/>
          <w:pgMar w:top="1021" w:right="1134" w:bottom="1021" w:left="1134" w:header="851" w:footer="992" w:gutter="0"/>
          <w:cols w:num="3" w:space="105"/>
          <w:docGrid w:type="lines" w:linePitch="312"/>
        </w:sectPr>
      </w:pPr>
      <w:r>
        <w:rPr>
          <w:sz w:val="20"/>
        </w:rPr>
        <w:pict>
          <v:rect id="矩形 237" o:spid="_x0000_s1085" style="width:500.4pt;height:698.05pt;margin-top:4.05pt;margin-left:6.4pt;position:absolute;z-index:251688960" filled="t" stroked="t">
            <o:lock v:ext="edit" aspectratio="f"/>
            <v:textbox>
              <w:txbxContent>
                <w:p w:rsidR="00501DEB">
                  <w:pPr>
                    <w:rPr>
                      <w:rFonts w:hint="eastAsia"/>
                      <w:b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  <w:r>
                    <w:rPr>
                      <w:rFonts w:ascii="Times New Roman"/>
                      <w:b/>
                    </w:rPr>
                    <w:t>、（本小题满分</w:t>
                  </w:r>
                  <w:r>
                    <w:rPr>
                      <w:rFonts w:ascii="Times New Roman" w:hAnsi="Times New Roman" w:hint="eastAsia"/>
                      <w:b/>
                    </w:rPr>
                    <w:t>12</w:t>
                  </w:r>
                  <w:r>
                    <w:rPr>
                      <w:rFonts w:ascii="Times New Roman"/>
                      <w:b/>
                    </w:rPr>
                    <w:t>分）</w:t>
                  </w:r>
                </w:p>
                <w:p w:rsidR="00501DEB" w:rsidRPr="00DF27D0" w:rsidP="00DF27D0">
                  <w:pPr>
                    <w:jc w:val="right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pict>
                      <v:shape id="_x0000_i1086" type="#_x0000_t75" style="width:83.95pt;height:132.6pt" stroked="f">
                        <v:imagedata r:id="rId16" o:title=""/>
                      </v:shape>
                    </w:pict>
                  </w: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  <w:p w:rsidR="00501DEB">
                  <w:pPr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  <w:r>
        <w:rPr>
          <w:sz w:val="20"/>
        </w:rPr>
        <w:pict>
          <v:shape id="文本框 236" o:spid="_x0000_s1087" type="#_x0000_t202" style="width:341.25pt;height:31.8pt;margin-top:699.45pt;margin-left:4.5pt;position:absolute;z-index:251668480" filled="f" stroked="f">
            <o:lock v:ext="edit" aspectratio="f"/>
            <v:textbox>
              <w:txbxContent>
                <w:p w:rsidR="00501DEB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229" o:spid="_x0000_s1088" type="#_x0000_t202" style="width:401.25pt;height:23.4pt;margin-top:-15.6pt;margin-left:6.7pt;position:absolute;z-index:251669504" filled="f" stroked="f">
            <v:fill o:detectmouseclick="t"/>
            <o:lock v:ext="edit" aspectratio="f"/>
            <v:textbox>
              <w:txbxContent>
                <w:p w:rsidR="00501DEB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               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 w:rsidR="00501DEB">
        <w:rPr>
          <w:rFonts w:hint="eastAsia"/>
          <w:sz w:val="18"/>
          <w:szCs w:val="18"/>
        </w:rPr>
        <w:drawing>
          <wp:inline>
            <wp:extent cx="248318" cy="297180"/>
            <wp:docPr id="10007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394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9AADA5"/>
    <w:multiLevelType w:val="singleLevel"/>
    <w:tmpl w:val="9F9AAD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hideGrammaticalErrors/>
  <w:zoom w:percent="100"/>
  <w:bordersDoNotSurroundHeader/>
  <w:bordersDoNotSurroundFooter/>
  <w:attachedTemplate r:id="rId1"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3AFB"/>
    <w:rsid w:val="000901DB"/>
    <w:rsid w:val="00095F96"/>
    <w:rsid w:val="000D1AE3"/>
    <w:rsid w:val="000D6F39"/>
    <w:rsid w:val="00101A55"/>
    <w:rsid w:val="0013415B"/>
    <w:rsid w:val="00135386"/>
    <w:rsid w:val="002373A7"/>
    <w:rsid w:val="00273D2B"/>
    <w:rsid w:val="0027548C"/>
    <w:rsid w:val="002D7E4C"/>
    <w:rsid w:val="002F3FC2"/>
    <w:rsid w:val="002F66DF"/>
    <w:rsid w:val="00376447"/>
    <w:rsid w:val="00385483"/>
    <w:rsid w:val="00400B03"/>
    <w:rsid w:val="004011CA"/>
    <w:rsid w:val="004151FC"/>
    <w:rsid w:val="00424DFA"/>
    <w:rsid w:val="004834CF"/>
    <w:rsid w:val="0049024D"/>
    <w:rsid w:val="004E0F5D"/>
    <w:rsid w:val="00501DEB"/>
    <w:rsid w:val="00600B41"/>
    <w:rsid w:val="00665152"/>
    <w:rsid w:val="006761DE"/>
    <w:rsid w:val="00706CFF"/>
    <w:rsid w:val="00725C4B"/>
    <w:rsid w:val="007C30DE"/>
    <w:rsid w:val="00912373"/>
    <w:rsid w:val="009E3A94"/>
    <w:rsid w:val="009F4086"/>
    <w:rsid w:val="00A1336C"/>
    <w:rsid w:val="00A2496D"/>
    <w:rsid w:val="00A258B0"/>
    <w:rsid w:val="00A36AA6"/>
    <w:rsid w:val="00A6446E"/>
    <w:rsid w:val="00A97234"/>
    <w:rsid w:val="00AA1ACE"/>
    <w:rsid w:val="00B66ED5"/>
    <w:rsid w:val="00B905AF"/>
    <w:rsid w:val="00C02FC6"/>
    <w:rsid w:val="00C91A26"/>
    <w:rsid w:val="00D85D04"/>
    <w:rsid w:val="00DD0E13"/>
    <w:rsid w:val="00DF27D0"/>
    <w:rsid w:val="00E56209"/>
    <w:rsid w:val="00E573C2"/>
    <w:rsid w:val="00F311DA"/>
    <w:rsid w:val="00FB56F5"/>
    <w:rsid w:val="04332BCA"/>
    <w:rsid w:val="04E54F34"/>
    <w:rsid w:val="0A4158EE"/>
    <w:rsid w:val="0BC40AE7"/>
    <w:rsid w:val="0C723EF0"/>
    <w:rsid w:val="0CEE0FDA"/>
    <w:rsid w:val="1740014C"/>
    <w:rsid w:val="1FE07E6D"/>
    <w:rsid w:val="20F8434A"/>
    <w:rsid w:val="27592024"/>
    <w:rsid w:val="2AD81AB2"/>
    <w:rsid w:val="38D41ED5"/>
    <w:rsid w:val="444E6E57"/>
    <w:rsid w:val="47DA01A0"/>
    <w:rsid w:val="5A345254"/>
    <w:rsid w:val="651307C2"/>
    <w:rsid w:val="687E27A0"/>
    <w:rsid w:val="6889379F"/>
    <w:rsid w:val="6A6950E8"/>
    <w:rsid w:val="6BEE7A38"/>
    <w:rsid w:val="6CCD2FD9"/>
    <w:rsid w:val="6F41190A"/>
    <w:rsid w:val="755B6E22"/>
    <w:rsid w:val="767C779A"/>
    <w:rsid w:val="77182CF7"/>
    <w:rsid w:val="7C8A0A6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Style2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  <w:style w:type="paragraph" w:customStyle="1" w:styleId="2">
    <w:name w:val="列出段落2"/>
    <w:basedOn w:val="Normal"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EndnoteText">
    <w:name w:val="endnote text"/>
    <w:basedOn w:val="Normal"/>
    <w:pPr>
      <w:snapToGrid w:val="0"/>
      <w:jc w:val="left"/>
    </w:pPr>
  </w:style>
  <w:style w:type="paragraph" w:styleId="BodyText">
    <w:name w:val="Body Text"/>
    <w:basedOn w:val="Normal"/>
    <w:pPr>
      <w:spacing w:line="240" w:lineRule="exact"/>
    </w:pPr>
    <w:rPr>
      <w:sz w:val="18"/>
    </w:rPr>
  </w:style>
  <w:style w:type="paragraph" w:customStyle="1" w:styleId="Style2">
    <w:name w:val="_Style 2"/>
    <w:basedOn w:val="Normal"/>
    <w:link w:val="DefaultParagraphFont"/>
    <w:rsid w:val="00706CFF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DefaultParagraph">
    <w:name w:val="DefaultParagraph"/>
    <w:rsid w:val="00376447"/>
    <w:rPr>
      <w:rFonts w:ascii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emf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8.emf" /><Relationship Id="rId17" Type="http://schemas.openxmlformats.org/officeDocument/2006/relationships/image" Target="media/image9.jpeg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</Words>
  <Characters>143</Characters>
  <Application>Microsoft Office Word</Application>
  <DocSecurity>0</DocSecurity>
  <Lines>1</Lines>
  <Paragraphs>1</Paragraphs>
  <ScaleCrop>false</ScaleCrop>
  <Company>hsy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数学答题卡</dc:title>
  <dc:creator>xingxing</dc:creator>
  <cp:lastModifiedBy>彭祥迅</cp:lastModifiedBy>
  <cp:revision>54</cp:revision>
  <cp:lastPrinted>2020-06-05T02:45:00Z</cp:lastPrinted>
  <dcterms:created xsi:type="dcterms:W3CDTF">2014-04-12T15:58:00Z</dcterms:created>
  <dcterms:modified xsi:type="dcterms:W3CDTF">2023-01-11T15:50:00Z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