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11087100</wp:posOffset>
            </wp:positionV>
            <wp:extent cx="381000" cy="457200"/>
            <wp:effectExtent l="0" t="0" r="0" b="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/>
          <w:b/>
          <w:sz w:val="32"/>
          <w:szCs w:val="32"/>
        </w:rPr>
        <w:t>第二学期第一单元综合练习</w:t>
      </w:r>
    </w:p>
    <w:p>
      <w:pPr>
        <w:spacing w:line="560" w:lineRule="exact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一年级语文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078"/>
        <w:gridCol w:w="1012"/>
        <w:gridCol w:w="1135"/>
        <w:gridCol w:w="1074"/>
        <w:gridCol w:w="1074"/>
        <w:gridCol w:w="1115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题号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三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四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五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六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得分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jc w:val="center"/>
        <w:rPr>
          <w:rFonts w:hint="eastAsia" w:ascii="楷体_GB2312" w:eastAsia="楷体_GB2312"/>
          <w:sz w:val="21"/>
          <w:szCs w:val="21"/>
        </w:rPr>
      </w:pPr>
      <w:r>
        <w:rPr>
          <w:rFonts w:hint="eastAsia" w:ascii="楷体_GB2312" w:eastAsia="楷体_GB2312"/>
          <w:sz w:val="21"/>
          <w:szCs w:val="21"/>
        </w:rPr>
        <w:t>（练习时间50分钟）</w:t>
      </w:r>
    </w:p>
    <w:p>
      <w:pPr>
        <w:ind w:firstLine="280" w:firstLineChars="100"/>
        <w:rPr>
          <w:rFonts w:hint="eastAsia" w:ascii="黑体" w:hAnsi="黑体" w:eastAsia="黑体"/>
          <w:szCs w:val="28"/>
        </w:rPr>
      </w:pPr>
      <w:r>
        <w:rPr>
          <w:rFonts w:hint="eastAsia" w:ascii="黑体" w:hAnsi="黑体" w:eastAsia="黑体"/>
          <w:szCs w:val="28"/>
        </w:rPr>
        <w:t>一、听力乐园（</w:t>
      </w:r>
      <w:r>
        <w:rPr>
          <w:rFonts w:ascii="黑体" w:hAnsi="黑体" w:eastAsia="黑体"/>
          <w:szCs w:val="28"/>
        </w:rPr>
        <w:t>15</w:t>
      </w:r>
      <w:r>
        <w:rPr>
          <w:rFonts w:hint="eastAsia" w:ascii="黑体" w:hAnsi="黑体" w:eastAsia="黑体"/>
          <w:szCs w:val="28"/>
        </w:rPr>
        <w:t>分）</w:t>
      </w:r>
    </w:p>
    <w:p>
      <w:pPr>
        <w:ind w:firstLine="28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1、我会听词语，写数字。（5分）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降落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眼睛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保护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纯净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雷电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相遇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事情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雷电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喜欢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Cs w:val="28"/>
              </w:rPr>
            </w:pPr>
            <w:r>
              <w:rPr>
                <w:rFonts w:hint="eastAsia" w:ascii="黑体" w:hAnsi="黑体" w:eastAsia="黑体"/>
                <w:szCs w:val="28"/>
              </w:rPr>
              <w:t>冰冻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</w:tbl>
    <w:p>
      <w:pPr>
        <w:ind w:firstLine="280" w:firstLineChars="100"/>
        <w:rPr>
          <w:rFonts w:ascii="宋体" w:hAnsi="宋体"/>
        </w:rPr>
      </w:pPr>
      <w:r>
        <w:rPr>
          <w:rFonts w:hint="eastAsia" w:ascii="宋体" w:hAnsi="宋体"/>
        </w:rPr>
        <w:t>2、我会听写词语，句子。（1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分）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41910</wp:posOffset>
                </wp:positionV>
                <wp:extent cx="5210175" cy="430530"/>
                <wp:effectExtent l="0" t="0" r="9525" b="7620"/>
                <wp:wrapNone/>
                <wp:docPr id="16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0175" cy="430530"/>
                          <a:chOff x="1728" y="5784"/>
                          <a:chExt cx="8640" cy="714"/>
                        </a:xfrm>
                      </wpg:grpSpPr>
                      <wpg:grpSp>
                        <wpg:cNvPr id="3" name="Group 192"/>
                        <wpg:cNvGrpSpPr/>
                        <wpg:grpSpPr>
                          <a:xfrm>
                            <a:off x="8901" y="5784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93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Picture 194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" name="Group 195"/>
                        <wpg:cNvGrpSpPr/>
                        <wpg:grpSpPr>
                          <a:xfrm>
                            <a:off x="7101" y="5784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196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Picture 197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9" name="Group 198"/>
                        <wpg:cNvGrpSpPr/>
                        <wpg:grpSpPr>
                          <a:xfrm>
                            <a:off x="3501" y="5784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199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" name="Picture 200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2" name="Group 201"/>
                        <wpg:cNvGrpSpPr/>
                        <wpg:grpSpPr>
                          <a:xfrm>
                            <a:off x="1728" y="5784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202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1" name="Picture 203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5" name="Group 204"/>
                        <wpg:cNvGrpSpPr/>
                        <wpg:grpSpPr>
                          <a:xfrm>
                            <a:off x="5301" y="5784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13" name="Picture 205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4" name="Picture 206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91" o:spid="_x0000_s1026" o:spt="203" style="position:absolute;left:0pt;margin-left:12.6pt;margin-top:3.3pt;height:33.9pt;width:410.25pt;z-index:251660288;mso-width-relative:page;mso-height-relative:page;" coordorigin="1728,5784" coordsize="8640,714" o:gfxdata="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C5s8AC/AAAApQEAABkAAABkcnMvX3JlbHMv&#10;ZTJvRG9jLnhtbC5yZWxzvZDBisIwEIbvC/sOYe7btD0sspj2IoJXcR9gSKZpsJmEJIq+vYFlQUHw&#10;5nFm+L//Y9bjxS/iTCm7wAq6pgVBrINxbBX8HrZfKxC5IBtcApOCK2UYh8+P9Z4WLDWUZxezqBTO&#10;CuZS4o+UWc/kMTchEtfLFJLHUsdkZUR9REuyb9tvme4ZMDwwxc4oSDvTgzhcY21+zQ7T5DRtgj55&#10;4vKkQjpfuysQk6WiwJNx+Lfsm8gW5HOH7j0O3b+DfHjucAN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">
                <o:lock v:ext="edit" aspectratio="f"/>
                <v:group id="Group 192" o:spid="_x0000_s1026" o:spt="203" style="position:absolute;left:8901;top:5784;height:714;width:1467;" coordorigin="8514,7179" coordsize="1467,714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Picture 193" o:spid="_x0000_s1026" o:spt="75" alt="▊ţĥ9" type="#_x0000_t75" style="position:absolute;left:8514;top:7179;height:714;width:734;" filled="f" o:preferrelative="t" stroked="f" coordsize="21600,21600" o:gfxdata="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n4l65AAAA2g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194" o:spid="_x0000_s1026" o:spt="75" alt="▊ţĥ9" type="#_x0000_t75" style="position:absolute;left:9248;top:7179;height:714;width:733;" filled="f" o:preferrelative="t" stroked="f" coordsize="21600,21600" o:gfxdata="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JYrk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  <v:group id="Group 195" o:spid="_x0000_s1026" o:spt="203" style="position:absolute;left:7101;top:5784;height:714;width:1467;" coordorigin="8514,7179" coordsize="1467,714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Picture 196" o:spid="_x0000_s1026" o:spt="75" alt="▊ţĥ9" type="#_x0000_t75" style="position:absolute;left:8514;top:7179;height:714;width:734;" filled="f" o:preferrelative="t" stroked="f" coordsize="21600,21600" o:gfxdata="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kEHG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197" o:spid="_x0000_s1026" o:spt="75" alt="▊ţĥ9" type="#_x0000_t75" style="position:absolute;left:9248;top:7179;height:714;width:733;" filled="f" o:preferrelative="t" stroked="f" coordsize="21600,21600" o:gfxdata="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3MEpC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  <v:group id="Group 198" o:spid="_x0000_s1026" o:spt="203" style="position:absolute;left:3501;top:5784;height:714;width:1467;" coordorigin="8514,7179" coordsize="1467,714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Picture 199" o:spid="_x0000_s1026" o:spt="75" alt="▊ţĥ9" type="#_x0000_t75" style="position:absolute;left:8514;top:7179;height:714;width:734;" filled="f" o:preferrelative="t" stroked="f" coordsize="21600,21600" o:gfxdata="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C37G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200" o:spid="_x0000_s1026" o:spt="75" alt="▊ţĥ9" type="#_x0000_t75" style="position:absolute;left:9248;top:7179;height:714;width:733;" filled="f" o:preferrelative="t" stroked="f" coordsize="21600,21600" o:gfxdata="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zb0O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  <v:group id="Group 201" o:spid="_x0000_s1026" o:spt="203" style="position:absolute;left:1728;top:5784;height:714;width:1467;" coordorigin="8514,7179" coordsize="1467,714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Picture 202" o:spid="_x0000_s1026" o:spt="75" alt="▊ţĥ9" type="#_x0000_t75" style="position:absolute;left:8514;top:7179;height:714;width:734;" filled="f" o:preferrelative="t" stroked="f" coordsize="21600,21600" o:gfxdata="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a1ei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203" o:spid="_x0000_s1026" o:spt="75" alt="▊ţĥ9" type="#_x0000_t75" style="position:absolute;left:9248;top:7179;height:714;width:733;" filled="f" o:preferrelative="t" stroked="f" coordsize="21600,21600" o:gfxdata="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9AGp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  <v:group id="Group 204" o:spid="_x0000_s1026" o:spt="203" style="position:absolute;left:5301;top:5784;height:714;width:1467;" coordorigin="8514,7179" coordsize="1467,714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Picture 205" o:spid="_x0000_s1026" o:spt="75" alt="▊ţĥ9" type="#_x0000_t75" style="position:absolute;left:8514;top:7179;height:714;width:734;" filled="f" o:preferrelative="t" stroked="f" coordsize="21600,21600" o:gfxdata="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ohLn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206" o:spid="_x0000_s1026" o:spt="75" alt="▊ţĥ9" type="#_x0000_t75" style="position:absolute;left:9248;top:7179;height:714;width:733;" filled="f" o:preferrelative="t" stroked="f" coordsize="21600,21600" o:gfxdata="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unpT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</v:group>
            </w:pict>
          </mc:Fallback>
        </mc:AlternateContent>
      </w:r>
    </w:p>
    <w:p/>
    <w:p>
      <w:pPr>
        <w:spacing w:before="250" w:beforeLines="50"/>
        <w:rPr>
          <w:rFonts w:hint="eastAsia"/>
          <w:u w:val="single"/>
        </w:rPr>
      </w:pPr>
      <w:r>
        <w:rPr>
          <w:rFonts w:hint="eastAsia"/>
        </w:rPr>
        <w:t xml:space="preserve"> 句子：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</w:t>
      </w:r>
    </w:p>
    <w:p>
      <w:pPr>
        <w:spacing w:before="250" w:beforeLines="50"/>
        <w:rPr>
          <w:rFonts w:hint="eastAsia" w:ascii="黑体" w:hAnsi="黑体" w:eastAsia="黑体"/>
          <w:b/>
          <w:szCs w:val="28"/>
        </w:rPr>
      </w:pPr>
      <w:r>
        <w:rPr>
          <w:rFonts w:hint="eastAsia" w:ascii="黑体" w:hAnsi="黑体" w:eastAsia="黑体"/>
          <w:b/>
          <w:szCs w:val="28"/>
        </w:rPr>
        <w:t>二、积累与运用（69分）</w:t>
      </w:r>
    </w:p>
    <w:p>
      <w:pPr>
        <w:rPr>
          <w:rFonts w:hint="eastAsia"/>
          <w:b/>
        </w:rPr>
      </w:pPr>
      <w:r>
        <w:rPr>
          <w:rFonts w:hint="eastAsia"/>
          <w:b/>
        </w:rPr>
        <w:t>1、我会写出小写字母。（3分）</w:t>
      </w:r>
    </w:p>
    <w:p>
      <w:pPr>
        <w:rPr>
          <w:rFonts w:hint="eastAsia"/>
          <w:b/>
        </w:rPr>
      </w:pPr>
      <w:r>
        <w:rPr>
          <w:rFonts w:hint="eastAsia"/>
          <w:b/>
        </w:rPr>
        <w:t xml:space="preserve">    G（      ）       E （       ）       Q （       ）       </w:t>
      </w:r>
    </w:p>
    <w:p>
      <w:pPr>
        <w:ind w:firstLine="562" w:firstLineChars="200"/>
        <w:rPr>
          <w:b/>
        </w:rPr>
      </w:pPr>
      <w:r>
        <w:rPr>
          <w:rFonts w:hint="eastAsia"/>
          <w:b/>
        </w:rPr>
        <w:t>T（      ）       R （       ）       M （       ）</w:t>
      </w:r>
    </w:p>
    <w:p>
      <w:pPr>
        <w:rPr>
          <w:rFonts w:hint="eastAsia" w:cs="Tahoma"/>
          <w:b/>
          <w:color w:val="000000"/>
          <w:shd w:val="clear" w:color="auto" w:fill="FFFFFF"/>
        </w:rPr>
      </w:pPr>
      <w:r>
        <w:rPr>
          <w:rFonts w:hint="eastAsia"/>
          <w:b/>
        </w:rPr>
        <w:t>2、我会</w:t>
      </w:r>
      <w:r>
        <w:rPr>
          <w:rFonts w:hint="eastAsia" w:cs="Tahoma"/>
          <w:b/>
          <w:color w:val="000000"/>
          <w:shd w:val="clear" w:color="auto" w:fill="FFFFFF"/>
        </w:rPr>
        <w:t xml:space="preserve">选择字的正确读音，画“√”。（6分） </w:t>
      </w:r>
    </w:p>
    <w:p>
      <w:pPr>
        <w:ind w:firstLine="140" w:firstLineChars="5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孙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  <w:szCs w:val="28"/>
        </w:rPr>
        <w:t>sūn　 shūn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子</w:t>
      </w:r>
      <w:r>
        <w:rPr>
          <w:rFonts w:ascii="宋体" w:hAnsi="宋体"/>
          <w:szCs w:val="28"/>
        </w:rPr>
        <w:t>　</w:t>
      </w:r>
      <w:r>
        <w:rPr>
          <w:rFonts w:hint="eastAsia" w:ascii="宋体" w:hAnsi="宋体"/>
          <w:szCs w:val="28"/>
        </w:rPr>
        <w:t xml:space="preserve">     阴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  <w:szCs w:val="28"/>
        </w:rPr>
        <w:t>y</w:t>
      </w:r>
      <w:r>
        <w:rPr>
          <w:rFonts w:hint="eastAsia" w:ascii="宋体" w:hAnsi="宋体" w:cs="宋体"/>
          <w:szCs w:val="28"/>
        </w:rPr>
        <w:t>ī</w:t>
      </w:r>
      <w:r>
        <w:rPr>
          <w:rFonts w:hint="eastAsia" w:ascii="宋体" w:hAnsi="宋体"/>
          <w:szCs w:val="28"/>
        </w:rPr>
        <w:t>ng   y</w:t>
      </w:r>
      <w:r>
        <w:rPr>
          <w:rFonts w:hint="eastAsia" w:ascii="宋体" w:hAnsi="宋体" w:cs="宋体"/>
          <w:szCs w:val="28"/>
        </w:rPr>
        <w:t>ī</w:t>
      </w:r>
      <w:r>
        <w:rPr>
          <w:rFonts w:hint="eastAsia" w:ascii="宋体" w:hAnsi="宋体"/>
          <w:szCs w:val="28"/>
        </w:rPr>
        <w:t>n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天    池</w:t>
      </w:r>
      <w:r>
        <w:rPr>
          <w:rFonts w:ascii="宋体" w:hAnsi="宋体"/>
          <w:szCs w:val="28"/>
        </w:rPr>
        <w:t>(chí　</w:t>
      </w:r>
      <w:r>
        <w:rPr>
          <w:rFonts w:hint="eastAsia" w:ascii="宋体" w:hAnsi="宋体"/>
          <w:szCs w:val="28"/>
        </w:rPr>
        <w:t xml:space="preserve"> </w:t>
      </w:r>
      <w:r>
        <w:rPr>
          <w:rFonts w:ascii="宋体" w:hAnsi="宋体"/>
          <w:szCs w:val="28"/>
        </w:rPr>
        <w:t>chǐ)</w:t>
      </w:r>
      <w:r>
        <w:rPr>
          <w:rFonts w:hint="eastAsia" w:ascii="宋体" w:hAnsi="宋体"/>
          <w:szCs w:val="28"/>
        </w:rPr>
        <w:t>塘</w:t>
      </w:r>
    </w:p>
    <w:p>
      <w:pPr>
        <w:ind w:firstLine="140" w:firstLineChars="50"/>
        <w:rPr>
          <w:rFonts w:hint="eastAsia" w:ascii="宋体" w:hAnsi="宋体"/>
          <w:szCs w:val="28"/>
        </w:rPr>
      </w:pPr>
      <w:r>
        <w:rPr>
          <w:rFonts w:hint="eastAsia" w:ascii="宋体" w:hAnsi="宋体"/>
          <w:szCs w:val="28"/>
        </w:rPr>
        <w:t>相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  <w:szCs w:val="28"/>
        </w:rPr>
        <w:t>xi</w:t>
      </w:r>
      <w:r>
        <w:rPr>
          <w:rFonts w:hint="eastAsia" w:ascii="宋体" w:hAnsi="宋体" w:cs="宋体"/>
          <w:szCs w:val="28"/>
        </w:rPr>
        <w:t>ā</w:t>
      </w:r>
      <w:r>
        <w:rPr>
          <w:rFonts w:hint="eastAsia" w:ascii="宋体" w:hAnsi="宋体"/>
          <w:szCs w:val="28"/>
        </w:rPr>
        <w:t>ng</w:t>
      </w:r>
      <w:r>
        <w:rPr>
          <w:rFonts w:ascii="宋体" w:hAnsi="宋体"/>
          <w:szCs w:val="28"/>
        </w:rPr>
        <w:t>　</w:t>
      </w:r>
      <w:r>
        <w:rPr>
          <w:rFonts w:hint="eastAsia" w:ascii="宋体" w:hAnsi="宋体"/>
          <w:szCs w:val="28"/>
        </w:rPr>
        <w:t>xi</w:t>
      </w:r>
      <w:r>
        <w:rPr>
          <w:rFonts w:hint="eastAsia" w:ascii="宋体" w:hAnsi="宋体" w:cs="宋体"/>
          <w:szCs w:val="28"/>
        </w:rPr>
        <w:t>à</w:t>
      </w:r>
      <w:r>
        <w:rPr>
          <w:rFonts w:hint="eastAsia" w:ascii="宋体" w:hAnsi="宋体"/>
          <w:szCs w:val="28"/>
        </w:rPr>
        <w:t>ng</w:t>
      </w:r>
      <w:r>
        <w:rPr>
          <w:rFonts w:ascii="宋体" w:hAnsi="宋体"/>
          <w:szCs w:val="28"/>
        </w:rPr>
        <w:t>)</w:t>
      </w:r>
      <w:r>
        <w:rPr>
          <w:rFonts w:hint="eastAsia" w:ascii="宋体" w:hAnsi="宋体"/>
          <w:szCs w:val="28"/>
        </w:rPr>
        <w:t>互     入</w:t>
      </w:r>
      <w:r>
        <w:rPr>
          <w:rFonts w:ascii="宋体" w:hAnsi="宋体"/>
          <w:szCs w:val="28"/>
        </w:rPr>
        <w:t>(</w:t>
      </w:r>
      <w:r>
        <w:rPr>
          <w:rFonts w:hint="eastAsia" w:ascii="宋体" w:hAnsi="宋体"/>
          <w:szCs w:val="28"/>
        </w:rPr>
        <w:t>r</w:t>
      </w:r>
      <w:r>
        <w:rPr>
          <w:rFonts w:hint="eastAsia" w:ascii="宋体" w:hAnsi="宋体" w:cs="宋体"/>
          <w:szCs w:val="28"/>
        </w:rPr>
        <w:t>é</w:t>
      </w:r>
      <w:r>
        <w:rPr>
          <w:rFonts w:hint="eastAsia" w:ascii="宋体" w:hAnsi="宋体"/>
          <w:szCs w:val="28"/>
        </w:rPr>
        <w:t>n</w:t>
      </w:r>
      <w:r>
        <w:rPr>
          <w:rFonts w:ascii="宋体" w:hAnsi="宋体"/>
          <w:szCs w:val="28"/>
        </w:rPr>
        <w:t>　</w:t>
      </w:r>
      <w:r>
        <w:rPr>
          <w:rFonts w:hint="eastAsia" w:ascii="宋体" w:hAnsi="宋体"/>
          <w:szCs w:val="28"/>
        </w:rPr>
        <w:t xml:space="preserve"> r</w:t>
      </w:r>
      <w:r>
        <w:rPr>
          <w:rFonts w:ascii="宋体" w:hAnsi="宋体"/>
          <w:szCs w:val="28"/>
        </w:rPr>
        <w:t>ù)</w:t>
      </w:r>
      <w:r>
        <w:rPr>
          <w:rFonts w:hint="eastAsia" w:ascii="宋体" w:hAnsi="宋体"/>
          <w:szCs w:val="28"/>
        </w:rPr>
        <w:t>口      阵（zh</w:t>
      </w:r>
      <w:r>
        <w:rPr>
          <w:rFonts w:hint="eastAsia" w:ascii="宋体" w:hAnsi="宋体" w:cs="宋体"/>
          <w:szCs w:val="28"/>
        </w:rPr>
        <w:t>è</w:t>
      </w:r>
      <w:r>
        <w:rPr>
          <w:rFonts w:hint="eastAsia" w:ascii="宋体" w:hAnsi="宋体"/>
          <w:szCs w:val="28"/>
        </w:rPr>
        <w:t>n  z</w:t>
      </w:r>
      <w:r>
        <w:rPr>
          <w:rFonts w:hint="eastAsia" w:ascii="宋体" w:hAnsi="宋体" w:cs="宋体"/>
          <w:szCs w:val="28"/>
        </w:rPr>
        <w:t>è</w:t>
      </w:r>
      <w:r>
        <w:rPr>
          <w:rFonts w:hint="eastAsia" w:ascii="宋体" w:hAnsi="宋体"/>
          <w:szCs w:val="28"/>
        </w:rPr>
        <w:t>n）地</w:t>
      </w:r>
    </w:p>
    <w:p>
      <w:pPr>
        <w:rPr>
          <w:rFonts w:hint="eastAsia" w:cs="Tahoma"/>
          <w:b/>
          <w:color w:val="000000"/>
          <w:shd w:val="clear" w:color="auto" w:fill="FFFFFF"/>
        </w:rPr>
      </w:pPr>
      <w:r>
        <w:rPr>
          <w:rFonts w:hint="eastAsia" w:cs="Tahoma"/>
          <w:b/>
          <w:color w:val="000000"/>
          <w:shd w:val="clear" w:color="auto" w:fill="FFFFFF"/>
        </w:rPr>
        <w:t>3、我会看拼音，写词语。（10分） 　</w:t>
      </w:r>
    </w:p>
    <w:p>
      <w:pPr>
        <w:ind w:firstLine="140" w:firstLineChars="5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Tahoma"/>
          <w:color w:val="000000"/>
          <w:shd w:val="clear" w:color="auto" w:fill="FFFFFF"/>
        </w:rPr>
        <w:t>xu</w:t>
      </w:r>
      <w:r>
        <w:rPr>
          <w:rFonts w:hint="eastAsia" w:ascii="宋体" w:hAnsi="宋体" w:cs="宋体"/>
          <w:color w:val="000000"/>
          <w:shd w:val="clear" w:color="auto" w:fill="FFFFFF"/>
        </w:rPr>
        <w:t>ě</w:t>
      </w:r>
      <w:r>
        <w:rPr>
          <w:rFonts w:hint="eastAsia" w:ascii="宋体" w:hAnsi="宋体" w:cs="Tahoma"/>
          <w:color w:val="000000"/>
          <w:shd w:val="clear" w:color="auto" w:fill="FFFFFF"/>
        </w:rPr>
        <w:t xml:space="preserve">  hu</w:t>
      </w:r>
      <w:r>
        <w:rPr>
          <w:rFonts w:hint="eastAsia" w:ascii="宋体" w:hAnsi="宋体" w:cs="宋体"/>
          <w:color w:val="000000"/>
          <w:shd w:val="clear" w:color="auto" w:fill="FFFFFF"/>
        </w:rPr>
        <w:t>ā</w:t>
      </w:r>
      <w:r>
        <w:rPr>
          <w:rFonts w:hint="eastAsia" w:ascii="宋体" w:hAnsi="宋体" w:cs="Tahoma"/>
          <w:color w:val="000000"/>
          <w:shd w:val="clear" w:color="auto" w:fill="FFFFFF"/>
        </w:rPr>
        <w:t xml:space="preserve">    zu</w:t>
      </w:r>
      <w:r>
        <w:rPr>
          <w:rFonts w:hint="eastAsia" w:ascii="宋体" w:hAnsi="宋体" w:cs="宋体"/>
          <w:color w:val="000000"/>
          <w:shd w:val="clear" w:color="auto" w:fill="FFFFFF"/>
        </w:rPr>
        <w:t>ǒ</w:t>
      </w:r>
      <w:r>
        <w:rPr>
          <w:rFonts w:hint="eastAsia" w:ascii="宋体" w:hAnsi="宋体" w:cs="Tahoma"/>
          <w:color w:val="000000"/>
          <w:shd w:val="clear" w:color="auto" w:fill="FFFFFF"/>
        </w:rPr>
        <w:t xml:space="preserve">  y</w:t>
      </w:r>
      <w:r>
        <w:rPr>
          <w:rFonts w:hint="eastAsia" w:ascii="宋体" w:hAnsi="宋体" w:cs="宋体"/>
          <w:color w:val="000000"/>
          <w:shd w:val="clear" w:color="auto" w:fill="FFFFFF"/>
        </w:rPr>
        <w:t>ò</w:t>
      </w:r>
      <w:r>
        <w:rPr>
          <w:rFonts w:hint="eastAsia" w:ascii="宋体" w:hAnsi="宋体" w:cs="Tahoma"/>
          <w:color w:val="000000"/>
          <w:shd w:val="clear" w:color="auto" w:fill="FFFFFF"/>
        </w:rPr>
        <w:t>u   sh</w:t>
      </w:r>
      <w:r>
        <w:rPr>
          <w:rFonts w:hint="eastAsia" w:ascii="宋体" w:hAnsi="宋体" w:cs="宋体"/>
          <w:color w:val="000000"/>
          <w:shd w:val="clear" w:color="auto" w:fill="FFFFFF"/>
        </w:rPr>
        <w:t>é</w:t>
      </w:r>
      <w:r>
        <w:rPr>
          <w:rFonts w:hint="eastAsia" w:ascii="宋体" w:hAnsi="宋体" w:cs="Tahoma"/>
          <w:color w:val="000000"/>
          <w:shd w:val="clear" w:color="auto" w:fill="FFFFFF"/>
        </w:rPr>
        <w:t>n  me    gu</w:t>
      </w:r>
      <w:r>
        <w:rPr>
          <w:rFonts w:hint="eastAsia" w:ascii="宋体" w:hAnsi="宋体" w:cs="宋体"/>
          <w:color w:val="000000"/>
          <w:shd w:val="clear" w:color="auto" w:fill="FFFFFF"/>
        </w:rPr>
        <w:t>ó</w:t>
      </w:r>
      <w:r>
        <w:rPr>
          <w:rFonts w:hint="eastAsia" w:ascii="宋体" w:hAnsi="宋体" w:cs="Tahoma"/>
          <w:color w:val="000000"/>
          <w:shd w:val="clear" w:color="auto" w:fill="FFFFFF"/>
        </w:rPr>
        <w:t xml:space="preserve">  w</w:t>
      </w:r>
      <w:r>
        <w:rPr>
          <w:rFonts w:hint="eastAsia" w:ascii="宋体" w:hAnsi="宋体" w:cs="宋体"/>
          <w:color w:val="000000"/>
          <w:shd w:val="clear" w:color="auto" w:fill="FFFFFF"/>
        </w:rPr>
        <w:t>á</w:t>
      </w:r>
      <w:r>
        <w:rPr>
          <w:rFonts w:hint="eastAsia" w:ascii="宋体" w:hAnsi="宋体" w:cs="Tahoma"/>
          <w:color w:val="000000"/>
          <w:shd w:val="clear" w:color="auto" w:fill="FFFFFF"/>
        </w:rPr>
        <w:t>ng  sh</w:t>
      </w:r>
      <w:r>
        <w:rPr>
          <w:rFonts w:hint="eastAsia" w:ascii="宋体" w:hAnsi="宋体" w:cs="宋体"/>
          <w:color w:val="000000"/>
          <w:shd w:val="clear" w:color="auto" w:fill="FFFFFF"/>
        </w:rPr>
        <w:t>ē</w:t>
      </w:r>
      <w:r>
        <w:rPr>
          <w:rFonts w:hint="eastAsia" w:ascii="宋体" w:hAnsi="宋体" w:cs="Tahoma"/>
          <w:color w:val="000000"/>
          <w:shd w:val="clear" w:color="auto" w:fill="FFFFFF"/>
        </w:rPr>
        <w:t>ng  q</w:t>
      </w:r>
      <w:r>
        <w:rPr>
          <w:rFonts w:hint="eastAsia" w:ascii="宋体" w:hAnsi="宋体" w:cs="宋体"/>
          <w:color w:val="000000"/>
          <w:shd w:val="clear" w:color="auto" w:fill="FFFFFF"/>
        </w:rPr>
        <w:t>ì</w:t>
      </w:r>
    </w:p>
    <w:p>
      <w:pPr>
        <w:rPr>
          <w:rFonts w:hint="eastAsia" w:cs="Tahoma"/>
          <w:color w:val="000000"/>
          <w:shd w:val="clear" w:color="auto" w:fill="FFFFFF"/>
        </w:rPr>
      </w:pPr>
      <w:r>
        <w:rPr>
          <w:rFonts w:hint="eastAsia" w:ascii="宋体" w:hAnsi="宋体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53340</wp:posOffset>
                </wp:positionV>
                <wp:extent cx="4962525" cy="407035"/>
                <wp:effectExtent l="0" t="0" r="9525" b="12065"/>
                <wp:wrapNone/>
                <wp:docPr id="32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2525" cy="407035"/>
                          <a:chOff x="1985" y="6931"/>
                          <a:chExt cx="8709" cy="714"/>
                        </a:xfrm>
                      </wpg:grpSpPr>
                      <wpg:grpSp>
                        <wpg:cNvPr id="19" name="Group 35"/>
                        <wpg:cNvGrpSpPr/>
                        <wpg:grpSpPr>
                          <a:xfrm>
                            <a:off x="7358" y="6931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17" name="Picture 36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8" name="Picture 37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2" name="Group 38"/>
                        <wpg:cNvGrpSpPr/>
                        <wpg:grpSpPr>
                          <a:xfrm>
                            <a:off x="3758" y="6931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20" name="Picture 39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1" name="Picture 40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5" name="Group 41"/>
                        <wpg:cNvGrpSpPr/>
                        <wpg:grpSpPr>
                          <a:xfrm>
                            <a:off x="1985" y="6931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23" name="Picture 42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" name="Picture 43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8" name="Group 44"/>
                        <wpg:cNvGrpSpPr/>
                        <wpg:grpSpPr>
                          <a:xfrm>
                            <a:off x="5558" y="6931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26" name="Picture 45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7" name="Picture 46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1" name="Group 47"/>
                        <wpg:cNvGrpSpPr/>
                        <wpg:grpSpPr>
                          <a:xfrm>
                            <a:off x="9227" y="6931"/>
                            <a:ext cx="1467" cy="714"/>
                            <a:chOff x="8514" y="7179"/>
                            <a:chExt cx="1467" cy="714"/>
                          </a:xfrm>
                        </wpg:grpSpPr>
                        <pic:pic xmlns:pic="http://schemas.openxmlformats.org/drawingml/2006/picture">
                          <pic:nvPicPr>
                            <pic:cNvPr id="29" name="Picture 48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14" y="7179"/>
                              <a:ext cx="734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0" name="Picture 49" descr="▊ţĥ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248" y="7179"/>
                              <a:ext cx="733" cy="7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3" o:spid="_x0000_s1026" o:spt="203" style="position:absolute;left:0pt;margin-left:5.7pt;margin-top:4.2pt;height:32.05pt;width:390.75pt;z-index:251661312;mso-width-relative:page;mso-height-relative:page;" coordorigin="1985,6931" coordsize="8709,714" o:gfxdata="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">
                <o:lock v:ext="edit" aspectratio="f"/>
                <v:group id="Group 35" o:spid="_x0000_s1026" o:spt="203" style="position:absolute;left:7358;top:6931;height:714;width:1467;" coordorigin="8514,7179" coordsize="1467,714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Picture 36" o:spid="_x0000_s1026" o:spt="75" alt="▊ţĥ9" type="#_x0000_t75" style="position:absolute;left:8514;top:7179;height:714;width:734;" filled="f" o:preferrelative="t" stroked="f" coordsize="21600,21600" o:gfxdata="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s02c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37" o:spid="_x0000_s1026" o:spt="75" alt="▊ţĥ9" type="#_x0000_t75" style="position:absolute;left:9248;top:7179;height:714;width:733;" filled="f" o:preferrelative="t" stroked="f" coordsize="21600,21600" o:gfxdata="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uqvO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  <v:group id="Group 38" o:spid="_x0000_s1026" o:spt="203" style="position:absolute;left:3758;top:6931;height:714;width:1467;" coordorigin="8514,7179" coordsize="1467,714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Picture 39" o:spid="_x0000_s1026" o:spt="75" alt="▊ţĥ9" type="#_x0000_t75" style="position:absolute;left:8514;top:7179;height:714;width:734;" filled="f" o:preferrelative="t" stroked="f" coordsize="21600,21600" o:gfxdata="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g2H1W2AAAA2wAAAA8A&#10;AAAAAAAAAQAgAAAAIgAAAGRycy9kb3ducmV2LnhtbFBLAQIUABQAAAAIAIdO4kAzLwWeOwAAADkA&#10;AAAQAAAAAAAAAAEAIAAAAAUBAABkcnMvc2hhcGV4bWwueG1sUEsFBgAAAAAGAAYAWwEAAK8DAAAA&#10;AA=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40" o:spid="_x0000_s1026" o:spt="75" alt="▊ţĥ9" type="#_x0000_t75" style="position:absolute;left:9248;top:7179;height:714;width:733;" filled="f" o:preferrelative="t" stroked="f" coordsize="21600,21600" o:gfxdata="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vMw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  <v:group id="Group 41" o:spid="_x0000_s1026" o:spt="203" style="position:absolute;left:1985;top:6931;height:714;width:1467;" coordorigin="8514,7179" coordsize="1467,714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Picture 42" o:spid="_x0000_s1026" o:spt="75" alt="▊ţĥ9" type="#_x0000_t75" style="position:absolute;left:8514;top:7179;height:714;width:734;" filled="f" o:preferrelative="t" stroked="f" coordsize="21600,21600" o:gfxdata="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5IE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43" o:spid="_x0000_s1026" o:spt="75" alt="▊ţĥ9" type="#_x0000_t75" style="position:absolute;left:9248;top:7179;height:714;width:733;" filled="f" o:preferrelative="t" stroked="f" coordsize="21600,21600" o:gfxdata="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y2+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  <v:group id="Group 44" o:spid="_x0000_s1026" o:spt="203" style="position:absolute;left:5558;top:6931;height:714;width:1467;" coordorigin="8514,7179" coordsize="1467,714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Picture 45" o:spid="_x0000_s1026" o:spt="75" alt="▊ţĥ9" type="#_x0000_t75" style="position:absolute;left:8514;top:7179;height:714;width:734;" filled="f" o:preferrelative="t" stroked="f" coordsize="21600,21600" o:gfxdata="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TIrq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46" o:spid="_x0000_s1026" o:spt="75" alt="▊ţĥ9" type="#_x0000_t75" style="position:absolute;left:9248;top:7179;height:714;width:733;" filled="f" o:preferrelative="t" stroked="f" coordsize="21600,21600" o:gfxdata="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GfH1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  <v:group id="Group 47" o:spid="_x0000_s1026" o:spt="203" style="position:absolute;left:9227;top:6931;height:714;width:1467;" coordorigin="8514,7179" coordsize="1467,714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Picture 48" o:spid="_x0000_s1026" o:spt="75" alt="▊ţĥ9" type="#_x0000_t75" style="position:absolute;left:8514;top:7179;height:714;width:734;" filled="f" o:preferrelative="t" stroked="f" coordsize="21600,21600" o:gfxdata="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DLb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8" o:title="▊ţĥ9"/>
                    <o:lock v:ext="edit" aspectratio="t"/>
                  </v:shape>
                  <v:shape id="Picture 49" o:spid="_x0000_s1026" o:spt="75" alt="▊ţĥ9" type="#_x0000_t75" style="position:absolute;left:9248;top:7179;height:714;width:733;" filled="f" o:preferrelative="t" stroked="f" coordsize="21600,21600" o:gfxdata="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Kf9c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▊ţĥ9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spacing w:before="100" w:beforeAutospacing="1"/>
        <w:rPr>
          <w:rFonts w:hint="eastAsia" w:cs="Tahoma"/>
          <w:b/>
          <w:color w:val="000000"/>
          <w:shd w:val="clear" w:color="auto" w:fill="FFFFFF"/>
        </w:rPr>
      </w:pPr>
    </w:p>
    <w:p>
      <w:pPr>
        <w:spacing w:before="100" w:beforeAutospacing="1"/>
        <w:rPr>
          <w:rFonts w:hint="eastAsia"/>
          <w:b/>
          <w:color w:val="000000"/>
        </w:rPr>
      </w:pPr>
      <w:r>
        <w:rPr>
          <w:rFonts w:hint="eastAsia" w:cs="Tahoma"/>
          <w:b/>
          <w:color w:val="000000"/>
          <w:shd w:val="clear" w:color="auto" w:fill="FFFFFF"/>
        </w:rPr>
        <w:t>4、我会比一比，再</w:t>
      </w:r>
      <w:r>
        <w:rPr>
          <w:rFonts w:hint="eastAsia"/>
          <w:b/>
          <w:color w:val="000000"/>
        </w:rPr>
        <w:t>组词。（8分）</w:t>
      </w:r>
    </w:p>
    <w:p>
      <w:pPr>
        <w:rPr>
          <w:rFonts w:hint="eastAsia"/>
        </w:rPr>
      </w:pPr>
      <w:r>
        <w:rPr>
          <w:rFonts w:hint="eastAsia"/>
        </w:rPr>
        <w:t>东（        ）    方（        ）    晴（        ）    字（        ）</w:t>
      </w:r>
    </w:p>
    <w:p>
      <w:pPr>
        <w:rPr>
          <w:rFonts w:hint="eastAsia"/>
        </w:rPr>
      </w:pPr>
      <w:r>
        <w:rPr>
          <w:rFonts w:hint="eastAsia"/>
        </w:rPr>
        <w:t>冬（        ）    万（        ）    情（        ）    学（        ）</w:t>
      </w:r>
    </w:p>
    <w:p>
      <w:pPr>
        <w:rPr>
          <w:rFonts w:hint="eastAsia" w:ascii="仿宋" w:hAnsi="仿宋" w:eastAsia="仿宋" w:cs="仿宋"/>
          <w:b/>
          <w:szCs w:val="28"/>
        </w:rPr>
      </w:pPr>
      <w:r>
        <w:rPr>
          <w:rFonts w:hint="eastAsia" w:cs="Tahoma"/>
          <w:b/>
          <w:color w:val="000000"/>
          <w:shd w:val="clear" w:color="auto" w:fill="FFFFFF"/>
        </w:rPr>
        <w:t>5、我会照样子，</w:t>
      </w:r>
      <w:r>
        <w:rPr>
          <w:rFonts w:hint="eastAsia" w:ascii="宋体" w:hAnsi="宋体" w:cs="宋体"/>
          <w:b/>
          <w:szCs w:val="28"/>
        </w:rPr>
        <w:t>用“——</w:t>
      </w:r>
      <w:r>
        <w:rPr>
          <w:rFonts w:hint="eastAsia" w:ascii="仿宋" w:hAnsi="仿宋" w:eastAsia="仿宋" w:cs="仿宋"/>
          <w:b/>
          <w:szCs w:val="28"/>
        </w:rPr>
        <w:t>”</w:t>
      </w:r>
      <w:r>
        <w:rPr>
          <w:rFonts w:hint="eastAsia" w:ascii="宋体" w:hAnsi="宋体" w:cs="宋体"/>
          <w:b/>
          <w:szCs w:val="28"/>
        </w:rPr>
        <w:t>画出错别字并改正</w:t>
      </w:r>
      <w:r>
        <w:rPr>
          <w:rFonts w:hint="eastAsia" w:ascii="仿宋" w:hAnsi="仿宋" w:eastAsia="仿宋" w:cs="仿宋"/>
          <w:b/>
          <w:szCs w:val="28"/>
        </w:rPr>
        <w:t>。</w:t>
      </w:r>
      <w:r>
        <w:rPr>
          <w:rFonts w:hint="eastAsia"/>
          <w:b/>
          <w:color w:val="000000"/>
        </w:rPr>
        <w:t>（6分）</w:t>
      </w:r>
    </w:p>
    <w:p>
      <w:pPr>
        <w:ind w:firstLine="560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  <w:u w:val="single"/>
        </w:rPr>
        <w:t>清</w:t>
      </w:r>
      <w:r>
        <w:rPr>
          <w:rFonts w:hint="eastAsia" w:ascii="宋体" w:hAnsi="宋体" w:cs="宋体"/>
          <w:szCs w:val="28"/>
        </w:rPr>
        <w:t>草（  青  ）     天汽（      ）     青座（      ）</w:t>
      </w:r>
    </w:p>
    <w:p>
      <w:pPr>
        <w:ind w:firstLine="560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>小十（      ）     万法（      ）     非机（      ）</w:t>
      </w:r>
    </w:p>
    <w:p>
      <w:pPr>
        <w:rPr>
          <w:b/>
        </w:rPr>
      </w:pPr>
      <w:r>
        <w:rPr>
          <w:rFonts w:hint="eastAsia" w:cs="Tahoma"/>
          <w:b/>
          <w:color w:val="000000"/>
          <w:shd w:val="clear" w:color="auto" w:fill="FFFFFF"/>
        </w:rPr>
        <w:t>6、我会</w:t>
      </w:r>
      <w:r>
        <w:rPr>
          <w:rFonts w:hint="eastAsia"/>
          <w:b/>
        </w:rPr>
        <w:t>选择合适的动词填空。（只填序号）</w:t>
      </w:r>
      <w:r>
        <w:rPr>
          <w:rFonts w:hint="eastAsia"/>
          <w:b/>
          <w:color w:val="000000"/>
        </w:rPr>
        <w:t>（6分）</w:t>
      </w:r>
    </w:p>
    <w:p>
      <w:pPr>
        <w:jc w:val="center"/>
        <w:rPr>
          <w:rFonts w:hint="eastAsia"/>
        </w:rPr>
      </w:pPr>
      <w:r>
        <w:rPr>
          <w:rFonts w:hint="eastAsia"/>
        </w:rPr>
        <w:t>①吃    ②做    ③落    ④降    ⑤飘    ⑥吹</w:t>
      </w:r>
    </w:p>
    <w:p>
      <w:pPr>
        <w:rPr>
          <w:rFonts w:hint="eastAsia"/>
        </w:rPr>
      </w:pPr>
      <w:r>
        <w:rPr>
          <w:rFonts w:hint="eastAsia"/>
        </w:rPr>
        <w:t>（    ）害虫</w:t>
      </w:r>
      <w:r>
        <w:t>　　　</w:t>
      </w:r>
      <w:r>
        <w:rPr>
          <w:rFonts w:hint="eastAsia"/>
        </w:rPr>
        <w:t>夏雨（    ）    春风（    ）</w:t>
      </w:r>
    </w:p>
    <w:p>
      <w:r>
        <w:rPr>
          <w:rFonts w:hint="eastAsia"/>
        </w:rPr>
        <w:t>（    ）事情      秋霜（    ）</w:t>
      </w:r>
      <w:r>
        <w:t>　　</w:t>
      </w:r>
      <w:r>
        <w:rPr>
          <w:rFonts w:hint="eastAsia"/>
        </w:rPr>
        <w:t>雪花（    ）</w:t>
      </w:r>
    </w:p>
    <w:p>
      <w:pPr>
        <w:rPr>
          <w:rFonts w:hint="eastAsia" w:cs="Tahoma"/>
          <w:b/>
          <w:color w:val="000000"/>
          <w:shd w:val="clear" w:color="auto" w:fill="FFFFFF"/>
        </w:rPr>
      </w:pPr>
      <w:r>
        <w:rPr>
          <w:rFonts w:hint="eastAsia" w:cs="Tahoma"/>
          <w:b/>
          <w:color w:val="000000"/>
          <w:shd w:val="clear" w:color="auto" w:fill="FFFFFF"/>
        </w:rPr>
        <w:t>7、我会照样子，变一变。（8分）</w:t>
      </w:r>
    </w:p>
    <w:p>
      <w:pPr>
        <w:rPr>
          <w:rFonts w:hint="eastAsia"/>
        </w:rPr>
      </w:pPr>
      <w:r>
        <w:rPr>
          <w:rFonts w:hint="eastAsia"/>
        </w:rPr>
        <w:t>（1）换一换：种—钟   清—（     ）   江—（     ）</w:t>
      </w:r>
    </w:p>
    <w:p>
      <w:pPr>
        <w:rPr>
          <w:rFonts w:hint="eastAsia"/>
        </w:rPr>
      </w:pPr>
      <w:r>
        <w:rPr>
          <w:rFonts w:hint="eastAsia"/>
        </w:rPr>
        <w:t>（2）加一加：先—洗   玉—（     ）   子—（     ）</w:t>
      </w:r>
    </w:p>
    <w:p>
      <w:pPr>
        <w:rPr>
          <w:rFonts w:hint="eastAsia"/>
        </w:rPr>
      </w:pPr>
      <w:r>
        <w:rPr>
          <w:rFonts w:hint="eastAsia"/>
        </w:rPr>
        <w:t>（3）减一减：连—车   姓－（     ）   放—（     ）</w:t>
      </w:r>
    </w:p>
    <w:p>
      <w:pPr>
        <w:rPr>
          <w:rFonts w:hint="eastAsia"/>
        </w:rPr>
      </w:pPr>
      <w:r>
        <w:rPr>
          <w:rFonts w:hint="eastAsia"/>
        </w:rPr>
        <w:t>（4）反义词：开—关   出—（     ）   左—（     ）</w:t>
      </w:r>
    </w:p>
    <w:p>
      <w:pPr>
        <w:rPr>
          <w:rFonts w:hint="eastAsia" w:ascii="宋体" w:hAnsi="宋体" w:cs="宋体"/>
          <w:b/>
          <w:szCs w:val="28"/>
        </w:rPr>
      </w:pPr>
      <w:r>
        <w:rPr>
          <w:rFonts w:hint="eastAsia" w:cs="Tahoma"/>
          <w:b/>
          <w:color w:val="000000"/>
          <w:shd w:val="clear" w:color="auto" w:fill="FFFFFF"/>
        </w:rPr>
        <w:t>8、</w:t>
      </w:r>
      <w:r>
        <w:rPr>
          <w:rFonts w:hint="eastAsia" w:ascii="宋体" w:hAnsi="宋体" w:cs="宋体"/>
          <w:b/>
          <w:szCs w:val="28"/>
        </w:rPr>
        <w:t>我会连。（4分）</w:t>
      </w:r>
    </w:p>
    <w:p>
      <w:pPr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13970</wp:posOffset>
                </wp:positionV>
                <wp:extent cx="0" cy="1222375"/>
                <wp:effectExtent l="6350" t="0" r="12700" b="15875"/>
                <wp:wrapNone/>
                <wp:docPr id="33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2375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207.65pt;margin-top:1.1pt;height:96.25pt;width:0pt;z-index:251662336;mso-width-relative:page;mso-height-relative:page;" filled="f" stroked="t" coordsize="21600,21600" o:gfxdata="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u5qS9QAAAAJAQAADwAAAAAAAAABACAAAAAiAAAAZHJzL2Rvd25yZXYueG1sUEsBAhQAFAAA&#10;AAgAh07iQFD2zDfzAQAA5gMAAA4AAAAAAAAAAQAgAAAAIwEAAGRycy9lMm9Eb2MueG1sUEsFBgAA&#10;AAAGAAYAWQEAAIgFAAAAAA==&#10;">
                <v:fill on="f" focussize="0,0"/>
                <v:stroke weight="1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Cs w:val="28"/>
        </w:rPr>
        <w:t xml:space="preserve">  又大又红的       兔子              一双          大风</w:t>
      </w:r>
    </w:p>
    <w:p>
      <w:pPr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蹦蹦跳跳的       桃子              一辆          雪花</w:t>
      </w:r>
    </w:p>
    <w:p>
      <w:pPr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平平安安地       生活              一阵          眼睛</w:t>
      </w:r>
    </w:p>
    <w:p>
      <w:pPr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快快乐乐地       回家              一片</w:t>
      </w:r>
      <w:r>
        <w:rPr>
          <w:rFonts w:hint="eastAsia" w:ascii="黑体" w:hAnsi="宋体" w:eastAsia="黑体"/>
          <w:sz w:val="44"/>
          <w:szCs w:val="44"/>
        </w:rPr>
        <w:t xml:space="preserve">      </w:t>
      </w:r>
      <w:r>
        <w:rPr>
          <w:rFonts w:hint="eastAsia" w:ascii="黑体" w:hAnsi="宋体" w:eastAsia="黑体"/>
          <w:szCs w:val="28"/>
        </w:rPr>
        <w:t xml:space="preserve"> </w:t>
      </w:r>
      <w:r>
        <w:rPr>
          <w:rFonts w:hint="eastAsia" w:ascii="宋体" w:hAnsi="宋体" w:cs="宋体"/>
          <w:szCs w:val="28"/>
        </w:rPr>
        <w:t>汽车</w:t>
      </w:r>
    </w:p>
    <w:p>
      <w:pPr>
        <w:rPr>
          <w:rFonts w:hint="eastAsia" w:cs="Tahoma"/>
          <w:b/>
          <w:color w:val="000000"/>
          <w:shd w:val="clear" w:color="auto" w:fill="FFFFFF"/>
        </w:rPr>
      </w:pPr>
      <w:r>
        <w:rPr>
          <w:rFonts w:hint="eastAsia" w:cs="Tahoma"/>
          <w:b/>
          <w:color w:val="000000"/>
          <w:shd w:val="clear" w:color="auto" w:fill="FFFFFF"/>
        </w:rPr>
        <w:t>9、我会照样子，写句子。（6分）</w:t>
      </w:r>
    </w:p>
    <w:p>
      <w:pPr>
        <w:rPr>
          <w:rFonts w:hint="eastAsia" w:cs="Tahoma"/>
          <w:color w:val="000000"/>
          <w:shd w:val="clear" w:color="auto" w:fill="FFFFFF"/>
        </w:rPr>
      </w:pPr>
      <w:r>
        <w:rPr>
          <w:rFonts w:hint="eastAsia" w:cs="Tahoma"/>
          <w:color w:val="000000"/>
          <w:shd w:val="clear" w:color="auto" w:fill="FFFFFF"/>
        </w:rPr>
        <w:t>（1）禾苗喜欢及时雨</w:t>
      </w:r>
      <w:r>
        <w:rPr>
          <w:rFonts w:hint="eastAsia" w:ascii="宋体" w:hAnsi="宋体"/>
          <w:szCs w:val="28"/>
        </w:rPr>
        <w:t>。</w:t>
      </w:r>
    </w:p>
    <w:p>
      <w:pPr>
        <w:ind w:firstLine="700" w:firstLineChars="250"/>
        <w:rPr>
          <w:rFonts w:hint="eastAsia" w:cs="Tahoma"/>
          <w:color w:val="000000"/>
          <w:shd w:val="clear" w:color="auto" w:fill="FFFFFF"/>
        </w:rPr>
      </w:pPr>
      <w:r>
        <w:rPr>
          <w:rFonts w:hint="eastAsia" w:cs="Tahoma"/>
          <w:color w:val="000000"/>
          <w:u w:val="single"/>
          <w:shd w:val="clear" w:color="auto" w:fill="FFFFFF"/>
        </w:rPr>
        <w:t xml:space="preserve">                </w:t>
      </w:r>
      <w:r>
        <w:rPr>
          <w:rFonts w:hint="eastAsia" w:cs="Tahoma"/>
          <w:color w:val="000000"/>
          <w:shd w:val="clear" w:color="auto" w:fill="FFFFFF"/>
        </w:rPr>
        <w:t xml:space="preserve"> 喜欢 </w:t>
      </w:r>
      <w:r>
        <w:rPr>
          <w:rFonts w:hint="eastAsia" w:cs="Tahoma"/>
          <w:color w:val="000000"/>
          <w:u w:val="single"/>
          <w:shd w:val="clear" w:color="auto" w:fill="FFFFFF"/>
        </w:rPr>
        <w:t xml:space="preserve">                           </w:t>
      </w:r>
      <w:r>
        <w:rPr>
          <w:rFonts w:hint="eastAsia" w:cs="Tahoma"/>
          <w:color w:val="000000"/>
          <w:shd w:val="clear" w:color="auto" w:fill="FFFFFF"/>
        </w:rPr>
        <w:t>。</w:t>
      </w:r>
    </w:p>
    <w:p>
      <w:pPr>
        <w:rPr>
          <w:rFonts w:hint="eastAsia" w:cs="Tahoma"/>
          <w:color w:val="000000"/>
          <w:shd w:val="clear" w:color="auto" w:fill="FFFFFF"/>
        </w:rPr>
      </w:pPr>
      <w:r>
        <w:rPr>
          <w:rFonts w:hint="eastAsia" w:cs="Tahoma"/>
          <w:color w:val="000000"/>
          <w:shd w:val="clear" w:color="auto" w:fill="FFFFFF"/>
        </w:rPr>
        <w:t>（2）</w:t>
      </w:r>
      <w:r>
        <w:rPr>
          <w:rFonts w:hint="eastAsia" w:ascii="宋体" w:hAnsi="宋体"/>
          <w:szCs w:val="28"/>
        </w:rPr>
        <w:t>猴子看见玉米结得又大又多。</w:t>
      </w:r>
    </w:p>
    <w:p>
      <w:pPr>
        <w:ind w:firstLine="700" w:firstLineChars="250"/>
        <w:rPr>
          <w:rFonts w:hint="eastAsia" w:cs="Tahoma"/>
          <w:color w:val="000000"/>
          <w:shd w:val="clear" w:color="auto" w:fill="FFFFFF"/>
        </w:rPr>
      </w:pPr>
      <w:r>
        <w:rPr>
          <w:rFonts w:ascii="宋体" w:hAnsi="宋体"/>
          <w:szCs w:val="28"/>
          <w:u w:val="single"/>
        </w:rPr>
        <w:t>　　</w:t>
      </w:r>
      <w:r>
        <w:rPr>
          <w:rFonts w:hint="eastAsia" w:ascii="宋体" w:hAnsi="宋体"/>
          <w:szCs w:val="28"/>
          <w:u w:val="single"/>
        </w:rPr>
        <w:t xml:space="preserve">                    </w:t>
      </w:r>
      <w:r>
        <w:rPr>
          <w:rFonts w:ascii="宋体" w:hAnsi="宋体"/>
          <w:szCs w:val="28"/>
          <w:u w:val="single"/>
        </w:rPr>
        <w:t>　</w:t>
      </w:r>
      <w:r>
        <w:rPr>
          <w:rFonts w:hint="eastAsia" w:ascii="宋体" w:hAnsi="宋体"/>
          <w:szCs w:val="28"/>
        </w:rPr>
        <w:t>又</w:t>
      </w:r>
      <w:r>
        <w:rPr>
          <w:rFonts w:ascii="宋体" w:hAnsi="宋体"/>
          <w:szCs w:val="28"/>
          <w:u w:val="single"/>
        </w:rPr>
        <w:t>　　</w:t>
      </w:r>
      <w:r>
        <w:rPr>
          <w:rFonts w:hint="eastAsia" w:ascii="宋体" w:hAnsi="宋体"/>
          <w:szCs w:val="28"/>
          <w:u w:val="single"/>
        </w:rPr>
        <w:t xml:space="preserve">   </w:t>
      </w:r>
      <w:r>
        <w:rPr>
          <w:rFonts w:ascii="宋体" w:hAnsi="宋体"/>
          <w:szCs w:val="28"/>
          <w:u w:val="single"/>
        </w:rPr>
        <w:t>　</w:t>
      </w:r>
      <w:r>
        <w:rPr>
          <w:rFonts w:hint="eastAsia" w:ascii="宋体" w:hAnsi="宋体"/>
          <w:szCs w:val="28"/>
        </w:rPr>
        <w:t>又</w:t>
      </w:r>
      <w:r>
        <w:rPr>
          <w:rFonts w:ascii="宋体" w:hAnsi="宋体"/>
          <w:szCs w:val="28"/>
          <w:u w:val="single"/>
        </w:rPr>
        <w:t>　</w:t>
      </w:r>
      <w:r>
        <w:rPr>
          <w:rFonts w:hint="eastAsia" w:ascii="宋体" w:hAnsi="宋体"/>
          <w:szCs w:val="28"/>
          <w:u w:val="single"/>
        </w:rPr>
        <w:t xml:space="preserve">   </w:t>
      </w:r>
      <w:r>
        <w:rPr>
          <w:rFonts w:ascii="宋体" w:hAnsi="宋体"/>
          <w:szCs w:val="28"/>
          <w:u w:val="single"/>
        </w:rPr>
        <w:t>　　</w:t>
      </w:r>
      <w:r>
        <w:rPr>
          <w:rFonts w:hint="eastAsia" w:ascii="宋体" w:hAnsi="宋体"/>
          <w:szCs w:val="28"/>
        </w:rPr>
        <w:t>。</w:t>
      </w:r>
    </w:p>
    <w:p>
      <w:pPr>
        <w:rPr>
          <w:rFonts w:hint="eastAsia" w:cs="Tahoma"/>
          <w:color w:val="000000"/>
          <w:shd w:val="clear" w:color="auto" w:fill="FFFFFF"/>
        </w:rPr>
      </w:pPr>
      <w:r>
        <w:rPr>
          <w:rFonts w:hint="eastAsia" w:cs="Tahoma"/>
          <w:color w:val="000000"/>
          <w:shd w:val="clear" w:color="auto" w:fill="FFFFFF"/>
        </w:rPr>
        <w:t>（3）</w:t>
      </w:r>
      <w:r>
        <w:rPr>
          <w:rFonts w:hint="eastAsia" w:ascii="宋体" w:hAnsi="宋体"/>
          <w:szCs w:val="28"/>
        </w:rPr>
        <w:t>我们的学校真漂亮啊</w:t>
      </w:r>
      <w:r>
        <w:rPr>
          <w:rFonts w:ascii="宋体" w:hAnsi="宋体"/>
          <w:szCs w:val="28"/>
        </w:rPr>
        <w:t>!</w:t>
      </w:r>
    </w:p>
    <w:p>
      <w:pPr>
        <w:ind w:firstLine="700" w:firstLineChars="250"/>
        <w:rPr>
          <w:rFonts w:hint="eastAsia" w:cs="Tahoma"/>
          <w:color w:val="000000"/>
          <w:shd w:val="clear" w:color="auto" w:fill="FFFFFF"/>
        </w:rPr>
      </w:pPr>
      <w:r>
        <w:rPr>
          <w:rFonts w:hint="eastAsia" w:cs="Tahoma"/>
          <w:color w:val="000000"/>
          <w:u w:val="single"/>
          <w:shd w:val="clear" w:color="auto" w:fill="FFFFFF"/>
        </w:rPr>
        <w:t xml:space="preserve">                                              </w:t>
      </w:r>
      <w:r>
        <w:rPr>
          <w:rFonts w:hint="eastAsia" w:cs="Tahoma"/>
          <w:color w:val="000000"/>
          <w:shd w:val="clear" w:color="auto" w:fill="FFFFFF"/>
        </w:rPr>
        <w:t xml:space="preserve">啊！ </w:t>
      </w:r>
    </w:p>
    <w:p>
      <w:pPr>
        <w:rPr>
          <w:rFonts w:hint="eastAsia" w:ascii="宋体" w:hAnsi="宋体" w:cs="宋体"/>
          <w:b/>
          <w:szCs w:val="28"/>
        </w:rPr>
      </w:pPr>
      <w:r>
        <w:rPr>
          <w:rFonts w:hint="eastAsia" w:cs="Tahoma"/>
          <w:b/>
          <w:color w:val="000000"/>
          <w:shd w:val="clear" w:color="auto" w:fill="FFFFFF"/>
        </w:rPr>
        <w:t>10、我会</w:t>
      </w:r>
      <w:r>
        <w:rPr>
          <w:rFonts w:hint="eastAsia" w:ascii="宋体" w:hAnsi="宋体" w:cs="宋体"/>
          <w:b/>
          <w:szCs w:val="28"/>
        </w:rPr>
        <w:t>连词成句，并加上标点符号。（6分）</w:t>
      </w:r>
    </w:p>
    <w:p>
      <w:pPr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>（1）坐到了    元元     座位    自己的      上</w:t>
      </w:r>
    </w:p>
    <w:p>
      <w:pPr>
        <w:spacing w:before="250" w:beforeLines="50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</w:t>
      </w:r>
      <w:r>
        <w:rPr>
          <w:rFonts w:hint="eastAsia" w:ascii="宋体" w:hAnsi="宋体" w:cs="宋体"/>
          <w:szCs w:val="28"/>
          <w:u w:val="single"/>
        </w:rPr>
        <w:t xml:space="preserve">                                                            </w:t>
      </w:r>
      <w:r>
        <w:rPr>
          <w:rFonts w:hint="eastAsia" w:ascii="宋体" w:hAnsi="宋体" w:cs="宋体"/>
          <w:szCs w:val="28"/>
        </w:rPr>
        <w:t xml:space="preserve"> </w:t>
      </w:r>
    </w:p>
    <w:p>
      <w:pPr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（2）可爱    在     飞来飞去   小鸟    天上    的 </w:t>
      </w:r>
    </w:p>
    <w:p>
      <w:pPr>
        <w:spacing w:before="250" w:beforeLines="50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</w:t>
      </w:r>
      <w:r>
        <w:rPr>
          <w:rFonts w:hint="eastAsia" w:ascii="宋体" w:hAnsi="宋体" w:cs="宋体"/>
          <w:szCs w:val="28"/>
          <w:u w:val="single"/>
        </w:rPr>
        <w:t xml:space="preserve">                                                            </w:t>
      </w:r>
      <w:r>
        <w:rPr>
          <w:rFonts w:hint="eastAsia" w:ascii="宋体" w:hAnsi="宋体" w:cs="宋体"/>
          <w:szCs w:val="28"/>
        </w:rPr>
        <w:t xml:space="preserve"> </w:t>
      </w:r>
    </w:p>
    <w:p>
      <w:pPr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>（3）王国    要     动物    大会    开</w:t>
      </w:r>
    </w:p>
    <w:p>
      <w:pPr>
        <w:spacing w:before="250" w:beforeLines="50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</w:t>
      </w:r>
      <w:r>
        <w:rPr>
          <w:rFonts w:hint="eastAsia" w:ascii="宋体" w:hAnsi="宋体" w:cs="宋体"/>
          <w:szCs w:val="28"/>
          <w:u w:val="single"/>
        </w:rPr>
        <w:t xml:space="preserve">                                                            </w:t>
      </w:r>
      <w:r>
        <w:rPr>
          <w:rFonts w:hint="eastAsia" w:ascii="宋体" w:hAnsi="宋体" w:cs="宋体"/>
          <w:szCs w:val="28"/>
        </w:rPr>
        <w:t xml:space="preserve"> </w:t>
      </w:r>
    </w:p>
    <w:p>
      <w:pPr>
        <w:rPr>
          <w:rFonts w:hint="eastAsia" w:cs="Tahoma"/>
          <w:b/>
          <w:color w:val="000000"/>
          <w:shd w:val="clear" w:color="auto" w:fill="FFFFFF"/>
        </w:rPr>
      </w:pPr>
      <w:r>
        <w:rPr>
          <w:rFonts w:hint="eastAsia" w:cs="Tahoma"/>
          <w:b/>
          <w:color w:val="000000"/>
          <w:shd w:val="clear" w:color="auto" w:fill="FFFFFF"/>
        </w:rPr>
        <w:t>11、我会填。（6分）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（    ）（    ）（    ）地       （    ）物复苏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柳绿（    ）（    ）             冰（    ）融化</w:t>
      </w:r>
    </w:p>
    <w:p>
      <w:pPr>
        <w:rPr>
          <w:color w:val="000000"/>
        </w:rPr>
      </w:pPr>
      <w:r>
        <w:rPr>
          <w:rFonts w:hint="eastAsia"/>
          <w:color w:val="000000"/>
        </w:rPr>
        <w:t>（    ）（    ）齐放             （    ）（    ）争鸣</w:t>
      </w:r>
    </w:p>
    <w:p>
      <w:pPr>
        <w:spacing w:before="250" w:beforeLines="50"/>
        <w:rPr>
          <w:rFonts w:hint="eastAsia" w:ascii="黑体" w:hAnsi="黑体" w:eastAsia="黑体"/>
          <w:b/>
          <w:szCs w:val="28"/>
        </w:rPr>
      </w:pPr>
      <w:r>
        <w:rPr>
          <w:rFonts w:hint="eastAsia" w:ascii="黑体" w:hAnsi="黑体" w:eastAsia="黑体"/>
          <w:b/>
          <w:szCs w:val="28"/>
        </w:rPr>
        <w:t xml:space="preserve">三、阅读短文，回答问题（6分） </w:t>
      </w:r>
    </w:p>
    <w:p>
      <w:pPr>
        <w:ind w:firstLine="560" w:firstLineChars="200"/>
        <w:rPr>
          <w:rFonts w:hint="eastAsia"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yìtiānxiàwǔ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一天下午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fàngxué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放学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hòu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后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wáng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王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míng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明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hé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和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lǐliàng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李亮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yíkuàier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一块儿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huíjiā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回家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。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zài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在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lùshang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路上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tāmen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他们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kànjiàn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看见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yī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一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wèi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位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lǎoyéyé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老爷爷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bēizhe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背着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yī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一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dà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大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bāo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包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dōngxī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东西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zǒuguòlái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走过来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。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tāmen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他们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liǎng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俩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jímáng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急忙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pǎo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跑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guò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过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qù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去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bāng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帮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zhù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助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lǎo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老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yé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爷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yé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爷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bǎ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把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dōng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东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xī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西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sòng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送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huí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回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EQ \* jc2 \* hps24 \o\ad(\s\up 18(</w:instrText>
      </w:r>
      <w:r>
        <w:rPr>
          <w:rFonts w:hint="eastAsia" w:ascii="楷体" w:hAnsi="楷体" w:eastAsia="楷体"/>
          <w:sz w:val="24"/>
        </w:rPr>
        <w:instrText xml:space="preserve">jiā</w:instrText>
      </w:r>
      <w:r>
        <w:rPr>
          <w:rFonts w:ascii="楷体" w:hAnsi="楷体" w:eastAsia="楷体"/>
        </w:rPr>
        <w:instrText xml:space="preserve">),</w:instrText>
      </w:r>
      <w:r>
        <w:rPr>
          <w:rFonts w:hint="eastAsia" w:ascii="楷体" w:hAnsi="楷体" w:eastAsia="楷体"/>
        </w:rPr>
        <w:instrText xml:space="preserve">家</w:instrText>
      </w:r>
      <w:r>
        <w:rPr>
          <w:rFonts w:ascii="楷体" w:hAnsi="楷体" w:eastAsia="楷体"/>
        </w:rPr>
        <w:instrText xml:space="preserve">)</w:instrTex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。</w:t>
      </w:r>
    </w:p>
    <w:p>
      <w:pPr>
        <w:rPr>
          <w:rFonts w:hint="eastAsia"/>
          <w:bCs/>
        </w:rPr>
      </w:pPr>
      <w:r>
        <w:rPr>
          <w:rFonts w:hint="eastAsia"/>
          <w:bCs/>
        </w:rPr>
        <w:t>1、这段话共有</w:t>
      </w:r>
      <w:r>
        <w:rPr>
          <w:rFonts w:hint="eastAsia"/>
          <w:bCs/>
          <w:u w:val="single"/>
        </w:rPr>
        <w:t xml:space="preserve">      </w:t>
      </w:r>
      <w:r>
        <w:rPr>
          <w:rFonts w:hint="eastAsia"/>
          <w:bCs/>
        </w:rPr>
        <w:t>句。</w:t>
      </w:r>
    </w:p>
    <w:p>
      <w:pPr>
        <w:rPr>
          <w:rFonts w:hint="eastAsia"/>
          <w:bCs/>
        </w:rPr>
      </w:pPr>
      <w:r>
        <w:rPr>
          <w:rFonts w:hint="eastAsia"/>
          <w:bCs/>
        </w:rPr>
        <w:t>2、这件事发生的时间是</w:t>
      </w:r>
      <w:r>
        <w:rPr>
          <w:rFonts w:hint="eastAsia"/>
          <w:bCs/>
          <w:u w:val="single"/>
        </w:rPr>
        <w:t xml:space="preserve">        </w:t>
      </w:r>
      <w:r>
        <w:rPr>
          <w:rFonts w:hint="eastAsia"/>
          <w:bCs/>
        </w:rPr>
        <w:t>，地点是</w:t>
      </w:r>
      <w:r>
        <w:rPr>
          <w:rFonts w:hint="eastAsia"/>
          <w:bCs/>
          <w:u w:val="single"/>
        </w:rPr>
        <w:t xml:space="preserve">        </w:t>
      </w:r>
      <w:r>
        <w:rPr>
          <w:rFonts w:hint="eastAsia"/>
          <w:bCs/>
        </w:rPr>
        <w:t>。</w:t>
      </w:r>
    </w:p>
    <w:p>
      <w:pPr>
        <w:rPr>
          <w:rFonts w:hint="eastAsia"/>
          <w:bCs/>
          <w:u w:val="single"/>
        </w:rPr>
      </w:pPr>
      <w:r>
        <w:rPr>
          <w:rFonts w:hint="eastAsia"/>
          <w:bCs/>
        </w:rPr>
        <w:t>3、这件事写的是</w:t>
      </w:r>
      <w:r>
        <w:rPr>
          <w:rFonts w:hint="eastAsia"/>
          <w:bCs/>
          <w:u w:val="single"/>
        </w:rPr>
        <w:t xml:space="preserve">        </w:t>
      </w:r>
      <w:r>
        <w:rPr>
          <w:rFonts w:hint="eastAsia"/>
          <w:bCs/>
        </w:rPr>
        <w:t>和</w:t>
      </w:r>
      <w:r>
        <w:rPr>
          <w:rFonts w:hint="eastAsia"/>
          <w:bCs/>
          <w:u w:val="single"/>
        </w:rPr>
        <w:t xml:space="preserve">        </w:t>
      </w:r>
      <w:r>
        <w:rPr>
          <w:rFonts w:hint="eastAsia"/>
          <w:bCs/>
        </w:rPr>
        <w:t>帮助</w:t>
      </w:r>
      <w:r>
        <w:rPr>
          <w:rFonts w:hint="eastAsia"/>
          <w:bCs/>
          <w:u w:val="single"/>
        </w:rPr>
        <w:t xml:space="preserve">                    </w:t>
      </w:r>
      <w:r>
        <w:rPr>
          <w:rFonts w:hint="eastAsia"/>
          <w:bCs/>
        </w:rPr>
        <w:t>。</w:t>
      </w:r>
    </w:p>
    <w:p>
      <w:pPr>
        <w:spacing w:before="250" w:beforeLines="50"/>
        <w:rPr>
          <w:rFonts w:hint="eastAsia" w:ascii="黑体" w:hAnsi="黑体" w:eastAsia="黑体"/>
          <w:b/>
          <w:szCs w:val="28"/>
        </w:rPr>
      </w:pPr>
      <w:r>
        <w:rPr>
          <w:rFonts w:hint="eastAsia" w:ascii="黑体" w:hAnsi="黑体" w:eastAsia="黑体"/>
          <w:b/>
          <w:szCs w:val="28"/>
        </w:rPr>
        <w:t>四、看图写话（10分）</w:t>
      </w:r>
    </w:p>
    <w:p>
      <w:pPr>
        <w:ind w:firstLine="560" w:firstLineChars="200"/>
        <w:rPr>
          <w:rFonts w:hint="eastAsia"/>
          <w:color w:val="000000"/>
        </w:rPr>
      </w:pPr>
      <w:r>
        <w:rPr>
          <w:rFonts w:hint="eastAsia" w:ascii="宋体" w:hAnsi="宋体"/>
          <w:szCs w:val="28"/>
        </w:rPr>
        <w:t>仔细观察画面，想一想：画面上有谁？他们在干什么？再用几句话写一写。</w:t>
      </w:r>
      <w:r>
        <w:rPr>
          <w:rFonts w:hint="eastAsia"/>
          <w:color w:val="000000"/>
        </w:rPr>
        <w:t>不会写的字可以用拼音代替。</w:t>
      </w:r>
    </w:p>
    <w:p>
      <w:pPr>
        <w:ind w:firstLine="560" w:firstLineChars="200"/>
        <w:rPr>
          <w:rFonts w:hint="eastAsia"/>
          <w:color w:val="000000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897890</wp:posOffset>
            </wp:positionH>
            <wp:positionV relativeFrom="paragraph">
              <wp:posOffset>175895</wp:posOffset>
            </wp:positionV>
            <wp:extent cx="3782695" cy="2400300"/>
            <wp:effectExtent l="19050" t="19050" r="27305" b="19050"/>
            <wp:wrapSquare wrapText="bothSides"/>
            <wp:docPr id="34" name="p174.jpg" descr="id:2147487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174.jpg" descr="id:214748777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82695" cy="2400300"/>
                    </a:xfrm>
                    <a:prstGeom prst="rect">
                      <a:avLst/>
                    </a:prstGeom>
                    <a:noFill/>
                    <a:ln w="19050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hint="eastAsia"/>
          <w:color w:val="000000"/>
        </w:rPr>
      </w:pPr>
    </w:p>
    <w:p>
      <w:pPr>
        <w:ind w:firstLine="560" w:firstLineChars="200"/>
        <w:rPr>
          <w:rFonts w:hint="eastAsia"/>
          <w:color w:val="000000"/>
        </w:rPr>
      </w:pPr>
    </w:p>
    <w:p>
      <w:pPr>
        <w:ind w:firstLine="560" w:firstLineChars="200"/>
        <w:rPr>
          <w:rFonts w:hint="eastAsia"/>
          <w:color w:val="000000"/>
        </w:rPr>
      </w:pPr>
    </w:p>
    <w:p>
      <w:pPr>
        <w:ind w:firstLine="560" w:firstLineChars="200"/>
        <w:rPr>
          <w:rFonts w:hint="eastAsia"/>
          <w:color w:val="000000"/>
        </w:rPr>
      </w:pPr>
    </w:p>
    <w:p>
      <w:pPr>
        <w:ind w:firstLine="560" w:firstLineChars="200"/>
        <w:rPr>
          <w:rFonts w:hint="eastAsia"/>
        </w:rPr>
      </w:pPr>
    </w:p>
    <w:p>
      <w:pPr>
        <w:ind w:firstLine="560" w:firstLineChars="200"/>
        <w:rPr>
          <w:rFonts w:hint="eastAsia"/>
        </w:rPr>
      </w:pPr>
    </w:p>
    <w:p>
      <w:pPr>
        <w:ind w:firstLine="560" w:firstLineChars="200"/>
        <w:rPr>
          <w:rFonts w:hint="eastAsia"/>
        </w:rPr>
      </w:pPr>
    </w:p>
    <w:p>
      <w:pPr>
        <w:ind w:firstLine="560" w:firstLineChars="200"/>
        <w:rPr>
          <w:rFonts w:hint="eastAsia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pacing w:line="200" w:lineRule="exact"/>
        <w:jc w:val="center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pacing w:line="200" w:lineRule="exact"/>
        <w:jc w:val="center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pacing w:line="200" w:lineRule="exact"/>
        <w:jc w:val="center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pacing w:line="200" w:lineRule="exact"/>
        <w:jc w:val="center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pacing w:line="200" w:lineRule="exact"/>
        <w:jc w:val="center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pacing w:line="200" w:lineRule="exact"/>
        <w:jc w:val="center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pacing w:line="200" w:lineRule="exact"/>
        <w:jc w:val="center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pacing w:line="200" w:lineRule="exact"/>
        <w:jc w:val="center"/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20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0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  <w:tc>
          <w:tcPr>
            <w:tcW w:w="521" w:type="dxa"/>
          </w:tcPr>
          <w:p>
            <w:pPr>
              <w:spacing w:line="520" w:lineRule="exact"/>
              <w:jc w:val="center"/>
            </w:pPr>
          </w:p>
        </w:tc>
      </w:tr>
    </w:tbl>
    <w:p>
      <w:pPr>
        <w:sectPr>
          <w:headerReference r:id="rId3" w:type="default"/>
          <w:footerReference r:id="rId4" w:type="default"/>
          <w:footerReference r:id="rId5" w:type="even"/>
          <w:pgSz w:w="22113" w:h="15309" w:orient="landscape"/>
          <w:pgMar w:top="1134" w:right="1985" w:bottom="1134" w:left="1985" w:header="851" w:footer="680" w:gutter="0"/>
          <w:cols w:space="1135" w:num="2"/>
          <w:docGrid w:type="lines" w:linePitch="501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520" w:firstLineChars="1400"/>
      <w:rPr>
        <w:rFonts w:hint="eastAsia"/>
      </w:rPr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4 页                                                                                         </w:t>
    </w:r>
    <w:r>
      <w:rPr>
        <w:kern w:val="0"/>
        <w:szCs w:val="21"/>
      </w:rPr>
      <w:t xml:space="preserve">                 </w:t>
    </w:r>
    <w:r>
      <w:rPr>
        <w:rFonts w:hint="eastAsia"/>
        <w:kern w:val="0"/>
        <w:szCs w:val="21"/>
      </w:rPr>
      <w:t>第 2 页 共 4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80" w:firstLineChars="1600"/>
      <w:rPr>
        <w:rFonts w:hint="eastAsia"/>
      </w:rPr>
    </w:pPr>
    <w:r>
      <w:rPr>
        <w:rFonts w:hint="eastAsia"/>
        <w:kern w:val="0"/>
        <w:szCs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11000740</wp:posOffset>
              </wp:positionH>
              <wp:positionV relativeFrom="paragraph">
                <wp:posOffset>-8574405</wp:posOffset>
              </wp:positionV>
              <wp:extent cx="1803400" cy="8816340"/>
              <wp:effectExtent l="0" t="0" r="0" b="0"/>
              <wp:wrapNone/>
              <wp:docPr id="37" name="文本框 10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3400" cy="8816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</w:pPr>
                        </w:p>
                        <w:p>
                          <w:pPr>
                            <w:spacing w:line="200" w:lineRule="exact"/>
                            <w:jc w:val="center"/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</w:pPr>
                        </w:p>
                        <w:p>
                          <w:pPr>
                            <w:spacing w:line="200" w:lineRule="exact"/>
                            <w:jc w:val="center"/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</w:pPr>
                        </w:p>
                        <w:p>
                          <w:pPr>
                            <w:spacing w:line="200" w:lineRule="exact"/>
                            <w:jc w:val="center"/>
                            <w:rPr>
                              <w:b/>
                              <w:bCs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</w:t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t>----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</w:t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t>-------------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-------------------------</w:t>
                          </w:r>
                          <w:r>
                            <w:rPr>
                              <w:rFonts w:hint="eastAsia" w:eastAsia="楷体_GB2312"/>
                              <w:sz w:val="21"/>
                              <w:szCs w:val="21"/>
                            </w:rPr>
                            <w:t>装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--------------------------------------</w:t>
                          </w:r>
                          <w:r>
                            <w:rPr>
                              <w:rFonts w:hint="eastAsia" w:eastAsia="楷体_GB2312"/>
                              <w:sz w:val="21"/>
                              <w:szCs w:val="21"/>
                            </w:rPr>
                            <w:t>订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-------------------------------------</w:t>
                          </w:r>
                          <w:r>
                            <w:rPr>
                              <w:rFonts w:hint="eastAsia" w:eastAsia="楷体_GB2312"/>
                              <w:sz w:val="21"/>
                              <w:szCs w:val="21"/>
                            </w:rPr>
                            <w:t>线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--------------------------------</w:t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t>-------------</w:t>
                          </w:r>
                        </w:p>
                        <w:p>
                          <w:pPr>
                            <w:spacing w:line="200" w:lineRule="exact"/>
                            <w:rPr>
                              <w:rFonts w:hint="eastAsia" w:eastAsia="楷体_GB2312"/>
                              <w:kern w:val="0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             </w:t>
                          </w:r>
                          <w:r>
                            <w:rPr>
                              <w:rFonts w:hint="eastAsia" w:eastAsia="楷体_GB2312"/>
                              <w:spacing w:val="630"/>
                              <w:kern w:val="0"/>
                              <w:sz w:val="21"/>
                              <w:szCs w:val="21"/>
                            </w:rPr>
                            <w:t>答题不要超过此</w:t>
                          </w:r>
                          <w:r>
                            <w:rPr>
                              <w:rFonts w:hint="eastAsia" w:eastAsia="楷体_GB2312"/>
                              <w:kern w:val="0"/>
                              <w:sz w:val="21"/>
                              <w:szCs w:val="21"/>
                            </w:rPr>
                            <w:t>线</w:t>
                          </w:r>
                        </w:p>
                        <w:p>
                          <w:pPr>
                            <w:spacing w:line="200" w:lineRule="exact"/>
                            <w:rPr>
                              <w:rFonts w:hint="eastAsia"/>
                              <w:sz w:val="21"/>
                              <w:szCs w:val="21"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u w:val="single"/>
                            </w:rPr>
                            <w:t xml:space="preserve">                                                                                                                                   </w:t>
                          </w:r>
                        </w:p>
                        <w:p>
                          <w:pPr>
                            <w:spacing w:line="200" w:lineRule="exact"/>
                            <w:rPr>
                              <w:rFonts w:hint="eastAsia"/>
                              <w:sz w:val="21"/>
                              <w:szCs w:val="21"/>
                              <w:u w:val="single"/>
                            </w:rPr>
                          </w:pPr>
                        </w:p>
                        <w:p>
                          <w:pPr>
                            <w:spacing w:line="200" w:lineRule="exact"/>
                            <w:rPr>
                              <w:rFonts w:hint="eastAsia"/>
                              <w:sz w:val="21"/>
                              <w:szCs w:val="21"/>
                              <w:u w:val="single"/>
                            </w:rPr>
                          </w:pPr>
                        </w:p>
                        <w:p>
                          <w:pPr>
                            <w:spacing w:line="200" w:lineRule="exact"/>
                            <w:jc w:val="center"/>
                            <w:rPr>
                              <w:rFonts w:hint="eastAsi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                 </w:t>
                          </w:r>
                        </w:p>
                      </w:txbxContent>
                    </wps:txbx>
                    <wps:bodyPr vert="eaVert" upright="1"/>
                  </wps:wsp>
                </a:graphicData>
              </a:graphic>
            </wp:anchor>
          </w:drawing>
        </mc:Choice>
        <mc:Fallback>
          <w:pict>
            <v:shape id="文本框 1083" o:spid="_x0000_s1026" o:spt="202" type="#_x0000_t202" style="position:absolute;left:0pt;margin-left:866.2pt;margin-top:-675.15pt;height:694.2pt;width:142pt;z-index:251662336;mso-width-relative:page;mso-height-relative:page;" filled="f" stroked="f" coordsize="21600,21600" o:gfxdata="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hwHCTN0AAAAOAQAADwAAAAAAAAABACAAAAAiAAAAZHJzL2Rvd25yZXYueG1sUEsB&#10;AhQAFAAAAAgAh07iQFOEBKC3AQAAYQMAAA4AAAAAAAAAAQAgAAAALAEAAGRycy9lMm9Eb2MueG1s&#10;UEsFBgAAAAAGAAYAWQEAAFUFAAAAAA==&#10;">
              <v:fill on="f" focussize="0,0"/>
              <v:stroke on="f"/>
              <v:imagedata o:title=""/>
              <o:lock v:ext="edit" aspectratio="f"/>
              <v:textbox style="layout-flow:vertical-ideographic;"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</w:pPr>
                  </w:p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</w:pPr>
                  </w:p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</w:pPr>
                  </w:p>
                  <w:p>
                    <w:pPr>
                      <w:spacing w:line="200" w:lineRule="exact"/>
                      <w:jc w:val="center"/>
                      <w:rPr>
                        <w:b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</w: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t>----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</w: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t>-------------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-------------------------</w:t>
                    </w:r>
                    <w:r>
                      <w:rPr>
                        <w:rFonts w:hint="eastAsia" w:eastAsia="楷体_GB2312"/>
                        <w:sz w:val="21"/>
                        <w:szCs w:val="21"/>
                      </w:rPr>
                      <w:t>装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--------------------------------------</w:t>
                    </w:r>
                    <w:r>
                      <w:rPr>
                        <w:rFonts w:hint="eastAsia" w:eastAsia="楷体_GB2312"/>
                        <w:sz w:val="21"/>
                        <w:szCs w:val="21"/>
                      </w:rPr>
                      <w:t>订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-------------------------------------</w:t>
                    </w:r>
                    <w:r>
                      <w:rPr>
                        <w:rFonts w:hint="eastAsia" w:eastAsia="楷体_GB2312"/>
                        <w:sz w:val="21"/>
                        <w:szCs w:val="21"/>
                      </w:rPr>
                      <w:t>线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--------------------------------</w: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t>-------------</w:t>
                    </w:r>
                  </w:p>
                  <w:p>
                    <w:pPr>
                      <w:spacing w:line="200" w:lineRule="exact"/>
                      <w:rPr>
                        <w:rFonts w:hint="eastAsia" w:eastAsia="楷体_GB2312"/>
                        <w:kern w:val="0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             </w:t>
                    </w:r>
                    <w:r>
                      <w:rPr>
                        <w:rFonts w:hint="eastAsia" w:eastAsia="楷体_GB2312"/>
                        <w:spacing w:val="630"/>
                        <w:kern w:val="0"/>
                        <w:sz w:val="21"/>
                        <w:szCs w:val="21"/>
                      </w:rPr>
                      <w:t>答题不要超过此</w:t>
                    </w:r>
                    <w:r>
                      <w:rPr>
                        <w:rFonts w:hint="eastAsia" w:eastAsia="楷体_GB2312"/>
                        <w:kern w:val="0"/>
                        <w:sz w:val="21"/>
                        <w:szCs w:val="21"/>
                      </w:rPr>
                      <w:t>线</w:t>
                    </w:r>
                  </w:p>
                  <w:p>
                    <w:pPr>
                      <w:spacing w:line="200" w:lineRule="exact"/>
                      <w:rPr>
                        <w:rFonts w:hint="eastAsia"/>
                        <w:sz w:val="21"/>
                        <w:szCs w:val="21"/>
                        <w:u w:val="single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u w:val="single"/>
                      </w:rPr>
                      <w:t xml:space="preserve">                                                                                                                                   </w:t>
                    </w:r>
                  </w:p>
                  <w:p>
                    <w:pPr>
                      <w:spacing w:line="200" w:lineRule="exact"/>
                      <w:rPr>
                        <w:rFonts w:hint="eastAsia"/>
                        <w:sz w:val="21"/>
                        <w:szCs w:val="21"/>
                        <w:u w:val="single"/>
                      </w:rPr>
                    </w:pPr>
                  </w:p>
                  <w:p>
                    <w:pPr>
                      <w:spacing w:line="200" w:lineRule="exact"/>
                      <w:rPr>
                        <w:rFonts w:hint="eastAsia"/>
                        <w:sz w:val="21"/>
                        <w:szCs w:val="21"/>
                        <w:u w:val="single"/>
                      </w:rPr>
                    </w:pPr>
                  </w:p>
                  <w:p>
                    <w:pPr>
                      <w:spacing w:line="200" w:lineRule="exact"/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                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kern w:val="0"/>
        <w:szCs w:val="21"/>
      </w:rPr>
      <w:t xml:space="preserve">第 3 页 共 4 页                                                                                         </w:t>
    </w:r>
    <w:r>
      <w:rPr>
        <w:kern w:val="0"/>
        <w:szCs w:val="21"/>
      </w:rPr>
      <w:t xml:space="preserve">        </w:t>
    </w:r>
    <w:r>
      <w:rPr>
        <w:rFonts w:hint="eastAsia"/>
        <w:kern w:val="0"/>
        <w:szCs w:val="21"/>
      </w:rPr>
      <w:t>第 4 页 共 4 页</w:t>
    </w:r>
    <w:r>
      <w:rPr>
        <w:rFonts w:hint="eastAsia"/>
      </w:rPr>
      <w:t xml:space="preserve">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-955040</wp:posOffset>
              </wp:positionH>
              <wp:positionV relativeFrom="paragraph">
                <wp:posOffset>-958850</wp:posOffset>
              </wp:positionV>
              <wp:extent cx="1225550" cy="8761730"/>
              <wp:effectExtent l="0" t="0" r="0" b="0"/>
              <wp:wrapNone/>
              <wp:docPr id="36" name="文本框 10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5550" cy="8761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left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    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班别：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    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      姓名：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            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 xml:space="preserve">        学号：</w:t>
                          </w:r>
                          <w:r>
                            <w:rPr>
                              <w:rFonts w:hint="eastAsia"/>
                              <w:sz w:val="24"/>
                              <w:u w:val="single"/>
                            </w:rPr>
                            <w:t xml:space="preserve">            </w:t>
                          </w: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文本框 1082" o:spid="_x0000_s1026" o:spt="202" type="#_x0000_t202" style="position:absolute;left:0pt;margin-left:-75.2pt;margin-top:-75.5pt;height:689.9pt;width:96.5pt;z-index:251661312;mso-width-relative:page;mso-height-relative:page;" filled="f" stroked="f" coordsize="21600,21600" o:gfxdata="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b8ZRHbAAAADQEAAA8AAAAAAAAAAQAgAAAAIgAAAGRycy9kb3ducmV2LnhtbFBL&#10;AQIUABQAAAAIAIdO4kCkJ1dpugEAAGI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left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           </w:t>
                    </w:r>
                    <w:r>
                      <w:rPr>
                        <w:rFonts w:hint="eastAsia"/>
                        <w:sz w:val="24"/>
                      </w:rPr>
                      <w:t>班别：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</w:t>
                    </w:r>
                    <w:r>
                      <w:rPr>
                        <w:rFonts w:hint="eastAsia"/>
                        <w:sz w:val="24"/>
                      </w:rPr>
                      <w:t xml:space="preserve">        姓名：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</w:t>
                    </w:r>
                    <w:r>
                      <w:rPr>
                        <w:rFonts w:hint="eastAsia"/>
                        <w:sz w:val="24"/>
                      </w:rPr>
                      <w:t xml:space="preserve">        学号：</w:t>
                    </w:r>
                    <w:r>
                      <w:rPr>
                        <w:rFonts w:hint="eastAsia"/>
                        <w:sz w:val="24"/>
                        <w:u w:val="single"/>
                      </w:rPr>
                      <w:t xml:space="preserve">           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-130810</wp:posOffset>
              </wp:positionV>
              <wp:extent cx="800100" cy="9023350"/>
              <wp:effectExtent l="0" t="0" r="0" b="0"/>
              <wp:wrapNone/>
              <wp:docPr id="35" name="文本框 10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0100" cy="902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sz w:val="21"/>
                              <w:szCs w:val="21"/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u w:val="single"/>
                            </w:rPr>
                            <w:t xml:space="preserve">                                                                                                                                     </w:t>
                          </w:r>
                        </w:p>
                        <w:p>
                          <w:pPr>
                            <w:spacing w:line="280" w:lineRule="exact"/>
                            <w:jc w:val="center"/>
                            <w:rPr>
                              <w:rFonts w:hint="eastAsia" w:eastAsia="楷体_GB2312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eastAsia="楷体_GB2312"/>
                              <w:spacing w:val="630"/>
                              <w:kern w:val="0"/>
                              <w:sz w:val="21"/>
                              <w:szCs w:val="21"/>
                            </w:rPr>
                            <w:t>答题不要超过此</w:t>
                          </w:r>
                          <w:r>
                            <w:rPr>
                              <w:rFonts w:hint="eastAsia" w:eastAsia="楷体_GB2312"/>
                              <w:kern w:val="0"/>
                              <w:sz w:val="21"/>
                              <w:szCs w:val="21"/>
                            </w:rPr>
                            <w:t>线</w:t>
                          </w:r>
                        </w:p>
                        <w:p>
                          <w:pPr>
                            <w:spacing w:line="280" w:lineRule="exact"/>
                            <w:jc w:val="center"/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</w:t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t>----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</w:t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t>-------------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-------------------------</w:t>
                          </w:r>
                          <w:r>
                            <w:rPr>
                              <w:rFonts w:hint="eastAsia" w:eastAsia="楷体_GB2312"/>
                              <w:sz w:val="21"/>
                              <w:szCs w:val="21"/>
                            </w:rPr>
                            <w:t>装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--------------------------------------</w:t>
                          </w:r>
                          <w:r>
                            <w:rPr>
                              <w:rFonts w:hint="eastAsia" w:eastAsia="楷体_GB2312"/>
                              <w:sz w:val="21"/>
                              <w:szCs w:val="21"/>
                            </w:rPr>
                            <w:t>订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-------------------------------------</w:t>
                          </w:r>
                          <w:r>
                            <w:rPr>
                              <w:rFonts w:hint="eastAsia" w:eastAsia="楷体_GB2312"/>
                              <w:sz w:val="21"/>
                              <w:szCs w:val="21"/>
                            </w:rPr>
                            <w:t>线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>-------------------------------------</w:t>
                          </w:r>
                          <w:r>
                            <w:rPr>
                              <w:b/>
                              <w:bCs/>
                              <w:sz w:val="21"/>
                              <w:szCs w:val="21"/>
                            </w:rPr>
                            <w:t>--------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szCs w:val="21"/>
                            </w:rPr>
                            <w:t xml:space="preserve">  </w:t>
                          </w:r>
                        </w:p>
                        <w:p>
                          <w:pPr>
                            <w:jc w:val="center"/>
                            <w:rPr>
                              <w:rFonts w:hint="eastAsi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 xml:space="preserve">                                                                              </w:t>
                          </w:r>
                        </w:p>
                      </w:txbxContent>
                    </wps:txbx>
                    <wps:bodyPr vert="eaVert" upright="1"/>
                  </wps:wsp>
                </a:graphicData>
              </a:graphic>
            </wp:anchor>
          </w:drawing>
        </mc:Choice>
        <mc:Fallback>
          <w:pict>
            <v:shape id="文本框 1081" o:spid="_x0000_s1026" o:spt="202" type="#_x0000_t202" style="position:absolute;left:0pt;margin-left:-63pt;margin-top:-10.3pt;height:710.5pt;width:63pt;z-index:251659264;mso-width-relative:page;mso-height-relative:page;" filled="f" stroked="f" coordsize="21600,21600" o:gfxdata="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6fKnndkAAAAKAQAADwAAAAAAAAABACAAAAAiAAAAZHJzL2Rvd25yZXYueG1sUEsBAhQA&#10;FAAAAAgAh07iQIIc8VW4AQAAYAMAAA4AAAAAAAAAAQAgAAAAKAEAAGRycy9lMm9Eb2MueG1sUEsF&#10;BgAAAAAGAAYAWQEAAFIFAAAAAA==&#10;">
              <v:fill on="f" focussize="0,0"/>
              <v:stroke on="f"/>
              <v:imagedata o:title=""/>
              <o:lock v:ext="edit" aspectratio="f"/>
              <v:textbox style="layout-flow:vertical-ideographic;">
                <w:txbxContent>
                  <w:p>
                    <w:pPr>
                      <w:rPr>
                        <w:rFonts w:hint="eastAsia"/>
                        <w:sz w:val="21"/>
                        <w:szCs w:val="21"/>
                        <w:u w:val="single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u w:val="single"/>
                      </w:rPr>
                      <w:t xml:space="preserve">                                                                                                                                     </w:t>
                    </w:r>
                  </w:p>
                  <w:p>
                    <w:pPr>
                      <w:spacing w:line="280" w:lineRule="exact"/>
                      <w:jc w:val="center"/>
                      <w:rPr>
                        <w:rFonts w:hint="eastAsia" w:eastAsia="楷体_GB2312"/>
                        <w:sz w:val="21"/>
                        <w:szCs w:val="21"/>
                      </w:rPr>
                    </w:pPr>
                    <w:r>
                      <w:rPr>
                        <w:rFonts w:hint="eastAsia" w:eastAsia="楷体_GB2312"/>
                        <w:spacing w:val="630"/>
                        <w:kern w:val="0"/>
                        <w:sz w:val="21"/>
                        <w:szCs w:val="21"/>
                      </w:rPr>
                      <w:t>答题不要超过此</w:t>
                    </w:r>
                    <w:r>
                      <w:rPr>
                        <w:rFonts w:hint="eastAsia" w:eastAsia="楷体_GB2312"/>
                        <w:kern w:val="0"/>
                        <w:sz w:val="21"/>
                        <w:szCs w:val="21"/>
                      </w:rPr>
                      <w:t>线</w:t>
                    </w:r>
                  </w:p>
                  <w:p>
                    <w:pPr>
                      <w:spacing w:line="280" w:lineRule="exact"/>
                      <w:jc w:val="center"/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</w: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t>----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</w: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t>-------------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-------------------------</w:t>
                    </w:r>
                    <w:r>
                      <w:rPr>
                        <w:rFonts w:hint="eastAsia" w:eastAsia="楷体_GB2312"/>
                        <w:sz w:val="21"/>
                        <w:szCs w:val="21"/>
                      </w:rPr>
                      <w:t>装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--------------------------------------</w:t>
                    </w:r>
                    <w:r>
                      <w:rPr>
                        <w:rFonts w:hint="eastAsia" w:eastAsia="楷体_GB2312"/>
                        <w:sz w:val="21"/>
                        <w:szCs w:val="21"/>
                      </w:rPr>
                      <w:t>订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-------------------------------------</w:t>
                    </w:r>
                    <w:r>
                      <w:rPr>
                        <w:rFonts w:hint="eastAsia" w:eastAsia="楷体_GB2312"/>
                        <w:sz w:val="21"/>
                        <w:szCs w:val="21"/>
                      </w:rPr>
                      <w:t>线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>-------------------------------------</w:t>
                    </w:r>
                    <w:r>
                      <w:rPr>
                        <w:b/>
                        <w:bCs/>
                        <w:sz w:val="21"/>
                        <w:szCs w:val="21"/>
                      </w:rPr>
                      <w:t>--------</w:t>
                    </w:r>
                    <w:r>
                      <w:rPr>
                        <w:rFonts w:hint="eastAsia"/>
                        <w:b/>
                        <w:bCs/>
                        <w:sz w:val="21"/>
                        <w:szCs w:val="21"/>
                      </w:rPr>
                      <w:t xml:space="preserve">  </w:t>
                    </w:r>
                  </w:p>
                  <w:p>
                    <w:pPr>
                      <w:jc w:val="center"/>
                      <w:rPr>
                        <w:rFonts w:hint="eastAsia"/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 xml:space="preserve">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NotTrackMoves/>
  <w:attachedTemplate r:id="rId1"/>
  <w:documentProtection w:enforcement="0"/>
  <w:defaultTabStop w:val="420"/>
  <w:evenAndOddHeaders w:val="1"/>
  <w:drawingGridHorizontalSpacing w:val="142"/>
  <w:drawingGridVerticalSpacing w:val="501"/>
  <w:displayHorizontalDrawingGridEvery w:val="0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4F45E4"/>
    <w:rsid w:val="00001442"/>
    <w:rsid w:val="00007DC2"/>
    <w:rsid w:val="00012558"/>
    <w:rsid w:val="00012D1A"/>
    <w:rsid w:val="0002343E"/>
    <w:rsid w:val="00040357"/>
    <w:rsid w:val="00042BA2"/>
    <w:rsid w:val="0005086F"/>
    <w:rsid w:val="00055E6A"/>
    <w:rsid w:val="0005708B"/>
    <w:rsid w:val="00057757"/>
    <w:rsid w:val="000715DD"/>
    <w:rsid w:val="00075C78"/>
    <w:rsid w:val="00075CBC"/>
    <w:rsid w:val="000827FE"/>
    <w:rsid w:val="00083EDA"/>
    <w:rsid w:val="00084E68"/>
    <w:rsid w:val="00095603"/>
    <w:rsid w:val="000A06E4"/>
    <w:rsid w:val="000A2CC0"/>
    <w:rsid w:val="000C062E"/>
    <w:rsid w:val="000E4E4B"/>
    <w:rsid w:val="000E4F5C"/>
    <w:rsid w:val="000F37D2"/>
    <w:rsid w:val="00101AEC"/>
    <w:rsid w:val="0010676A"/>
    <w:rsid w:val="00115B04"/>
    <w:rsid w:val="001165D0"/>
    <w:rsid w:val="00120B00"/>
    <w:rsid w:val="001245BE"/>
    <w:rsid w:val="00124866"/>
    <w:rsid w:val="0013186C"/>
    <w:rsid w:val="0013222A"/>
    <w:rsid w:val="00133828"/>
    <w:rsid w:val="0013791E"/>
    <w:rsid w:val="0015285C"/>
    <w:rsid w:val="0016668A"/>
    <w:rsid w:val="001702E3"/>
    <w:rsid w:val="00177414"/>
    <w:rsid w:val="001839B4"/>
    <w:rsid w:val="001856F8"/>
    <w:rsid w:val="001921D5"/>
    <w:rsid w:val="0019565A"/>
    <w:rsid w:val="0019579D"/>
    <w:rsid w:val="001A1614"/>
    <w:rsid w:val="001C5599"/>
    <w:rsid w:val="001E5A5B"/>
    <w:rsid w:val="001E69BC"/>
    <w:rsid w:val="001E7441"/>
    <w:rsid w:val="001F2AFC"/>
    <w:rsid w:val="001F3083"/>
    <w:rsid w:val="001F6185"/>
    <w:rsid w:val="00200511"/>
    <w:rsid w:val="00206804"/>
    <w:rsid w:val="00211D7D"/>
    <w:rsid w:val="00216E99"/>
    <w:rsid w:val="00226F89"/>
    <w:rsid w:val="002333C9"/>
    <w:rsid w:val="00237F85"/>
    <w:rsid w:val="00241A2A"/>
    <w:rsid w:val="00250704"/>
    <w:rsid w:val="002514E2"/>
    <w:rsid w:val="00256459"/>
    <w:rsid w:val="002615B9"/>
    <w:rsid w:val="002807D4"/>
    <w:rsid w:val="00294F3C"/>
    <w:rsid w:val="00297E27"/>
    <w:rsid w:val="002A03F7"/>
    <w:rsid w:val="002A41F7"/>
    <w:rsid w:val="002A63D9"/>
    <w:rsid w:val="002C1288"/>
    <w:rsid w:val="002C2069"/>
    <w:rsid w:val="002C718C"/>
    <w:rsid w:val="002C76CC"/>
    <w:rsid w:val="002D0076"/>
    <w:rsid w:val="002E6E95"/>
    <w:rsid w:val="00300D5D"/>
    <w:rsid w:val="00302553"/>
    <w:rsid w:val="00307172"/>
    <w:rsid w:val="003203A3"/>
    <w:rsid w:val="00323578"/>
    <w:rsid w:val="003248A6"/>
    <w:rsid w:val="003330EA"/>
    <w:rsid w:val="0033404D"/>
    <w:rsid w:val="00336836"/>
    <w:rsid w:val="00352259"/>
    <w:rsid w:val="00353682"/>
    <w:rsid w:val="003606B2"/>
    <w:rsid w:val="00366DC1"/>
    <w:rsid w:val="00372792"/>
    <w:rsid w:val="00377921"/>
    <w:rsid w:val="00385723"/>
    <w:rsid w:val="003A2052"/>
    <w:rsid w:val="003A62F1"/>
    <w:rsid w:val="003C7560"/>
    <w:rsid w:val="003D7776"/>
    <w:rsid w:val="003E0EDA"/>
    <w:rsid w:val="00407C70"/>
    <w:rsid w:val="0041433D"/>
    <w:rsid w:val="004151FC"/>
    <w:rsid w:val="00440388"/>
    <w:rsid w:val="00440B77"/>
    <w:rsid w:val="00452DB4"/>
    <w:rsid w:val="004554C1"/>
    <w:rsid w:val="00456A21"/>
    <w:rsid w:val="00461801"/>
    <w:rsid w:val="00477415"/>
    <w:rsid w:val="0048363A"/>
    <w:rsid w:val="004935FA"/>
    <w:rsid w:val="004A0517"/>
    <w:rsid w:val="004A11D7"/>
    <w:rsid w:val="004A7D6D"/>
    <w:rsid w:val="004B22E0"/>
    <w:rsid w:val="004B5565"/>
    <w:rsid w:val="004B5F2B"/>
    <w:rsid w:val="004C24AF"/>
    <w:rsid w:val="004C2D94"/>
    <w:rsid w:val="004C3BA7"/>
    <w:rsid w:val="004C70D8"/>
    <w:rsid w:val="004E375C"/>
    <w:rsid w:val="004F1DB4"/>
    <w:rsid w:val="004F45E4"/>
    <w:rsid w:val="004F6019"/>
    <w:rsid w:val="004F68EF"/>
    <w:rsid w:val="005342B2"/>
    <w:rsid w:val="005402F5"/>
    <w:rsid w:val="00563AD5"/>
    <w:rsid w:val="00581409"/>
    <w:rsid w:val="00581C2F"/>
    <w:rsid w:val="00585F66"/>
    <w:rsid w:val="005A1DFF"/>
    <w:rsid w:val="005A36B3"/>
    <w:rsid w:val="005A3D94"/>
    <w:rsid w:val="005B0D8C"/>
    <w:rsid w:val="005B1277"/>
    <w:rsid w:val="005B5B8B"/>
    <w:rsid w:val="005B70ED"/>
    <w:rsid w:val="005D3CC1"/>
    <w:rsid w:val="005E3CBF"/>
    <w:rsid w:val="0060105D"/>
    <w:rsid w:val="00612095"/>
    <w:rsid w:val="00612820"/>
    <w:rsid w:val="006154CA"/>
    <w:rsid w:val="00624908"/>
    <w:rsid w:val="00630624"/>
    <w:rsid w:val="00644C82"/>
    <w:rsid w:val="006466CE"/>
    <w:rsid w:val="00653241"/>
    <w:rsid w:val="00653DAA"/>
    <w:rsid w:val="00664904"/>
    <w:rsid w:val="00666FA6"/>
    <w:rsid w:val="00677597"/>
    <w:rsid w:val="006957E9"/>
    <w:rsid w:val="006A136F"/>
    <w:rsid w:val="006B002C"/>
    <w:rsid w:val="006B15F5"/>
    <w:rsid w:val="006C3C6A"/>
    <w:rsid w:val="006C56D5"/>
    <w:rsid w:val="006D1FB9"/>
    <w:rsid w:val="006D76B3"/>
    <w:rsid w:val="006E2979"/>
    <w:rsid w:val="006E6E8C"/>
    <w:rsid w:val="0071596E"/>
    <w:rsid w:val="00727A0C"/>
    <w:rsid w:val="00727AAC"/>
    <w:rsid w:val="007320E5"/>
    <w:rsid w:val="007476F7"/>
    <w:rsid w:val="0074785D"/>
    <w:rsid w:val="007507D0"/>
    <w:rsid w:val="00753775"/>
    <w:rsid w:val="00756A6D"/>
    <w:rsid w:val="00766AC1"/>
    <w:rsid w:val="00772056"/>
    <w:rsid w:val="007758CB"/>
    <w:rsid w:val="00777F99"/>
    <w:rsid w:val="007818DE"/>
    <w:rsid w:val="007823EF"/>
    <w:rsid w:val="0079014E"/>
    <w:rsid w:val="007A1000"/>
    <w:rsid w:val="007A1E55"/>
    <w:rsid w:val="007A7174"/>
    <w:rsid w:val="007A7E58"/>
    <w:rsid w:val="007C6573"/>
    <w:rsid w:val="007C6B4D"/>
    <w:rsid w:val="007C70B6"/>
    <w:rsid w:val="007D0FE4"/>
    <w:rsid w:val="007D162A"/>
    <w:rsid w:val="007D62FC"/>
    <w:rsid w:val="007E03EA"/>
    <w:rsid w:val="007F0FC3"/>
    <w:rsid w:val="00806D1D"/>
    <w:rsid w:val="00811C02"/>
    <w:rsid w:val="00813336"/>
    <w:rsid w:val="0081345F"/>
    <w:rsid w:val="008403AF"/>
    <w:rsid w:val="00844F0D"/>
    <w:rsid w:val="00867875"/>
    <w:rsid w:val="008759F6"/>
    <w:rsid w:val="00890CE8"/>
    <w:rsid w:val="0089131F"/>
    <w:rsid w:val="008966C4"/>
    <w:rsid w:val="008A3390"/>
    <w:rsid w:val="008B095A"/>
    <w:rsid w:val="008B7D7D"/>
    <w:rsid w:val="008C3502"/>
    <w:rsid w:val="008C4BD7"/>
    <w:rsid w:val="008C7240"/>
    <w:rsid w:val="008D3954"/>
    <w:rsid w:val="008F2292"/>
    <w:rsid w:val="008F6213"/>
    <w:rsid w:val="008F7E10"/>
    <w:rsid w:val="009160D7"/>
    <w:rsid w:val="00916F0C"/>
    <w:rsid w:val="00934275"/>
    <w:rsid w:val="00934A62"/>
    <w:rsid w:val="00943963"/>
    <w:rsid w:val="009557A8"/>
    <w:rsid w:val="00957854"/>
    <w:rsid w:val="00964068"/>
    <w:rsid w:val="0096453C"/>
    <w:rsid w:val="00965AB3"/>
    <w:rsid w:val="0096768F"/>
    <w:rsid w:val="00977AAB"/>
    <w:rsid w:val="009824F4"/>
    <w:rsid w:val="00983ABD"/>
    <w:rsid w:val="009859BA"/>
    <w:rsid w:val="00986B01"/>
    <w:rsid w:val="00990AD3"/>
    <w:rsid w:val="00990E44"/>
    <w:rsid w:val="0099121C"/>
    <w:rsid w:val="00992522"/>
    <w:rsid w:val="009A0ED0"/>
    <w:rsid w:val="009E290F"/>
    <w:rsid w:val="009E40C8"/>
    <w:rsid w:val="009E6602"/>
    <w:rsid w:val="009F02B6"/>
    <w:rsid w:val="009F7EC6"/>
    <w:rsid w:val="00A01669"/>
    <w:rsid w:val="00A02C1B"/>
    <w:rsid w:val="00A04E3D"/>
    <w:rsid w:val="00A130C8"/>
    <w:rsid w:val="00A15F74"/>
    <w:rsid w:val="00A17C93"/>
    <w:rsid w:val="00A240EB"/>
    <w:rsid w:val="00A30827"/>
    <w:rsid w:val="00A33985"/>
    <w:rsid w:val="00A34A47"/>
    <w:rsid w:val="00A34FBC"/>
    <w:rsid w:val="00A440D8"/>
    <w:rsid w:val="00A60742"/>
    <w:rsid w:val="00A639A3"/>
    <w:rsid w:val="00A735DB"/>
    <w:rsid w:val="00A756CF"/>
    <w:rsid w:val="00A770A7"/>
    <w:rsid w:val="00A77708"/>
    <w:rsid w:val="00A815A7"/>
    <w:rsid w:val="00A82D24"/>
    <w:rsid w:val="00A953A7"/>
    <w:rsid w:val="00A953BB"/>
    <w:rsid w:val="00A96937"/>
    <w:rsid w:val="00A972C5"/>
    <w:rsid w:val="00AA5236"/>
    <w:rsid w:val="00AA54D0"/>
    <w:rsid w:val="00AA57B5"/>
    <w:rsid w:val="00AB62AA"/>
    <w:rsid w:val="00AB7069"/>
    <w:rsid w:val="00AC0064"/>
    <w:rsid w:val="00AD27CC"/>
    <w:rsid w:val="00AD7DE9"/>
    <w:rsid w:val="00AE6231"/>
    <w:rsid w:val="00AF46CB"/>
    <w:rsid w:val="00B03473"/>
    <w:rsid w:val="00B27B3B"/>
    <w:rsid w:val="00B317E6"/>
    <w:rsid w:val="00B32A18"/>
    <w:rsid w:val="00B35D92"/>
    <w:rsid w:val="00B4019E"/>
    <w:rsid w:val="00B44E4B"/>
    <w:rsid w:val="00B45BC8"/>
    <w:rsid w:val="00B6106E"/>
    <w:rsid w:val="00B61B82"/>
    <w:rsid w:val="00B65BB2"/>
    <w:rsid w:val="00B678EB"/>
    <w:rsid w:val="00B72D45"/>
    <w:rsid w:val="00B77A31"/>
    <w:rsid w:val="00B827F3"/>
    <w:rsid w:val="00B849A8"/>
    <w:rsid w:val="00B85CED"/>
    <w:rsid w:val="00B97EC4"/>
    <w:rsid w:val="00BA3710"/>
    <w:rsid w:val="00BA511B"/>
    <w:rsid w:val="00BB2095"/>
    <w:rsid w:val="00BB2BE7"/>
    <w:rsid w:val="00BB3D26"/>
    <w:rsid w:val="00BC7ECA"/>
    <w:rsid w:val="00BE341A"/>
    <w:rsid w:val="00BF504B"/>
    <w:rsid w:val="00BF68B2"/>
    <w:rsid w:val="00C02FC6"/>
    <w:rsid w:val="00C04348"/>
    <w:rsid w:val="00C04AEE"/>
    <w:rsid w:val="00C0751B"/>
    <w:rsid w:val="00C102C3"/>
    <w:rsid w:val="00C12113"/>
    <w:rsid w:val="00C33085"/>
    <w:rsid w:val="00C43257"/>
    <w:rsid w:val="00C4356F"/>
    <w:rsid w:val="00C5065D"/>
    <w:rsid w:val="00C50781"/>
    <w:rsid w:val="00C57093"/>
    <w:rsid w:val="00C6246B"/>
    <w:rsid w:val="00C66B90"/>
    <w:rsid w:val="00C933C0"/>
    <w:rsid w:val="00C97AB7"/>
    <w:rsid w:val="00CA4442"/>
    <w:rsid w:val="00CA69F6"/>
    <w:rsid w:val="00CB0222"/>
    <w:rsid w:val="00CB29BC"/>
    <w:rsid w:val="00CB3E20"/>
    <w:rsid w:val="00CB7386"/>
    <w:rsid w:val="00CD1DA3"/>
    <w:rsid w:val="00CD45AA"/>
    <w:rsid w:val="00CD7FBE"/>
    <w:rsid w:val="00CE1745"/>
    <w:rsid w:val="00CE521C"/>
    <w:rsid w:val="00CF69A9"/>
    <w:rsid w:val="00D013B5"/>
    <w:rsid w:val="00D0480C"/>
    <w:rsid w:val="00D15757"/>
    <w:rsid w:val="00D20C06"/>
    <w:rsid w:val="00D21145"/>
    <w:rsid w:val="00D326CC"/>
    <w:rsid w:val="00D365A2"/>
    <w:rsid w:val="00D4769E"/>
    <w:rsid w:val="00D51D60"/>
    <w:rsid w:val="00D51ED4"/>
    <w:rsid w:val="00D53889"/>
    <w:rsid w:val="00D55761"/>
    <w:rsid w:val="00D557B5"/>
    <w:rsid w:val="00D6114C"/>
    <w:rsid w:val="00D64B75"/>
    <w:rsid w:val="00D741B9"/>
    <w:rsid w:val="00D74C2B"/>
    <w:rsid w:val="00D81613"/>
    <w:rsid w:val="00D835C0"/>
    <w:rsid w:val="00D8557B"/>
    <w:rsid w:val="00D90A00"/>
    <w:rsid w:val="00D91FED"/>
    <w:rsid w:val="00D94D97"/>
    <w:rsid w:val="00DA24AC"/>
    <w:rsid w:val="00DB0C4A"/>
    <w:rsid w:val="00DB4E03"/>
    <w:rsid w:val="00DB7DC1"/>
    <w:rsid w:val="00DC44A3"/>
    <w:rsid w:val="00DC58F3"/>
    <w:rsid w:val="00DC6EC3"/>
    <w:rsid w:val="00DD2F45"/>
    <w:rsid w:val="00DE32A0"/>
    <w:rsid w:val="00DE7053"/>
    <w:rsid w:val="00DF4617"/>
    <w:rsid w:val="00DF7B1F"/>
    <w:rsid w:val="00E005B2"/>
    <w:rsid w:val="00E0287D"/>
    <w:rsid w:val="00E04425"/>
    <w:rsid w:val="00E07A28"/>
    <w:rsid w:val="00E12BA7"/>
    <w:rsid w:val="00E17674"/>
    <w:rsid w:val="00E30091"/>
    <w:rsid w:val="00E3238F"/>
    <w:rsid w:val="00E32DA0"/>
    <w:rsid w:val="00E3574E"/>
    <w:rsid w:val="00E46947"/>
    <w:rsid w:val="00E46EEB"/>
    <w:rsid w:val="00E5105D"/>
    <w:rsid w:val="00E533C0"/>
    <w:rsid w:val="00E5604E"/>
    <w:rsid w:val="00E579E2"/>
    <w:rsid w:val="00E63BF7"/>
    <w:rsid w:val="00E65349"/>
    <w:rsid w:val="00E773C4"/>
    <w:rsid w:val="00E80341"/>
    <w:rsid w:val="00E80AD5"/>
    <w:rsid w:val="00E82E88"/>
    <w:rsid w:val="00E942CE"/>
    <w:rsid w:val="00EA1339"/>
    <w:rsid w:val="00EA1867"/>
    <w:rsid w:val="00EB2B22"/>
    <w:rsid w:val="00EC0E6D"/>
    <w:rsid w:val="00EC6459"/>
    <w:rsid w:val="00ED26C8"/>
    <w:rsid w:val="00ED38CD"/>
    <w:rsid w:val="00ED4BD4"/>
    <w:rsid w:val="00EE15D9"/>
    <w:rsid w:val="00EE2AA6"/>
    <w:rsid w:val="00EE3507"/>
    <w:rsid w:val="00EE43E8"/>
    <w:rsid w:val="00EE5822"/>
    <w:rsid w:val="00F00153"/>
    <w:rsid w:val="00F02C55"/>
    <w:rsid w:val="00F04531"/>
    <w:rsid w:val="00F221B1"/>
    <w:rsid w:val="00F27CF7"/>
    <w:rsid w:val="00F30529"/>
    <w:rsid w:val="00F33E52"/>
    <w:rsid w:val="00F3765D"/>
    <w:rsid w:val="00F37C26"/>
    <w:rsid w:val="00F43F42"/>
    <w:rsid w:val="00F46AE6"/>
    <w:rsid w:val="00F524AD"/>
    <w:rsid w:val="00F57E7E"/>
    <w:rsid w:val="00F60E96"/>
    <w:rsid w:val="00F717F7"/>
    <w:rsid w:val="00F76CF6"/>
    <w:rsid w:val="00F96625"/>
    <w:rsid w:val="00FA16D7"/>
    <w:rsid w:val="00FA3187"/>
    <w:rsid w:val="00FA3627"/>
    <w:rsid w:val="00FA39CF"/>
    <w:rsid w:val="00FA4683"/>
    <w:rsid w:val="00FA6B3E"/>
    <w:rsid w:val="00FB3A75"/>
    <w:rsid w:val="00FC0C55"/>
    <w:rsid w:val="00FC37F2"/>
    <w:rsid w:val="00FC703D"/>
    <w:rsid w:val="00FD061B"/>
    <w:rsid w:val="00FD0B1C"/>
    <w:rsid w:val="00FD21FD"/>
    <w:rsid w:val="00FE064E"/>
    <w:rsid w:val="00FE29AB"/>
    <w:rsid w:val="00FE585F"/>
    <w:rsid w:val="00FF0082"/>
    <w:rsid w:val="00FF2260"/>
    <w:rsid w:val="00FF6CCB"/>
    <w:rsid w:val="00FF73DF"/>
    <w:rsid w:val="02DC244D"/>
    <w:rsid w:val="03A85B6F"/>
    <w:rsid w:val="04252430"/>
    <w:rsid w:val="060D1C88"/>
    <w:rsid w:val="08436C4C"/>
    <w:rsid w:val="09B91EDD"/>
    <w:rsid w:val="0C184774"/>
    <w:rsid w:val="0E245290"/>
    <w:rsid w:val="0F5750D0"/>
    <w:rsid w:val="0F8E2D8F"/>
    <w:rsid w:val="11947DD2"/>
    <w:rsid w:val="16903880"/>
    <w:rsid w:val="16CC3157"/>
    <w:rsid w:val="1730567F"/>
    <w:rsid w:val="1B075D9A"/>
    <w:rsid w:val="1B9F33F5"/>
    <w:rsid w:val="1CE425D2"/>
    <w:rsid w:val="1D4D6540"/>
    <w:rsid w:val="25716B63"/>
    <w:rsid w:val="2714798D"/>
    <w:rsid w:val="274A342C"/>
    <w:rsid w:val="29B50E95"/>
    <w:rsid w:val="2A9C63D8"/>
    <w:rsid w:val="2D1A1135"/>
    <w:rsid w:val="2F050FCC"/>
    <w:rsid w:val="30B3222D"/>
    <w:rsid w:val="3147147A"/>
    <w:rsid w:val="3191578D"/>
    <w:rsid w:val="328D4FAE"/>
    <w:rsid w:val="32A92438"/>
    <w:rsid w:val="32F14971"/>
    <w:rsid w:val="34053B8E"/>
    <w:rsid w:val="3412382A"/>
    <w:rsid w:val="359C141E"/>
    <w:rsid w:val="35CC497A"/>
    <w:rsid w:val="364070A9"/>
    <w:rsid w:val="36EF3C00"/>
    <w:rsid w:val="39986169"/>
    <w:rsid w:val="39D339A8"/>
    <w:rsid w:val="3A5F4412"/>
    <w:rsid w:val="3B36794F"/>
    <w:rsid w:val="3B690298"/>
    <w:rsid w:val="3CDA659C"/>
    <w:rsid w:val="3DCF1C7D"/>
    <w:rsid w:val="3DD72F4F"/>
    <w:rsid w:val="3E8D0601"/>
    <w:rsid w:val="44CA3C7D"/>
    <w:rsid w:val="464769D6"/>
    <w:rsid w:val="466761AF"/>
    <w:rsid w:val="474F5B3B"/>
    <w:rsid w:val="48412848"/>
    <w:rsid w:val="49256CE5"/>
    <w:rsid w:val="4C65182D"/>
    <w:rsid w:val="4CA61ECE"/>
    <w:rsid w:val="4DE33135"/>
    <w:rsid w:val="4E1D3F88"/>
    <w:rsid w:val="4E9C49BB"/>
    <w:rsid w:val="4EFA12AA"/>
    <w:rsid w:val="4F6A53D0"/>
    <w:rsid w:val="4FE14718"/>
    <w:rsid w:val="4FF36FDC"/>
    <w:rsid w:val="50DE0B3A"/>
    <w:rsid w:val="53D975F9"/>
    <w:rsid w:val="55573B51"/>
    <w:rsid w:val="569D1F63"/>
    <w:rsid w:val="57E60392"/>
    <w:rsid w:val="59405605"/>
    <w:rsid w:val="5C6C774C"/>
    <w:rsid w:val="5F8351CE"/>
    <w:rsid w:val="60E546EC"/>
    <w:rsid w:val="61370741"/>
    <w:rsid w:val="6157157B"/>
    <w:rsid w:val="61822418"/>
    <w:rsid w:val="61EB109D"/>
    <w:rsid w:val="62665067"/>
    <w:rsid w:val="63C95AB6"/>
    <w:rsid w:val="63EC7150"/>
    <w:rsid w:val="6606539D"/>
    <w:rsid w:val="670F2417"/>
    <w:rsid w:val="6BD85DF2"/>
    <w:rsid w:val="6EF1435B"/>
    <w:rsid w:val="6F68567F"/>
    <w:rsid w:val="6FA46744"/>
    <w:rsid w:val="706637BD"/>
    <w:rsid w:val="70CB2C2A"/>
    <w:rsid w:val="70D63C91"/>
    <w:rsid w:val="711B0D10"/>
    <w:rsid w:val="712326B5"/>
    <w:rsid w:val="71FB0D28"/>
    <w:rsid w:val="72666B0F"/>
    <w:rsid w:val="741F3142"/>
    <w:rsid w:val="779D59F7"/>
    <w:rsid w:val="79221A47"/>
    <w:rsid w:val="79243A44"/>
    <w:rsid w:val="79D32ED4"/>
    <w:rsid w:val="7AC74B04"/>
    <w:rsid w:val="7B4B1DF8"/>
    <w:rsid w:val="7E332FB7"/>
    <w:rsid w:val="7F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bCs/>
    </w:rPr>
  </w:style>
  <w:style w:type="paragraph" w:styleId="3">
    <w:name w:val="Body Text Indent"/>
    <w:basedOn w:val="1"/>
    <w:link w:val="11"/>
    <w:uiPriority w:val="0"/>
    <w:pPr>
      <w:spacing w:after="120"/>
      <w:ind w:left="420" w:leftChars="200"/>
    </w:pPr>
    <w:rPr>
      <w:sz w:val="21"/>
    </w:rPr>
  </w:style>
  <w:style w:type="paragraph" w:styleId="4">
    <w:name w:val="Balloon Text"/>
    <w:basedOn w:val="1"/>
    <w:link w:val="12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正文文本缩进 Char"/>
    <w:link w:val="3"/>
    <w:uiPriority w:val="0"/>
    <w:rPr>
      <w:kern w:val="2"/>
      <w:sz w:val="21"/>
      <w:szCs w:val="24"/>
    </w:rPr>
  </w:style>
  <w:style w:type="character" w:customStyle="1" w:styleId="12">
    <w:name w:val="批注框文本 Char"/>
    <w:link w:val="4"/>
    <w:uiPriority w:val="0"/>
    <w:rPr>
      <w:kern w:val="2"/>
      <w:sz w:val="18"/>
      <w:szCs w:val="18"/>
    </w:rPr>
  </w:style>
  <w:style w:type="character" w:customStyle="1" w:styleId="13">
    <w:name w:val="apple-converted-space"/>
    <w:uiPriority w:val="0"/>
  </w:style>
  <w:style w:type="character" w:customStyle="1" w:styleId="14">
    <w:name w:val="oblog_text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35797;&#21367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</Template>
  <Company>汤氏集团</Company>
  <Pages>4</Pages>
  <Words>895</Words>
  <Characters>1096</Characters>
  <Lines>31</Lines>
  <Paragraphs>8</Paragraphs>
  <TotalTime>1</TotalTime>
  <ScaleCrop>false</ScaleCrop>
  <LinksUpToDate>false</LinksUpToDate>
  <CharactersWithSpaces>2199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2020-10-19T08:17:00Z</dcterms:created>
  <dc:creator>微软用户</dc:creator>
  <cp:lastModifiedBy>。</cp:lastModifiedBy>
  <cp:lastPrinted>2022-02-24T02:56:00Z</cp:lastPrinted>
  <dcterms:modified xsi:type="dcterms:W3CDTF">2023-02-17T04:03:31Z</dcterms:modified>
  <dc:title>万安中学2004～2005学年第一学期期中考试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0435C022B33947A887BBC8A225333DFD</vt:lpwstr>
  </property>
</Properties>
</file>