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spacing w:line="360" w:lineRule="atLeast"/>
        <w:ind w:firstLine="0" w:firstLineChars="0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12687300</wp:posOffset>
            </wp:positionV>
            <wp:extent cx="266700" cy="254000"/>
            <wp:effectExtent l="0" t="0" r="0" b="12700"/>
            <wp:wrapNone/>
            <wp:docPr id="100225" name="图片 100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5" name="图片 1002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</w:rPr>
        <w:t>一年级语文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下册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第三单元练习</w:t>
      </w:r>
    </w:p>
    <w:p>
      <w:pPr>
        <w:pStyle w:val="8"/>
        <w:widowControl/>
        <w:spacing w:line="360" w:lineRule="atLeast"/>
        <w:ind w:firstLine="0" w:firstLineChars="0"/>
        <w:jc w:val="center"/>
        <w:rPr>
          <w:rFonts w:ascii="宋体" w:hAnsi="宋体" w:eastAsia="宋体" w:cs="宋体"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班级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姓名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 学号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pacing w:val="6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>
      <w:pPr>
        <w:pStyle w:val="8"/>
        <w:widowControl/>
        <w:spacing w:line="360" w:lineRule="atLeast"/>
        <w:ind w:firstLine="0" w:firstLineChars="0"/>
        <w:rPr>
          <w:rFonts w:ascii="宋体" w:hAnsi="宋体" w:eastAsia="宋体" w:cs="宋体"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  <w:t>一、看拼音写词语。（24分）</w:t>
      </w:r>
    </w:p>
    <w:p>
      <w:pPr>
        <w:spacing w:line="360" w:lineRule="auto"/>
        <w:ind w:left="-4" w:leftChars="-2" w:firstLine="720" w:firstLineChars="300"/>
        <w:rPr>
          <w:rFonts w:ascii="宋体" w:hAnsi="宋体" w:eastAsia="宋体" w:cs="宋体"/>
          <w:bCs/>
          <w:sz w:val="24"/>
          <w:szCs w:val="30"/>
        </w:rPr>
      </w:pPr>
      <w:r>
        <w:rPr>
          <w:rFonts w:ascii="宋体" w:hAnsi="宋体" w:eastAsia="宋体" w:cs="宋体"/>
          <w:bCs/>
          <w:sz w:val="24"/>
          <w:szCs w:val="30"/>
        </w:rPr>
        <w:t>y</w:t>
      </w:r>
      <w:r>
        <w:rPr>
          <w:rFonts w:hint="eastAsia" w:ascii="宋体" w:hAnsi="宋体" w:eastAsia="宋体" w:cs="宋体"/>
          <w:bCs/>
          <w:sz w:val="24"/>
          <w:szCs w:val="30"/>
        </w:rPr>
        <w:t>ě   xǔ        hěn   kuài      tīng jiǎng       hǎo  wán</w:t>
      </w:r>
    </w:p>
    <w:p>
      <w:pPr>
        <w:spacing w:line="360" w:lineRule="auto"/>
        <w:ind w:left="-4" w:leftChars="-2" w:firstLine="240" w:firstLineChars="100"/>
        <w:rPr>
          <w:rFonts w:ascii="宋体" w:hAnsi="宋体" w:eastAsia="宋体"/>
          <w:sz w:val="24"/>
          <w:szCs w:val="30"/>
        </w:rPr>
      </w:pP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3910965</wp:posOffset>
                </wp:positionH>
                <wp:positionV relativeFrom="paragraph">
                  <wp:posOffset>99060</wp:posOffset>
                </wp:positionV>
                <wp:extent cx="910590" cy="485775"/>
                <wp:effectExtent l="5715" t="13335" r="7620" b="5715"/>
                <wp:wrapNone/>
                <wp:docPr id="241" name="组合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242" name="Group 413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43" name="Rectangle 41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44" name="Line 415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45" name="Line 416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46" name="Group 417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47" name="Rectangle 41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48" name="Line 419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49" name="Line 420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7.95pt;margin-top:7.8pt;height:38.25pt;width:71.7pt;z-index:-251652096;mso-width-relative:page;mso-height-relative:page;" coordsize="1320,651" o:gfxdata="UEsDBAoAAAAAAIdO4kAAAAAAAAAAAAAAAAAEAAAAZHJzL1BLAwQUAAAACACHTuJA0/ZkL9kAAAAJ&#10;AQAADwAAAGRycy9kb3ducmV2LnhtbE2PQUvDQBCF74L/YRnBm91sS6JJsylS1FMR2grS2zSZJqHZ&#10;2ZDdJu2/dz3pcXgf732Tr66mEyMNrrWsQc0iEMSlrVquNXzt359eQDiPXGFnmTTcyMGquL/LMavs&#10;xFsad74WoYRdhhoa7/tMSlc2ZNDNbE8cspMdDPpwDrWsBpxCuenkPIoSabDlsNBgT+uGyvPuYjR8&#10;TDi9LtTbuDmf1rfDPv783ijS+vFBRUsQnq7+D4Zf/aAORXA62gtXTnQaEhWnAQ1BnIAIwHOcLkAc&#10;NaRzBbLI5f8Pih9QSwMEFAAAAAgAh07iQPeUbapXAwAAhhAAAA4AAABkcnMvZTJvRG9jLnhtbO1Y&#10;y47TMBTdI/EPlvdM2k6f0aQj1DKzGWDEwAe4ifMQiW1st+mwZsGS/+F7EL/BtZ2kLwrzlkDNIvXz&#10;5vqc43vtnpwuixwtqFQZZwFuH7UwoizkUcaSAH94f/ZiiJHShEUk54wG+JoqfDp+/uykFD7t8JTn&#10;EZUIjDDllyLAqdbC9zwVprQg6ogLyqAz5rIgGqoy8SJJSrBe5F6n1ep7JZeRkDykSkHr1HXiyqK8&#10;iUEex1lIpzycF5RpZ1XSnGhYkkozofDYehvHNNRv41hRjfIAw0q1fcNHoDwzb298QvxEEpFmYeUC&#10;uYkLW2sqSMbgo42pKdEEzWW2Y6rIQskVj/VRyAvPLcQiAqtot7awOZd8LuxaEr9MRAM6ELWF+p3N&#10;hm8WlxJlUYA73TZGjBRA+c/vX358+4pMC+BTisSHYedSXIlLWTUkrmaWvIxlYX5hMWhpkb1ukKVL&#10;jUJoHLVbvRFgHkJXd9gbDHoO+TAFenZmhemral77uFPN6vesM179Pc+41XjRVB4bo06NkeUGddvH&#10;DwVRv7+5UuL/DZxRq5oxHIyMF3uxgY2qVupR91PPVUoEtaJURhaNeo5rZN7BpiMsySmg03Xo2JFG&#10;PUYnSlzw8KNCjE9SGEdfSsnLlJIIHHMcl2JtgqkomIpm5WsegTrJXHO7124kvBVGww2MiC+k0ueU&#10;F8gUAizBbWuWLC6UdnDWQ6zbPM+isyzPbUUms0ku0YJAXDmzT2VdrQ/LGSpB/L1Oz1re6FPrJlr2&#10;+Z2JItMQbvOsCPBwfVDOgPAaG7NJlT/j0TXgJLmLchDjoZBy+RmjEiJcgNWnOZEUI8JCaA6wrosT&#10;7ULiXMgsSWHWigdQjrP+BBLq1hK6yJhRjw0SlRgmrIo9t1JDt29ZJ34TiGo92NDf7JgdNeTgwZ/U&#10;wLiRAqiE+A9AstHZlKjU6SmCkpEC8SH+s8hJcS/fpttg9JRE9baI6ht370hUtwdRbDdjQDIyyWI7&#10;tP0vRK3Sl0uwNpM9dvLq17TVyWvgeLtVfrd5apevfz19DWps1tOXDR6Vrg/p65C+3JVl3wkILk7u&#10;/FylL3sou2NUdDHxkL7uddHZR9Rokyi4YhzS1+3OGevpy5bhemovINVV2tx/1+v2jLL6+2D8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kFAABb&#10;Q29udGVudF9UeXBlc10ueG1sUEsBAhQACgAAAAAAh07iQAAAAAAAAAAAAAAAAAYAAAAAAAAAAAAQ&#10;AAAAqwQAAF9yZWxzL1BLAQIUABQAAAAIAIdO4kCKFGY80QAAAJQBAAALAAAAAAAAAAEAIAAAAM8E&#10;AABfcmVscy8ucmVsc1BLAQIUAAoAAAAAAIdO4kAAAAAAAAAAAAAAAAAEAAAAAAAAAAAAEAAAAAAA&#10;AABkcnMvUEsBAhQAFAAAAAgAh07iQNP2ZC/ZAAAACQEAAA8AAAAAAAAAAQAgAAAAIgAAAGRycy9k&#10;b3ducmV2LnhtbFBLAQIUABQAAAAIAIdO4kD3lG2qVwMAAIYQAAAOAAAAAAAAAAEAIAAAACgBAABk&#10;cnMvZTJvRG9jLnhtbFBLBQYAAAAABgAGAFkBAADxBgAAAAA=&#10;">
                <o:lock v:ext="edit" aspectratio="f"/>
                <v:group id="Group 413" o:spid="_x0000_s1026" o:spt="203" style="position:absolute;left:0;top:0;height:651;width:660;" coordsize="900,879" o:gfxdata="UEsDBAoAAAAAAIdO4kAAAAAAAAAAAAAAAAAEAAAAZHJzL1BLAwQUAAAACACHTuJAX0t+gb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ck4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9LfoG+AAAA3A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14" o:spid="_x0000_s1026" o:spt="1" style="position:absolute;left:0;top:0;height:878;width:900;" fillcolor="#FFFFFF" filled="t" stroked="t" coordsize="21600,21600" o:gfxdata="UEsDBAoAAAAAAIdO4kAAAAAAAAAAAAAAAAAEAAAAZHJzL1BLAwQUAAAACACHTuJAPWw+1L0AAADc&#10;AAAADwAAAGRycy9kb3ducmV2LnhtbEWPwW7CMBBE75X4B2uRuBWbUKESMByoqOgRwoXbEi9JIF5H&#10;sYHA19eVkHoczcwbzXzZ2VrcqPWVYw2joQJBnDtTcaFhn63fP0H4gGywdkwaHuRhuei9zTE17s5b&#10;uu1CISKEfYoayhCaVEqfl2TRD11DHL2Tay2GKNtCmhbvEW5rmSg1kRYrjgslNrQqKb/srlbDsUr2&#10;+Nxm38pO1+Pw02Xn6+FL60F/pGYgAnXhP/xqb4yG5GMMf2fiEZC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bD7U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15" o:spid="_x0000_s1026" o:spt="20" style="position:absolute;left:0;top:468;height:0;width:900;" filled="f" stroked="t" coordsize="21600,21600" o:gfxdata="UEsDBAoAAAAAAIdO4kAAAAAAAAAAAAAAAAAEAAAAZHJzL1BLAwQUAAAACACHTuJAcQOrJ78AAADc&#10;AAAADwAAAGRycy9kb3ducmV2LnhtbEWP0WrCQBRE3wv+w3KFvohuEmyR6OqD0FIQCsZ+wDV7zUaz&#10;d0N2m1i/3i0IPg4zc4ZZba62ET11vnasIJ0lIIhLp2uuFPwcPqYLED4ga2wck4I/8rBZj15WmGs3&#10;8J76IlQiQtjnqMCE0OZS+tKQRT9zLXH0Tq6zGKLsKqk7HCLcNjJLkndpsea4YLClraHyUvxaBXtd&#10;DENhylu/e5uE7/Pxc7JLM6Vex2myBBHoGp7hR/tLK8jmc/g/E4+AX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EDqye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16" o:spid="_x0000_s1026" o:spt="20" style="position:absolute;left:450;top:0;height:879;width:1;" filled="f" stroked="t" coordsize="21600,21600" o:gfxdata="UEsDBAoAAAAAAIdO4kAAAAAAAAAAAAAAAAAEAAAAZHJzL1BLAwQUAAAACACHTuJAHk8OvL8AAADc&#10;AAAADwAAAGRycy9kb3ducmV2LnhtbEWP0WrCQBRE3wv9h+UW+iK6SVApqasPBUUQBKMfcJu9ZtNm&#10;74bsmli/3hWEPg4zc4ZZrK62ET11vnasIJ0kIIhLp2uuFJyO6/EHCB+QNTaOScEfeVgtX18WmGs3&#10;8IH6IlQiQtjnqMCE0OZS+tKQRT9xLXH0zq6zGKLsKqk7HCLcNjJLkrm0WHNcMNjSl6Hyt7hYBQdd&#10;DENhylu/m43C/ud7M9qlmVLvb2nyCSLQNfyHn+2tVpBNZ/A4E4+AX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5PDry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17" o:spid="_x0000_s1026" o:spt="203" style="position:absolute;left:660;top:0;height:651;width:660;" coordsize="900,879" o:gfxdata="UEsDBAoAAAAAAIdO4kAAAAAAAAAAAAAAAAAEAAAAZHJzL1BLAwQUAAAACACHTuJAIHB4g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my/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IHB4gsAAAADcAAAADwAAAAAAAAABACAAAAAiAAAAZHJzL2Rvd25yZXYu&#10;eG1sUEsBAhQAFAAAAAgAh07iQDMvBZ47AAAAOQAAABUAAAAAAAAAAQAgAAAADwEAAGRycy9ncm91&#10;cHNoYXBleG1sLnhtbFBLBQYAAAAABgAGAGABAADMAwAAAAA=&#10;">
                  <o:lock v:ext="edit" aspectratio="f"/>
                  <v:rect id="Rectangle 418" o:spid="_x0000_s1026" o:spt="1" style="position:absolute;left:0;top:0;height:878;width:900;" fillcolor="#FFFFFF" filled="t" stroked="t" coordsize="21600,21600" o:gfxdata="UEsDBAoAAAAAAIdO4kAAAAAAAAAAAAAAAAAEAAAAZHJzL1BLAwQUAAAACACHTuJAQlc4174AAADc&#10;AAAADwAAAGRycy9kb3ducmV2LnhtbEWPwW7CMBBE70j8g7VI3MAmIGhTDIdWVHCEcOltG2+TQLyO&#10;YgNpv75GQuI4mpk3muW6s7W4UusrxxomYwWCOHem4kLDMduMXkD4gGywdkwafsnDetXvLTE17sZ7&#10;uh5CISKEfYoayhCaVEqfl2TRj11DHL0f11oMUbaFNC3eItzWMlFqLi1WHBdKbOi9pPx8uFgN31Vy&#10;xL999qns62Yadl12unx9aD0cTNQbiEBdeIYf7a3RkMwWcD8Tj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lc41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19" o:spid="_x0000_s1026" o:spt="20" style="position:absolute;left:0;top:468;height:0;width:900;" filled="f" stroked="t" coordsize="21600,21600" o:gfxdata="UEsDBAoAAAAAAIdO4kAAAAAAAAAAAAAAAAAEAAAAZHJzL1BLAwQUAAAACACHTuJA8E6hIrwAAADc&#10;AAAADwAAAGRycy9kb3ducmV2LnhtbEVP3WrCMBS+F/YO4Qy8kTVt0TG6pl4MHANBsO4Bzpqzpltz&#10;UprY6p5+uRC8/Pj+y+3F9mKi0XeOFWRJCoK4cbrjVsHnaff0AsIHZI29Y1JwJQ/b6mFRYqHdzEea&#10;6tCKGMK+QAUmhKGQ0jeGLPrEDcSR+3ajxRDh2Eo94hzDbS/zNH2WFjuODQYHejPU/NZnq+Co63mu&#10;TfM37TercPj5el/ts1yp5WOWvoIIdAl38c39oRXk67g2nolHQFb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BOoSK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20" o:spid="_x0000_s1026" o:spt="20" style="position:absolute;left:450;top:0;height:879;width:1;" filled="f" stroked="t" coordsize="21600,21600" o:gfxdata="UEsDBAoAAAAAAIdO4kAAAAAAAAAAAAAAAAAEAAAAZHJzL1BLAwQUAAAACACHTuJAnwIEub8AAADc&#10;AAAADwAAAGRycy9kb3ducmV2LnhtbEWP0WrCQBRE3wX/YbmCL6KbBC1tdPVBqBSEgmk/4Jq9zUaz&#10;d0N2m1i/vlso+DjMzBlms7vZRvTU+dqxgnSRgCAuna65UvD58Tp/BuEDssbGMSn4IQ+77Xi0wVy7&#10;gU/UF6ESEcI+RwUmhDaX0peGLPqFa4mj9+U6iyHKrpK6wyHCbSOzJHmSFmuOCwZb2hsqr8W3VXDS&#10;xTAUprz3x9UsvF/Oh9kxzZSaTtJkDSLQLTzC/+03rSBbvsDfmXgE5PY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8CBLm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82550</wp:posOffset>
                </wp:positionV>
                <wp:extent cx="910590" cy="485775"/>
                <wp:effectExtent l="9525" t="6350" r="13335" b="12700"/>
                <wp:wrapNone/>
                <wp:docPr id="232" name="组合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233" name="Group 404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34" name="Rectangle 40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35" name="Line 406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36" name="Line 407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37" name="Group 408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38" name="Rectangle 40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39" name="Line 410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40" name="Line 411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6pt;margin-top:6.5pt;height:38.25pt;width:71.7pt;z-index:-251653120;mso-width-relative:page;mso-height-relative:page;" coordsize="1320,651" o:gfxdata="UEsDBAoAAAAAAIdO4kAAAAAAAAAAAAAAAAAEAAAAZHJzL1BLAwQUAAAACACHTuJAEE28INoAAAAJ&#10;AQAADwAAAGRycy9kb3ducmV2LnhtbE2PQUvDQBCF74L/YRnBm92kabTGbIoU9VQEW0G8TZNpEpqd&#10;Ddlt0v57x5Oehsd7vPlevjrbTo00+NaxgXgWgSIuXdVybeBz93q3BOUDcoWdYzJwIQ+r4voqx6xy&#10;E3/QuA21khL2GRpoQugzrX3ZkEU/cz2xeAc3WAwih1pXA05Sbjs9j6J7bbFl+dBgT+uGyuP2ZA28&#10;TTg9J/HLuDke1pfvXfr+tYnJmNubOHoCFegc/sLwiy/oUAjT3p248qozsEjmsiWIkciVQPqQLkDt&#10;DSwfU9BFrv8vKH4AUEsDBBQAAAAIAIdO4kCwoIm0TwMAAIYQAAAOAAAAZHJzL2Uyb0RvYy54bWzt&#10;WMty0zAU3TPDP2i0p3bSPD11OkxCuynQofABii0/BlsSkhKnrFmw5H/4Hobf4Eqy86Sl7wEmWSR6&#10;Xt977tE9co6OF2WB5lSqnLMQtw58jCiLeJyzNMQf3p+8GGCkNGExKTijIb6kCh+Pnj87qkRA2zzj&#10;RUwlAiNMBZUIcaa1CDxPRRktiTrggjKYTLgsiYauTL1Ykgqsl4XX9v2eV3EZC8kjqhSMTtwkri3K&#10;mxjkSZJHdMKjWUmZdlYlLYiGkFSWC4VH1tskoZF+mySKalSEGCLV9hseAu2p+fZGRyRIJRFZHtUu&#10;kJu4sBVTSXIGD12amhBN0EzmO6bKPJJc8UQfRLz0XCAWEYii5W9hcyr5TNhY0qBKxRJ0SNQW6nc2&#10;G72Zn0uUxyFuH7YxYqSElP/8/uXHt6/IjAA+lUgDWHYqxYU4l/VA6nom5EUiS/MLwaCFRfZyiSxd&#10;aBTB4LDld4eAeQRTnUG33+865KMM0rOzK8pe1ftah+16V6/bMlu85nmecWvpxbLz2BgdNhjZ3KCO&#10;33koiHq9zUhJ8Cdwhn69Y9AfXosNHFS1Yo+6H3suMiKoJaUytFiyp9Mg8w4OHWFpQQEdm+ZK2JWG&#10;PYYnSpzx6KNCjI8zWEdfSsmrjJIYHHM53thgOgq2omn1msfATjLT3J61GxFvhdFgAyMSCKn0KeUl&#10;Mo0QS3DbmiXzM6Ud1Zol1m1e5PFJXhS2I9PpuJBoTqCunNhPbV2tLysYqoD83XbXWt6YU+smfPv5&#10;nYky11Bui7wM8WB9UcHgMDTYmEOqgimPLwEnyV2VgxoPjYzLzxhVUOFCrD7NiKQYERbBcIh10xxr&#10;VxJnQuZpBrtWeQDmOOtPQKFuQ6GznBn29AwgNRnGrK49t2JDp2ezToJlIWr4YEv/sprssKEAD65j&#10;A+OGCuAeCR4gyYZnE6Iyx6cYWiZyEkD9Z7Gj4pX5NtMGo6dMVG8rUf17JKrThSq2qxgtJxbbpe1/&#10;SdRKvpzAWiV7bPHqN2lrxMsejlvqu9Wp3Xz96/IFt153+VmXLyurdQHay9devtwry1U3oGFDISdf&#10;LSsxe/myl/a/Sb46IDjurNeJsredOyZqL19WyuD11Oa5fpU277/rfXtHWf19MPo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AAAAAGRycy9Q&#10;SwECFAAUAAAACACHTuJAEE28INoAAAAJAQAADwAAAAAAAAABACAAAAAiAAAAZHJzL2Rvd25yZXYu&#10;eG1sUEsBAhQAFAAAAAgAh07iQLCgibRPAwAAhhAAAA4AAAAAAAAAAQAgAAAAKQEAAGRycy9lMm9E&#10;b2MueG1sUEsFBgAAAAAGAAYAWQEAAOoGAAAAAA==&#10;">
                <o:lock v:ext="edit" aspectratio="f"/>
                <v:group id="Group 404" o:spid="_x0000_s1026" o:spt="203" style="position:absolute;left:0;top:0;height:651;width:660;" coordsize="900,879" o:gfxdata="UEsDBAoAAAAAAIdO4kAAAAAAAAAAAAAAAAAEAAAAZHJzL1BLAwQUAAAACACHTuJAaAGoZ78AAADc&#10;AAAADwAAAGRycy9kb3ducmV2LnhtbEWPQWvCQBSE7wX/w/KE3uomhpYSXYMElR5CoVoQb4/sMwlm&#10;34bsmph/3y0Uehxm5htmnT1MKwbqXWNZQbyIQBCXVjdcKfg+7V/eQTiPrLG1TAomcpBtZk9rTLUd&#10;+YuGo69EgLBLUUHtfZdK6cqaDLqF7YiDd7W9QR9kX0nd4xjgppXLKHqTBhsOCzV2lNdU3o53o+Aw&#10;4rhN4t1Q3K75dDm9fp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oAahn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405" o:spid="_x0000_s1026" o:spt="1" style="position:absolute;left:0;top:0;height:878;width:900;" fillcolor="#FFFFFF" filled="t" stroked="t" coordsize="21600,21600" o:gfxdata="UEsDBAoAAAAAAIdO4kAAAAAAAAAAAAAAAAAEAAAAZHJzL1BLAwQUAAAACACHTuJA6oPV3b0AAADc&#10;AAAADwAAAGRycy9kb3ducmV2LnhtbEWPwW7CMBBE75X4B2uRuBWbUKESMByoqOgRwoXbEi9JIF5H&#10;sYHA19eVkHoczcwbzXzZ2VrcqPWVYw2joQJBnDtTcaFhn63fP0H4gGywdkwaHuRhuei9zTE17s5b&#10;uu1CISKEfYoayhCaVEqfl2TRD11DHL2Tay2GKNtCmhbvEW5rmSg1kRYrjgslNrQqKb/srlbDsUr2&#10;+Nxm38pO1+Pw02Xn6+FL60F/pGYgAnXhP/xqb4yGZPwBf2fiEZC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g9Xd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06" o:spid="_x0000_s1026" o:spt="20" style="position:absolute;left:0;top:468;height:0;width:900;" filled="f" stroked="t" coordsize="21600,21600" o:gfxdata="UEsDBAoAAAAAAIdO4kAAAAAAAAAAAAAAAAAEAAAAZHJzL1BLAwQUAAAACACHTuJARkl9wb8AAADc&#10;AAAADwAAAGRycy9kb3ducmV2LnhtbEWP0WrCQBRE3wv9h+UW+iK6SUQpqasPBUUQBKMfcJu9ZtNm&#10;74bsmli/3hWEPg4zc4ZZrK62ET11vnasIJ0kIIhLp2uuFJyO6/EHCB+QNTaOScEfeVgtX18WmGs3&#10;8IH6IlQiQtjnqMCE0OZS+tKQRT9xLXH0zq6zGKLsKqk7HCLcNjJLkrm0WHNcMNjSl6Hyt7hYBQdd&#10;DENhylu/m43C/ud7M9qlmVLvb2nyCSLQNfyHn+2tVpBNZ/A4E4+AX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ZJfc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07" o:spid="_x0000_s1026" o:spt="20" style="position:absolute;left:450;top:0;height:879;width:1;" filled="f" stroked="t" coordsize="21600,21600" o:gfxdata="UEsDBAoAAAAAAIdO4kAAAAAAAAAAAAAAAAAEAAAAZHJzL1BLAwQUAAAACACHTuJAtpvjtr8AAADc&#10;AAAADwAAAGRycy9kb3ducmV2LnhtbEWP0WrCQBRE3wv+w3IFX0Q3SalIdPVBsAhCwegHXLPXbDR7&#10;N2S3ie3XdwuFPg4zc4ZZb5+2ET11vnasIJ0nIIhLp2uuFFzO+9kShA/IGhvHpOCLPGw3o5c15toN&#10;fKK+CJWIEPY5KjAhtLmUvjRk0c9dSxy9m+sshii7SuoOhwi3jcySZCEt1hwXDLa0M1Q+ik+r4KSL&#10;YShM+d0f36bh4359nx7TTKnJOE1WIAI9w3/4r33QCrLXBfyeiUdAb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ab47a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08" o:spid="_x0000_s1026" o:spt="203" style="position:absolute;left:660;top:0;height:651;width:660;" coordsize="900,879" o:gfxdata="UEsDBAoAAAAAAIdO4kAAAAAAAAAAAAAAAAAEAAAAZHJzL1BLAwQUAAAACACHTuJAFzquZL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Wz+R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Oq5k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409" o:spid="_x0000_s1026" o:spt="1" style="position:absolute;left:0;top:0;height:878;width:900;" fillcolor="#FFFFFF" filled="t" stroked="t" coordsize="21600,21600" o:gfxdata="UEsDBAoAAAAAAIdO4kAAAAAAAAAAAAAAAAAEAAAAZHJzL1BLAwQUAAAACACHTuJAa87f2LkAAADc&#10;AAAADwAAAGRycy9kb3ducmV2LnhtbEVPPW/CMBDdK/EfrENiKzZBQjRgGEAgGCEs3Y74SALxOYoN&#10;hP76ekBifHrf82Vna/Gg1leONYyGCgRx7kzFhYZTtvmegvAB2WDtmDS8yMNy0fuaY2rckw/0OIZC&#10;xBD2KWooQ2hSKX1ekkU/dA1x5C6utRgibAtpWnzGcFvLRKmJtFhxbCixoVVJ+e14txrOVXLCv0O2&#10;VfZnMw77Lrvef9daD/ojNQMRqAsf8du9MxqScVwbz8QjIB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vO39i5AAAA3A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10" o:spid="_x0000_s1026" o:spt="20" style="position:absolute;left:0;top:468;height:0;width:900;" filled="f" stroked="t" coordsize="21600,21600" o:gfxdata="UEsDBAoAAAAAAIdO4kAAAAAAAAAAAAAAAAAEAAAAZHJzL1BLAwQUAAAACACHTuJAxwR3xL8AAADc&#10;AAAADwAAAGRycy9kb3ducmV2LnhtbEWP0WrCQBRE3wX/YbmCL6KbRCxtdPVBqBSEgmk/4Jq9zUaz&#10;d0N2m1i/vlso+DjMzBlms7vZRvTU+dqxgnSRgCAuna65UvD58Tp/BuEDssbGMSn4IQ+77Xi0wVy7&#10;gU/UF6ESEcI+RwUmhDaX0peGLPqFa4mj9+U6iyHKrpK6wyHCbSOzJHmSFmuOCwZb2hsqr8W3VXDS&#10;xTAUprz3x9UsvF/Oh9kxzZSaTtJkDSLQLTzC/+03rSBbvsDfmXgE5PY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cEd8S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11" o:spid="_x0000_s1026" o:spt="20" style="position:absolute;left:450;top:0;height:879;width:1;" filled="f" stroked="t" coordsize="21600,21600" o:gfxdata="UEsDBAoAAAAAAIdO4kAAAAAAAAAAAAAAAAAEAAAAZHJzL1BLAwQUAAAACACHTuJADjitJLwAAADc&#10;AAAADwAAAGRycy9kb3ducmV2LnhtbEVP3WrCMBS+F/YO4Qy8kTVt0TG6pl4MHANBsO4Bzpqzpltz&#10;UprY6p5+uRC8/Pj+y+3F9mKi0XeOFWRJCoK4cbrjVsHnaff0AsIHZI29Y1JwJQ/b6mFRYqHdzEea&#10;6tCKGMK+QAUmhKGQ0jeGLPrEDcSR+3ajxRDh2Eo94hzDbS/zNH2WFjuODQYHejPU/NZnq+Co63mu&#10;TfM37TercPj5el/ts1yp5WOWvoIIdAl38c39oRXk6zg/nolHQFb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44rSS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82550</wp:posOffset>
                </wp:positionV>
                <wp:extent cx="910590" cy="485775"/>
                <wp:effectExtent l="9525" t="6350" r="13335" b="12700"/>
                <wp:wrapNone/>
                <wp:docPr id="223" name="组合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224" name="Group 395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25" name="Rectangle 39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26" name="Line 397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27" name="Line 398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28" name="Group 399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29" name="Rectangle 40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30" name="Line 401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31" name="Line 402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6.5pt;height:38.25pt;width:71.7pt;z-index:-251654144;mso-width-relative:page;mso-height-relative:page;" coordsize="1320,651" o:gfxdata="UEsDBAoAAAAAAIdO4kAAAAAAAAAAAAAAAAAEAAAAZHJzL1BLAwQUAAAACACHTuJALz1kedoAAAAJ&#10;AQAADwAAAGRycy9kb3ducmV2LnhtbE2PQUvDQBCF74L/YRnBm92kaW2N2RQp6qkUbAXxNk2mSWh2&#10;NmS3SfvvHU96Gh7v8eZ72epiWzVQ7xvHBuJJBIq4cGXDlYHP/dvDEpQPyCW2jsnAlTys8tubDNPS&#10;jfxBwy5USkrYp2igDqFLtfZFTRb9xHXE4h1dbzGI7Ctd9jhKuW31NIoetcWG5UONHa1rKk67szXw&#10;PuL4ksSvw+Z0XF+/9/Pt1yYmY+7v4ugZVKBL+AvDL76gQy5MB3fm0qvWwDSZyZYgRiJXAsliMQN1&#10;MLB8moPOM/1/Qf4DUEsDBBQAAAAIAIdO4kA90kp4XwMAAIYQAAAOAAAAZHJzL2Uyb0RvYy54bWzt&#10;WMty0zAU3TPDP2i0p07SPD11OkxCuynQofABii0/BlsSkhKnrFmw5H/4Hobf4EqynRcpfTIDkywS&#10;Pa/vPffoHisnp8siRwsqVcZZgNtHLYwoC3mUsSTAH96fvRhipDRhEck5owG+pgqfjp8/OymFTzs8&#10;5XlEJQIjTPmlCHCqtfA9T4UpLYg64oIymIy5LIiGrky8SJISrBe512m1+l7JZSQkD6lSMDp1k7iy&#10;KG9jkMdxFtIpD+cFZdpZlTQnGkJSaSYUHltv45iG+m0cK6pRHmCIVNtveAi0Z+bbG58QP5FEpFlY&#10;uUBu48JWTAXJGDy0MTUlmqC5zHZMFVkoueKxPgp54blALCIQRbu1hc255HNhY0n8MhEN6JCoLdTv&#10;bTZ8s7iUKIsC3OkcY8RIASn/+f3Lj29fkRkBfEqR+LDsXIorcSmrgcT1TMjLWBbmF4JBS4vsdYMs&#10;XWoUwuCo3eqNAPMQprrD3mDQc8iHKaRnZ1eYvqr2tY871a5+r222ePXzPONW40XTeWqMujVGNjfo&#10;eGQDeQyI+v3NSIn/J3BGrWrHcDC6ERs4qGrFHvUw9lylRFBLSmVo0bCnVyPzDg4dYUlOAZ2+8asU&#10;dqVhj+GJEhc8/KgQ45MU1tGXUvIypSQCx1yONzaYjoKtaFa+5hGwk8w1t2ftVsRbYTTcwIj4Qip9&#10;TnmBTCPAEty2ZsniQmlHtXqJdZvnWXSW5bntyGQ2ySVaEKgrZ/ZTWVfry3KGSiB/r9Ozljfm1LqJ&#10;lv38zkSRaSi3eVYEeLi+KGdwGGpsHMYzHl0DTpK7Kgc1Hhopl58xKqHCBVh9mhNJMSIshOEA67o5&#10;0a4kzoXMkhR2rfIAzHHW/wKF+jWFLjJm2DNYY8+EVbXnTmzo9m3Wid8UopoPtvQ31WSHDTl4cBMb&#10;GDdUAJYQ/xGSbHg2JSp1fIqgZSInPtR/Fjkq7s23mTY8+JuJGmwlyoJcndq7Jqrbgyq2qxhtJxbb&#10;pe1/SdRKvpzAWiV7avGCNzsn8LV4Wdm4o3hZndrN178uX6Mam5V8daFWwOmqeH2Qr4N8uSvLnjeg&#10;Y6hj7nhZ+eq2rIjesyq6mniQrwdddPYlCrRlI1GdtWN+kK8975Ub7xnr8mXbcD21l7PqKm3uv+t9&#10;a3P198H4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IFAABbQ29udGVudF9UeXBlc10ueG1sUEsBAhQACgAAAAAAh07iQAAAAAAAAAAAAAAAAAYA&#10;AAAAAAAAAAAQAAAAtAQAAF9yZWxzL1BLAQIUABQAAAAIAIdO4kCKFGY80QAAAJQBAAALAAAAAAAA&#10;AAEAIAAAANgEAABfcmVscy8ucmVsc1BLAQIUAAoAAAAAAIdO4kAAAAAAAAAAAAAAAAAEAAAAAAAA&#10;AAAAEAAAAAAAAABkcnMvUEsBAhQAFAAAAAgAh07iQC89ZHnaAAAACQEAAA8AAAAAAAAAAQAgAAAA&#10;IgAAAGRycy9kb3ducmV2LnhtbFBLAQIUABQAAAAIAIdO4kA90kp4XwMAAIYQAAAOAAAAAAAAAAEA&#10;IAAAACkBAABkcnMvZTJvRG9jLnhtbFBLBQYAAAAABgAGAFkBAAD6BgAAAAA=&#10;">
                <o:lock v:ext="edit" aspectratio="f"/>
                <v:group id="Group 395" o:spid="_x0000_s1026" o:spt="203" style="position:absolute;left:0;top:0;height:651;width:660;" coordsize="900,879" o:gfxdata="UEsDBAoAAAAAAIdO4kAAAAAAAAAAAAAAAAAEAAAAZHJzL1BLAwQUAAAACACHTuJAYjGmzr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Uky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Ixps6+AAAA3A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396" o:spid="_x0000_s1026" o:spt="1" style="position:absolute;left:0;top:0;height:878;width:900;" fillcolor="#FFFFFF" filled="t" stroked="t" coordsize="21600,21600" o:gfxdata="UEsDBAoAAAAAAIdO4kAAAAAAAAAAAAAAAAAEAAAAZHJzL1BLAwQUAAAACACHTuJAABbmm74AAADc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5q+wf+ZeARk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Bbmm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397" o:spid="_x0000_s1026" o:spt="20" style="position:absolute;left:0;top:468;height:0;width:900;" filled="f" stroked="t" coordsize="21600,21600" o:gfxdata="UEsDBAoAAAAAAIdO4kAAAAAAAAAAAAAAAAAEAAAAZHJzL1BLAwQUAAAACACHTuJAM0J1a74AAADc&#10;AAAADwAAAGRycy9kb3ducmV2LnhtbEWP0WrCQBRE3wv+w3KFvohuElAkuvogWApCwdQPuGav2Wj2&#10;bshuE9uv7wqCj8PMnGHW27ttRE+drx0rSGcJCOLS6ZorBafv/XQJwgdkjY1jUvBLHrab0dsac+0G&#10;PlJfhEpECPscFZgQ2lxKXxqy6GeuJY7exXUWQ5RdJXWHQ4TbRmZJspAWa44LBlvaGSpvxY9VcNTF&#10;MBSm/OsP80n4up4/Joc0U+p9nCYrEIHu4RV+tj+1gixbwONMPAJy8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0J1a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398" o:spid="_x0000_s1026" o:spt="20" style="position:absolute;left:450;top:0;height:879;width:1;" filled="f" stroked="t" coordsize="21600,21600" o:gfxdata="UEsDBAoAAAAAAIdO4kAAAAAAAAAAAAAAAAAEAAAAZHJzL1BLAwQUAAAACACHTuJAXA7Q8L4AAADc&#10;AAAADwAAAGRycy9kb3ducmV2LnhtbEWP0WrCQBRE3wv+w3IFX6RuErCW1NUHwSIIBaMfcM3eZqPZ&#10;uyG7TWy/visIPg4zc4ZZrm+2ET11vnasIJ0lIIhLp2uuFJyO29d3ED4ga2wck4Jf8rBejV6WmGs3&#10;8IH6IlQiQtjnqMCE0OZS+tKQRT9zLXH0vl1nMUTZVVJ3OES4bWSWJG/SYs1xwWBLG0PltfixCg66&#10;GIbClH/9fj4NX5fz53SfZkpNxmnyASLQLTzDj/ZOK8iyBdzPxCMgV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A7Q8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399" o:spid="_x0000_s1026" o:spt="203" style="position:absolute;left:660;top:0;height:651;width:660;" coordsize="900,879" o:gfxdata="UEsDBAoAAAAAAIdO4kAAAAAAAAAAAAAAAAAEAAAAZHJzL1BLAwQUAAAACACHTuJA43ysy7wAAADc&#10;AAAADwAAAGRycy9kb3ducmV2LnhtbEVPy2rCQBTdF/yH4Qrd1UlSLBIdRYKWLkKhKoi7S+aaBDN3&#10;Qmaax993FkKXh/Pe7EbTiJ46V1tWEC8iEMSF1TWXCi7n49sKhPPIGhvLpGAiB7vt7GWDqbYD/1B/&#10;8qUIIexSVFB536ZSuqIig25hW+LA3W1n0AfYlVJ3OIRw08gkij6kwZpDQ4UtZRUVj9OvUfA54LB/&#10;jw99/rhn0+28/L7mMSn1Oo+jNQhPo/8XP91fWkGShLXhTDgCcvs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fKzL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00" o:spid="_x0000_s1026" o:spt="1" style="position:absolute;left:0;top:0;height:878;width:900;" fillcolor="#FFFFFF" filled="t" stroked="t" coordsize="21600,21600" o:gfxdata="UEsDBAoAAAAAAIdO4kAAAAAAAAAAAAAAAAAEAAAAZHJzL1BLAwQUAAAACACHTuJAgVvsnr0AAADc&#10;AAAADwAAAGRycy9kb3ducmV2LnhtbEWPQYvCMBSE78L+h/AW9qaJFUSr0cMuLnrUevH2bJ5t3eal&#10;NFG7/nojCB6HmfmGmS87W4srtb5yrGE4UCCIc2cqLjTss1V/AsIHZIO1Y9LwTx6Wi4/eHFPjbryl&#10;6y4UIkLYp6ihDKFJpfR5SRb9wDXE0Tu51mKIsi2kafEW4baWiVJjabHiuFBiQ98l5X+7i9VwrJI9&#10;3rfZr7LT1Shsuux8Ofxo/fU5VDMQgbrwDr/aa6MhSabwPBOP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W+ye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01" o:spid="_x0000_s1026" o:spt="20" style="position:absolute;left:0;top:468;height:0;width:900;" filled="f" stroked="t" coordsize="21600,21600" o:gfxdata="UEsDBAoAAAAAAIdO4kAAAAAAAAAAAAAAAAAEAAAAZHJzL1BLAwQUAAAACACHTuJAVj7eWbwAAADc&#10;AAAADwAAAGRycy9kb3ducmV2LnhtbEVP3WrCMBS+F/YO4Qy8kTVtxTG6pl4MHANBsO4Bzpqzpltz&#10;UprY6p5+uRC8/Pj+y+3F9mKi0XeOFWRJCoK4cbrjVsHnaff0AsIHZI29Y1JwJQ/b6mFRYqHdzEea&#10;6tCKGMK+QAUmhKGQ0jeGLPrEDcSR+3ajxRDh2Eo94hzDbS/zNH2WFjuODQYHejPU/NZnq+Co63mu&#10;TfM37TercPj5el/ts1yp5WOWvoIIdAl38c39oRXk6zg/nolHQFb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+3l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02" o:spid="_x0000_s1026" o:spt="20" style="position:absolute;left:450;top:0;height:879;width:1;" filled="f" stroked="t" coordsize="21600,21600" o:gfxdata="UEsDBAoAAAAAAIdO4kAAAAAAAAAAAAAAAAAEAAAAZHJzL1BLAwQUAAAACACHTuJAOXJ7wr8AAADc&#10;AAAADwAAAGRycy9kb3ducmV2LnhtbEWPwWrDMBBE74H+g9hCLyGR7ZISnMg+FBoKgUDcfsDW2lhu&#10;rZWxFDvJ10eFQo/DzLxhtuXFdmKkwbeOFaTLBARx7XTLjYLPj7fFGoQPyBo7x6TgSh7K4mG2xVy7&#10;iY80VqEREcI+RwUmhD6X0teGLPql64mjd3KDxRDl0Eg94BThtpNZkrxIiy3HBYM9vRqqf6qzVXDU&#10;1TRVpr6N+9U8HL6/dvN9min19JgmGxCBLuE//Nd+1wqy5xR+z8QjII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lye8K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76200</wp:posOffset>
                </wp:positionV>
                <wp:extent cx="910590" cy="485775"/>
                <wp:effectExtent l="9525" t="9525" r="13335" b="9525"/>
                <wp:wrapNone/>
                <wp:docPr id="214" name="组合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215" name="Group 285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16" name="Rectangle 2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17" name="Line 287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18" name="Line 288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19" name="Group 289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20" name="Rectangle 29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21" name="Line 291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22" name="Line 292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pt;margin-top:6pt;height:38.25pt;width:71.7pt;z-index:-251656192;mso-width-relative:page;mso-height-relative:page;" coordsize="1320,651" o:gfxdata="UEsDBAoAAAAAAIdO4kAAAAAAAAAAAAAAAAAEAAAAZHJzL1BLAwQUAAAACACHTuJAkmYai9kAAAAI&#10;AQAADwAAAGRycy9kb3ducmV2LnhtbE2PQUvDQBCF74L/YRnBm92kNhpjNkWKeiqCrSDepsk0Cc3O&#10;huw2af+905Oehpn3ePO9fHmynRpp8K1jA/EsAkVcuqrl2sDX9u0uBeUDcoWdYzJwJg/L4voqx6xy&#10;E3/SuAm1khD2GRpoQugzrX3ZkEU/cz2xaHs3WAyyDrWuBpwk3HZ6HkUP2mLL8qHBnlYNlYfN0Rp4&#10;n3B6uY9fx/Vhvzr/bJOP73VMxtzexNEzqECn8GeGC76gQyFMO3fkyqvOQLKQKkHuc5kX/elxAWpn&#10;IE0T0EWu/xcofgFQSwMEFAAAAAgAh07iQM9lDD5fAwAAhhAAAA4AAABkcnMvZTJvRG9jLnhtbO1Y&#10;y3LTMBTdM8M/aLSnTkzz8tTpMAntpkCHwgcotvwYbElISp2yZsGS/+F7GH6DK8lOnISUvmdgkkUi&#10;ydL1vece3SPl6HhRFuiSSpVzFuLuQQcjyiIe5ywN8ccPJy+GGClNWEwKzmiIr6jCx+Pnz44qEVCf&#10;Z7yIqURghKmgEiHOtBaB56kooyVRB1xQBg8TLkuioStTL5akAutl4fmdTt+ruIyF5BFVCkan7iGu&#10;LcqbGORJkkd0yqN5SZl2ViUtiIaQVJYLhcfW2yShkX6XJIpqVIQYItX2G14C7Zn59sZHJEglEVke&#10;1S6Qm7iwEVNJcgYvXZqaEk3QXOZbpso8klzxRB9EvPRcIBYRiKLb2cDmVPK5sLGkQZWKJeiQqA3U&#10;72w2ent5LlEeh9jvHmLESAkp//Xj68/v35AZAXwqkQYw7VSKC3Eu64HU9UzIi0SW5heCQQuL7NUS&#10;WbrQKILBUbfTGwHmETw6HPYGg55DPsogPVuroux1va770q9X9Xtds8Rr3ucZt5ZeLDuPjVGvwcjm&#10;BvlDG8hDQNTvr0dKgr+BM+rUK4aD0bXYwEZVK/ao+7HnIiOCWlIqQ4sle/oNMu9h0xGWFhTQ6Ru/&#10;KmFnGvYYnihxxqNPCjE+yWAefSUlrzJKYnDM5XhtgekoWIpm1RseAzvJXHO7125EvBVGwzWMSCCk&#10;0qeUl8g0QizBbWuWXJ4p7ajWTLFu8yKPT/KisB2ZziaFRJcE6sqJ/dTWVXtawVAF5O/5PWt57Zlq&#10;m+jYz59MlLmGclvkZYiH7UkFg83QYOMwnvH4CnCS3FU5qPHQyLj8glEFFS7E6vOcSIoRYREMh1g3&#10;zYl2JXEuZJ5msGqVB2COs/4EFBo0FDrLmWHPoMWeCatrz63YcNi3WSfBshA1fLClf1lNtthQgAfX&#10;sYFxQwVgCQkeIMmGZ1OiMsenGFomchJA/Wexo+LOfJvHhgdPmSg4IjilqBNlQa537W0TddiDKrat&#10;GF0nFpul7X9J1Eq+nMBaJXts8Ro1aWvEy8rGLcXL6tR2vv5x+TLHDEfplnzBiQV2V83rvXzt5ctd&#10;WXacgHwoWe2qOLIieseq6GriXr7uddHZlSh/I1F+a5vv5WvHuXLtnNGWL9uG66m9nNVXaXP/bfet&#10;zdXfB+P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QUAAFtDb250ZW50X1R5cGVzXS54bWxQSwECFAAKAAAAAACHTuJAAAAAAAAAAAAAAAAABgAA&#10;AAAAAAAAABAAAACzBAAAX3JlbHMvUEsBAhQAFAAAAAgAh07iQIoUZjzRAAAAlAEAAAsAAAAAAAAA&#10;AQAgAAAA1wQAAF9yZWxzLy5yZWxzUEsBAhQACgAAAAAAh07iQAAAAAAAAAAAAAAAAAQAAAAAAAAA&#10;AAAQAAAAAAAAAGRycy9QSwECFAAUAAAACACHTuJAkmYai9kAAAAIAQAADwAAAAAAAAABACAAAAAi&#10;AAAAZHJzL2Rvd25yZXYueG1sUEsBAhQAFAAAAAgAh07iQM9lDD5fAwAAhhAAAA4AAAAAAAAAAQAg&#10;AAAAKAEAAGRycy9lMm9Eb2MueG1sUEsFBgAAAAAGAAYAWQEAAPkGAAAAAA==&#10;">
                <o:lock v:ext="edit" aspectratio="f"/>
                <v:group id="Group 285" o:spid="_x0000_s1026" o:spt="203" style="position:absolute;left:0;top:0;height:651;width:660;" coordsize="900,879" o:gfxdata="UEsDBAoAAAAAAIdO4kAAAAAAAAAAAAAAAAAEAAAAZHJzL1BLAwQUAAAACACHTuJAwxHJ6L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1Bz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Ecno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86" o:spid="_x0000_s1026" o:spt="1" style="position:absolute;left:0;top:0;height:878;width:900;" fillcolor="#FFFFFF" filled="t" stroked="t" coordsize="21600,21600" o:gfxdata="UEsDBAoAAAAAAIdO4kAAAAAAAAAAAAAAAAAEAAAAZHJzL1BLAwQUAAAACACHTuJAPqiyUb0AAADc&#10;AAAADwAAAGRycy9kb3ducmV2LnhtbEWPwW7CMBBE75X4B2uRuBU7QUIlYDiAqMoRwoXbEi9JIF5H&#10;sYHQr68rVepxNDNvNItVbxvxoM7XjjUkYwWCuHCm5lLDMd++f4DwAdlg45g0vMjDajl4W2Bm3JP3&#10;9DiEUkQI+ww1VCG0mZS+qMiiH7uWOHoX11kMUXalNB0+I9w2MlVqKi3WHBcqbGldUXE73K2Gc50e&#10;8Xuffyo7207Crs+v99NG69EwUXMQgfrwH/5rfxkNaTKF3zPxCMjl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qLJR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287" o:spid="_x0000_s1026" o:spt="20" style="position:absolute;left:0;top:468;height:0;width:900;" filled="f" stroked="t" coordsize="21600,21600" o:gfxdata="UEsDBAoAAAAAAIdO4kAAAAAAAAAAAAAAAAAEAAAAZHJzL1BLAwQUAAAACACHTuJAkmIaTb8AAADc&#10;AAAADwAAAGRycy9kb3ducmV2LnhtbEWPwWrDMBBE74H+g9hCLyGRbWganMg+FBoKgUDcfsDW2lhu&#10;rZWxFDvJ10eFQo/DzLxhtuXFdmKkwbeOFaTLBARx7XTLjYLPj7fFGoQPyBo7x6TgSh7K4mG2xVy7&#10;iY80VqEREcI+RwUmhD6X0teGLPql64mjd3KDxRDl0Eg94BThtpNZkqykxZbjgsGeXg3VP9XZKjjq&#10;apoqU9/G/fM8HL6/dvN9min19JgmGxCBLuE//Nd+1wqy9AV+z8QjII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JiGk2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288" o:spid="_x0000_s1026" o:spt="20" style="position:absolute;left:450;top:0;height:879;width:1;" filled="f" stroked="t" coordsize="21600,21600" o:gfxdata="UEsDBAoAAAAAAIdO4kAAAAAAAAAAAAAAAAAEAAAAZHJzL1BLAwQUAAAACACHTuJA4/2OP7sAAADc&#10;AAAADwAAAGRycy9kb3ducmV2LnhtbEVPzYrCMBC+L/gOYQQvomkLLks1ehBcBGHBug8wNmNTbSal&#10;ybbq028OgseP73+1udtG9NT52rGCdJ6AIC6drrlS8Hvazb5A+ICssXFMCh7kYbMefaww127gI/VF&#10;qEQMYZ+jAhNCm0vpS0MW/dy1xJG7uM5iiLCrpO5wiOG2kVmSfEqLNccGgy1tDZW34s8qOOpiGApT&#10;PvvDYhp+rufv6SHNlJqM02QJItA9vMUv914ryNK4Np6JR0Cu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/2OP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289" o:spid="_x0000_s1026" o:spt="203" style="position:absolute;left:660;top:0;height:651;width:660;" coordsize="900,879" o:gfxdata="UEsDBAoAAAAAAIdO4kAAAAAAAAAAAAAAAAAEAAAAZHJzL1BLAwQUAAAACACHTuJAQlzD7b8AAADc&#10;AAAADwAAAGRycy9kb3ducmV2LnhtbEWPQWvCQBSE70L/w/IK3nSzlopNXaWIlR5EMBZKb4/sMwlm&#10;34bsmui/dwXB4zAz3zDz5cXWoqPWV441qHECgjh3puJCw+/hezQD4QOywdoxabiSh+XiZTDH1Lie&#10;99RloRARwj5FDWUITSqlz0uy6MeuIY7e0bUWQ5RtIU2LfYTbWk6SZCotVhwXSmxoVVJ+ys5Ww6bH&#10;/utNrbvt6bi6/h/ed39bRVoPX1XyCSLQJTzDj/aP0TBRH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XMPt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90" o:spid="_x0000_s1026" o:spt="1" style="position:absolute;left:0;top:0;height:878;width:900;" fillcolor="#FFFFFF" filled="t" stroked="t" coordsize="21600,21600" o:gfxdata="UEsDBAoAAAAAAIdO4kAAAAAAAAAAAAAAAAAEAAAAZHJzL1BLAwQUAAAACACHTuJAEGFFA7sAAADc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U3j/HgmHgG5/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GFFA7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291" o:spid="_x0000_s1026" o:spt="20" style="position:absolute;left:0;top:468;height:0;width:900;" filled="f" stroked="t" coordsize="21600,21600" o:gfxdata="UEsDBAoAAAAAAIdO4kAAAAAAAAAAAAAAAAAEAAAAZHJzL1BLAwQUAAAACACHTuJAvKvtH78AAADc&#10;AAAADwAAAGRycy9kb3ducmV2LnhtbEWPwWrDMBBE74X+g9hCLiGRbWgpjhUfCi2FQCBOPmBrbSyn&#10;1spYqu3k66tCIcdhZt4wRTnbTow0+NaxgnSdgCCunW65UXA6vq9eQfiArLFzTAqu5KHcPj4UmGs3&#10;8YHGKjQiQtjnqMCE0OdS+tqQRb92PXH0zm6wGKIcGqkHnCLcdjJLkhdpseW4YLCnN0P1d/VjFRx0&#10;NU2VqW/j7nkZ9pevj+UuzZRaPKXJBkSgOdzD/+1PrSDLUvg7E4+A3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yr7R+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292" o:spid="_x0000_s1026" o:spt="20" style="position:absolute;left:450;top:0;height:879;width:1;" filled="f" stroked="t" coordsize="21600,21600" o:gfxdata="UEsDBAoAAAAAAIdO4kAAAAAAAAAAAAAAAAAEAAAAZHJzL1BLAwQUAAAACACHTuJATHlzaL8AAADc&#10;AAAADwAAAGRycy9kb3ducmV2LnhtbEWPwWrDMBBE74X+g9hCLyGRLWgJjpUcCgmFQCFOPmBjbSyn&#10;1spYqp3266tCIcdhZt4w5ebmOjHSEFrPGvJFBoK49qblRsPpuJ0vQYSIbLDzTBq+KcBm/fhQYmH8&#10;xAcaq9iIBOFQoAYbY19IGWpLDsPC98TJu/jBYUxyaKQZcEpw10mVZa/SYctpwWJPb5bqz+rLaTiY&#10;apoqW/+M+5dZ/Lied7N9rrR+fsqzFYhIt3gP/7ffjQalFPydSUdAr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x5c2i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30"/>
        </w:rPr>
      </w:pPr>
      <w:r>
        <w:rPr>
          <w:rFonts w:hint="eastAsia" w:ascii="宋体" w:hAnsi="宋体" w:eastAsia="宋体" w:cs="宋体"/>
          <w:bCs/>
          <w:sz w:val="24"/>
          <w:szCs w:val="30"/>
        </w:rPr>
        <w:t xml:space="preserve">     </w:t>
      </w:r>
    </w:p>
    <w:p>
      <w:pPr>
        <w:spacing w:line="360" w:lineRule="auto"/>
        <w:rPr>
          <w:rFonts w:ascii="宋体" w:hAnsi="宋体" w:eastAsia="宋体"/>
          <w:sz w:val="24"/>
          <w:szCs w:val="32"/>
        </w:rPr>
      </w:pPr>
      <w:r>
        <w:rPr>
          <w:rFonts w:hint="eastAsia" w:ascii="宋体" w:hAnsi="宋体" w:eastAsia="宋体" w:cs="宋体"/>
          <w:bCs/>
          <w:sz w:val="24"/>
          <w:szCs w:val="30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zhāo  hu</w:t>
      </w:r>
      <w:r>
        <w:rPr>
          <w:rFonts w:hint="eastAsia" w:ascii="宋体" w:hAnsi="宋体" w:eastAsia="宋体" w:cs="宋体"/>
          <w:bCs/>
          <w:sz w:val="24"/>
          <w:szCs w:val="30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 xml:space="preserve">  jū    zhù       kuài   lè    </w:t>
      </w:r>
      <w:r>
        <w:rPr>
          <w:rFonts w:hint="eastAsia" w:ascii="宋体" w:hAnsi="宋体" w:eastAsia="宋体" w:cs="宋体"/>
          <w:bCs/>
          <w:sz w:val="24"/>
          <w:szCs w:val="30"/>
        </w:rPr>
        <w:t xml:space="preserve">  jiāng   hé      </w:t>
      </w:r>
      <w:r>
        <w:rPr>
          <w:rFonts w:hint="eastAsia" w:ascii="宋体" w:hAnsi="宋体" w:eastAsia="宋体"/>
          <w:bCs/>
          <w:sz w:val="24"/>
          <w:szCs w:val="30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30"/>
        </w:rPr>
        <w:t xml:space="preserve">                </w:t>
      </w:r>
    </w:p>
    <w:p>
      <w:pPr>
        <w:spacing w:line="360" w:lineRule="auto"/>
        <w:jc w:val="right"/>
        <w:rPr>
          <w:rFonts w:ascii="宋体" w:hAnsi="宋体" w:eastAsia="宋体"/>
          <w:sz w:val="24"/>
          <w:szCs w:val="32"/>
        </w:rPr>
      </w:pP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3910965</wp:posOffset>
                </wp:positionH>
                <wp:positionV relativeFrom="paragraph">
                  <wp:posOffset>22860</wp:posOffset>
                </wp:positionV>
                <wp:extent cx="910590" cy="485775"/>
                <wp:effectExtent l="5715" t="13335" r="7620" b="5715"/>
                <wp:wrapNone/>
                <wp:docPr id="205" name="组合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206" name="Group 449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07" name="Rectangle 4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08" name="Line 451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09" name="Line 452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10" name="Group 453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11" name="Rectangle 45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12" name="Line 455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13" name="Line 456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7.95pt;margin-top:1.8pt;height:38.25pt;width:71.7pt;z-index:-251648000;mso-width-relative:page;mso-height-relative:page;" coordsize="1320,651" o:gfxdata="UEsDBAoAAAAAAIdO4kAAAAAAAAAAAAAAAAAEAAAAZHJzL1BLAwQUAAAACACHTuJAa4pLXdkAAAAI&#10;AQAADwAAAGRycy9kb3ducmV2LnhtbE2PwWrDMBBE74X+g9hAb42kGruJ43Uooe0pFJIUSm+KtbFN&#10;LMlYip38fdVTexxmmHlTrK+mYyMNvnUWQc4FMLKV062tET4Pb48LYD4oq1XnLCHcyMO6vL8rVK7d&#10;ZHc07kPNYon1uUJoQuhzzn3VkFF+7nqy0Tu5wagQ5VBzPagplpuOPwmRcaNaGxca1dOmoeq8vxiE&#10;90lNL4l8Hbfn0+b2fUg/vraSEB9mUqyABbqGvzD84kd0KCPT0V2s9qxDyGS6jFGEJAMW/ed0mQA7&#10;IiyEBF4W/P+B8gdQSwMEFAAAAAgAh07iQHr2b2xVAwAAhhAAAA4AAABkcnMvZTJvRG9jLnhtbO1Y&#10;y3LTMBTdM8M/aLSnjtM8PXU6TEK7KdCh8AGKLT8GWxKSEqesWbDkf/geht/gSrLzJNCWtgxMskj0&#10;vL4699x7rJycLsoCzalUOWch9o9aGFEW8ThnaYjfvT17NsBIacJiUnBGQ3xNFT4dPX1yUomAtnnG&#10;i5hKBEaYCioR4kxrEXieijJaEnXEBWUwmXBZEg1dmXqxJBVYLwuv3Wr1vIrLWEgeUaVgdOImcW1R&#10;3sQgT5I8ohMezUrKtLMqaUE0HElluVB4ZL1NEhrp10miqEZFiOGk2n7DQ6A9Nd/e6IQEqSQiy6Pa&#10;BXITF7bOVJKcwUOXpiZEEzST+Y6pMo8kVzzRRxEvPXcQiwicwm9tYXMu+UzYs6RBlYol6BCoLdTv&#10;bDZ6Nb+UKI9D3G51MWKkhJB///rp25fPyIwAPpVIA1h2LsWVuJT1QOp65siLRJbmFw6DFhbZ6yWy&#10;dKFRBINDv9UdAuYRTHUG3X7fWiZBlEF4dnZF2Yt6n3/crnf1ur5xxmue5xm3ll4sOw+NUa/ByMYG&#10;dTrD+4Ko19s86e/BGbbqHYO+9WIvNpCoasUe9WfsucqIoJaUytBiyZ5+g8wbSDrC0oKiTtcmWCXs&#10;SsMewxMlLnj0XiHGxxmso8+l5FVGSQyOuRhvbDAdBVvRtHrJY2AnmWluc+1GxFthNNjgDwmEVPqc&#10;8hKZRogluG3NkvmF0o5qzRLrNi/y+CwvCtuR6XRcSDQnUFfO7Ke2rtaXFQxVQP5uu2stb8ypdRMt&#10;+/mZiTLXUG6LvAzxYH1RwSAZGmxMkqpgyuNrwElyV+WgxkMj4/IjRhVUuBCrDzMiKUaERTAcYt00&#10;x9qVxJmQeZrBrlUcgDnO+iNQCJTHFaCLnBn2WC9qMoxZXXtuxYZOz0adBMtC1PDBMnOZMTtsKMCD&#10;X7GBcUMFYAkJ7iHIhmcTojLHpxhahgokgPrPYkfFvfE20wajxwzUcCtQbePuHQNligTaVQzficV2&#10;aftfArWSLyewVskeWLx8ANrlVy1e3WMXt1vpu9Wp3Xj94/LlA98cNuvy1Vnj9UG+DvLlrix73oD8&#10;dkOhWr7qt2f78nOQrz2vK39BvvzjrUD11tL8toE6yJeVMrie2stZfZU299/1vg3+6u+D0Q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HBQAAW0Nv&#10;bnRlbnRfVHlwZXNdLnhtbFBLAQIUAAoAAAAAAIdO4kAAAAAAAAAAAAAAAAAGAAAAAAAAAAAAEAAA&#10;AKkEAABfcmVscy9QSwECFAAUAAAACACHTuJAihRmPNEAAACUAQAACwAAAAAAAAABACAAAADNBAAA&#10;X3JlbHMvLnJlbHNQSwECFAAKAAAAAACHTuJAAAAAAAAAAAAAAAAABAAAAAAAAAAAABAAAAAAAAAA&#10;ZHJzL1BLAQIUABQAAAAIAIdO4kBriktd2QAAAAgBAAAPAAAAAAAAAAEAIAAAACIAAABkcnMvZG93&#10;bnJldi54bWxQSwECFAAUAAAACACHTuJAevZvbFUDAACGEAAADgAAAAAAAAABACAAAAAoAQAAZHJz&#10;L2Uyb0RvYy54bWxQSwUGAAAAAAYABgBZAQAA7wYAAAAA&#10;">
                <o:lock v:ext="edit" aspectratio="f"/>
                <v:group id="Group 449" o:spid="_x0000_s1026" o:spt="203" style="position:absolute;left:0;top:0;height:651;width:660;" coordsize="900,879" o:gfxdata="UEsDBAoAAAAAAIdO4kAAAAAAAAAAAAAAAAAEAAAAZHJzL1BLAwQUAAAACACHTuJAthrBQr0AAADc&#10;AAAADwAAAGRycy9kb3ducmV2LnhtbEWPQYvCMBSE78L+h/AWvGlSZUW6RllExYMIq4J4ezTPtti8&#10;lCa2+u/NgrDHYWa+YWaLh61ES40vHWtIhgoEceZMybmG03E9mILwAdlg5Zg0PMnDYv7Rm2FqXMe/&#10;1B5CLiKEfYoaihDqVEqfFWTRD11NHL2rayyGKJtcmga7CLeVHCk1kRZLjgsF1rQsKLsd7lbDpsPu&#10;Z5ys2t3tunxejl/78y4hrfufifoGEegR/sPv9tZoGKkJ/J2JR0DO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thrBQr0AAADc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50" o:spid="_x0000_s1026" o:spt="1" style="position:absolute;left:0;top:0;height:878;width:900;" fillcolor="#FFFFFF" filled="t" stroked="t" coordsize="21600,21600" o:gfxdata="UEsDBAoAAAAAAIdO4kAAAAAAAAAAAAAAAAAEAAAAZHJzL1BLAwQUAAAACACHTuJA1D2BF70AAADc&#10;AAAADwAAAGRycy9kb3ducmV2LnhtbEWPwW7CMBBE70j8g7VIvYFNKtGSYji0oipHSC69LfE2CcTr&#10;KDYQ+HqMVInjaGbeaBar3jbiTJ2vHWuYThQI4sKZmksNebYev4PwAdlg45g0XMnDajkcLDA17sJb&#10;Ou9CKSKEfYoaqhDaVEpfVGTRT1xLHL0/11kMUXalNB1eItw2MlFqJi3WHBcqbOmzouK4O1kN+zrJ&#10;8bbNvpWdr1/Dps8Op98vrV9GU/UBIlAfnuH/9o/RkKg3eJyJR0A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PYEX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51" o:spid="_x0000_s1026" o:spt="20" style="position:absolute;left:0;top:468;height:0;width:900;" filled="f" stroked="t" coordsize="21600,21600" o:gfxdata="UEsDBAoAAAAAAIdO4kAAAAAAAAAAAAAAAAAEAAAAZHJzL1BLAwQUAAAACACHTuJAZiQY4rsAAADc&#10;AAAADwAAAGRycy9kb3ducmV2LnhtbEVP3WrCMBS+H/gO4QjeiCYtbIxq9EJwCMLAugc4Nsem2pyU&#10;Jmvdnn65GHj58f2vtw/XioH60HjWkC0VCOLKm4ZrDV/n/eIdRIjIBlvPpOGHAmw3k5c1FsaPfKKh&#10;jLVIIRwK1GBj7AopQ2XJYVj6jjhxV987jAn2tTQ9jinctTJX6k06bDg1WOxoZ6m6l99Ow8mU41ja&#10;6nc4vs7j5+3yMT9mudazaaZWICI94lP87z4YDblKa9OZdATk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QY4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52" o:spid="_x0000_s1026" o:spt="20" style="position:absolute;left:450;top:0;height:879;width:1;" filled="f" stroked="t" coordsize="21600,21600" o:gfxdata="UEsDBAoAAAAAAIdO4kAAAAAAAAAAAAAAAAAEAAAAZHJzL1BLAwQUAAAACACHTuJACWi9eb8AAADc&#10;AAAADwAAAGRycy9kb3ducmV2LnhtbEWPUWvCMBSF3wX/Q7jCXmQmLUy2zuiDoAwEwW4/4K65a7o1&#10;N6WJrfrrzWCwx8M55zuc1ebiWjFQHxrPGrKFAkFcedNwreHjfff4DCJEZIOtZ9JwpQCb9XSywsL4&#10;kU80lLEWCcKhQA02xq6QMlSWHIaF74iT9+V7hzHJvpamxzHBXStzpZbSYcNpwWJHW0vVT3l2Gk6m&#10;HMfSVrfh8DSPx+/P/fyQ5Vo/zDL1CiLSJf6H/9pvRkOuXuD3TDoCcn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lovXm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53" o:spid="_x0000_s1026" o:spt="203" style="position:absolute;left:660;top:0;height:651;width:660;" coordsize="900,879" o:gfxdata="UEsDBAoAAAAAAIdO4kAAAAAAAAAAAAAAAAAEAAAAZHJzL1BLAwQUAAAACACHTuJA02ZqcL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vP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TZmpw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54" o:spid="_x0000_s1026" o:spt="1" style="position:absolute;left:0;top:0;height:878;width:900;" fillcolor="#FFFFFF" filled="t" stroked="t" coordsize="21600,21600" o:gfxdata="UEsDBAoAAAAAAIdO4kAAAAAAAAAAAAAAAAAEAAAAZHJzL1BLAwQUAAAACACHTuJAsUEqJb4AAADc&#10;AAAADwAAAGRycy9kb3ducmV2LnhtbEWPwW7CMBBE75X4B2uReit2UqmiAScHEKg9Qrj0tsRLEojX&#10;UWwg7dfXlSpxHM3MG82yGG0nbjT41rGGZKZAEFfOtFxrOJSblzkIH5ANdo5Jwzd5KPLJ0xIz4+68&#10;o9s+1CJC2GeooQmhz6T0VUMW/cz1xNE7ucFiiHKopRnwHuG2k6lSb9Jiy3GhwZ5WDVWX/dVqOLbp&#10;AX925VbZ981r+BzL8/VrrfXzNFELEIHG8Aj/tz+MhjRJ4O9MPAIy/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UEqJb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55" o:spid="_x0000_s1026" o:spt="20" style="position:absolute;left:0;top:468;height:0;width:900;" filled="f" stroked="t" coordsize="21600,21600" o:gfxdata="UEsDBAoAAAAAAIdO4kAAAAAAAAAAAAAAAAAEAAAAZHJzL1BLAwQUAAAACACHTuJAghW51b8AAADc&#10;AAAADwAAAGRycy9kb3ducmV2LnhtbEWPwWrDMBBE74X+g9hCLiGRbWgpjhUfCi2FQCBOPmBrbSyn&#10;1spYqu3k66tCIcdhZt4wRTnbTow0+NaxgnSdgCCunW65UXA6vq9eQfiArLFzTAqu5KHcPj4UmGs3&#10;8YHGKjQiQtjnqMCE0OdS+tqQRb92PXH0zm6wGKIcGqkHnCLcdjJLkhdpseW4YLCnN0P1d/VjFRx0&#10;NU2VqW/j7nkZ9pevj+UuzZRaPKXJBkSgOdzD/+1PrSBLM/g7E4+A3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IVudW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56" o:spid="_x0000_s1026" o:spt="20" style="position:absolute;left:450;top:0;height:879;width:1;" filled="f" stroked="t" coordsize="21600,21600" o:gfxdata="UEsDBAoAAAAAAIdO4kAAAAAAAAAAAAAAAAAEAAAAZHJzL1BLAwQUAAAACACHTuJA7VkcTr8AAADc&#10;AAAADwAAAGRycy9kb3ducmV2LnhtbEWPwWrDMBBE74H+g9hCLyGR7ZISnMg+FBoKgUDcfsDW2lhu&#10;rZWxFDvJ10eFQo/DzLxhtuXFdmKkwbeOFaTLBARx7XTLjYLPj7fFGoQPyBo7x6TgSh7K4mG2xVy7&#10;iY80VqEREcI+RwUmhD6X0teGLPql64mjd3KDxRDl0Eg94BThtpNZkrxIiy3HBYM9vRqqf6qzVXDU&#10;1TRVpr6N+9U8HL6/dvN9min19JgmGxCBLuE//Nd+1wqy9Bl+z8QjII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1ZHE6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6350</wp:posOffset>
                </wp:positionV>
                <wp:extent cx="910590" cy="485775"/>
                <wp:effectExtent l="9525" t="6350" r="13335" b="12700"/>
                <wp:wrapNone/>
                <wp:docPr id="196" name="组合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197" name="Group 440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98" name="Rectangle 44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99" name="Line 442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00" name="Line 443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01" name="Group 444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202" name="Rectangle 44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03" name="Line 446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04" name="Line 447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6pt;margin-top:0.5pt;height:38.25pt;width:71.7pt;z-index:-251649024;mso-width-relative:page;mso-height-relative:page;" coordsize="1320,651" o:gfxdata="UEsDBAoAAAAAAIdO4kAAAAAAAAAAAAAAAAAEAAAAZHJzL1BLAwQUAAAACACHTuJAxNxJytgAAAAI&#10;AQAADwAAAGRycy9kb3ducmV2LnhtbE2PwUrDQBCG74LvsIzgzW7SNkZiNkWKeipCW0G8TZNpEpqd&#10;Ddlt0r6940lPw/AN/3x/vrrYTo00+NaxgXgWgSIuXdVybeBz//bwBMoH5Ao7x2TgSh5Wxe1Njlnl&#10;Jt7SuAu1khD2GRpoQugzrX3ZkEU/cz2xsKMbLAZZh1pXA04Sbjs9j6JHbbFl+dBgT+uGytPubA28&#10;Tzi9LOLXcXM6rq/f++TjaxOTMfd3cfQMKtAl/B3Dr76oQyFOB3fmyqvOwHIxly5BgAzhSZosQR0M&#10;pGkCusj1/wLFD1BLAwQUAAAACACHTuJAEufzu1cDAACGEAAADgAAAGRycy9lMm9Eb2MueG1s7VjL&#10;ctMwFN0zwz9otKd20jw9dTpMQrsp0KHwAYotPwZbEpISp6xZsOR/+B6G3+BKsvNsS0sfDEyySCRZ&#10;ur73nKN7pRwdL8oCzalUOWchbh34GFEW8ThnaYg/vD95McBIacJiUnBGQ3xJFT4ePX92VImAtnnG&#10;i5hKBEaYCioR4kxrEXieijJaEnXABWXwMOGyJBq6MvViSSqwXhZe2/d7XsVlLCSPqFIwOnEPcW1R&#10;3sYgT5I8ohMezUrKtLMqaUE0hKSyXCg8st4mCY302yRRVKMixBCptt/wEmhPzbc3OiJBKonI8qh2&#10;gdzGha2YSpIzeOnS1IRogmYy3zFV5pHkiif6IOKl5wKxiEAULX8Lm1PJZ8LGkgZVKpagA1FbqP+x&#10;2ejN/FyiPAYlDHsYMVIC5T+/f/nx7SsyI4BPJdIApp1KcSHOZT2Qup4JeZHI0vxCMGhhkb1cIksX&#10;GkUwOGz53SFgHsGjzqDb73cd8lEG9OysirJX9brWYbte1eu2zBKveZ9n3Fp6sew8Nkb9BiPLDep0&#10;rIQeAqJebzNSEvwOnKFfrxj0hzdiAxtVrdSj7qeei4wIakWpjCyW6oG04dTzDjYdYWlBAR3LWSXs&#10;TKMeoxMlznj0USHGxxnMoy+l5FVGSQyOOY43FpiOgqVoWr3mMaiTzDS3e+1WwlthNNjAiARCKn1K&#10;eYlMI8QS3LZmyfxMaSe1Zop1mxd5fJIXhe3IdDouJJoTyCsn9lNbV+vTCoYqEH+33bWWN56pdRO+&#10;/Vxlosw1pNsiL0M8WJ9UMNgMDTZmk6pgyuNLwElyl+Ugx0Mj4/IzRhVkuBCrTzMiKUaERTAcYt00&#10;x9qlxJmQeZrBqhUPoBxn/QkkNGwkdJYzo562AaQWw5jVuedOauj0LOskWCaiRg923y6zyY4aCvDg&#10;JjUwbqQA7pHgAUg2OpsQlTk9xdAykZMA8j+LnRSv5ds8Nhg9HVFQxbeIOrwHUZ0uWNutGC1XLLZT&#10;2/9C1Kp8uQJrK9njFi84YDS0NcWr43i7U323dWqXr3+7fLX9doPNevmyp5Q6Ae3L1758uSvL1Seg&#10;tn/YSKguX/Xp2R5+9uXrmuPK3yhfnS2i+vvydcdzxnr5sm24ntrLWX2VNvff9b4lf/X3weg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xNxJytgAAAAIAQAADwAAAAAAAAABACAAAAAiAAAAZHJzL2Rv&#10;d25yZXYueG1sUEsBAhQAFAAAAAgAh07iQBLn87tXAwAAhhAAAA4AAAAAAAAAAQAgAAAAJwEAAGRy&#10;cy9lMm9Eb2MueG1sUEsFBgAAAAAGAAYAWQEAAPAGAAAAAA==&#10;">
                <o:lock v:ext="edit" aspectratio="f"/>
                <v:group id="Group 440" o:spid="_x0000_s1026" o:spt="203" style="position:absolute;left:0;top:0;height:651;width:660;" coordsize="900,879" o:gfxdata="UEsDBAoAAAAAAIdO4kAAAAAAAAAAAAAAAAAEAAAAZHJzL1BLAwQUAAAACACHTuJA6nmQIr4AAADc&#10;AAAADwAAAGRycy9kb3ducmV2LnhtbEVPTWvCQBC9F/wPyxS81U0UbZu6CSIqPYRCtVB6G7JjEszO&#10;huyamH/fFQq9zeN9zjq7mUb01LnasoJ4FoEgLqyuuVTwddo/vYBwHlljY5kUjOQgSycPa0y0HfiT&#10;+qMvRQhhl6CCyvs2kdIVFRl0M9sSB+5sO4M+wK6UusMhhJtGzqNoJQ3WHBoqbGlbUXE5Xo2Cw4DD&#10;ZhHv+vxy3o4/p+XHdx6TUtPHOHoD4enm/8V/7ncd5r8+w/2ZcIFMf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p5kCK+AAAA3A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41" o:spid="_x0000_s1026" o:spt="1" style="position:absolute;left:0;top:0;height:878;width:900;" fillcolor="#FFFFFF" filled="t" stroked="t" coordsize="21600,21600" o:gfxdata="UEsDBAoAAAAAAIdO4kAAAAAAAAAAAAAAAAAEAAAAZHJzL1BLAwQUAAAACACHTuJAlo3hnr0AAADc&#10;AAAADwAAAGRycy9kb3ducmV2LnhtbEWPQW/CMAyF75P4D5GRuI0EkKZRCBxATOMI5bKb15i20DhV&#10;E6Ds18+HSbvZes/vfV6ue9+oO3WxDmxhMjagiIvgai4tnPLd6zuomJAdNoHJwpMirFeDlyVmLjz4&#10;QPdjKpWEcMzQQpVSm2kdi4o8xnFoiUU7h85jkrUrtevwIeG+0VNj3rTHmqWhwpY2FRXX481b+K6n&#10;J/w55B/Gz3eztO/zy+1ra+1oODELUIn69G/+u/50gj8XWnlGJt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jeGe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42" o:spid="_x0000_s1026" o:spt="20" style="position:absolute;left:0;top:468;height:0;width:900;" filled="f" stroked="t" coordsize="21600,21600" o:gfxdata="UEsDBAoAAAAAAIdO4kAAAAAAAAAAAAAAAAAEAAAAZHJzL1BLAwQUAAAACACHTuJAOkdJgrwAAADc&#10;AAAADwAAAGRycy9kb3ducmV2LnhtbEVPzYrCMBC+L/gOYQQvomkFF+0aPQgugiBYfYCxmW2620xK&#10;k23dfXojCN7m4/ud1eZma9FR6yvHCtJpAoK4cLriUsHlvJssQPiArLF2TAr+yMNmPXhbYaZdzyfq&#10;8lCKGMI+QwUmhCaT0heGLPqpa4gj9+VaiyHCtpS6xT6G21rOkuRdWqw4NhhsaGuo+Ml/rYKTzvs+&#10;N8V/d5iPw/H7+jk+pDOlRsM0+QAR6BZe4qd7r+P85RIez8QL5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pHSYK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43" o:spid="_x0000_s1026" o:spt="20" style="position:absolute;left:450;top:0;height:879;width:1;" filled="f" stroked="t" coordsize="21600,21600" o:gfxdata="UEsDBAoAAAAAAIdO4kAAAAAAAAAAAAAAAAAEAAAAZHJzL1BLAwQUAAAACACHTuJAmFIU5LwAAADc&#10;AAAADwAAAGRycy9kb3ducmV2LnhtbEWP0YrCMBRE34X9h3AXfBFNKyhLNfqwsIsgCFY/4G5zbeo2&#10;N6WJrfr1RhB8HGbmDLNcX20tOmp95VhBOklAEBdOV1wqOB5+xl8gfEDWWDsmBTfysF59DJaYadfz&#10;nro8lCJC2GeowITQZFL6wpBFP3ENcfROrrUYomxLqVvsI9zWcpokc2mx4rhgsKFvQ8V/frEK9jrv&#10;+9wU9247G4Xd+e93tE2nSg0/02QBItA1vMOv9kYriER4nolHQK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SFOS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44" o:spid="_x0000_s1026" o:spt="203" style="position:absolute;left:660;top:0;height:651;width:660;" coordsize="900,879" o:gfxdata="UEsDBAoAAAAAAIdO4kAAAAAAAAAAAAAAAAAEAAAAZHJzL1BLAwQUAAAACACHTuJAOfNZNr4AAADc&#10;AAAADwAAAGRycy9kb3ducmV2LnhtbEWPQWsCMRSE7wX/Q3gFbzWJYpGtUYpY8SBCVZDeHpvn7uLm&#10;Zdmku/rvjVDocZiZb5j58uZq0VEbKs8G9EiBIM69rbgwcDp+vc1AhIhssfZMBu4UYLkYvMwxs77n&#10;b+oOsRAJwiFDA2WMTSZlyEtyGEa+IU7exbcOY5JtIW2LfYK7Wo6VepcOK04LJTa0Kim/Hn6dgU2P&#10;/edEr7vd9bK6/xyn+/NOkzHDV60+QES6xf/wX3trDYyVhueZdATk4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nzWTa+AAAA3A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45" o:spid="_x0000_s1026" o:spt="1" style="position:absolute;left:0;top:0;height:878;width:900;" fillcolor="#FFFFFF" filled="t" stroked="t" coordsize="21600,21600" o:gfxdata="UEsDBAoAAAAAAIdO4kAAAAAAAAAAAAAAAAAEAAAAZHJzL1BLAwQUAAAACACHTuJAxEoij74AAADc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hKVwO+ZeATk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Eoij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46" o:spid="_x0000_s1026" o:spt="20" style="position:absolute;left:0;top:468;height:0;width:900;" filled="f" stroked="t" coordsize="21600,21600" o:gfxdata="UEsDBAoAAAAAAIdO4kAAAAAAAAAAAAAAAAAEAAAAZHJzL1BLAwQUAAAACACHTuJAaICKk78AAADc&#10;AAAADwAAAGRycy9kb3ducmV2LnhtbEWPUWvCMBSF3wX/Q7jCXmQm7XCMzuiDoAwEwW4/4K65a7o1&#10;N6WJrfrrzWCwx8M55zuc1ebiWjFQHxrPGrKFAkFcedNwreHjfff4AiJEZIOtZ9JwpQCb9XSywsL4&#10;kU80lLEWCcKhQA02xq6QMlSWHIaF74iT9+V7hzHJvpamxzHBXStzpZ6lw4bTgsWOtpaqn/LsNJxM&#10;OY6lrW7DYTmPx+/P/fyQ5Vo/zDL1CiLSJf6H/9pvRkOunuD3TDoCcn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iAipO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47" o:spid="_x0000_s1026" o:spt="20" style="position:absolute;left:450;top:0;height:879;width:1;" filled="f" stroked="t" coordsize="21600,21600" o:gfxdata="UEsDBAoAAAAAAIdO4kAAAAAAAAAAAAAAAAAEAAAAZHJzL1BLAwQUAAAACACHTuJA52kS578AAADc&#10;AAAADwAAAGRycy9kb3ducmV2LnhtbEWPUWvCMBSF3wX/Q7jCXmQmLXOMzuiDoAwEwW4/4K65a7o1&#10;N6WJrfrrzWCwx8M55zuc1ebiWjFQHxrPGrKFAkFcedNwreHjfff4AiJEZIOtZ9JwpQCb9XSywsL4&#10;kU80lLEWCcKhQA02xq6QMlSWHIaF74iT9+V7hzHJvpamxzHBXStzpZ6lw4bTgsWOtpaqn/LsNJxM&#10;OY6lrW7DYTmPx+/P/fyQ5Vo/zDL1CiLSJf6H/9pvRkOunuD3TDoCcn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dpEue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6350</wp:posOffset>
                </wp:positionV>
                <wp:extent cx="910590" cy="485775"/>
                <wp:effectExtent l="9525" t="6350" r="13335" b="12700"/>
                <wp:wrapNone/>
                <wp:docPr id="187" name="组合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188" name="Group 431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89" name="Rectangle 43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90" name="Line 433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91" name="Line 434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92" name="Group 435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93" name="Rectangle 43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94" name="Line 437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95" name="Line 438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0.5pt;height:38.25pt;width:71.7pt;z-index:-251650048;mso-width-relative:page;mso-height-relative:page;" coordsize="1320,651" o:gfxdata="UEsDBAoAAAAAAIdO4kAAAAAAAAAAAAAAAAAEAAAAZHJzL1BLAwQUAAAACACHTuJAqaJUZ9gAAAAI&#10;AQAADwAAAGRycy9kb3ducmV2LnhtbE2PwUrDQBCG74LvsIzgzW7StEZiNkWKeipCW0G8TZNpEpqd&#10;Ddlt0r6940lPw/AN/3x/vrrYTo00+NaxgXgWgSIuXdVybeBz//bwBMoH5Ao7x2TgSh5Wxe1Njlnl&#10;Jt7SuAu1khD2GRpoQugzrX3ZkEU/cz2xsKMbLAZZh1pXA04Sbjs9j6JHbbFl+dBgT+uGytPubA28&#10;Tzi9JPHruDkd19fv/fLjaxOTMfd3cfQMKtAl/B3Dr76oQyFOB3fmyqvOwDxZSJcgQIbwJE0XoA4G&#10;0nQJusj1/wLFD1BLAwQUAAAACACHTuJAGKIDflMDAACGEAAADgAAAGRycy9lMm9Eb2MueG1s7VjL&#10;ctMwFN0zwz9otKfOO7GnTodJaDcFOhQ+QLHlx2BLQlLilDULlvwP38PwG1xJdp60tLSFgUkWiSRL&#10;1/eee3SPlOOTZVmgBZUq5yzE7aMWRpRFPM5ZGuJ3b0+fjTBSmrCYFJzREF9RhU/GT58cVyKgHZ7x&#10;IqYSgRGmgkqEONNaBJ6nooyWRB1xQRk8TLgsiYauTL1Ykgqsl4XXabUGXsVlLCSPqFIwOnUPcW1R&#10;3sYgT5I8olMezUvKtLMqaUE0hKSyXCg8tt4mCY306yRRVKMixBCptt/wEmjPzLc3PiZBKonI8qh2&#10;gdzGhZ2YSpIzeOnK1JRoguYy3zNV5pHkiif6KOKl5wKxiEAU7dYONmeSz4WNJQ2qVKxAh0TtoP7b&#10;ZqNXiwuJ8hiYMBpixEgJKf/+9dO3L5+RGQF8KpEGMO1MiktxIeuB1PVMyMtEluYXgkFLi+zVClm6&#10;1CiCQb/d6vuAeQSPeqP+cNh3yEcZpGdvVZS9qNe1u5161aDfNku85n2ecWvlxarz2BjB5nAY2dyg&#10;Xtd69RAQDQbbkZLgV+D4rXrFaOjfiA1sVLVmj7ofey4zIqglpTK0WLHHb5B5A5uOsLSggE7H+FUJ&#10;O9Owx/BEiXMevVeI8UkG8+hzKXmVURKDYy7HWwtMR8FSNKte8hjYSeaa2712K+KtMRptYUQCIZU+&#10;o7xEphFiCW5bs2RxrrSjWjPFus2LPD7Ni8J2ZDqbFBItCNSVU/upravNaQVDFZC/3+lby1vP1KaJ&#10;lv38zESZayi3RV6GeLQ5qWCwGRpsHMYzHl8BTpK7Kgc1HhoZlx8xqqDChVh9mBNJMSIsguEQ66Y5&#10;0a4kzoXM0wxWrfMAzHHWH59CpkC4zXWeM8Oe7gZ7JqyuPXdiQ29gs06CVSFq+GBL/6qa7LGhAA9u&#10;YgPjhgrAEhI8QJINz6ZEZY5PMbRM5CSA+s9iR8Vr820eGx78yUS1dxLVu0eien1I+75iwCuMWOyW&#10;tv8lUWv5cgJrleyRxcvvNGlrxMuq8B3Fy+rUfr7+cfnyuw02m/I12OD1Qb4O8uWuLNecgPxeQ6Fa&#10;vurTsz38HOTrmuPK35Cv/k6i7BmhPnTeNVEH+bJSBtdTezmrr9Lm/rvZt8lf/30w/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CpolRn2AAAAAgBAAAPAAAAAAAAAAEAIAAAACIAAABkcnMvZG93bnJl&#10;di54bWxQSwECFAAUAAAACACHTuJAGKIDflMDAACGEAAADgAAAAAAAAABACAAAAAnAQAAZHJzL2Uy&#10;b0RvYy54bWxQSwUGAAAAAAYABgBZAQAA7AYAAAAA&#10;">
                <o:lock v:ext="edit" aspectratio="f"/>
                <v:group id="Group 431" o:spid="_x0000_s1026" o:spt="203" style="position:absolute;left:0;top:0;height:651;width:660;" coordsize="900,879" o:gfxdata="UEsDBAoAAAAAAIdO4kAAAAAAAAAAAAAAAAAEAAAAZHJzL1BLAwQUAAAACACHTuJAHj+Sjb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Gj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4/ko2+AAAA3A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32" o:spid="_x0000_s1026" o:spt="1" style="position:absolute;left:0;top:0;height:878;width:900;" fillcolor="#FFFFFF" filled="t" stroked="t" coordsize="21600,21600" o:gfxdata="UEsDBAoAAAAAAIdO4kAAAAAAAAAAAAAAAAAEAAAAZHJzL1BLAwQUAAAACACHTuJAfBjS2LwAAADc&#10;AAAADwAAAGRycy9kb3ducmV2LnhtbEVPO2/CMBDekfofrKvUDWyoVEGKYWgFomNIlm7X+JoE4nMU&#10;O4/y63GlSt3u0/e87X6yjRio87VjDcuFAkFcOFNzqSHPDvM1CB+QDTaOScMPedjvHmZbTIwbOaXh&#10;HEoRQ9gnqKEKoU2k9EVFFv3CtcSR+3adxRBhV0rT4RjDbSNXSr1IizXHhgpbequouJ57q+GrXuV4&#10;S7OjspvDc/iYskv/+a710+NSvYIINIV/8Z/7ZOL89QZ+n4kXyN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wY0ti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33" o:spid="_x0000_s1026" o:spt="20" style="position:absolute;left:0;top:468;height:0;width:900;" filled="f" stroked="t" coordsize="21600,21600" o:gfxdata="UEsDBAoAAAAAAIdO4kAAAAAAAAAAAAAAAAAEAAAAZHJzL1BLAwQUAAAACACHTuJAq33gH78AAADc&#10;AAAADwAAAGRycy9kb3ducmV2LnhtbEWPQWvCQBCF74X+h2UKvYhuIlhqdPVQaCkIgrE/YMyO2djs&#10;bMhuE9tf3zkI3mZ4b977Zr29+lYN1McmsIF8loEiroJtuDbwdXyfvoKKCdliG5gM/FKE7ebxYY2F&#10;DSMfaChTrSSEY4EGXEpdoXWsHHmMs9ARi3YOvccka19r2+Mo4b7V8yx70R4blgaHHb05qr7LH2/g&#10;YMtxLF31N+wWk7S/nD4mu3xuzPNTnq1AJbqmu/l2/WkFfyn48oxMoDf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t94B+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34" o:spid="_x0000_s1026" o:spt="20" style="position:absolute;left:450;top:0;height:879;width:1;" filled="f" stroked="t" coordsize="21600,21600" o:gfxdata="UEsDBAoAAAAAAIdO4kAAAAAAAAAAAAAAAAAEAAAAZHJzL1BLAwQUAAAACACHTuJAxDFFhLwAAADc&#10;AAAADwAAAGRycy9kb3ducmV2LnhtbEVPzYrCMBC+L/gOYQQvommFXbQaPQiKICxYfYCxGZtqMylN&#10;bN19+s3Cwt7m4/ud1eZla9FR6yvHCtJpAoK4cLriUsHlvJvMQfiArLF2TAq+yMNmPXhbYaZdzyfq&#10;8lCKGMI+QwUmhCaT0heGLPqpa4gjd3OtxRBhW0rdYh/DbS1nSfIhLVYcGww2tDVUPPKnVXDSed/n&#10;pvjuju/j8Hm/7sfHdKbUaJgmSxCBXuFf/Oc+6Dh/kcL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xRYS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35" o:spid="_x0000_s1026" o:spt="203" style="position:absolute;left:660;top:0;height:651;width:660;" coordsize="900,879" o:gfxdata="UEsDBAoAAAAAAIdO4kAAAAAAAAAAAAAAAAAEAAAAZHJzL1BLAwQUAAAACACHTuJA+g4zur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P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oOM7q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436" o:spid="_x0000_s1026" o:spt="1" style="position:absolute;left:0;top:0;height:878;width:900;" fillcolor="#FFFFFF" filled="t" stroked="t" coordsize="21600,21600" o:gfxdata="UEsDBAoAAAAAAIdO4kAAAAAAAAAAAAAAAAAEAAAAZHJzL1BLAwQUAAAACACHTuJAmClz77sAAADc&#10;AAAADwAAAGRycy9kb3ducmV2LnhtbEVPTYvCMBC9C/sfwizsTRMVZK1GD7soetT24m1sxrbaTEoT&#10;teuvN4Kwt3m8z5kvO1uLG7W+cqxhOFAgiHNnKi40ZOmq/w3CB2SDtWPS8EcelouP3hwT4+68o9s+&#10;FCKGsE9QQxlCk0jp85Is+oFriCN3cq3FEGFbSNPiPYbbWo6UmkiLFceGEhv6KSm/7K9Ww7EaZfjY&#10;pWtlp6tx2Hbp+Xr41frrc6hmIAJ14V/8dm9MnD8dw+uZeIFc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Clz77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37" o:spid="_x0000_s1026" o:spt="20" style="position:absolute;left:0;top:468;height:0;width:900;" filled="f" stroked="t" coordsize="21600,21600" o:gfxdata="UEsDBAoAAAAAAIdO4kAAAAAAAAAAAAAAAAAEAAAAZHJzL1BLAwQUAAAACACHTuJA1EbmHL0AAADc&#10;AAAADwAAAGRycy9kb3ducmV2LnhtbEVPzWrCQBC+F/oOyxR6Ed1EbNHoJoeCpSAUTH2AMTtmY7Oz&#10;Ibsm1qfvFgre5uP7nU1xta0YqPeNYwXpLAFBXDndcK3g8LWdLkH4gKyxdUwKfshDkT8+bDDTbuQ9&#10;DWWoRQxhn6ECE0KXSekrQxb9zHXEkTu53mKIsK+l7nGM4baV8yR5lRYbjg0GO3ozVH2XF6tgr8tx&#10;LE11G3Yvk/B5Pr5PdulcqeenNFmDCHQNd/G/+0PH+asF/D0TL5D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RuYc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38" o:spid="_x0000_s1026" o:spt="20" style="position:absolute;left:450;top:0;height:879;width:1;" filled="f" stroked="t" coordsize="21600,21600" o:gfxdata="UEsDBAoAAAAAAIdO4kAAAAAAAAAAAAAAAAAEAAAAZHJzL1BLAwQUAAAACACHTuJAuwpDh70AAADc&#10;AAAADwAAAGRycy9kb3ducmV2LnhtbEVPzWrCQBC+F/oOyxS8SLOJYKkxGw8FS0EoGPsAY3aajc3O&#10;huyaaJ++WxC8zcf3O8XmYjsx0uBbxwqyJAVBXDvdcqPg67B9fgXhA7LGzjEpuJKHTfn4UGCu3cR7&#10;GqvQiBjCPkcFJoQ+l9LXhiz6xPXEkft2g8UQ4dBIPeAUw20nF2n6Ii22HBsM9vRmqP6pzlbBXlfT&#10;VJn6d9wt5+HzdHyf77KFUrOnLF2DCHQJd/HN/aHj/NUS/p+JF8j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CkOH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910590" cy="485775"/>
                <wp:effectExtent l="9525" t="9525" r="13335" b="9525"/>
                <wp:wrapNone/>
                <wp:docPr id="178" name="组合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179" name="Group 422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80" name="Rectangle 42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81" name="Line 424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82" name="Line 425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83" name="Group 426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84" name="Rectangle 42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85" name="Line 428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86" name="Line 429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pt;margin-top:0pt;height:38.25pt;width:71.7pt;z-index:-251651072;mso-width-relative:page;mso-height-relative:page;" coordsize="1320,651" o:gfxdata="UEsDBAoAAAAAAIdO4kAAAAAAAAAAAAAAAAAEAAAAZHJzL1BLAwQUAAAACACHTuJAhYy+B9gAAAAG&#10;AQAADwAAAGRycy9kb3ducmV2LnhtbE2PQUvDQBCF74L/YRnBm91Em7bGTIoU9VQEW6F4mybTJDQ7&#10;G7LbpP33bk96GXi8x3vfZMuzadXAvWusIMSTCBRLYctGKoTv7fvDApTzJCW1Vhjhwg6W+e1NRmlp&#10;R/niYeMrFUrEpYRQe9+lWruiZkNuYjuW4B1sb8gH2Ve67GkM5abVj1E004YaCQs1dbyquThuTgbh&#10;Y6Tx9Sl+G9bHw+rys00+d+uYEe/v4ugFlOez/wvDFT+gQx6Y9vYkpVMtQjINr3iEcK/u83wKao8w&#10;nyWg80z/x89/AVBLAwQUAAAACACHTuJAopaZaF4DAACGEAAADgAAAGRycy9lMm9Eb2MueG1s7VhL&#10;btswEN0X6B0I7hvZjr9C5KCwm2zSNmjaA9AS9UElkiVpy+m6iy57n56n6DU6JCVbsevU+RUIYC9s&#10;kiJHM+89zpA+OV0WOVpQqTLOAtw+amFEWcijjCUB/vTx7NUQI6UJi0jOGQ3wNVX4dPzyxUkpfNrh&#10;Kc8jKhEYYcovRYBTrYXveSpMaUHUEReUwcOYy4Jo6MrEiyQpwXqRe51Wq++VXEZC8pAqBaNT9xBX&#10;FuU+BnkcZyGd8nBeUKadVUlzoiEklWZC4bH1No5pqN/HsaIa5QGGSLX9hpdAe2a+vfEJ8RNJRJqF&#10;lQtkHxc2YipIxuClK1NTogmay2zLVJGFkise66OQF54LxCICUbRbG9icSz4XNpbELxOxAh2I2kD9&#10;3mbDd4tLibIIlDAA4hkpgPLfP7/9+vEdmRHApxSJD9POpbgSl7IaSFzPhLyMZWF+IRi0tMher5Cl&#10;S41CGBy1W70RYB7Co+6wNxj0HPJhCvRsrQrTN9W69nGnWtXvtc0Sr36fZ9xaebHqPDVGoxojyw3q&#10;djqPBVG/fzNS4v8LnFGrWjEcjG7FBjaqWqtHPUw9VykR1IpSGVnU6hmCL049H2DTEZbkFNA5dujY&#10;mUY9RidKXPDws0KMT1KYR19LycuUkggccxyXorHAdBQsRbPyLY9AnWSuud1rewlvjZEV80o/xBdS&#10;6XPKC2QaAZbgtjVLFhdKO6nVU6zbPM+isyzPbUcms0ku0YJAXjmzn4oB1ZyWM1SC+HudnrV845lq&#10;mmjZz99MFJmGdJtnRYCHzUk5g81QY2M2qfJnPLoGnCR3WQ5yPDRSLr9iVEKGC7D6MieSYkRYCMMB&#10;1nVzol1KnAuZJSmsWvMAynHW/4OE2rWELjJm1NNtqGfCqtxzJzV0+5Z14q8SUa0Hm/p3qyEHD25T&#10;A+NGCqAS4j8CyUZnU6JSp6cIWiZy4kP+Z5GT4k6+zWPD/v8kqrNBlM3mxglICHclqtuDzLFdMUAL&#10;plhspratbftMiVqXL1dgbSV74uI1PK5pq4tX322wO9V3W6e2+Xru5atbY9MsX4NGAjqUr0P5cleW&#10;XSegXi2hqnxVp+d7ZUWXEw/l60EXnV1E9TeIsqfnQ/myt6v9zhnN8mXbcD21y6urtLn/Nvv2jLL+&#10;+2D8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M8FAABbQ29udGVudF9UeXBlc10ueG1sUEsBAhQACgAAAAAAh07iQAAAAAAAAAAAAAAAAAYAAAAA&#10;AAAAAAAQAAAAsQQAAF9yZWxzL1BLAQIUABQAAAAIAIdO4kCKFGY80QAAAJQBAAALAAAAAAAAAAEA&#10;IAAAANUEAABfcmVscy8ucmVsc1BLAQIUAAoAAAAAAIdO4kAAAAAAAAAAAAAAAAAEAAAAAAAAAAAA&#10;EAAAAAAAAABkcnMvUEsBAhQAFAAAAAgAh07iQIWMvgfYAAAABgEAAA8AAAAAAAAAAQAgAAAAIgAA&#10;AGRycy9kb3ducmV2LnhtbFBLAQIUABQAAAAIAIdO4kCilploXgMAAIYQAAAOAAAAAAAAAAEAIAAA&#10;ACcBAABkcnMvZTJvRG9jLnhtbFBLBQYAAAAABgAGAFkBAAD3BgAAAAA=&#10;">
                <o:lock v:ext="edit" aspectratio="f"/>
                <v:group id="Group 422" o:spid="_x0000_s1026" o:spt="203" style="position:absolute;left:0;top:0;height:651;width:660;" coordsize="900,879" o:gfxdata="UEsDBAoAAAAAAIdO4kAAAAAAAAAAAAAAAAAEAAAAZHJzL1BLAwQUAAAACACHTuJARKZHMb4AAADc&#10;AAAADwAAAGRycy9kb3ducmV2LnhtbEVPTWvCQBC9F/wPyxS81U0UbZu6CSIqPYRCtVB6G7JjEszO&#10;huyamH/fFQq9zeN9zjq7mUb01LnasoJ4FoEgLqyuuVTwddo/vYBwHlljY5kUjOQgSycPa0y0HfiT&#10;+qMvRQhhl6CCyvs2kdIVFRl0M9sSB+5sO4M+wK6UusMhhJtGzqNoJQ3WHBoqbGlbUXE5Xo2Cw4DD&#10;ZhHv+vxy3o4/p+XHdx6TUtPHOHoD4enm/8V/7ncd5j+/wv2ZcIFMf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SmRzG+AAAA3A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23" o:spid="_x0000_s1026" o:spt="1" style="position:absolute;left:0;top:0;height:878;width:900;" fillcolor="#FFFFFF" filled="t" stroked="t" coordsize="21600,21600" o:gfxdata="UEsDBAoAAAAAAIdO4kAAAAAAAAAAAAAAAAAEAAAAZHJzL1BLAwQUAAAACACHTuJA7SJ7Rb0AAADc&#10;AAAADwAAAGRycy9kb3ducmV2LnhtbEWPQW/CMAyF75P4D5GRuI0EJk2sEDiAQOMI5bKbaby2o3Gq&#10;JkDh18+HSbvZes/vfV6set+oG3WxDmxhMjagiIvgai4tnPLt6wxUTMgOm8Bk4UERVsvBywIzF+58&#10;oNsxlUpCOGZooUqpzbSORUUe4zi0xKJ9h85jkrUrtevwLuG+0VNj3rXHmqWhwpbWFRWX49VbONfT&#10;Ez4P+c74j+1b2vf5z/VrY+1oODFzUIn69G/+u/50gj8TfHlGJt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IntF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24" o:spid="_x0000_s1026" o:spt="20" style="position:absolute;left:0;top:468;height:0;width:900;" filled="f" stroked="t" coordsize="21600,21600" o:gfxdata="UEsDBAoAAAAAAIdO4kAAAAAAAAAAAAAAAAAEAAAAZHJzL1BLAwQUAAAACACHTuJAQejTWbsAAADc&#10;AAAADwAAAGRycy9kb3ducmV2LnhtbEVPzYrCMBC+C75DGGEvomkFRarRg7CLIAh29wFmm7GpNpPS&#10;xNb16Y0g7G0+vt9Zb++2Fh21vnKsIJ0mIIgLpysuFfx8f06WIHxA1lg7JgV/5GG7GQ7WmGnX84m6&#10;PJQihrDPUIEJocmk9IUhi37qGuLInV1rMUTYllK32MdwW8tZkiykxYpjg8GGdoaKa36zCk467/vc&#10;FI/uMB+H4+X3a3xIZ0p9jNJkBSLQPfyL3+69jvOXKbyeiRfIz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ejTW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25" o:spid="_x0000_s1026" o:spt="20" style="position:absolute;left:450;top:0;height:879;width:1;" filled="f" stroked="t" coordsize="21600,21600" o:gfxdata="UEsDBAoAAAAAAIdO4kAAAAAAAAAAAAAAAAAEAAAAZHJzL1BLAwQUAAAACACHTuJAsTpNLrwAAADc&#10;AAAADwAAAGRycy9kb3ducmV2LnhtbEVPzWrCQBC+C77DMoIX0U0CFYlucigoBaFg7ANMs9Ns2uxs&#10;yG4T7dN3CwVv8/H9zqG82U6MNPjWsYJ0k4Agrp1uuVHwdj2udyB8QNbYOSYFd/JQFvPZAXPtJr7Q&#10;WIVGxBD2OSowIfS5lL42ZNFvXE8cuQ83WAwRDo3UA04x3HYyS5KttNhybDDY07Oh+qv6tgouupqm&#10;ytQ/4/lpFV4/30+rc5optVykyR5EoFt4iP/dLzrO32Xw90y8QBa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E6TS6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26" o:spid="_x0000_s1026" o:spt="203" style="position:absolute;left:660;top:0;height:651;width:660;" coordsize="900,879" o:gfxdata="UEsDBAoAAAAAAIdO4kAAAAAAAAAAAAAAAAAEAAAAZHJzL1BLAwQUAAAACACHTuJAEJsA/L0AAADc&#10;AAAADwAAAGRycy9kb3ducmV2LnhtbEVPTWuDQBC9F/Iflgn01qw2tASTNYSQhh6kUC2U3AZ3oqI7&#10;K+5G47/vFgq9zeN9zm5/N50YaXCNZQXxKgJBXFrdcKXgq3h72oBwHlljZ5kUzORgny4edphoO/En&#10;jbmvRAhhl6CC2vs+kdKVNRl0K9sTB+5qB4M+wKGSesAphJtOPkfRqzTYcGiosadjTWWb34yC84TT&#10;YR2fxqy9HudL8fLxncWk1OMyjrYgPN39v/jP/a7D/M0afp8JF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JsA/L0AAADc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27" o:spid="_x0000_s1026" o:spt="1" style="position:absolute;left:0;top:0;height:878;width:900;" fillcolor="#FFFFFF" filled="t" stroked="t" coordsize="21600,21600" o:gfxdata="UEsDBAoAAAAAAIdO4kAAAAAAAAAAAAAAAAAEAAAAZHJzL1BLAwQUAAAACACHTuJAkhl9RrsAAADc&#10;AAAADwAAAGRycy9kb3ducmV2LnhtbEVPO2/CMBDeK/EfrENiKzYPIQgYhlYgGCEs3Y74SALxOYoN&#10;pP31GAmp2336nrdYtbYSd2p86VjDoK9AEGfOlJxrOKbrzykIH5ANVo5Jwy95WC07HwtMjHvwnu6H&#10;kIsYwj5BDUUIdSKlzwqy6PuuJo7c2TUWQ4RNLk2DjxhuKzlUaiItlhwbCqzpq6DserhZDadyeMS/&#10;fbpRdrYehV2bXm4/31r3ugM1BxGoDf/it3tr4vzpGF7PxAv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hl9Rr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28" o:spid="_x0000_s1026" o:spt="20" style="position:absolute;left:0;top:468;height:0;width:900;" filled="f" stroked="t" coordsize="21600,21600" o:gfxdata="UEsDBAoAAAAAAIdO4kAAAAAAAAAAAAAAAAAEAAAAZHJzL1BLAwQUAAAACACHTuJAPtPVWrsAAADc&#10;AAAADwAAAGRycy9kb3ducmV2LnhtbEVPzYrCMBC+C75DGGEvomkFRbpGD4KyIAhWH2BsZpvuNpPS&#10;xNbdpzeC4G0+vt9Zbe62Fh21vnKsIJ0mIIgLpysuFVzOu8kShA/IGmvHpOCPPGzWw8EKM+16PlGX&#10;h1LEEPYZKjAhNJmUvjBk0U9dQxy5b9daDBG2pdQt9jHc1nKWJAtpseLYYLChraHiN79ZBSed931u&#10;iv/uMB+H4891Pz6kM6U+RmnyCSLQPbzFL/eXjvOXc3g+Ey+Q6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tPVW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29" o:spid="_x0000_s1026" o:spt="20" style="position:absolute;left:450;top:0;height:879;width:1;" filled="f" stroked="t" coordsize="21600,21600" o:gfxdata="UEsDBAoAAAAAAIdO4kAAAAAAAAAAAAAAAAAEAAAAZHJzL1BLAwQUAAAACACHTuJAzgFLLbsAAADc&#10;AAAADwAAAGRycy9kb3ducmV2LnhtbEVPzYrCMBC+C75DGGEvomkFRbpGD4KyIAhWH2BsZpvuNpPS&#10;xNbdpzeC4G0+vt9Zbe62Fh21vnKsIJ0mIIgLpysuFVzOu8kShA/IGmvHpOCPPGzWw8EKM+16PlGX&#10;h1LEEPYZKjAhNJmUvjBk0U9dQxy5b9daDBG2pdQt9jHc1nKWJAtpseLYYLChraHiN79ZBSed931u&#10;iv/uMB+H4891Pz6kM6U+RmnyCSLQPbzFL/eXjvOXC3g+Ey+Q6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gFLL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2"/>
        </w:rPr>
        <w:t xml:space="preserve">                                        </w:t>
      </w:r>
    </w:p>
    <w:p>
      <w:pPr>
        <w:spacing w:line="360" w:lineRule="auto"/>
        <w:rPr>
          <w:rFonts w:ascii="宋体" w:hAnsi="宋体" w:eastAsia="宋体"/>
          <w:sz w:val="24"/>
          <w:szCs w:val="32"/>
        </w:rPr>
      </w:pPr>
      <w:r>
        <w:rPr>
          <w:rFonts w:hint="eastAsia" w:ascii="宋体" w:hAnsi="宋体" w:eastAsia="宋体"/>
          <w:sz w:val="24"/>
          <w:szCs w:val="32"/>
        </w:rPr>
        <w:t xml:space="preserve">      </w:t>
      </w:r>
    </w:p>
    <w:p>
      <w:pPr>
        <w:tabs>
          <w:tab w:val="left" w:pos="4335"/>
        </w:tabs>
        <w:spacing w:line="360" w:lineRule="auto"/>
        <w:rPr>
          <w:rFonts w:ascii="宋体" w:hAnsi="宋体" w:eastAsia="宋体" w:cs="楷体_GB2312"/>
          <w:sz w:val="24"/>
        </w:rPr>
      </w:pPr>
      <w:r>
        <w:rPr>
          <w:rFonts w:hint="eastAsia" w:ascii="宋体" w:hAnsi="宋体" w:eastAsia="宋体"/>
          <w:sz w:val="24"/>
          <w:szCs w:val="32"/>
        </w:rPr>
        <w:t xml:space="preserve">      </w:t>
      </w:r>
      <w:r>
        <w:rPr>
          <w:rFonts w:ascii="宋体" w:hAnsi="宋体" w:eastAsia="宋体" w:cs="宋体"/>
          <w:sz w:val="24"/>
          <w:szCs w:val="32"/>
        </w:rPr>
        <w:t>d</w:t>
      </w:r>
      <w:r>
        <w:rPr>
          <w:rFonts w:hint="eastAsia" w:ascii="宋体" w:hAnsi="宋体" w:eastAsia="宋体" w:cs="宋体"/>
          <w:sz w:val="24"/>
          <w:szCs w:val="32"/>
        </w:rPr>
        <w:t xml:space="preserve">ì   </w:t>
      </w:r>
      <w:r>
        <w:rPr>
          <w:rFonts w:ascii="宋体" w:hAnsi="宋体" w:eastAsia="宋体" w:cs="宋体"/>
          <w:sz w:val="24"/>
          <w:szCs w:val="32"/>
        </w:rPr>
        <w:t>f</w:t>
      </w:r>
      <w:r>
        <w:rPr>
          <w:rFonts w:hint="eastAsia" w:ascii="宋体" w:hAnsi="宋体" w:eastAsia="宋体" w:cs="宋体"/>
          <w:sz w:val="24"/>
          <w:szCs w:val="32"/>
        </w:rPr>
        <w:t>ā</w:t>
      </w:r>
      <w:r>
        <w:rPr>
          <w:rFonts w:ascii="宋体" w:hAnsi="宋体" w:eastAsia="宋体" w:cs="宋体"/>
          <w:sz w:val="24"/>
          <w:szCs w:val="32"/>
        </w:rPr>
        <w:t>ng</w:t>
      </w:r>
      <w:r>
        <w:rPr>
          <w:rFonts w:hint="eastAsia" w:ascii="宋体" w:hAnsi="宋体" w:eastAsia="宋体" w:cs="宋体"/>
          <w:sz w:val="24"/>
          <w:szCs w:val="32"/>
        </w:rPr>
        <w:t xml:space="preserve">      tīng  shuō       tā   men        dà    gē</w:t>
      </w:r>
    </w:p>
    <w:p>
      <w:pPr>
        <w:tabs>
          <w:tab w:val="left" w:pos="7320"/>
        </w:tabs>
        <w:spacing w:line="360" w:lineRule="auto"/>
        <w:rPr>
          <w:rFonts w:ascii="宋体" w:hAnsi="宋体" w:eastAsia="宋体"/>
          <w:b/>
          <w:sz w:val="24"/>
          <w:szCs w:val="32"/>
        </w:rPr>
      </w:pP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99060</wp:posOffset>
                </wp:positionV>
                <wp:extent cx="910590" cy="485775"/>
                <wp:effectExtent l="9525" t="13335" r="13335" b="5715"/>
                <wp:wrapNone/>
                <wp:docPr id="169" name="组合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170" name="Group 476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71" name="Rectangle 4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72" name="Line 478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73" name="Line 479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74" name="Group 480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75" name="Rectangle 4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76" name="Line 482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77" name="Line 483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6pt;margin-top:7.8pt;height:38.25pt;width:71.7pt;z-index:-251644928;mso-width-relative:page;mso-height-relative:page;" coordsize="1320,651" o:gfxdata="UEsDBAoAAAAAAIdO4kAAAAAAAAAAAAAAAAAEAAAAZHJzL1BLAwQUAAAACACHTuJAKNF+GdoAAAAJ&#10;AQAADwAAAGRycy9kb3ducmV2LnhtbE2PQUvDQBSE74L/YXmCN7vZtKkasylS1FMRbAXx9pp9TUKz&#10;uyG7Tdp/7/Okx2GGmW+K1dl2YqQhtN5pULMEBLnKm9bVGj53r3cPIEJEZ7DzjjRcKMCqvL4qMDd+&#10;ch80bmMtuMSFHDU0Mfa5lKFqyGKY+Z4cewc/WIwsh1qaAScut51Mk2QpLbaOFxrsad1QddyerIa3&#10;CafnuXoZN8fD+vK9y96/Noq0vr1RyROISOf4F4ZffEaHkpn2/uRMEJ2GxTzlL5GNbAmCA9l9tgCx&#10;1/CYKpBlIf8/KH8AUEsDBBQAAAAIAIdO4kCJG3KWVQMAAIYQAAAOAAAAZHJzL2Uyb0RvYy54bWzt&#10;WMty0zAU3TPDP2i0p07SOE48dTpMQrsp0KHwAYotPwZbEpISp6xZsOR/+B6G3+BKspM0odDSxwCT&#10;LBJJlq6vzjm6x87R8bIq0YJKVXAW4e5BByPKYp4ULIvwu7cnz4YYKU1YQkrOaIQvqcLH46dPjmoR&#10;0h7PeZlQiSAIU2EtIpxrLULPU3FOK6IOuKAMLqZcVkRDV2ZeIkkN0avS63U6A6/mMhGSx1QpGJ26&#10;i7iJKG8SkKdpEdMpj+cVZdpFlbQkGrak8kIoPLbZpimN9es0VVSjMsKwU22/4SbQnplvb3xEwkwS&#10;kRdxkwK5SQpbe6pIweCmq1BTogmay2InVFXEkiue6oOYV57biEUEdtHtbGFzKvlc2L1kYZ2JFehA&#10;1Bbqfxw2frU4l6hIQAmDEUaMVED596+fvn35jMwI4FOLLIRpp1JciHPZDGSuZ7a8TGVlfmEzaGmR&#10;vVwhS5caxTA46nb8EWAew6X+0A8C3yEf50DPzqo4f9Gs6x72mlUDv2uWeO39PJPWKotV54ExCiAb&#10;h5HlBvWDwX1BNBhc3SkJfwfOqNOsGAaWqGuxgYOq1upRd1PPRU4EtaJURhateoJui8wbOHSEZSUF&#10;dAKHjp1p1GN0osQZj98rxPgkh3n0uZS8zilJIDHHcS02FpiOgqVoVr/kCaiTzDW3Z+1GwltjNLyi&#10;HxIKqfQp5RUyjQhLSNuGJYszpZ3U2ik2bV4WyUlRlrYjs9mklGhBoK6c2E8TXW1OKxmqQfx+z7eR&#10;r1xTmyE69vOzEFWhodyWRRXh4eakksFhaLExh1SFM55cAk6SuyoHNR4aOZcfMaqhwkVYfZgTSTEi&#10;LIbhCOu2OdGuJM6FLLIcVq15AOW46I8goV4robOCGfVYxhoxTFhTe26lhv7AxiDhqhC1erClf3Vi&#10;dtRQQga/UgPjRgqgEhLeA8lGZ1OicqenBFpGCiSE+s8SJ8Vr+TaXDUaPSdThFlGNT9hTe1ui+j5U&#10;sV3HgHJizGK7tP0vRK3tyxmsdbKHNq9+S1tjXkN7CG7p79andvn61+3Lb7HZsK+hLYNNAdrb196+&#10;3CvLdU9Ag1ZCzr6GPVPE9/ZlH9r/KvsKtog6vANRe/uyVgavp5bn5lXavP9u9u0zyvrvg/E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KNF+GdoAAAAJAQAADwAAAAAAAAABACAAAAAiAAAAZHJzL2Rv&#10;d25yZXYueG1sUEsBAhQAFAAAAAgAh07iQIkbcpZVAwAAhhAAAA4AAAAAAAAAAQAgAAAAKQEAAGRy&#10;cy9lMm9Eb2MueG1sUEsFBgAAAAAGAAYAWQEAAPAGAAAAAA==&#10;">
                <o:lock v:ext="edit" aspectratio="f"/>
                <v:group id="Group 476" o:spid="_x0000_s1026" o:spt="203" style="position:absolute;left:0;top:0;height:651;width:660;" coordsize="900,879" o:gfxdata="UEsDBAoAAAAAAIdO4kAAAAAAAAAAAAAAAAAEAAAAZHJzL1BLAwQUAAAACACHTuJA1ZzurL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4Iv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VnO6s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477" o:spid="_x0000_s1026" o:spt="1" style="position:absolute;left:0;top:0;height:878;width:900;" fillcolor="#FFFFFF" filled="t" stroked="t" coordsize="21600,21600" o:gfxdata="UEsDBAoAAAAAAIdO4kAAAAAAAAAAAAAAAAAEAAAAZHJzL1BLAwQUAAAACACHTuJAt7uu+bsAAADc&#10;AAAADwAAAGRycy9kb3ducmV2LnhtbEVPPW/CMBDdkfgP1iF1AztUoiXFMICoygjJ0u2Ir0kgPkex&#10;gbS/HiNVYrun93mLVW8bcaXO1441JBMFgrhwpuZSQ55tx+8gfEA22DgmDb/kYbUcDhaYGnfjPV0P&#10;oRQxhH2KGqoQ2lRKX1Rk0U9cSxy5H9dZDBF2pTQd3mK4beRUqZm0WHNsqLCldUXF+XCxGo71NMe/&#10;ffap7Hz7GnZ9drp8b7R+GSXqA0SgPjzF/+4vE+e/Jf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7uu+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78" o:spid="_x0000_s1026" o:spt="20" style="position:absolute;left:0;top:468;height:0;width:900;" filled="f" stroked="t" coordsize="21600,21600" o:gfxdata="UEsDBAoAAAAAAIdO4kAAAAAAAAAAAAAAAAAEAAAAZHJzL1BLAwQUAAAACACHTuJAhO89CbwAAADc&#10;AAAADwAAAGRycy9kb3ducmV2LnhtbEVPzWrCQBC+F3yHZQQvUjcJWEvq6kGwCELB6AOM2Wk2mp0N&#10;2W1i+/RdQfA2H9/vLNc324ieOl87VpDOEhDEpdM1VwpOx+3rOwgfkDU2jknBL3lYr0YvS8y1G/hA&#10;fREqEUPY56jAhNDmUvrSkEU/cy1x5L5dZzFE2FVSdzjEcNvILEnepMWaY4PBljaGymvxYxUcdDEM&#10;hSn/+v18Gr4u58/pPs2UmozT5ANEoFt4ih/unY7zFxncn4kXyN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TvPQ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79" o:spid="_x0000_s1026" o:spt="20" style="position:absolute;left:450;top:0;height:879;width:1;" filled="f" stroked="t" coordsize="21600,21600" o:gfxdata="UEsDBAoAAAAAAIdO4kAAAAAAAAAAAAAAAAAEAAAAZHJzL1BLAwQUAAAACACHTuJA66OYkr0AAADc&#10;AAAADwAAAGRycy9kb3ducmV2LnhtbEVPzWrCQBC+F/oOyxR6Ed1EaZXoJoeCpSAUTH2AMTtmY7Oz&#10;Ibsm1qfvFgre5uP7nU1xta0YqPeNYwXpLAFBXDndcK3g8LWdrkD4gKyxdUwKfshDkT8+bDDTbuQ9&#10;DWWoRQxhn6ECE0KXSekrQxb9zHXEkTu53mKIsK+l7nGM4baV8yR5lRYbjg0GO3ozVH2XF6tgr8tx&#10;LE11G3Yvk/B5Pr5PdulcqeenNFmDCHQNd/G/+0PH+csF/D0TL5D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o5iS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80" o:spid="_x0000_s1026" o:spt="203" style="position:absolute;left:660;top:0;height:651;width:660;" coordsize="900,879" o:gfxdata="UEsDBAoAAAAAAIdO4kAAAAAAAAAAAAAAAAAEAAAAZHJzL1BLAwQUAAAACACHTuJAqqfor7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P9lCf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qn6K++AAAA3A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81" o:spid="_x0000_s1026" o:spt="1" style="position:absolute;left:0;top:0;height:878;width:900;" fillcolor="#FFFFFF" filled="t" stroked="t" coordsize="21600,21600" o:gfxdata="UEsDBAoAAAAAAIdO4kAAAAAAAAAAAAAAAAAEAAAAZHJzL1BLAwQUAAAACACHTuJAyICo+rwAAADc&#10;AAAADwAAAGRycy9kb3ducmV2LnhtbEVPPW/CMBDdK/EfrEPqVuxQQUuKwwAC0RGSpdsRX5O08TmK&#10;DYT++roSUrd7ep+3XA22FRfqfeNYQzJRIIhLZxquNBT59ukVhA/IBlvHpOFGHlbZ6GGJqXFXPtDl&#10;GCoRQ9inqKEOoUul9GVNFv3EdcSR+3S9xRBhX0nT4zWG21ZOlZpLiw3Hhho7WtdUfh/PVsOpmRb4&#10;c8h3yi62z+F9yL/OHxutH8eJegMRaAj/4rt7b+L8lxn8PRMv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iAqPq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82" o:spid="_x0000_s1026" o:spt="20" style="position:absolute;left:0;top:468;height:0;width:900;" filled="f" stroked="t" coordsize="21600,21600" o:gfxdata="UEsDBAoAAAAAAIdO4kAAAAAAAAAAAAAAAAAEAAAAZHJzL1BLAwQUAAAACACHTuJA+9Q7CrwAAADc&#10;AAAADwAAAGRycy9kb3ducmV2LnhtbEVPzWrCQBC+C32HZQq9iNlEqJXo6qGgCELB2AcYs2M2Njsb&#10;smtifXq3UPA2H9/vLNc324ieOl87VpAlKQji0umaKwXfx81kDsIHZI2NY1LwSx7Wq5fREnPtBj5Q&#10;X4RKxBD2OSowIbS5lL40ZNEnriWO3Nl1FkOEXSV1h0MMt42cpulMWqw5Nhhs6dNQ+VNcrYKDLoah&#10;MOW937+Pw9fltB3vs6lSb69ZugAR6Bae4n/3Tsf5HzP4eyZe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vUOwq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83" o:spid="_x0000_s1026" o:spt="20" style="position:absolute;left:450;top:0;height:879;width:1;" filled="f" stroked="t" coordsize="21600,21600" o:gfxdata="UEsDBAoAAAAAAIdO4kAAAAAAAAAAAAAAAAAEAAAAZHJzL1BLAwQUAAAACACHTuJAlJiekb0AAADc&#10;AAAADwAAAGRycy9kb3ducmV2LnhtbEVPzWrCQBC+C32HZQpepG4iaErqJodCiyAIxj7ANDvNps3O&#10;huw2sX16VxC8zcf3O9vybDsx0uBbxwrSZQKCuHa65UbBx+nt6RmED8gaO8ek4I88lMXDbIu5dhMf&#10;aaxCI2II+xwVmBD6XEpfG7Lol64njtyXGyyGCIdG6gGnGG47uUqSjbTYcmww2NOrofqn+rUKjrqa&#10;psrU/+N+vQiH78/3xT5dKTV/TJMXEIHO4S6+uXc6zs8yuD4TL5DF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mJ6R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3910965</wp:posOffset>
                </wp:positionH>
                <wp:positionV relativeFrom="paragraph">
                  <wp:posOffset>115570</wp:posOffset>
                </wp:positionV>
                <wp:extent cx="910590" cy="485775"/>
                <wp:effectExtent l="5715" t="10795" r="7620" b="8255"/>
                <wp:wrapNone/>
                <wp:docPr id="160" name="组合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161" name="Group 485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62" name="Rectangle 4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63" name="Line 487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64" name="Line 488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65" name="Group 489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66" name="Rectangle 49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67" name="Line 491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68" name="Line 492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7.95pt;margin-top:9.1pt;height:38.25pt;width:71.7pt;z-index:-251643904;mso-width-relative:page;mso-height-relative:page;" coordsize="1320,651" o:gfxdata="UEsDBAoAAAAAAIdO4kAAAAAAAAAAAAAAAAAEAAAAZHJzL1BLAwQUAAAACACHTuJAXNTOPNoAAAAJ&#10;AQAADwAAAGRycy9kb3ducmV2LnhtbE2PQU/CQBCF7yb+h82YeJPtggVauyWGqCdiIpgQbks7tA3d&#10;2aa7tPDvHU96nLwv732Tra62FQP2vnGkQU0iEEiFKxuqNHzv3p+WIHwwVJrWEWq4oYdVfn+XmbR0&#10;I33hsA2V4BLyqdFQh9ClUvqiRmv8xHVInJ1cb03gs69k2ZuRy20rp1E0l9Y0xAu16XBdY3HeXqyG&#10;j9GMrzP1NmzOp/XtsIs/9xuFWj8+qOgFRMBr+IPhV5/VIWeno7tQ6UWrYa7ihFEOllMQDCziZAbi&#10;qCF5XoDMM/n/g/wHUEsDBBQAAAAIAIdO4kDCuB2YYQMAAIYQAAAOAAAAZHJzL2Uyb0RvYy54bWzt&#10;WMty0zAU3TPDP2i0p05Cnp46HSah3RToUPgAxZYfgy0JSYlT1ixY8j98D8NvcCXZjpuQ0vcMTLNI&#10;9Ly+95yje60cHq2LHK2oVBlnAe4edDCiLORRxpIAf/xw/GKMkdKERSTnjAb4gip8NH3+7LAUPu3x&#10;lOcRlQiMMOWXIsCp1sL3PBWmtCDqgAvKYDLmsiAaujLxIklKsF7kXq/TGXoll5GQPKRKwejcTeLK&#10;oryOQR7HWUjnPFwWlGlnVdKcaAhJpZlQeGq9jWMa6ndxrKhGeYAhUm2/4SHQXphvb3pI/EQSkWZh&#10;5QK5jgtbMRUkY/DQxtScaIKWMtsxVWSh5IrH+iDkhecCsYhAFN3OFjYnki+FjSXxy0Q0oANRW6jf&#10;2mz4dnUmURaBEoaACSMFUP7rx9ef378hMwL4lCLxYdmJFOfiTFYDieuZkNexLMwvBIPWFtmLBlm6&#10;1iiEwUm3M5iA/RCm+uPBaDRwyIcp0LOzK0xfV/u6L3vVruGga7Z49fM841bjRdN5aIy6NUaWGwSx&#10;3BdEQ4O/waeKlPh/A2fSqXaMR5MrsYGDqjbqUXdTz3lKBLWiVEYWjXp6NTLv4dARluQU0Bk6dOxK&#10;ox6jEyVOefhJIcZnKayjr6TkZUpJBI45jkvR2mA6CraiRfmGR6BOstTcnrVrCW+D0fgSRsQXUukT&#10;ygtkGgGW4LY1S1anSjup1Uus2zzPouMsz21HJotZLtGKQF45tp/KumovyxkqQfyD3sBavjSn2iY6&#10;9vMnE0WmId3mWRHgcXtRzuAw1NiYQ6r8BY8uACfJXZaDHA+NlMsvGJWQ4QKsPi+JpBgRFsJwgHXd&#10;nGmXEpdCZkkKuzY8gHKc9UeQ0MtaQqcZM+oZtdQzY1XuuZEa+kPLOvGbRFTrwaa2JpvsqCEHD65S&#10;A+NGCqAS4t8DyUZnc6JSp6cIWiZy4kP+Z5GT4l6+zbRh/zGJ6m8RZUE2TkBCuClR/QFksd2KAYnW&#10;JMPt1Pa/ELUpX67A2kr20MVrUNNWFy9bNm5Y322d2uXrXy9fwxqbVvmCNxY4XZWun8rXU/lyV5Z9&#10;b0CjWkKufE1sEb1lVnQ58al83emis48ouOG6i05FVK91zJ/K1573ykvvGe3yZdtwPbWXs+oqbe6/&#10;7b61ufn7YPo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1AUAAFtDb250ZW50X1R5cGVzXS54bWxQSwECFAAKAAAAAACHTuJAAAAAAAAAAAAAAAAA&#10;BgAAAAAAAAAAABAAAAC2BAAAX3JlbHMvUEsBAhQAFAAAAAgAh07iQIoUZjzRAAAAlAEAAAsAAAAA&#10;AAAAAQAgAAAA2gQAAF9yZWxzLy5yZWxzUEsBAhQACgAAAAAAh07iQAAAAAAAAAAAAAAAAAQAAAAA&#10;AAAAAAAQAAAAAAAAAGRycy9QSwECFAAUAAAACACHTuJAXNTOPNoAAAAJAQAADwAAAAAAAAABACAA&#10;AAAiAAAAZHJzL2Rvd25yZXYueG1sUEsBAhQAFAAAAAgAh07iQMK4HZhhAwAAhhAAAA4AAAAAAAAA&#10;AQAgAAAAKQEAAGRycy9lMm9Eb2MueG1sUEsFBgAAAAAGAAYAWQEAAPwGAAAAAA==&#10;">
                <o:lock v:ext="edit" aspectratio="f"/>
                <v:group id="Group 485" o:spid="_x0000_s1026" o:spt="203" style="position:absolute;left:0;top:0;height:651;width:660;" coordsize="900,879" o:gfxdata="UEsDBAoAAAAAAIdO4kAAAAAAAAAAAAAAAAAEAAAAZHJzL1BLAwQUAAAACACHTuJAPwnd6r0AAADc&#10;AAAADwAAAGRycy9kb3ducmV2LnhtbEVPTWvCQBC9F/wPyxR6q5ttqUjqGkqw0oMIVUF6G7JjEpKd&#10;Ddk1if++WxB6m8f7nFU22VYM1PvasQY1T0AQF87UXGo4HT+flyB8QDbYOiYNN/KQrWcPK0yNG/mb&#10;hkMoRQxhn6KGKoQuldIXFVn0c9cRR+7ieoshwr6UpscxhttWviTJQlqsOTZU2FFeUdEcrlbDdsTx&#10;41Vthl1zyW8/x7f9eadI66dHlbyDCDSFf/Hd/WXi/IWC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wnd6r0AAADc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86" o:spid="_x0000_s1026" o:spt="1" style="position:absolute;left:0;top:0;height:878;width:900;" fillcolor="#FFFFFF" filled="t" stroked="t" coordsize="21600,21600" o:gfxdata="UEsDBAoAAAAAAIdO4kAAAAAAAAAAAAAAAAAEAAAAZHJzL1BLAwQUAAAACACHTuJAwrCmU7oAAADc&#10;AAAADwAAAGRycy9kb3ducmV2LnhtbEVPTYvCMBC9L/gfwgje1sQKotXoQVHco9aLt7EZ2+42k9JE&#10;7e6v3wiCt3m8z1msOluLO7W+cqxhNFQgiHNnKi40nLLt5xSED8gGa8ek4Zc8rJa9jwWmxj34QPdj&#10;KEQMYZ+ihjKEJpXS5yVZ9EPXEEfu6lqLIcK2kKbFRwy3tUyUmkiLFceGEhtal5T/HG9Ww6VKTvh3&#10;yHbKzrbj8NVl37fzRutBf6TmIAJ14S1+ufcmzp8k8HwmXi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sKZT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87" o:spid="_x0000_s1026" o:spt="20" style="position:absolute;left:0;top:468;height:0;width:900;" filled="f" stroked="t" coordsize="21600,21600" o:gfxdata="UEsDBAoAAAAAAIdO4kAAAAAAAAAAAAAAAAAEAAAAZHJzL1BLAwQUAAAACACHTuJAbnoOT70AAADc&#10;AAAADwAAAGRycy9kb3ducmV2LnhtbEVPzWrCQBC+C32HZQpepG6iGErqJodCiyAIxj7ANDvNps3O&#10;huw2sX16VxC8zcf3O9vybDsx0uBbxwrSZQKCuHa65UbBx+nt6RmED8gaO8ek4I88lMXDbIu5dhMf&#10;aaxCI2II+xwVmBD6XEpfG7Lol64njtyXGyyGCIdG6gGnGG47uUqSTFpsOTYY7OnVUP1T/VoFR11N&#10;U2Xq/3G/WYTD9+f7Yp+ulJo/pskLiEDncBff3Dsd52druD4TL5DF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eg5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88" o:spid="_x0000_s1026" o:spt="20" style="position:absolute;left:450;top:0;height:879;width:1;" filled="f" stroked="t" coordsize="21600,21600" o:gfxdata="UEsDBAoAAAAAAIdO4kAAAAAAAAAAAAAAAAAEAAAAZHJzL1BLAwQUAAAACACHTuJA4ZOWO70AAADc&#10;AAAADwAAAGRycy9kb3ducmV2LnhtbEVPzWrCQBC+C32HZQpepG4iGkrqJodCiyAIxj7ANDvNps3O&#10;huw2sX16VxC8zcf3O9vybDsx0uBbxwrSZQKCuHa65UbBx+nt6RmED8gaO8ek4I88lMXDbIu5dhMf&#10;aaxCI2II+xwVmBD6XEpfG7Lol64njtyXGyyGCIdG6gGnGG47uUqSTFpsOTYY7OnVUP1T/VoFR11N&#10;U2Xq/3G/WYTD9+f7Yp+ulJo/pskLiEDncBff3Dsd52druD4TL5DF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k5Y7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89" o:spid="_x0000_s1026" o:spt="203" style="position:absolute;left:660;top:0;height:651;width:660;" coordsize="900,879" o:gfxdata="UEsDBAoAAAAAAIdO4kAAAAAAAAAAAAAAAAAEAAAAZHJzL1BLAwQUAAAACACHTuJAQDLb6bwAAADc&#10;AAAADwAAAGRycy9kb3ducmV2LnhtbEVPS4vCMBC+L/gfwgh7W9MqilRTEVHZgyysCuJtaKYPbCal&#10;ia3+eyMs7G0+vucsVw9Ti45aV1lWEI8iEMSZ1RUXCs6n3dcchPPIGmvLpOBJDlbp4GOJibY9/1J3&#10;9IUIIewSVFB63yRSuqwkg25kG+LA5bY16ANsC6lb7EO4qeU4imbSYMWhocSGNiVlt+PdKNj32K8n&#10;8bY73PLN83qa/lwOMSn1OYyjBQhPD/8v/nN/6zB/NoX3M+ECmb4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Mtvp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90" o:spid="_x0000_s1026" o:spt="1" style="position:absolute;left:0;top:0;height:878;width:900;" fillcolor="#FFFFFF" filled="t" stroked="t" coordsize="21600,21600" o:gfxdata="UEsDBAoAAAAAAIdO4kAAAAAAAAAAAAAAAAAEAAAAZHJzL1BLAwQUAAAACACHTuJAvYugULoAAADc&#10;AAAADwAAAGRycy9kb3ducmV2LnhtbEVPTYvCMBC9L/gfwgje1kSFotXoQVHco9aLt7EZ2+42k9JE&#10;7e6v3wiCt3m8z1msOluLO7W+cqxhNFQgiHNnKi40nLLt5xSED8gGa8ek4Zc8rJa9jwWmxj34QPdj&#10;KEQMYZ+ihjKEJpXS5yVZ9EPXEEfu6lqLIcK2kKbFRwy3tRwrlUiLFceGEhtal5T/HG9Ww6Uan/Dv&#10;kO2UnW0n4avLvm/njdaD/kjNQQTqwlv8cu9NnJ8k8HwmXi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9i6BQ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91" o:spid="_x0000_s1026" o:spt="20" style="position:absolute;left:0;top:468;height:0;width:900;" filled="f" stroked="t" coordsize="21600,21600" o:gfxdata="UEsDBAoAAAAAAIdO4kAAAAAAAAAAAAAAAAAEAAAAZHJzL1BLAwQUAAAACACHTuJAEUEITLwAAADc&#10;AAAADwAAAGRycy9kb3ducmV2LnhtbEVPzWrCQBC+C32HZQq9iNlEqJXo6qGgCELB2AcYs2M2Njsb&#10;smtifXq3UPA2H9/vLNc324ieOl87VpAlKQji0umaKwXfx81kDsIHZI2NY1LwSx7Wq5fREnPtBj5Q&#10;X4RKxBD2OSowIbS5lL40ZNEnriWO3Nl1FkOEXSV1h0MMt42cpulMWqw5Nhhs6dNQ+VNcrYKDLoah&#10;MOW937+Pw9fltB3vs6lSb69ZugAR6Bae4n/3Tsf5sw/4eyZe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FBCEy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92" o:spid="_x0000_s1026" o:spt="20" style="position:absolute;left:450;top:0;height:879;width:1;" filled="f" stroked="t" coordsize="21600,21600" o:gfxdata="UEsDBAoAAAAAAIdO4kAAAAAAAAAAAAAAAAAEAAAAZHJzL1BLAwQUAAAACACHTuJAYN6cPr8AAADc&#10;AAAADwAAAGRycy9kb3ducmV2LnhtbEWPQWvCQBCF74X+h2UKXkQ3ESolunootAiCYOoPmGbHbGx2&#10;NmTXRP31nUOhtxnem/e+WW9vvlUD9bEJbCCfZ6CIq2Abrg2cvj5mb6BiQrbYBiYDd4qw3Tw/rbGw&#10;YeQjDWWqlYRwLNCAS6krtI6VI49xHjpi0c6h95hk7Wttexwl3Ld6kWVL7bFhaXDY0buj6qe8egNH&#10;W45j6arHsH+dpsPl+3O6zxfGTF7ybAUq0S39m/+ud1bwl0Irz8gEev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DenD6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910590" cy="485775"/>
                <wp:effectExtent l="9525" t="13335" r="13335" b="5715"/>
                <wp:wrapNone/>
                <wp:docPr id="151" name="组合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152" name="Group 467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53" name="Rectangle 46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54" name="Line 469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55" name="Line 470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56" name="Group 471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57" name="Rectangle 47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58" name="Line 473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59" name="Line 474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7.8pt;height:38.25pt;width:71.7pt;z-index:-251645952;mso-width-relative:page;mso-height-relative:page;" coordsize="1320,651" o:gfxdata="UEsDBAoAAAAAAIdO4kAAAAAAAAAAAAAAAAAEAAAAZHJzL1BLAwQUAAAACACHTuJAF6GmQNoAAAAJ&#10;AQAADwAAAGRycy9kb3ducmV2LnhtbE2PT0vDQBTE74LfYXmCN7vZpP+M2RQp6qkUbAXp7TV5TUKz&#10;b0N2m7Tf3vWkx2GGmd9kq6tpxUC9ayxrUJMIBHFhy4YrDV/796clCOeRS2wtk4YbOVjl93cZpqUd&#10;+ZOGna9EKGGXooba+y6V0hU1GXQT2xEH72R7gz7IvpJlj2MoN62Mo2guDTYcFmrsaF1Tcd5djIaP&#10;EcfXRL0Nm/NpfTvsZ9vvjSKtHx9U9ALC09X/heEXP6BDHpiO9sKlE62GOJmGLz4YszmIEEgWiymI&#10;o4bnWIHMM/n/Qf4DUEsDBBQAAAAIAIdO4kDJHqcmTAMAAIYQAAAOAAAAZHJzL2Uyb0RvYy54bWzt&#10;WMty0zAU3TPDP2i0p07SJE48dTpMQrsp0KHwAYosPwZbMpISp6xZsOR/+B6G3+BKsp00IVD6YjrT&#10;LBI9r+895+heK0fHqyJHSyZVJniIuwcdjBinIsp4EuIP709ejDBSmvCI5IKzEF8yhY8nz58dVWXA&#10;eiIVecQkAiNcBVUZ4lTrMvA8RVNWEHUgSsZhMhayIBq6MvEiSSqwXuRer9MZepWQUSkFZUrB6MxN&#10;4tqivI5BEccZZTNBFwXj2lmVLCcaQlJpVio8sd7GMaP6bRwrplEeYohU2294CLTn5tubHJEgkaRM&#10;M1q7QK7jwlZMBck4PLQ1NSOaoIXMdkwVGZVCiVgfUFF4LhCLCETR7WxhcyrForSxJEGVlC3oQNQW&#10;6jc2S98szyXKIlDCoIsRJwVQ/vP7lx/fviIzAvhUZRLAslNZXpTnsh5IXM+EvIplYX4hGLSyyF62&#10;yLKVRhQGx93OYAyYU5jqjwa+P3DI0xTo2dlF01f1vu5hr941dM54zfM841brRdu5b4x6DUaWG9Qf&#10;+ncF0XB4NVIS/A2ccafeMfLHxou92MBBVWv1qNup5yIlJbOiVEYWrXoOG2TewaEjPMkZoDNy6NiV&#10;Rj1GJ6o8E/SjQlxMU1jHXkopqpSRCByzggNqNzaYjoKtaF69FhGokyy0sGftWsJbY2R9aTEiQSmV&#10;PmWiQKYRYgluW7Nkeaa0g7NZYt0WeRadZHluOzKZT3OJlgTyyon91AyozWU5RxWIf9AbWMtX5tSm&#10;iY79/M5EkWlIt3lWhHi0uSjnQHiDjTmkKpiL6BJwksJlOcjx0EiF/IxRBRkuxOrTgkiGEeEUhkOs&#10;m+ZUu5S4KGWWpLBrzQMox1l/AAn1GwmdZdyox6q6FsOU17nnn9RQK5AEbSJq9GBT/3415ODBn9TA&#10;hZECqIQEd0Cy0dmMqNTpKYKWkQIJIP/zyElxL99m2mD0kEQNrhLlWzBvSFR/AFlst2JAMTLFYju1&#10;7RzbR0rUuny5Amsr2X0Xr2FDW128/JvUd1undvl67OXLb7DZKF9+76l8PZWvndfyfW9AcHFy78+u&#10;fPmHG+p5Kl97Xlf+R/kabxHVvwVRT+XLljK4ntoLSH2VNvffzb4lf/33weQ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vwUAAFtDb250ZW50X1R5&#10;cGVzXS54bWxQSwECFAAKAAAAAACHTuJAAAAAAAAAAAAAAAAABgAAAAAAAAAAABAAAAChBAAAX3Jl&#10;bHMvUEsBAhQAFAAAAAgAh07iQIoUZjzRAAAAlAEAAAsAAAAAAAAAAQAgAAAAxQQAAF9yZWxzLy5y&#10;ZWxzUEsBAhQACgAAAAAAh07iQAAAAAAAAAAAAAAAAAQAAAAAAAAAAAAQAAAAAAAAAGRycy9QSwEC&#10;FAAUAAAACACHTuJAF6GmQNoAAAAJAQAADwAAAAAAAAABACAAAAAiAAAAZHJzL2Rvd25yZXYueG1s&#10;UEsBAhQAFAAAAAgAh07iQMkepyZMAwAAhhAAAA4AAAAAAAAAAQAgAAAAKQEAAGRycy9lMm9Eb2Mu&#10;eG1sUEsFBgAAAAAGAAYAWQEAAOcGAAAAAA==&#10;">
                <o:lock v:ext="edit" aspectratio="f"/>
                <v:group id="Group 467" o:spid="_x0000_s1026" o:spt="203" style="position:absolute;left:0;top:0;height:651;width:660;" coordsize="900,879" o:gfxdata="UEsDBAoAAAAAAIdO4kAAAAAAAAAAAAAAAAAEAAAAZHJzL1BLAwQUAAAACACHTuJAAbeJI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Bt4kg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68" o:spid="_x0000_s1026" o:spt="1" style="position:absolute;left:0;top:0;height:878;width:900;" fillcolor="#FFFFFF" filled="t" stroked="t" coordsize="21600,21600" o:gfxdata="UEsDBAoAAAAAAIdO4kAAAAAAAAAAAAAAAAAEAAAAZHJzL1BLAwQUAAAACACHTuJAY5DJdbsAAADc&#10;AAAADwAAAGRycy9kb3ducmV2LnhtbEVPPW/CMBDdkfofrKvEBjYgKggYhiIQjBAWtiM+ktD4HMUG&#10;0v56jFSJ7Z7e582Xra3EnRpfOtYw6CsQxJkzJecajum6NwHhA7LByjFp+CUPy8VHZ46JcQ/e0/0Q&#10;chFD2CeooQihTqT0WUEWfd/VxJG7uMZiiLDJpWnwEcNtJYdKfUmLJceGAmv6Lij7OdyshnM5POLf&#10;Pt0oO12Pwq5Nr7fTSuvu50DNQARqw1v8796aOH88gtcz8QK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5DJd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69" o:spid="_x0000_s1026" o:spt="20" style="position:absolute;left:0;top:468;height:0;width:900;" filled="f" stroked="t" coordsize="21600,21600" o:gfxdata="UEsDBAoAAAAAAIdO4kAAAAAAAAAAAAAAAAAEAAAAZHJzL1BLAwQUAAAACACHTuJAL/9chrwAAADc&#10;AAAADwAAAGRycy9kb3ducmV2LnhtbEVPzWrCQBC+C32HZQq9iNlEapHo6qGgCELB2AcYs2M2Njsb&#10;smtifXq3UPA2H9/vLNc324ieOl87VpAlKQji0umaKwXfx81kDsIHZI2NY1LwSx7Wq5fREnPtBj5Q&#10;X4RKxBD2OSowIbS5lL40ZNEnriWO3Nl1FkOEXSV1h0MMt42cpumHtFhzbDDY0qeh8qe4WgUHXQxD&#10;Ycp7v5+Nw9fltB3vs6lSb69ZugAR6Bae4n/3Tsf5s3f4eyZe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//XIa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70" o:spid="_x0000_s1026" o:spt="20" style="position:absolute;left:450;top:0;height:879;width:1;" filled="f" stroked="t" coordsize="21600,21600" o:gfxdata="UEsDBAoAAAAAAIdO4kAAAAAAAAAAAAAAAAAEAAAAZHJzL1BLAwQUAAAACACHTuJAQLP5HbwAAADc&#10;AAAADwAAAGRycy9kb3ducmV2LnhtbEVPzYrCMBC+L/gOYYS9iKYVuizV6EFQFoQF6z7A2IxNtZmU&#10;JrbuPv1GELzNx/c7y/XdNqKnzteOFaSzBARx6XTNlYKf43b6CcIHZI2NY1LwSx7Wq9HbEnPtBj5Q&#10;X4RKxBD2OSowIbS5lL40ZNHPXEscubPrLIYIu0rqDocYbhs5T5IPabHm2GCwpY2h8lrcrIKDLoah&#10;MOVfv88m4fty2k326Vyp93GaLEAEuoeX+On+0nF+lsHjmXiBXP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z+R2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71" o:spid="_x0000_s1026" o:spt="203" style="position:absolute;left:660;top:0;height:651;width:660;" coordsize="900,879" o:gfxdata="UEsDBAoAAAAAAIdO4kAAAAAAAAAAAAAAAAAEAAAAZHJzL1BLAwQUAAAACACHTuJAfoyPI7wAAADc&#10;AAAADwAAAGRycy9kb3ducmV2LnhtbEVPS4vCMBC+L/gfwgh7W9MqilRTEVHZgyysCuJtaKYPbCal&#10;ia3+eyMs7G0+vucsVw9Ti45aV1lWEI8iEMSZ1RUXCs6n3dcchPPIGmvLpOBJDlbp4GOJibY9/1J3&#10;9IUIIewSVFB63yRSuqwkg25kG+LA5bY16ANsC6lb7EO4qeU4imbSYMWhocSGNiVlt+PdKNj32K8n&#10;8bY73PLN83qa/lwOMSn1OYyjBQhPD/8v/nN/6zB/OoP3M+ECmb4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+jI8j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72" o:spid="_x0000_s1026" o:spt="1" style="position:absolute;left:0;top:0;height:878;width:900;" fillcolor="#FFFFFF" filled="t" stroked="t" coordsize="21600,21600" o:gfxdata="UEsDBAoAAAAAAIdO4kAAAAAAAAAAAAAAAAAEAAAAZHJzL1BLAwQUAAAACACHTuJAHKvPdrwAAADc&#10;AAAADwAAAGRycy9kb3ducmV2LnhtbEVPPW/CMBDdK/EfrEPqVuxQQUuKwwAC0RGSpdsRX5O08TmK&#10;DYT++roSUrd7ep+3XA22FRfqfeNYQzJRIIhLZxquNBT59ukVhA/IBlvHpOFGHlbZ6GGJqXFXPtDl&#10;GCoRQ9inqKEOoUul9GVNFv3EdcSR+3S9xRBhX0nT4zWG21ZOlZpLiw3Hhho7WtdUfh/PVsOpmRb4&#10;c8h3yi62z+F9yL/OHxutH8eJegMRaAj/4rt7b+L82Qv8PRMv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yrz3a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73" o:spid="_x0000_s1026" o:spt="20" style="position:absolute;left:0;top:468;height:0;width:900;" filled="f" stroked="t" coordsize="21600,21600" o:gfxdata="UEsDBAoAAAAAAIdO4kAAAAAAAAAAAAAAAAAEAAAAZHJzL1BLAwQUAAAACACHTuJArrJWg78AAADc&#10;AAAADwAAAGRycy9kb3ducmV2LnhtbEWPQWvCQBCF74X+h2UKXkQ3ESwlunootAiCYOoPmGbHbGx2&#10;NmTXRP31nUOhtxnem/e+WW9vvlUD9bEJbCCfZ6CIq2Abrg2cvj5mb6BiQrbYBiYDd4qw3Tw/rbGw&#10;YeQjDWWqlYRwLNCAS6krtI6VI49xHjpi0c6h95hk7Wttexwl3Ld6kWWv2mPD0uCwo3dH1U959QaO&#10;thzH0lWPYb+cpsPl+3O6zxfGTF7ybAUq0S39m/+ud1bwl0Irz8gEev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6yVoO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74" o:spid="_x0000_s1026" o:spt="20" style="position:absolute;left:450;top:0;height:879;width:1;" filled="f" stroked="t" coordsize="21600,21600" o:gfxdata="UEsDBAoAAAAAAIdO4kAAAAAAAAAAAAAAAAAEAAAAZHJzL1BLAwQUAAAACACHTuJAwf7zGL0AAADc&#10;AAAADwAAAGRycy9kb3ducmV2LnhtbEVPzWrCQBC+F/oOyxS8SLOJYKkxGw8FS0EoGPsAY3aajc3O&#10;huyaaJ++WxC8zcf3O8XmYjsx0uBbxwqyJAVBXDvdcqPg67B9fgXhA7LGzjEpuJKHTfn4UGCu3cR7&#10;GqvQiBjCPkcFJoQ+l9LXhiz6xPXEkft2g8UQ4dBIPeAUw20nF2n6Ii22HBsM9vRmqP6pzlbBXlfT&#10;VJn6d9wt5+HzdHyf77KFUrOnLF2DCHQJd/HN/aHj/OUK/p+JF8j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/vMY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30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92710</wp:posOffset>
                </wp:positionV>
                <wp:extent cx="910590" cy="485775"/>
                <wp:effectExtent l="9525" t="6985" r="13335" b="12065"/>
                <wp:wrapNone/>
                <wp:docPr id="123" name="组合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485775"/>
                          <a:chOff x="0" y="0"/>
                          <a:chExt cx="1320" cy="651"/>
                        </a:xfrm>
                      </wpg:grpSpPr>
                      <wpg:grpSp>
                        <wpg:cNvPr id="143" name="Group 458"/>
                        <wpg:cNvGrpSpPr/>
                        <wpg:grpSpPr>
                          <a:xfrm>
                            <a:off x="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44" name="Rectangle 45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45" name="Line 460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46" name="Line 461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47" name="Group 462"/>
                        <wpg:cNvGrpSpPr/>
                        <wpg:grpSpPr>
                          <a:xfrm>
                            <a:off x="660" y="0"/>
                            <a:ext cx="660" cy="651"/>
                            <a:chOff x="0" y="0"/>
                            <a:chExt cx="900" cy="879"/>
                          </a:xfrm>
                        </wpg:grpSpPr>
                        <wps:wsp>
                          <wps:cNvPr id="148" name="Rectangle 46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0" cy="8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49" name="Line 464"/>
                          <wps:cNvCnPr/>
                          <wps:spPr bwMode="auto">
                            <a:xfrm>
                              <a:off x="0" y="468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50" name="Line 465"/>
                          <wps:cNvCnPr/>
                          <wps:spPr bwMode="auto">
                            <a:xfrm>
                              <a:off x="450" y="0"/>
                              <a:ext cx="1" cy="8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pt;margin-top:7.3pt;height:38.25pt;width:71.7pt;z-index:-251646976;mso-width-relative:page;mso-height-relative:page;" coordsize="1320,651" o:gfxdata="UEsDBAoAAAAAAIdO4kAAAAAAAAAAAAAAAAAEAAAAZHJzL1BLAwQUAAAACACHTuJAJowWeNkAAAAI&#10;AQAADwAAAGRycy9kb3ducmV2LnhtbE2PwU7DMBBE70j8g7VI3KhjSEsb4lSoAk4VEi0S6m0bb5Oo&#10;8TqK3aT9e9wTHGdnNfMmX55tKwbqfeNYg5okIIhLZxquNHxv3x/mIHxANtg6Jg0X8rAsbm9yzIwb&#10;+YuGTahEDGGfoYY6hC6T0pc1WfQT1xFH7+B6iyHKvpKmxzGG21Y+JslMWmw4NtTY0aqm8rg5WQ0f&#10;I46vT+ptWB8Pq8tuO/38WSvS+v5OJS8gAp3D3zNc8SM6FJFp705svGg1TNM4JcR7OgNx9RfPKYi9&#10;hoVSIItc/h9Q/AJQSwMEFAAAAAgAh07iQG77XAxbAwAAhhAAAA4AAABkcnMvZTJvRG9jLnhtbO1Y&#10;zXLTMBC+M8M7aHSnTtI4TTx1OkxCeynQofAAii3/DLYkJCVOOXPgyPvwPAyvwUqynTShJYW2Q2eS&#10;QyLJ0np3v0/7STk+WZYFWlCpcs5C3D3oYERZxOOcpSH+8P70xRAjpQmLScEZDfEVVfhk/PzZcSUC&#10;2uMZL2IqERhhKqhEiDOtReB5KspoSdQBF5TBw4TLkmjoytSLJanAell4vU5n4FVcxkLyiCoFo1P3&#10;ENcW5S4GeZLkEZ3yaF5Spp1VSQuiISSV5ULhsfU2SWik3yaJohoVIYZItf2Gl0B7Zr698TEJUklE&#10;lke1C2QXFzZiKknO4KWtqSnRBM1lvmWqzCPJFU/0QcRLzwViMwJRdDsbuTmTfC5sLGlQpaJNOgC1&#10;kfW/Nhu9WVxIlMfAhN4hRoyUAPnP719+fPuKzAjkpxJpANPOpLgUF7IeSF3PhLxMZGl+IRi0tJm9&#10;ajNLlxpFMDjqdvwR5DyCR/2hf3Tku8xHGcCztSrKXtXruoe9etXA75olXvM+z7jVetF2HjhH/TZH&#10;FhvU94f3laLB4HqkJPhTckadesXwaHRrbmCjqhV71L+x5zIjglpSKkOLhj39fsOed7DpCEsLCtmx&#10;flXCzjTsMTxR4pxHHxVifJLBPPpSSl5llMTgmMP42gLTUbAUzarXPAZ2krnmdq/tRLxVjixSLX9I&#10;IKTSZ5SXyDRCLMFta5YszpV2VGumWLd5kceneVHYjkxnk0KiBYG6cmo/NQJqfVrBUAXk93u+tXzt&#10;mVo30bGf35kocw3ltsjLEA/XJxUMNkOTG7NJVTDj8RXkSXJX5aDGQyPj8jNGFVS4EKtPcyIpRoRF&#10;MBxi3TQn2pXEuZB5msGqFQ7AHGf9ESjkNxQ6zxmwBzaErTaWPRNW1547saE/sKiToC1EDR+s7ZvZ&#10;UIAHt7GBcUMFcI8E9wCy4dmUqMzxKYaWiZwEUP9Z7Kh4I97msUH/MYEabABl6WKcgIJwV6D6PlSx&#10;bcXoOrHYLG1b2/aJArWSLyewVskeWryOGthq8Rr03Aa7k75bndrG66nLF5x63eFnTb4G9flnL197&#10;+Vq7stx0Aho1FKrlq7+Xr/9SvozguL1eA2UvI3v5srer3c4Z6/Jl23A9tcvrq7S5/6737Rll9ffB&#10;+B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N&#10;BQAAW0NvbnRlbnRfVHlwZXNdLnhtbFBLAQIUAAoAAAAAAIdO4kAAAAAAAAAAAAAAAAAGAAAAAAAA&#10;AAAAEAAAAK8EAABfcmVscy9QSwECFAAUAAAACACHTuJAihRmPNEAAACUAQAACwAAAAAAAAABACAA&#10;AADTBAAAX3JlbHMvLnJlbHNQSwECFAAKAAAAAACHTuJAAAAAAAAAAAAAAAAABAAAAAAAAAAAABAA&#10;AAAAAAAAZHJzL1BLAQIUABQAAAAIAIdO4kAmjBZ42QAAAAgBAAAPAAAAAAAAAAEAIAAAACIAAABk&#10;cnMvZG93bnJldi54bWxQSwECFAAUAAAACACHTuJAbvtcDFsDAACGEAAADgAAAAAAAAABACAAAAAo&#10;AQAAZHJzL2Uyb0RvYy54bWxQSwUGAAAAAAYABgBZAQAA9QYAAAAA&#10;">
                <o:lock v:ext="edit" aspectratio="f"/>
                <v:group id="Group 458" o:spid="_x0000_s1026" o:spt="203" style="position:absolute;left:0;top:0;height:651;width:660;" coordsize="900,879" o:gfxdata="UEsDBAoAAAAAAIdO4kAAAAAAAAAAAAAAAAAEAAAAZHJzL1BLAwQUAAAACACHTuJA6yK6Zr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D/cw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rIrpm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59" o:spid="_x0000_s1026" o:spt="1" style="position:absolute;left:0;top:0;height:878;width:900;" fillcolor="#FFFFFF" filled="t" stroked="t" coordsize="21600,21600" o:gfxdata="UEsDBAoAAAAAAIdO4kAAAAAAAAAAAAAAAAAEAAAAZHJzL1BLAwQUAAAACACHTuJAaaDH3LwAAADc&#10;AAAADwAAAGRycy9kb3ducmV2LnhtbEVPPW/CMBDdK/EfrEPqVmwoqtoUJwMVFR0hLN2u8ZEE4nMU&#10;OyH012OkSt3u6X3eKhttIwbqfO1Yw3ymQBAXztRcajjkm6dXED4gG2wck4YrecjSycMKE+MuvKNh&#10;H0oRQ9gnqKEKoU2k9EVFFv3MtcSRO7rOYoiwK6Xp8BLDbSMXSr1IizXHhgpbWldUnPe91fBTLw74&#10;u8s/lX3bPIevMT/13x9aP07n6h1EoDH8i//cWxPnL5dwfyZeIN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mgx9y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60" o:spid="_x0000_s1026" o:spt="20" style="position:absolute;left:0;top:468;height:0;width:900;" filled="f" stroked="t" coordsize="21600,21600" o:gfxdata="UEsDBAoAAAAAAIdO4kAAAAAAAAAAAAAAAAAEAAAAZHJzL1BLAwQUAAAACACHTuJAxWpvwLwAAADc&#10;AAAADwAAAGRycy9kb3ducmV2LnhtbEVPzWrCQBC+C32HZQq9iNlEapHo6qGgCELB2AcYs2M2Njsb&#10;smtifXq3UPA2H9/vLNc324ieOl87VpAlKQji0umaKwXfx81kDsIHZI2NY1LwSx7Wq5fREnPtBj5Q&#10;X4RKxBD2OSowIbS5lL40ZNEnriWO3Nl1FkOEXSV1h0MMt42cpumHtFhzbDDY0qeh8qe4WgUHXQxD&#10;Ycp7v5+Nw9fltB3vs6lSb69ZugAR6Bae4n/3Tsf57zP4eyZe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Vqb8C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61" o:spid="_x0000_s1026" o:spt="20" style="position:absolute;left:450;top:0;height:879;width:1;" filled="f" stroked="t" coordsize="21600,21600" o:gfxdata="UEsDBAoAAAAAAIdO4kAAAAAAAAAAAAAAAAAEAAAAZHJzL1BLAwQUAAAACACHTuJANbjxt70AAADc&#10;AAAADwAAAGRycy9kb3ducmV2LnhtbEVPzWrCQBC+C32HZQpepG4iGkrqJodCiyAIxj7ANDvNps3O&#10;huw2sX16VxC8zcf3O9vybDsx0uBbxwrSZQKCuHa65UbBx+nt6RmED8gaO8ek4I88lMXDbIu5dhMf&#10;aaxCI2II+xwVmBD6XEpfG7Lol64njtyXGyyGCIdG6gGnGG47uUqSTFpsOTYY7OnVUP1T/VoFR11N&#10;U2Xq/3G/WYTD9+f7Yp+ulJo/pskLiEDncBff3Dsd568zuD4TL5DF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uPG3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Group 462" o:spid="_x0000_s1026" o:spt="203" style="position:absolute;left:660;top:0;height:651;width:660;" coordsize="900,879" o:gfxdata="UEsDBAoAAAAAAIdO4kAAAAAAAAAAAAAAAAAEAAAAZHJzL1BLAwQUAAAACACHTuJAlBm8Zb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H/5A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QZvGW+AAAA3A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63" o:spid="_x0000_s1026" o:spt="1" style="position:absolute;left:0;top:0;height:878;width:900;" fillcolor="#FFFFFF" filled="t" stroked="t" coordsize="21600,21600" o:gfxdata="UEsDBAoAAAAAAIdO4kAAAAAAAAAAAAAAAAAEAAAAZHJzL1BLAwQUAAAACACHTuJA6O3N2b4AAADc&#10;AAAADwAAAGRycy9kb3ducmV2LnhtbEWPQW/CMAyF75P2HyJP2m0kMDSNQuAAYhpHKJfdTGPabo1T&#10;NQEKvx4fkHaz9Z7f+zxb9L5RZ+piHdjCcGBAERfB1Vxa2Ofrt09QMSE7bAKThStFWMyfn2aYuXDh&#10;LZ13qVQSwjFDC1VKbaZ1LCryGAehJRbtGDqPSdau1K7Di4T7Ro+M+dAea5aGCltaVlT87U7ewqEe&#10;7fG2zb+Mn6zf06bPf08/K2tfX4ZmCipRn/7Nj+tvJ/hjoZVnZAI9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O3N2b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464" o:spid="_x0000_s1026" o:spt="20" style="position:absolute;left:0;top:468;height:0;width:900;" filled="f" stroked="t" coordsize="21600,21600" o:gfxdata="UEsDBAoAAAAAAIdO4kAAAAAAAAAAAAAAAAAEAAAAZHJzL1BLAwQUAAAACACHTuJARCdlxb0AAADc&#10;AAAADwAAAGRycy9kb3ducmV2LnhtbEVPzWrCQBC+F/oOyxR6Ed1EbNHoJoeCpSAUTH2AMTtmY7Oz&#10;Ibsm1qfvFgre5uP7nU1xta0YqPeNYwXpLAFBXDndcK3g8LWdLkH4gKyxdUwKfshDkT8+bDDTbuQ9&#10;DWWoRQxhn6ECE0KXSekrQxb9zHXEkTu53mKIsK+l7nGM4baV8yR5lRYbjg0GO3ozVH2XF6tgr8tx&#10;LE11G3Yvk/B5Pr5PdulcqeenNFmDCHQNd/G/+0PH+YsV/D0TL5D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J2XF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Line 465" o:spid="_x0000_s1026" o:spt="20" style="position:absolute;left:450;top:0;height:879;width:1;" filled="f" stroked="t" coordsize="21600,21600" o:gfxdata="UEsDBAoAAAAAAIdO4kAAAAAAAAAAAAAAAAAEAAAAZHJzL1BLAwQUAAAACACHTuJAUMRahb8AAADc&#10;AAAADwAAAGRycy9kb3ducmV2LnhtbEWPQWvCQBCF74X+h2UKXkQ3ESwlunootAiCYOoPmGbHbGx2&#10;NmTXRP31nUOhtxnem/e+WW9vvlUD9bEJbCCfZ6CIq2Abrg2cvj5mb6BiQrbYBiYDd4qw3Tw/rbGw&#10;YeQjDWWqlYRwLNCAS6krtI6VI49xHjpi0c6h95hk7Wttexwl3Ld6kWWv2mPD0uCwo3dH1U959QaO&#10;thzH0lWPYb+cpsPl+3O6zxfGTF7ybAUq0S39m/+ud1bwl4Ivz8gEev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DEWoW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eastAsia="宋体"/>
          <w:b/>
          <w:sz w:val="24"/>
          <w:szCs w:val="32"/>
        </w:rPr>
        <w:tab/>
      </w:r>
    </w:p>
    <w:p>
      <w:pPr>
        <w:widowControl/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widowControl/>
        <w:spacing w:line="360" w:lineRule="auto"/>
        <w:rPr>
          <w:rFonts w:ascii="宋体" w:hAnsi="宋体" w:eastAsia="宋体" w:cs="宋体"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  <w:t>二、比一比，再组词。（16分）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他（        ） 块（        ）住（        ）伙（        ）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地（        ） 快（        ）主（        ）火（        ）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  <w:t>三、给加点的字选择正确的读音，用</w:t>
      </w:r>
      <w:r>
        <w:rPr>
          <w:rFonts w:hint="eastAsia" w:ascii="宋体" w:hAnsi="宋体" w:eastAsia="宋体" w:cs="楷体_GB2312"/>
          <w:b/>
          <w:sz w:val="24"/>
        </w:rPr>
        <w:t>“</w:t>
      </w:r>
      <w:r>
        <w:rPr>
          <w:rFonts w:hint="eastAsia" w:ascii="宋体" w:hAnsi="宋体" w:eastAsia="宋体" w:cs="楷体_GB2312"/>
          <w:b/>
          <w:sz w:val="24"/>
          <w:u w:val="single"/>
        </w:rPr>
        <w:t xml:space="preserve">    </w:t>
      </w:r>
      <w:r>
        <w:rPr>
          <w:rFonts w:hint="eastAsia" w:ascii="宋体" w:hAnsi="宋体" w:eastAsia="宋体" w:cs="楷体_GB2312"/>
          <w:b/>
          <w:sz w:val="24"/>
        </w:rPr>
        <w:t>”标出。（8分）</w:t>
      </w:r>
    </w:p>
    <w:p>
      <w:pPr>
        <w:tabs>
          <w:tab w:val="left" w:pos="4335"/>
        </w:tabs>
        <w:ind w:firstLine="480" w:firstLineChars="200"/>
        <w:rPr>
          <w:rFonts w:ascii="宋体" w:hAnsi="宋体" w:cs="楷体_GB2312"/>
          <w:sz w:val="24"/>
        </w:rPr>
      </w:pPr>
      <w:r>
        <w:rPr>
          <w:rFonts w:hint="eastAsia" w:ascii="宋体" w:hAnsi="宋体" w:cs="楷体_GB2312"/>
          <w:sz w:val="24"/>
        </w:rPr>
        <w:t>1.我昨晚早早就上床睡</w:t>
      </w:r>
      <w:r>
        <w:rPr>
          <w:rFonts w:hint="eastAsia" w:ascii="宋体" w:hAnsi="宋体" w:cs="楷体_GB2312"/>
          <w:sz w:val="24"/>
          <w:em w:val="dot"/>
        </w:rPr>
        <w:t>觉</w:t>
      </w:r>
      <w:r>
        <w:rPr>
          <w:rFonts w:hint="eastAsia" w:ascii="宋体" w:hAnsi="宋体" w:cs="楷体_GB2312"/>
          <w:sz w:val="24"/>
        </w:rPr>
        <w:t>（jiào  jué）了，早上醒来，</w:t>
      </w:r>
      <w:r>
        <w:rPr>
          <w:rFonts w:hint="eastAsia" w:ascii="宋体" w:hAnsi="宋体" w:cs="楷体_GB2312"/>
          <w:sz w:val="24"/>
          <w:em w:val="dot"/>
        </w:rPr>
        <w:t>觉</w:t>
      </w:r>
      <w:r>
        <w:rPr>
          <w:rFonts w:hint="eastAsia" w:ascii="宋体" w:hAnsi="宋体" w:cs="楷体_GB2312"/>
          <w:sz w:val="24"/>
        </w:rPr>
        <w:t>（jiào  jué）得很舒服。</w:t>
      </w:r>
    </w:p>
    <w:p>
      <w:pPr>
        <w:tabs>
          <w:tab w:val="left" w:pos="4335"/>
        </w:tabs>
        <w:ind w:firstLine="480" w:firstLineChars="200"/>
        <w:rPr>
          <w:rFonts w:ascii="宋体" w:hAnsi="宋体" w:cs="楷体_GB2312"/>
          <w:sz w:val="24"/>
        </w:rPr>
      </w:pPr>
      <w:r>
        <w:rPr>
          <w:rFonts w:hint="eastAsia" w:ascii="宋体" w:hAnsi="宋体" w:cs="楷体_GB2312"/>
          <w:sz w:val="24"/>
        </w:rPr>
        <w:t>2.农民伯伯把</w:t>
      </w:r>
      <w:r>
        <w:rPr>
          <w:rFonts w:hint="eastAsia" w:ascii="宋体" w:hAnsi="宋体" w:cs="楷体_GB2312"/>
          <w:sz w:val="24"/>
          <w:em w:val="dot"/>
        </w:rPr>
        <w:t>种</w:t>
      </w:r>
      <w:r>
        <w:rPr>
          <w:rFonts w:hint="eastAsia" w:ascii="宋体" w:hAnsi="宋体" w:cs="楷体_GB2312"/>
          <w:sz w:val="24"/>
        </w:rPr>
        <w:t>（zhòng  zhǒng）子</w:t>
      </w:r>
      <w:r>
        <w:rPr>
          <w:rFonts w:hint="eastAsia" w:ascii="宋体" w:hAnsi="宋体" w:cs="楷体_GB2312"/>
          <w:sz w:val="24"/>
          <w:em w:val="dot"/>
        </w:rPr>
        <w:t>种</w:t>
      </w:r>
      <w:r>
        <w:rPr>
          <w:rFonts w:hint="eastAsia" w:ascii="宋体" w:hAnsi="宋体" w:cs="楷体_GB2312"/>
          <w:sz w:val="24"/>
        </w:rPr>
        <w:t>（zhòng  zhǒng）在地里，到了秋天收获了很多粮食。</w:t>
      </w:r>
    </w:p>
    <w:p>
      <w:pPr>
        <w:tabs>
          <w:tab w:val="left" w:pos="4335"/>
        </w:tabs>
        <w:ind w:firstLine="480" w:firstLineChars="200"/>
        <w:rPr>
          <w:rFonts w:ascii="宋体" w:hAnsi="宋体" w:cs="楷体_GB2312"/>
          <w:sz w:val="24"/>
        </w:rPr>
      </w:pPr>
      <w:r>
        <w:rPr>
          <w:rFonts w:hint="eastAsia" w:ascii="宋体" w:hAnsi="宋体" w:cs="楷体_GB2312"/>
          <w:sz w:val="24"/>
        </w:rPr>
        <w:t>3.音</w:t>
      </w:r>
      <w:r>
        <w:rPr>
          <w:rFonts w:hint="eastAsia" w:ascii="宋体" w:hAnsi="宋体" w:cs="楷体_GB2312"/>
          <w:sz w:val="24"/>
          <w:em w:val="dot"/>
        </w:rPr>
        <w:t>乐</w:t>
      </w:r>
      <w:r>
        <w:rPr>
          <w:rFonts w:hint="eastAsia" w:ascii="宋体" w:hAnsi="宋体" w:cs="楷体_GB2312"/>
          <w:sz w:val="24"/>
        </w:rPr>
        <w:t>（yuè  lè）课上，同学们像一只只快</w:t>
      </w:r>
      <w:r>
        <w:rPr>
          <w:rFonts w:hint="eastAsia" w:ascii="宋体" w:hAnsi="宋体" w:cs="楷体_GB2312"/>
          <w:sz w:val="24"/>
          <w:em w:val="dot"/>
        </w:rPr>
        <w:t>乐</w:t>
      </w:r>
      <w:r>
        <w:rPr>
          <w:rFonts w:hint="eastAsia" w:ascii="宋体" w:hAnsi="宋体" w:cs="楷体_GB2312"/>
          <w:sz w:val="24"/>
        </w:rPr>
        <w:t>（yuè  lè）的小鸟，唱啊跳啊，开心极了！</w:t>
      </w:r>
    </w:p>
    <w:p>
      <w:pPr>
        <w:ind w:firstLine="560" w:firstLineChars="200"/>
        <w:jc w:val="left"/>
        <w:rPr>
          <w:rFonts w:ascii="宋体" w:hAnsi="宋体" w:eastAsia="宋体" w:cs="宋体"/>
          <w:sz w:val="28"/>
          <w:szCs w:val="28"/>
          <w:lang w:bidi="ar"/>
        </w:rPr>
      </w:pPr>
      <w:r>
        <w:rPr>
          <w:rFonts w:ascii="宋体" w:hAnsi="宋体" w:eastAsia="宋体" w:cs="宋体"/>
          <w:sz w:val="28"/>
          <w:szCs w:val="28"/>
          <w:lang w:bidi="ar"/>
        </w:rPr>
        <w:t>4</w:t>
      </w:r>
      <w:r>
        <w:rPr>
          <w:rFonts w:hint="eastAsia" w:ascii="宋体" w:hAnsi="宋体" w:eastAsia="宋体" w:cs="宋体"/>
          <w:sz w:val="28"/>
          <w:szCs w:val="28"/>
          <w:lang w:bidi="ar"/>
        </w:rPr>
        <w:t>、我们</w:t>
      </w:r>
      <w:r>
        <w:rPr>
          <w:rFonts w:hint="eastAsia" w:ascii="宋体" w:hAnsi="宋体" w:eastAsia="宋体" w:cs="宋体"/>
          <w:sz w:val="28"/>
          <w:szCs w:val="28"/>
          <w:em w:val="dot"/>
          <w:lang w:bidi="ar"/>
        </w:rPr>
        <w:t>都</w:t>
      </w:r>
      <w:r>
        <w:rPr>
          <w:rFonts w:hint="eastAsia" w:ascii="宋体" w:hAnsi="宋体" w:eastAsia="宋体" w:cs="宋体"/>
          <w:sz w:val="28"/>
          <w:szCs w:val="28"/>
          <w:lang w:bidi="ar"/>
        </w:rPr>
        <w:t>（</w:t>
      </w:r>
      <w:r>
        <w:rPr>
          <w:rFonts w:ascii="宋体" w:hAnsi="宋体" w:eastAsia="宋体" w:cs="宋体"/>
          <w:sz w:val="28"/>
          <w:szCs w:val="28"/>
          <w:lang w:bidi="ar"/>
        </w:rPr>
        <w:t>d</w:t>
      </w:r>
      <w:r>
        <w:rPr>
          <w:rFonts w:hint="eastAsia" w:ascii="宋体" w:hAnsi="宋体" w:eastAsia="宋体" w:cs="宋体"/>
          <w:sz w:val="28"/>
          <w:szCs w:val="28"/>
          <w:lang w:bidi="ar"/>
        </w:rPr>
        <w:t>ū</w:t>
      </w:r>
      <w:r>
        <w:rPr>
          <w:rFonts w:ascii="宋体" w:hAnsi="宋体" w:eastAsia="宋体" w:cs="宋体"/>
          <w:sz w:val="28"/>
          <w:szCs w:val="28"/>
          <w:lang w:bidi="ar"/>
        </w:rPr>
        <w:t xml:space="preserve">  d</w:t>
      </w:r>
      <w:r>
        <w:rPr>
          <w:rFonts w:hint="eastAsia" w:ascii="宋体" w:hAnsi="宋体" w:eastAsia="宋体" w:cs="宋体"/>
          <w:sz w:val="28"/>
          <w:szCs w:val="28"/>
          <w:lang w:bidi="ar"/>
        </w:rPr>
        <w:t>ō</w:t>
      </w:r>
      <w:r>
        <w:rPr>
          <w:rFonts w:ascii="宋体" w:hAnsi="宋体" w:eastAsia="宋体" w:cs="宋体"/>
          <w:sz w:val="28"/>
          <w:szCs w:val="28"/>
          <w:lang w:bidi="ar"/>
        </w:rPr>
        <w:t xml:space="preserve">u </w:t>
      </w:r>
      <w:r>
        <w:rPr>
          <w:rFonts w:hint="eastAsia" w:ascii="宋体" w:hAnsi="宋体" w:eastAsia="宋体" w:cs="宋体"/>
          <w:sz w:val="28"/>
          <w:szCs w:val="28"/>
          <w:lang w:bidi="ar"/>
        </w:rPr>
        <w:t>）没去过首</w:t>
      </w:r>
      <w:r>
        <w:rPr>
          <w:rFonts w:hint="eastAsia" w:ascii="宋体" w:hAnsi="宋体" w:eastAsia="宋体" w:cs="宋体"/>
          <w:sz w:val="28"/>
          <w:szCs w:val="28"/>
          <w:em w:val="dot"/>
          <w:lang w:bidi="ar"/>
        </w:rPr>
        <w:t>都</w:t>
      </w:r>
      <w:r>
        <w:rPr>
          <w:rFonts w:hint="eastAsia" w:ascii="宋体" w:hAnsi="宋体" w:eastAsia="宋体" w:cs="宋体"/>
          <w:sz w:val="28"/>
          <w:szCs w:val="28"/>
          <w:lang w:bidi="ar"/>
        </w:rPr>
        <w:t>（</w:t>
      </w:r>
      <w:r>
        <w:rPr>
          <w:rFonts w:ascii="宋体" w:hAnsi="宋体" w:eastAsia="宋体" w:cs="宋体"/>
          <w:sz w:val="28"/>
          <w:szCs w:val="28"/>
          <w:lang w:bidi="ar"/>
        </w:rPr>
        <w:t>d</w:t>
      </w:r>
      <w:r>
        <w:rPr>
          <w:rFonts w:hint="eastAsia" w:ascii="宋体" w:hAnsi="宋体" w:eastAsia="宋体" w:cs="宋体"/>
          <w:sz w:val="28"/>
          <w:szCs w:val="28"/>
          <w:lang w:bidi="ar"/>
        </w:rPr>
        <w:t>ū</w:t>
      </w:r>
      <w:r>
        <w:rPr>
          <w:rFonts w:ascii="宋体" w:hAnsi="宋体" w:eastAsia="宋体" w:cs="宋体"/>
          <w:sz w:val="28"/>
          <w:szCs w:val="28"/>
          <w:lang w:bidi="ar"/>
        </w:rPr>
        <w:t xml:space="preserve">  d</w:t>
      </w:r>
      <w:r>
        <w:rPr>
          <w:rFonts w:hint="eastAsia" w:ascii="宋体" w:hAnsi="宋体" w:eastAsia="宋体" w:cs="宋体"/>
          <w:sz w:val="28"/>
          <w:szCs w:val="28"/>
          <w:lang w:bidi="ar"/>
        </w:rPr>
        <w:t>ō</w:t>
      </w:r>
      <w:r>
        <w:rPr>
          <w:rFonts w:ascii="宋体" w:hAnsi="宋体" w:eastAsia="宋体" w:cs="宋体"/>
          <w:sz w:val="28"/>
          <w:szCs w:val="28"/>
          <w:lang w:bidi="ar"/>
        </w:rPr>
        <w:t xml:space="preserve">u </w:t>
      </w:r>
      <w:r>
        <w:rPr>
          <w:rFonts w:hint="eastAsia" w:ascii="宋体" w:hAnsi="宋体" w:eastAsia="宋体" w:cs="宋体"/>
          <w:sz w:val="28"/>
          <w:szCs w:val="28"/>
          <w:lang w:bidi="ar"/>
        </w:rPr>
        <w:t>）。</w:t>
      </w:r>
    </w:p>
    <w:p>
      <w:pPr>
        <w:jc w:val="left"/>
        <w:rPr>
          <w:rFonts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  <w:t>四、 写出带有下列偏旁的字并组词。（9分）</w:t>
      </w:r>
    </w:p>
    <w:p>
      <w:pPr>
        <w:pStyle w:val="5"/>
        <w:shd w:val="clear" w:color="auto" w:fill="FFFFFF"/>
        <w:spacing w:before="107" w:after="107" w:line="312" w:lineRule="atLeast"/>
        <w:rPr>
          <w:rFonts w:hint="default"/>
          <w:color w:val="333333"/>
          <w:sz w:val="17"/>
          <w:szCs w:val="17"/>
        </w:rPr>
      </w:pP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b/>
          <w:color w:val="000000"/>
        </w:rPr>
        <w:t>彳</w:t>
      </w:r>
      <w:r>
        <w:rPr>
          <w:rFonts w:ascii="楷体_GB2312" w:hAnsi="楷体_GB2312" w:eastAsia="楷体_GB2312" w:cs="楷体_GB2312"/>
          <w:color w:val="000000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    </w:t>
      </w:r>
      <w:r>
        <w:rPr>
          <w:rFonts w:ascii="宋体" w:hAnsi="宋体"/>
          <w:color w:val="000000"/>
        </w:rPr>
        <w:t xml:space="preserve">（      ）    </w:t>
      </w:r>
      <w:r>
        <w:rPr>
          <w:rFonts w:ascii="宋体" w:hAnsi="宋体" w:cs="楷体_GB2312"/>
          <w:b/>
          <w:color w:val="000000"/>
        </w:rPr>
        <w:t xml:space="preserve"> </w:t>
      </w:r>
      <w:r>
        <w:rPr>
          <w:rFonts w:ascii="宋体" w:hAnsi="宋体"/>
          <w:b/>
          <w:color w:val="000000"/>
        </w:rPr>
        <w:t>氵</w:t>
      </w:r>
      <w:r>
        <w:rPr>
          <w:rFonts w:ascii="宋体" w:hAnsi="宋体"/>
          <w:color w:val="000000"/>
          <w:u w:val="single"/>
        </w:rPr>
        <w:t xml:space="preserve">       </w:t>
      </w:r>
      <w:r>
        <w:rPr>
          <w:rFonts w:ascii="宋体" w:hAnsi="宋体"/>
          <w:color w:val="000000"/>
        </w:rPr>
        <w:t xml:space="preserve">（      ） </w:t>
      </w:r>
      <w:r>
        <w:rPr>
          <w:rFonts w:ascii="宋体" w:hAnsi="宋体" w:cs="楷体_GB2312"/>
          <w:b/>
          <w:color w:val="000000"/>
        </w:rPr>
        <w:t xml:space="preserve"> </w:t>
      </w:r>
      <w:r>
        <w:rPr>
          <w:rFonts w:ascii="宋体" w:hAnsi="宋体" w:cs="楷体_GB2312"/>
          <w:b/>
        </w:rPr>
        <w:t>讠</w:t>
      </w:r>
      <w:r>
        <w:rPr>
          <w:rFonts w:ascii="宋体" w:hAnsi="宋体"/>
          <w:color w:val="000000"/>
          <w:u w:val="single"/>
        </w:rPr>
        <w:t xml:space="preserve">       </w:t>
      </w:r>
      <w:r>
        <w:rPr>
          <w:rFonts w:ascii="宋体" w:hAnsi="宋体"/>
          <w:color w:val="000000"/>
        </w:rPr>
        <w:t>（       ）</w:t>
      </w:r>
    </w:p>
    <w:p>
      <w:pPr>
        <w:tabs>
          <w:tab w:val="left" w:pos="4335"/>
        </w:tabs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 w:cs="Arial"/>
          <w:color w:val="000000"/>
          <w:sz w:val="24"/>
        </w:rPr>
        <w:t xml:space="preserve">      </w:t>
      </w:r>
      <w:r>
        <w:rPr>
          <w:rFonts w:ascii="宋体" w:hAnsi="宋体"/>
          <w:color w:val="000000"/>
          <w:u w:val="single"/>
        </w:rPr>
        <w:t xml:space="preserve">    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hint="eastAsia" w:ascii="宋体" w:hAnsi="宋体" w:cs="Arial"/>
          <w:color w:val="000000"/>
          <w:sz w:val="24"/>
        </w:rPr>
        <w:t xml:space="preserve">（      ）       </w:t>
      </w:r>
      <w:r>
        <w:rPr>
          <w:rFonts w:ascii="宋体" w:hAnsi="宋体"/>
          <w:color w:val="000000"/>
          <w:u w:val="single"/>
        </w:rPr>
        <w:t xml:space="preserve">    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hint="eastAsia" w:ascii="宋体" w:hAnsi="宋体" w:cs="Arial"/>
          <w:color w:val="000000"/>
          <w:sz w:val="24"/>
        </w:rPr>
        <w:t xml:space="preserve"> （      ） 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   </w:t>
      </w:r>
      <w:r>
        <w:rPr>
          <w:rFonts w:hint="eastAsia" w:ascii="宋体" w:hAnsi="宋体" w:cs="Arial"/>
          <w:color w:val="000000"/>
          <w:sz w:val="24"/>
        </w:rPr>
        <w:t>（       ）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  <w:t>五、仿照例子写一写。（8分）</w:t>
      </w:r>
    </w:p>
    <w:p>
      <w:pPr>
        <w:spacing w:line="300" w:lineRule="atLeas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1、</w:t>
      </w:r>
      <w:r>
        <w:rPr>
          <w:rFonts w:hint="eastAsia"/>
          <w:sz w:val="28"/>
          <w:szCs w:val="28"/>
          <w:em w:val="dot"/>
        </w:rPr>
        <w:t>安安静静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           </w:t>
      </w: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color w:val="0000FF"/>
          <w:sz w:val="28"/>
          <w:szCs w:val="28"/>
        </w:rPr>
        <w:t xml:space="preserve">     </w:t>
      </w:r>
    </w:p>
    <w:p>
      <w:pPr>
        <w:spacing w:line="300" w:lineRule="atLeas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</w:t>
      </w:r>
      <w:r>
        <w:rPr>
          <w:rFonts w:hint="eastAsia"/>
          <w:sz w:val="28"/>
          <w:szCs w:val="28"/>
          <w:em w:val="dot"/>
        </w:rPr>
        <w:t>跳</w:t>
      </w:r>
      <w:r>
        <w:rPr>
          <w:rFonts w:hint="eastAsia"/>
          <w:sz w:val="28"/>
          <w:szCs w:val="28"/>
        </w:rPr>
        <w:t xml:space="preserve">绳   </w:t>
      </w:r>
      <w:r>
        <w:rPr>
          <w:rFonts w:hint="eastAsia"/>
          <w:sz w:val="28"/>
          <w:szCs w:val="28"/>
          <w:em w:val="dot"/>
        </w:rPr>
        <w:t>踢</w:t>
      </w:r>
      <w:r>
        <w:rPr>
          <w:rFonts w:hint="eastAsia"/>
          <w:sz w:val="28"/>
          <w:szCs w:val="28"/>
        </w:rPr>
        <w:t xml:space="preserve">足球  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故事         </w:t>
      </w:r>
      <w:r>
        <w:rPr>
          <w:rFonts w:hint="eastAsia"/>
          <w:sz w:val="28"/>
          <w:szCs w:val="28"/>
          <w:u w:val="single"/>
        </w:rPr>
        <w:t xml:space="preserve">                  </w:t>
      </w:r>
      <w:r>
        <w:rPr>
          <w:rFonts w:hint="eastAsia"/>
          <w:sz w:val="28"/>
          <w:szCs w:val="28"/>
        </w:rPr>
        <w:t xml:space="preserve"> </w:t>
      </w:r>
    </w:p>
    <w:p>
      <w:pPr>
        <w:spacing w:line="300" w:lineRule="atLeast"/>
        <w:ind w:firstLine="562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3、</w:t>
      </w:r>
      <w:r>
        <w:rPr>
          <w:rFonts w:hint="eastAsia" w:ascii="宋体" w:hAnsi="宋体"/>
          <w:sz w:val="28"/>
          <w:szCs w:val="28"/>
        </w:rPr>
        <w:t>小鸭游到小鸡身边。小鸭（</w:t>
      </w:r>
      <w:r>
        <w:rPr>
          <w:rFonts w:hint="eastAsia" w:ascii="宋体" w:hAnsi="宋体"/>
          <w:b/>
          <w:bCs/>
          <w:sz w:val="28"/>
          <w:szCs w:val="28"/>
        </w:rPr>
        <w:t>飞快地</w:t>
      </w:r>
      <w:r>
        <w:rPr>
          <w:rFonts w:hint="eastAsia" w:ascii="宋体" w:hAnsi="宋体"/>
          <w:sz w:val="28"/>
          <w:szCs w:val="28"/>
        </w:rPr>
        <w:t>）游到小鸡身边。</w:t>
      </w:r>
    </w:p>
    <w:p>
      <w:pPr>
        <w:spacing w:line="300" w:lineRule="atLeas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我跟在妈妈身后。 我（</w:t>
      </w:r>
      <w:r>
        <w:rPr>
          <w:rFonts w:hint="eastAsia" w:ascii="宋体" w:hAnsi="宋体"/>
          <w:b/>
          <w:bCs/>
          <w:sz w:val="28"/>
          <w:szCs w:val="28"/>
        </w:rPr>
        <w:t xml:space="preserve">        </w:t>
      </w:r>
      <w:r>
        <w:rPr>
          <w:rFonts w:hint="eastAsia" w:ascii="宋体" w:hAnsi="宋体"/>
          <w:sz w:val="28"/>
          <w:szCs w:val="28"/>
        </w:rPr>
        <w:t>）跟在妈妈身后。</w:t>
      </w:r>
    </w:p>
    <w:p>
      <w:pPr>
        <w:numPr>
          <w:ilvl w:val="0"/>
          <w:numId w:val="1"/>
        </w:numPr>
        <w:spacing w:line="300" w:lineRule="atLeas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树很孤单，喜鹊也很孤单。</w:t>
      </w:r>
    </w:p>
    <w:p>
      <w:pPr>
        <w:spacing w:line="300" w:lineRule="atLeas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 xml:space="preserve"> 也 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/>
          <w:sz w:val="28"/>
          <w:szCs w:val="28"/>
        </w:rPr>
        <w:t xml:space="preserve">。  </w:t>
      </w:r>
    </w:p>
    <w:p>
      <w:pPr>
        <w:spacing w:line="44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  <w:t>六、按课文默写。（11）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赠汪伦</w:t>
      </w: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李（     ）乘舟将欲（     ），忽闻岸（     ）踏歌声。</w:t>
      </w:r>
    </w:p>
    <w:p>
      <w:pPr>
        <w:spacing w:line="440" w:lineRule="exact"/>
        <w:rPr>
          <w:rFonts w:ascii="宋体" w:hAnsi="宋体"/>
          <w:sz w:val="28"/>
          <w:szCs w:val="28"/>
        </w:rPr>
      </w:pPr>
    </w:p>
    <w:p>
      <w:pPr>
        <w:spacing w:line="4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桃（     ）潭水深（     ）（     ），不及汪伦送（     ）情。</w:t>
      </w:r>
    </w:p>
    <w:p>
      <w:pPr>
        <w:spacing w:line="360" w:lineRule="auto"/>
        <w:ind w:firstLine="584" w:firstLineChars="200"/>
        <w:jc w:val="left"/>
        <w:rPr>
          <w:rFonts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14:textFill>
            <w14:solidFill>
              <w14:schemeClr w14:val="tx1"/>
            </w14:solidFill>
          </w14:textFill>
        </w:rPr>
        <w:t>这首诗的作者是</w:t>
      </w: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14:textFill>
            <w14:solidFill>
              <w14:schemeClr w14:val="tx1"/>
            </w14:solidFill>
          </w14:textFill>
        </w:rPr>
        <w:t>代诗人</w:t>
      </w: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14:textFill>
            <w14:solidFill>
              <w14:schemeClr w14:val="tx1"/>
            </w14:solidFill>
          </w14:textFill>
        </w:rPr>
        <w:t>。古诗写了</w:t>
      </w: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14:textFill>
            <w14:solidFill>
              <w14:schemeClr w14:val="tx1"/>
            </w14:solidFill>
          </w14:textFill>
        </w:rPr>
        <w:t>（谁）将要远行，</w:t>
      </w: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bCs/>
          <w:color w:val="000000" w:themeColor="text1"/>
          <w:spacing w:val="6"/>
          <w:kern w:val="0"/>
          <w:sz w:val="28"/>
          <w:szCs w:val="24"/>
          <w14:textFill>
            <w14:solidFill>
              <w14:schemeClr w14:val="tx1"/>
            </w14:solidFill>
          </w14:textFill>
        </w:rPr>
        <w:t>（谁）来送他的情景，表现了诗人与友人之间深厚的情谊。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  <w:t>七、按照音序查字法查字典。（9分）</w:t>
      </w:r>
    </w:p>
    <w:tbl>
      <w:tblPr>
        <w:tblStyle w:val="6"/>
        <w:tblW w:w="9190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3338"/>
        <w:gridCol w:w="2080"/>
        <w:gridCol w:w="2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72" w:type="dxa"/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30"/>
                <w:szCs w:val="30"/>
              </w:rPr>
              <w:t>要查的字</w:t>
            </w:r>
          </w:p>
        </w:tc>
        <w:tc>
          <w:tcPr>
            <w:tcW w:w="3338" w:type="dxa"/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30"/>
                <w:szCs w:val="30"/>
              </w:rPr>
              <w:t>先查第一个字母的大写</w:t>
            </w:r>
          </w:p>
        </w:tc>
        <w:tc>
          <w:tcPr>
            <w:tcW w:w="2080" w:type="dxa"/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30"/>
                <w:szCs w:val="30"/>
              </w:rPr>
              <w:t xml:space="preserve">  再查音节</w:t>
            </w:r>
          </w:p>
        </w:tc>
        <w:tc>
          <w:tcPr>
            <w:tcW w:w="2000" w:type="dxa"/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30"/>
                <w:szCs w:val="30"/>
              </w:rPr>
              <w:t xml:space="preserve">   组词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30"/>
                <w:szCs w:val="30"/>
              </w:rPr>
              <w:t xml:space="preserve">   单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30"/>
                <w:szCs w:val="30"/>
              </w:rPr>
              <w:t xml:space="preserve">   伴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30"/>
                <w:szCs w:val="30"/>
              </w:rPr>
              <w:t xml:space="preserve">   听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kern w:val="0"/>
                <w:sz w:val="30"/>
                <w:szCs w:val="30"/>
              </w:rPr>
            </w:pPr>
          </w:p>
        </w:tc>
      </w:tr>
    </w:tbl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kern w:val="0"/>
          <w:sz w:val="24"/>
          <w:szCs w:val="24"/>
          <w14:textFill>
            <w14:solidFill>
              <w14:schemeClr w14:val="tx1"/>
            </w14:solidFill>
          </w14:textFill>
        </w:rPr>
        <w:t>八、阅读短文、完成练习。（13分）</w:t>
      </w:r>
    </w:p>
    <w:p>
      <w:pPr>
        <w:spacing w:line="360" w:lineRule="auto"/>
        <w:ind w:firstLine="480" w:firstLineChars="200"/>
        <w:rPr>
          <w:rFonts w:ascii="宋体" w:hAnsi="宋体" w:eastAsia="宋体" w:cs="楷体_GB2312"/>
          <w:sz w:val="24"/>
          <w:szCs w:val="30"/>
        </w:rPr>
      </w:pP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16(yú),鱼)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16(chí),池)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16(zhōnɡ),中)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16(de),的)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16(jīn),金)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16(yú),鱼)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16(ɡè),各)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16(zhǒnɡ),种)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16(ɡè),各)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16(yànɡ),样)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16(yǒu),有)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16(yuán),圆)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16(tóu),头)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16(de),的)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>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16(yǒu),有)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16(dà),大)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16(yǎn),眼)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16(jīnɡ),睛)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16(de),的)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16(yě),也)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16(yǒu),有)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16(wěi),尾)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ascii="宋体" w:hAnsi="宋体" w:eastAsia="宋体" w:cs="楷体_GB2312"/>
          <w:sz w:val="24"/>
          <w:szCs w:val="30"/>
        </w:rPr>
        <w:fldChar w:fldCharType="begin"/>
      </w:r>
      <w:r>
        <w:rPr>
          <w:rFonts w:ascii="宋体" w:hAnsi="宋体" w:eastAsia="宋体" w:cs="楷体_GB2312"/>
          <w:sz w:val="24"/>
          <w:szCs w:val="30"/>
        </w:rPr>
        <w:instrText xml:space="preserve">EQ \* jc0 \* hps24 \o(\s\up 16(ba),巴)</w:instrText>
      </w:r>
      <w:r>
        <w:rPr>
          <w:rFonts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16(xiànɡ),像)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16(huā),花)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16(duǒ),朵)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16(de),的)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。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16(yán),颜)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16(sè),色)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16(yě),也)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16(bù),不)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16(shǎo),少)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>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16(yǒu),有)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16(jīn),金)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16(sè),色)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16(de),的)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、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16(hēi),黑)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16(sè),色)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16(de),的)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>、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16(bái),白)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16(sè),色)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16(de),的)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16(yě),也)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16(yǒu),有)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16(bái),白)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16(sè),色)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16(hé),和)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16(jīn),金)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16(sè),色)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16(xiānɡ),相)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16(jiàn),间)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16(de),的)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16(hěn),很)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16(hǎo),好)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16(kàn),看)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="宋体" w:cs="楷体_GB2312"/>
          <w:sz w:val="24"/>
          <w:szCs w:val="30"/>
        </w:rPr>
      </w:pP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16(tā),它)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16(men),们)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16(fēi),非)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16(chánɡ),常)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16(huó),活)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16(pō),泼)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16(chánɡ),常)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16(zài),在)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16(shuǐ),水)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16(lǐ),里)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16(yóu),游)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16(dònɡ),动)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>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16(yǒu),有)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16(shí),时)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16(hù),互)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16(xiānɡ),相)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16(zhuī),追)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16(zhú),逐)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16(yǒu),有)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16(shí),时)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16(yì),一)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16(qǐ),起)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16(yóu),游)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16(xì),戏)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16(jiā),加)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16(shànɡ),上)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16(sè),色)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16(cǎi),彩)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16(měi),美)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16(lì),丽)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>，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16(zhēn),真)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16(lìnɡ),令)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16(rén),人)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16(xǐ),喜)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 xml:space="preserve"> </w:t>
      </w:r>
      <w:r>
        <w:rPr>
          <w:rFonts w:hint="eastAsia" w:ascii="宋体" w:hAnsi="宋体" w:eastAsia="宋体" w:cs="楷体_GB2312"/>
          <w:sz w:val="24"/>
          <w:szCs w:val="30"/>
        </w:rPr>
        <w:fldChar w:fldCharType="begin"/>
      </w:r>
      <w:r>
        <w:rPr>
          <w:rFonts w:hint="eastAsia" w:ascii="宋体" w:hAnsi="宋体" w:eastAsia="宋体" w:cs="楷体_GB2312"/>
          <w:sz w:val="24"/>
          <w:szCs w:val="30"/>
        </w:rPr>
        <w:instrText xml:space="preserve">EQ \* jc0 \* hps24 \o(\s\up 16(ài),爱)</w:instrText>
      </w:r>
      <w:r>
        <w:rPr>
          <w:rFonts w:hint="eastAsia" w:ascii="宋体" w:hAnsi="宋体" w:eastAsia="宋体" w:cs="楷体_GB2312"/>
          <w:sz w:val="24"/>
          <w:szCs w:val="30"/>
        </w:rPr>
        <w:fldChar w:fldCharType="end"/>
      </w:r>
      <w:r>
        <w:rPr>
          <w:rFonts w:hint="eastAsia" w:ascii="宋体" w:hAnsi="宋体" w:eastAsia="宋体" w:cs="楷体_GB2312"/>
          <w:sz w:val="24"/>
          <w:szCs w:val="30"/>
        </w:rPr>
        <w:t>。</w:t>
      </w:r>
    </w:p>
    <w:p>
      <w:pPr>
        <w:spacing w:line="480" w:lineRule="auto"/>
        <w:rPr>
          <w:rFonts w:ascii="宋体" w:hAnsi="宋体" w:cs="楷体_GB2312"/>
          <w:sz w:val="24"/>
          <w:szCs w:val="30"/>
          <w:u w:val="single"/>
        </w:rPr>
      </w:pPr>
      <w:r>
        <w:rPr>
          <w:rFonts w:hint="eastAsia" w:ascii="宋体" w:hAnsi="宋体" w:cs="楷体_GB2312"/>
          <w:sz w:val="24"/>
          <w:szCs w:val="30"/>
        </w:rPr>
        <w:t xml:space="preserve">    1.短文共有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  </w:t>
      </w:r>
      <w:r>
        <w:rPr>
          <w:rFonts w:hint="eastAsia" w:ascii="宋体" w:hAnsi="宋体" w:cs="楷体_GB2312"/>
          <w:sz w:val="24"/>
          <w:szCs w:val="30"/>
        </w:rPr>
        <w:t>个自然段，第1自然段共有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 </w:t>
      </w:r>
      <w:r>
        <w:rPr>
          <w:rFonts w:hint="eastAsia" w:ascii="宋体" w:hAnsi="宋体" w:cs="楷体_GB2312"/>
          <w:sz w:val="24"/>
          <w:szCs w:val="30"/>
        </w:rPr>
        <w:t>句话。（2分）</w:t>
      </w:r>
    </w:p>
    <w:p>
      <w:pPr>
        <w:numPr>
          <w:ilvl w:val="0"/>
          <w:numId w:val="2"/>
        </w:numPr>
        <w:spacing w:line="480" w:lineRule="auto"/>
        <w:ind w:firstLine="480" w:firstLineChars="200"/>
        <w:rPr>
          <w:rFonts w:ascii="宋体" w:hAnsi="宋体" w:cs="楷体_GB2312"/>
          <w:sz w:val="24"/>
          <w:szCs w:val="30"/>
        </w:rPr>
      </w:pPr>
      <w:r>
        <w:rPr>
          <w:rFonts w:hint="eastAsia" w:ascii="宋体" w:hAnsi="宋体" w:cs="楷体_GB2312"/>
          <w:sz w:val="24"/>
          <w:szCs w:val="30"/>
        </w:rPr>
        <w:t>文中说的金鱼有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 </w:t>
      </w:r>
      <w:r>
        <w:rPr>
          <w:rFonts w:hint="eastAsia" w:ascii="宋体" w:hAnsi="宋体" w:cs="楷体_GB2312"/>
          <w:sz w:val="24"/>
          <w:szCs w:val="30"/>
        </w:rPr>
        <w:t xml:space="preserve"> 种形状。分别是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  </w:t>
      </w:r>
      <w:r>
        <w:rPr>
          <w:rFonts w:hint="eastAsia" w:ascii="宋体" w:hAnsi="宋体" w:cs="楷体_GB2312"/>
          <w:sz w:val="24"/>
          <w:szCs w:val="30"/>
        </w:rPr>
        <w:t>、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  </w:t>
      </w:r>
      <w:r>
        <w:rPr>
          <w:rFonts w:hint="eastAsia" w:ascii="宋体" w:hAnsi="宋体" w:cs="楷体_GB2312"/>
          <w:sz w:val="24"/>
          <w:szCs w:val="30"/>
        </w:rPr>
        <w:t>、</w:t>
      </w:r>
    </w:p>
    <w:p>
      <w:pPr>
        <w:spacing w:line="480" w:lineRule="auto"/>
        <w:ind w:left="420" w:leftChars="200"/>
        <w:rPr>
          <w:rFonts w:ascii="宋体" w:hAnsi="宋体" w:cs="楷体_GB2312"/>
          <w:sz w:val="24"/>
          <w:szCs w:val="30"/>
        </w:rPr>
      </w:pPr>
      <w:r>
        <w:rPr>
          <w:rFonts w:hint="eastAsia" w:ascii="宋体" w:hAnsi="宋体" w:cs="楷体_GB2312"/>
          <w:sz w:val="24"/>
          <w:szCs w:val="30"/>
          <w:u w:val="single"/>
        </w:rPr>
        <w:t xml:space="preserve">                     </w:t>
      </w:r>
      <w:r>
        <w:rPr>
          <w:rFonts w:hint="eastAsia" w:ascii="宋体" w:hAnsi="宋体" w:cs="楷体_GB2312"/>
          <w:sz w:val="24"/>
          <w:szCs w:val="30"/>
        </w:rPr>
        <w:t>。（5分）</w:t>
      </w:r>
    </w:p>
    <w:p>
      <w:pPr>
        <w:spacing w:line="480" w:lineRule="auto"/>
        <w:ind w:firstLine="480" w:firstLineChars="200"/>
        <w:rPr>
          <w:rFonts w:ascii="宋体" w:hAnsi="宋体" w:cs="楷体_GB2312"/>
          <w:sz w:val="24"/>
          <w:szCs w:val="30"/>
        </w:rPr>
      </w:pPr>
      <w:r>
        <w:rPr>
          <w:rFonts w:hint="eastAsia" w:ascii="宋体" w:hAnsi="宋体" w:cs="楷体_GB2312"/>
          <w:sz w:val="24"/>
          <w:szCs w:val="30"/>
        </w:rPr>
        <w:t>3.文中说的金鱼的颜色有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  </w:t>
      </w:r>
      <w:r>
        <w:rPr>
          <w:rFonts w:hint="eastAsia" w:ascii="宋体" w:hAnsi="宋体" w:cs="楷体_GB2312"/>
          <w:sz w:val="24"/>
          <w:szCs w:val="30"/>
        </w:rPr>
        <w:t>的、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 </w:t>
      </w:r>
      <w:r>
        <w:rPr>
          <w:rFonts w:hint="eastAsia" w:ascii="宋体" w:hAnsi="宋体" w:cs="楷体_GB2312"/>
          <w:sz w:val="24"/>
          <w:szCs w:val="30"/>
        </w:rPr>
        <w:t>的、</w:t>
      </w:r>
      <w:r>
        <w:rPr>
          <w:rFonts w:hint="eastAsia" w:ascii="宋体" w:hAnsi="宋体" w:cs="楷体_GB2312"/>
          <w:sz w:val="24"/>
          <w:szCs w:val="30"/>
          <w:u w:val="single"/>
        </w:rPr>
        <w:tab/>
      </w:r>
      <w:r>
        <w:rPr>
          <w:rFonts w:hint="eastAsia" w:ascii="宋体" w:hAnsi="宋体" w:cs="楷体_GB2312"/>
          <w:sz w:val="24"/>
          <w:szCs w:val="30"/>
          <w:u w:val="single"/>
        </w:rPr>
        <w:tab/>
      </w:r>
      <w:r>
        <w:rPr>
          <w:rFonts w:hint="eastAsia" w:ascii="宋体" w:hAnsi="宋体" w:cs="楷体_GB2312"/>
          <w:sz w:val="24"/>
          <w:szCs w:val="30"/>
          <w:u w:val="single"/>
        </w:rPr>
        <w:tab/>
      </w:r>
      <w:r>
        <w:rPr>
          <w:rFonts w:hint="eastAsia" w:ascii="宋体" w:hAnsi="宋体" w:cs="楷体_GB2312"/>
          <w:sz w:val="24"/>
          <w:szCs w:val="30"/>
        </w:rPr>
        <w:t>的，</w:t>
      </w:r>
    </w:p>
    <w:p>
      <w:pPr>
        <w:spacing w:line="480" w:lineRule="auto"/>
        <w:ind w:firstLine="480" w:firstLineChars="200"/>
        <w:rPr>
          <w:rFonts w:ascii="宋体" w:hAnsi="宋体" w:cs="楷体_GB2312"/>
          <w:sz w:val="24"/>
          <w:szCs w:val="30"/>
        </w:rPr>
      </w:pPr>
      <w:r>
        <w:rPr>
          <w:rFonts w:hint="eastAsia" w:ascii="宋体" w:hAnsi="宋体" w:cs="楷体_GB2312"/>
          <w:sz w:val="24"/>
          <w:szCs w:val="30"/>
        </w:rPr>
        <w:t>也有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</w:t>
      </w:r>
      <w:r>
        <w:rPr>
          <w:rFonts w:hint="eastAsia" w:ascii="宋体" w:hAnsi="宋体" w:cs="楷体_GB2312"/>
          <w:sz w:val="24"/>
          <w:szCs w:val="30"/>
        </w:rPr>
        <w:t>和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</w:t>
      </w:r>
      <w:r>
        <w:rPr>
          <w:rFonts w:hint="eastAsia" w:ascii="宋体" w:hAnsi="宋体" w:cs="楷体_GB2312"/>
          <w:sz w:val="24"/>
          <w:szCs w:val="30"/>
          <w:u w:val="single"/>
        </w:rPr>
        <w:tab/>
      </w:r>
      <w:r>
        <w:rPr>
          <w:rFonts w:hint="eastAsia" w:ascii="宋体" w:hAnsi="宋体" w:cs="楷体_GB2312"/>
          <w:sz w:val="24"/>
          <w:szCs w:val="30"/>
          <w:u w:val="single"/>
        </w:rPr>
        <w:tab/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</w:t>
      </w:r>
      <w:r>
        <w:rPr>
          <w:rFonts w:hint="eastAsia" w:ascii="宋体" w:hAnsi="宋体" w:cs="楷体_GB2312"/>
          <w:sz w:val="24"/>
          <w:szCs w:val="30"/>
        </w:rPr>
        <w:t>相间的，很好看。（5分）</w:t>
      </w:r>
    </w:p>
    <w:p>
      <w:pPr>
        <w:spacing w:line="480" w:lineRule="auto"/>
        <w:ind w:firstLine="480" w:firstLineChars="200"/>
        <w:rPr>
          <w:rFonts w:ascii="宋体" w:hAnsi="宋体" w:cs="楷体_GB2312"/>
          <w:sz w:val="24"/>
          <w:szCs w:val="30"/>
        </w:rPr>
      </w:pPr>
      <w:r>
        <w:rPr>
          <w:rFonts w:hint="eastAsia" w:ascii="宋体" w:hAnsi="宋体" w:cs="楷体_GB2312"/>
          <w:sz w:val="24"/>
          <w:szCs w:val="30"/>
        </w:rPr>
        <w:t>4.金鱼在水里是怎样活动的？请你用“</w:t>
      </w:r>
      <w:r>
        <w:rPr>
          <w:rFonts w:hint="eastAsia" w:ascii="宋体" w:hAnsi="宋体" w:cs="楷体_GB2312"/>
          <w:sz w:val="24"/>
          <w:szCs w:val="30"/>
          <w:u w:val="single"/>
        </w:rPr>
        <w:t xml:space="preserve">        </w:t>
      </w:r>
      <w:r>
        <w:rPr>
          <w:rFonts w:hint="eastAsia" w:ascii="宋体" w:hAnsi="宋体" w:cs="楷体_GB2312"/>
          <w:sz w:val="24"/>
          <w:szCs w:val="30"/>
        </w:rPr>
        <w:t>”画出来。（1分）</w:t>
      </w:r>
    </w:p>
    <w:p>
      <w:pPr>
        <w:spacing w:line="480" w:lineRule="auto"/>
        <w:ind w:firstLine="480" w:firstLineChars="200"/>
        <w:jc w:val="right"/>
        <w:rPr>
          <w:rFonts w:ascii="宋体" w:hAnsi="宋体" w:cs="楷体_GB2312"/>
          <w:sz w:val="24"/>
          <w:szCs w:val="30"/>
        </w:rPr>
        <w:sectPr>
          <w:headerReference r:id="rId3" w:type="default"/>
          <w:footerReference r:id="rId4" w:type="default"/>
          <w:pgSz w:w="10376" w:h="14685"/>
          <w:pgMar w:top="1440" w:right="1020" w:bottom="1440" w:left="102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楷体_GB2312"/>
          <w:sz w:val="24"/>
          <w:szCs w:val="30"/>
        </w:rPr>
        <w:t>（两分卷面分）</w:t>
      </w:r>
    </w:p>
    <w:p>
      <w:bookmarkStart w:id="0" w:name="_GoBack"/>
      <w:bookmarkEnd w:id="0"/>
    </w:p>
    <w:sectPr>
      <w:pgSz w:w="10376" w:h="146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A92529"/>
    <w:multiLevelType w:val="singleLevel"/>
    <w:tmpl w:val="54A92529"/>
    <w:lvl w:ilvl="0" w:tentative="0">
      <w:start w:val="2"/>
      <w:numFmt w:val="decimal"/>
      <w:suff w:val="nothing"/>
      <w:lvlText w:val="%1."/>
      <w:lvlJc w:val="left"/>
    </w:lvl>
  </w:abstractNum>
  <w:abstractNum w:abstractNumId="1">
    <w:nsid w:val="58C3FF8D"/>
    <w:multiLevelType w:val="singleLevel"/>
    <w:tmpl w:val="58C3FF8D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3995CE5"/>
    <w:rsid w:val="000D23D8"/>
    <w:rsid w:val="00107DE1"/>
    <w:rsid w:val="0013265F"/>
    <w:rsid w:val="002B6709"/>
    <w:rsid w:val="003C3A12"/>
    <w:rsid w:val="0040037B"/>
    <w:rsid w:val="004151FC"/>
    <w:rsid w:val="005656E0"/>
    <w:rsid w:val="006118EF"/>
    <w:rsid w:val="007B1046"/>
    <w:rsid w:val="008327D5"/>
    <w:rsid w:val="008D5702"/>
    <w:rsid w:val="00900CC8"/>
    <w:rsid w:val="00A84C4F"/>
    <w:rsid w:val="00C02FC6"/>
    <w:rsid w:val="00EA35DD"/>
    <w:rsid w:val="00F650CE"/>
    <w:rsid w:val="051D3F4F"/>
    <w:rsid w:val="05E074CA"/>
    <w:rsid w:val="097F64E6"/>
    <w:rsid w:val="0D9B0005"/>
    <w:rsid w:val="13995CE5"/>
    <w:rsid w:val="161648E9"/>
    <w:rsid w:val="17300479"/>
    <w:rsid w:val="1E25491E"/>
    <w:rsid w:val="26FB7725"/>
    <w:rsid w:val="2CCA1449"/>
    <w:rsid w:val="301A33C9"/>
    <w:rsid w:val="35612C1F"/>
    <w:rsid w:val="393C2289"/>
    <w:rsid w:val="398C2B10"/>
    <w:rsid w:val="3BB10452"/>
    <w:rsid w:val="41492DF9"/>
    <w:rsid w:val="4DEB0A15"/>
    <w:rsid w:val="531C2CAE"/>
    <w:rsid w:val="53C45FBF"/>
    <w:rsid w:val="641A71DE"/>
    <w:rsid w:val="676B760F"/>
    <w:rsid w:val="69E62670"/>
    <w:rsid w:val="6D535020"/>
    <w:rsid w:val="6E4856DA"/>
    <w:rsid w:val="7330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2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Arial" w:hAnsi="Arial" w:eastAsia="宋体" w:cs="Arial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HTML 预设格式 Char"/>
    <w:basedOn w:val="7"/>
    <w:link w:val="5"/>
    <w:uiPriority w:val="0"/>
    <w:rPr>
      <w:rFonts w:ascii="Arial" w:hAnsi="Arial" w:cs="Arial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4</Pages>
  <Words>826</Words>
  <Characters>1093</Characters>
  <Lines>45</Lines>
  <Paragraphs>12</Paragraphs>
  <TotalTime>45</TotalTime>
  <ScaleCrop>false</ScaleCrop>
  <LinksUpToDate>false</LinksUpToDate>
  <CharactersWithSpaces>1974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2018-10-07T06:54:00Z</dcterms:created>
  <dc:creator>Administrator</dc:creator>
  <cp:lastModifiedBy>。</cp:lastModifiedBy>
  <cp:lastPrinted>2019-03-20T05:32:00Z</cp:lastPrinted>
  <dcterms:modified xsi:type="dcterms:W3CDTF">2023-02-17T08:51:12Z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0FE258B2764E44F9A82E2AEF694ACCB8</vt:lpwstr>
  </property>
</Properties>
</file>