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11493500</wp:posOffset>
            </wp:positionV>
            <wp:extent cx="457200" cy="254000"/>
            <wp:effectExtent l="0" t="0" r="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11912600</wp:posOffset>
            </wp:positionV>
            <wp:extent cx="482600" cy="381000"/>
            <wp:effectExtent l="0" t="0" r="12700" b="0"/>
            <wp:wrapNone/>
            <wp:docPr id="100113" name="图片 100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图片 1001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6"/>
          <w:szCs w:val="36"/>
        </w:rPr>
        <w:t>小学语文二年级下册第五单元检测题</w:t>
      </w:r>
    </w:p>
    <w:p>
      <w:pPr>
        <w:spacing w:line="360" w:lineRule="auto"/>
        <w:ind w:left="1680" w:firstLine="420"/>
        <w:rPr>
          <w:rFonts w:hint="eastAsia" w:ascii="宋体" w:hAnsi="宋体" w:cs="宋体"/>
          <w:szCs w:val="21"/>
        </w:rPr>
      </w:pPr>
      <w:r>
        <w:rPr>
          <w:rFonts w:hint="eastAsia"/>
          <w:sz w:val="24"/>
        </w:rPr>
        <w:t>卷面书写（10分）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等级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 xml:space="preserve">      </w:t>
      </w:r>
    </w:p>
    <w:p>
      <w:pPr>
        <w:spacing w:line="360" w:lineRule="auto"/>
        <w:ind w:firstLine="420"/>
        <w:rPr>
          <w:rFonts w:hint="eastAsia" w:ascii="楷体_GB2312" w:eastAsia="楷体_GB2312"/>
          <w:sz w:val="24"/>
        </w:rPr>
      </w:pPr>
      <w:r>
        <w:rPr>
          <w:rFonts w:hint="eastAsia" w:ascii="宋体" w:hAnsi="宋体" w:cs="宋体"/>
          <w:sz w:val="24"/>
        </w:rPr>
        <w:t>dú  pīn yīn  xiě cí yǔ</w:t>
      </w:r>
    </w:p>
    <w:p>
      <w:pPr>
        <w:spacing w:line="360" w:lineRule="auto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一、读 拼  音，写 词 语。（10分）</w:t>
      </w:r>
    </w:p>
    <w:p>
      <w:pPr>
        <w:spacing w:line="360" w:lineRule="auto"/>
        <w:ind w:firstLine="120" w:firstLineChars="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zhī   zhū     cǎi　 hónɡ    jīn   chán     yán   shí     lù  dì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huānɡ  zhānɡ    páo  tǔ      zhì  liànɡ     hú  luàn     chuí  liǔ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tabs>
          <w:tab w:val="left" w:pos="7902"/>
        </w:tabs>
        <w:spacing w:line="360" w:lineRule="auto"/>
        <w:ind w:firstLine="210" w:firstLineChars="100"/>
        <w:rPr>
          <w:rFonts w:hint="eastAsia" w:ascii="楷体_GB2312" w:eastAsia="楷体_GB2312"/>
          <w:sz w:val="24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/>
          <w:szCs w:val="21"/>
        </w:rPr>
        <w:t>ɡ</w:t>
      </w:r>
      <w:r>
        <w:rPr>
          <w:rFonts w:hint="eastAsia" w:ascii="宋体" w:hAnsi="宋体" w:cs="宋体"/>
          <w:szCs w:val="21"/>
        </w:rPr>
        <w:t>ěi jiā diǎn zì xuǎn zé zhèn</w:t>
      </w:r>
      <w:r>
        <w:rPr>
          <w:rFonts w:hint="eastAsia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què dú yīn chāo xiě dào sì xiàn sān </w:t>
      </w:r>
      <w:r>
        <w:rPr>
          <w:rFonts w:hint="eastAsia"/>
          <w:szCs w:val="21"/>
        </w:rPr>
        <w:t>ɡ</w:t>
      </w:r>
      <w:r>
        <w:rPr>
          <w:rFonts w:hint="eastAsia" w:ascii="宋体" w:hAnsi="宋体" w:cs="宋体"/>
          <w:szCs w:val="21"/>
        </w:rPr>
        <w:t>é zhōn</w:t>
      </w:r>
      <w:r>
        <w:rPr>
          <w:rFonts w:hint="eastAsia"/>
          <w:szCs w:val="21"/>
        </w:rPr>
        <w:t>ɡ</w:t>
      </w:r>
      <w:r>
        <w:rPr>
          <w:rFonts w:hint="eastAsia" w:ascii="楷体_GB2312" w:eastAsia="楷体_GB2312"/>
          <w:sz w:val="24"/>
        </w:rPr>
        <w:t xml:space="preserve"> </w:t>
      </w:r>
    </w:p>
    <w:p>
      <w:pPr>
        <w:spacing w:line="360" w:lineRule="auto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二、给 加 点  字 选  择  正   确 读 音，抄  写 到 四  线  三  格 中。（8分）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5943600"/>
                <wp:effectExtent l="4445" t="0" r="14605" b="0"/>
                <wp:wrapNone/>
                <wp:docPr id="2" name="Lin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21" o:spid="_x0000_s1026" o:spt="20" style="position:absolute;left:0pt;margin-left:0pt;margin-top:0pt;height:468pt;width:0pt;z-index:251661312;mso-width-relative:page;mso-height-relative:page;" filled="f" stroked="t" coordsize="21600,21600" o:gfxdata="UEsDBAoAAAAAAIdO4kAAAAAAAAAAAAAAAAAEAAAAZHJzL1BLAwQUAAAACACHTuJArcclzdIAAAAC&#10;AQAADwAAAGRycy9kb3ducmV2LnhtbE2PT0/DMAzF70j7DpGRuEws2SZN0DXdYdAbFzYQV6/x2orG&#10;6ZrsD3x6DJdxsZ71rPd+zlcX36kTDbENbGE6MaCIq+Bari28bcv7B1AxITvsApOFL4qwKkY3OWYu&#10;nPmVTptUKwnhmKGFJqU+0zpWDXmMk9ATi7cPg8ck61BrN+BZwn2nZ8YstMeWpaHBntYNVZ+bo7cQ&#10;y3c6lN/jamw+5nWg2eHp5RmtvbudmiWoRJd0PYZffEGHQph24cguqs6CPJL+pniidxYe5wsDusj1&#10;f/TiB1BLAwQUAAAACACHTuJAsN7s4dwBAADbAwAADgAAAGRycy9lMm9Eb2MueG1srVNNb9swDL0P&#10;2H8QdF/suEuxGnF6aNZdiq1Aux+gSLQtQF8QlTj596PkLN26Sw7zQaYk6pHvkVzfH61hB4iovev4&#10;clFzBk56pd3Q8Z+vj5++cIZJOCWMd9DxEyC/33z8sJ5CC40fvVEQGYE4bKfQ8TGl0FYVyhGswIUP&#10;4Oiy99GKRNs4VCqKidCtqZq6vq0mH1WIXgIinW7nS35GjNcA+r7XErZe7i24NKNGMCIRJRx1QL4p&#10;2fY9yPSj7xESMx0npqmsFITsXV6rzVq0QxRh1PKcgrgmhXecrNCOgl6gtiIJto/6HyirZfTo+7SQ&#10;3lYzkaIIsVjW77R5GUWAwoWkxnARHf8frPx+eI5Mq443nDlhqeBP2gFbNsuszRSwJZeX8BzPOyQz&#10;Ez320eY/UWDHoufpoiccE5PzoaTT1d3nm9u6aF29PQwR0zfwlmWj44aiFgXF4QkTBSPX3y45jnFs&#10;6vjdqllxJgX1XU/1JtMGyh3dUN6iN1o9amPyC4zD7sFEdhC59uXLlAj3L7ccZCtwnP3K1dwVIwj1&#10;1SmWToFUcTQMPKdgQXFmgGYnWwQo2iS0ucaTQhtHGWRVZx2ztfPqRDXYh6iHkZQowhcfqnnJ99yf&#10;uan+3Bekt5nc/A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txyXN0gAAAAIBAAAPAAAAAAAAAAEA&#10;IAAAACIAAABkcnMvZG93bnJldi54bWxQSwECFAAUAAAACACHTuJAsN7s4dwBAADbAwAADgAAAAAA&#10;AAABACAAAAAh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5943600"/>
                <wp:effectExtent l="4445" t="0" r="14605" b="0"/>
                <wp:wrapNone/>
                <wp:docPr id="3" name="Lin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55" o:spid="_x0000_s1026" o:spt="20" style="position:absolute;left:0pt;margin-left:0pt;margin-top:0pt;height:468pt;width:0pt;z-index:251662336;mso-width-relative:page;mso-height-relative:page;" filled="f" stroked="t" coordsize="21600,21600" o:gfxdata="UEsDBAoAAAAAAIdO4kAAAAAAAAAAAAAAAAAEAAAAZHJzL1BLAwQUAAAACACHTuJArcclzdIAAAAC&#10;AQAADwAAAGRycy9kb3ducmV2LnhtbE2PT0/DMAzF70j7DpGRuEws2SZN0DXdYdAbFzYQV6/x2orG&#10;6ZrsD3x6DJdxsZ71rPd+zlcX36kTDbENbGE6MaCIq+Bari28bcv7B1AxITvsApOFL4qwKkY3OWYu&#10;nPmVTptUKwnhmKGFJqU+0zpWDXmMk9ATi7cPg8ck61BrN+BZwn2nZ8YstMeWpaHBntYNVZ+bo7cQ&#10;y3c6lN/jamw+5nWg2eHp5RmtvbudmiWoRJd0PYZffEGHQph24cguqs6CPJL+pniidxYe5wsDusj1&#10;f/TiB1BLAwQUAAAACACHTuJAOOeqhNwBAADaAwAADgAAAGRycy9lMm9Eb2MueG1srVNNb9swDL0P&#10;2H8QdF/spHOxGnF6aNZdiq1Atx+gSLQtQF8QlTj596PkLN26Sw71QaZE6pHvkVrfH61hB4iovev4&#10;clFzBk56pd3Q8V8/Hz994QyTcEoY76DjJ0B+v/n4YT2FFlZ+9EZBZATisJ1Cx8eUQltVKEewAhc+&#10;gCNn76MVibZxqFQUE6FbU63q+raafFQhegmIdLqdnfyMGK8B9H2vJWy93FtwaUaNYEQiSjjqgHxT&#10;qu17kOlH3yMkZjpOTFNZKQnZu7xWm7VohyjCqOW5BHFNCW84WaEdJb1AbUUSbB/1f1BWy+jR92kh&#10;va1mIkURYrGs32jzMooAhQtJjeEiOr4frPx+eI5Mq47fcOaEpYY/aQesabI0U8CWIl7CczzvkMzM&#10;89hHm//EgB2LnKeLnHBMTM6Hkk6bu883t3WRunq9GCKmb+Aty0bHDSUtAorDEyZKRqF/QnIe49jU&#10;8btm1XAmBY1dT+0m0wYqHd1Q7qI3Wj1qY/INjMPuwUR2ELn15cuUCPefsJxkK3Cc44prHooRhPrq&#10;FEunQKI4egs8l2BBcWaAnk62CFC0SWhzTSSlNo4qyKrOOmZr59WJWrAPUQ8jKbEsVWYPtbzUex7P&#10;PFN/7wvS65Pc/A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txyXN0gAAAAIBAAAPAAAAAAAAAAEA&#10;IAAAACIAAABkcnMvZG93bnJldi54bWxQSwECFAAUAAAACACHTuJAOOeqhNwBAADaAwAADgAAAAAA&#10;AAABACAAAAAh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5943600"/>
                <wp:effectExtent l="4445" t="0" r="14605" b="0"/>
                <wp:wrapNone/>
                <wp:docPr id="4" name="Lin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6" o:spid="_x0000_s1026" o:spt="20" style="position:absolute;left:0pt;margin-left:0pt;margin-top:0pt;height:468pt;width:0pt;z-index:251663360;mso-width-relative:page;mso-height-relative:page;" filled="f" stroked="t" coordsize="21600,21600" o:gfxdata="UEsDBAoAAAAAAIdO4kAAAAAAAAAAAAAAAAAEAAAAZHJzL1BLAwQUAAAACACHTuJArcclzdIAAAAC&#10;AQAADwAAAGRycy9kb3ducmV2LnhtbE2PT0/DMAzF70j7DpGRuEws2SZN0DXdYdAbFzYQV6/x2orG&#10;6ZrsD3x6DJdxsZ71rPd+zlcX36kTDbENbGE6MaCIq+Bari28bcv7B1AxITvsApOFL4qwKkY3OWYu&#10;nPmVTptUKwnhmKGFJqU+0zpWDXmMk9ATi7cPg8ck61BrN+BZwn2nZ8YstMeWpaHBntYNVZ+bo7cQ&#10;y3c6lN/jamw+5nWg2eHp5RmtvbudmiWoRJd0PYZffEGHQph24cguqs6CPJL+pniidxYe5wsDusj1&#10;f/TiB1BLAwQUAAAACACHTuJAxJM8WdwBAADaAwAADgAAAGRycy9lMm9Eb2MueG1srVNNb9swDL0P&#10;2H8QdF+cZE2wGnF6WNZdiq1Atx+gSJQtQF8QlTj596PkLN26Sw7zQaZE6pHvkdo8nJxlR0hogu/4&#10;YjbnDLwMyvi+4z9/PH74xBlm4ZWwwUPHz4D8Yfv+3WaMLSzDEKyCxAjEYzvGjg85x7ZpUA7gBM5C&#10;BE9OHZITmbapb1QSI6E72yzn83UzhqRiChIQ6XQ3OfkFMd0CGLQ2EnZBHhz4PKEmsCITJRxMRL6t&#10;1WoNMn/XGiEz23FimutKScjel7XZbkTbJxEHIy8liFtKeMPJCeMp6RVqJ7Jgh2T+gXJGpoBB55kM&#10;rpmIVEWIxWL+RpuXQUSoXEhqjFfR8f/Bym/H58SM6vgdZ144aviT8cDW6yLNGLGliJf4nC47JLPw&#10;POnkyp8YsFOV83yVE06ZyelQ0unq/u7jel6lbl4vxoT5KwTHitFxS0mrgOL4hJmSUejvkJLHejZ2&#10;/H61XHEmBY2dpnaT6SKVjr6vdzFYox6NteUGpn7/2SZ2FKX19SuUCPevsJJkJ3CY4qprGooBhPri&#10;FcvnSKJ4egu8lOBAcWaBnk6xCFC0WRh7SySltp4qKKpOOhZrH9SZWnCIyfQDKbGoVRYPtbzWexnP&#10;MlN/7ivS65Pc/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txyXN0gAAAAIBAAAPAAAAAAAAAAEA&#10;IAAAACIAAABkcnMvZG93bnJldi54bWxQSwECFAAUAAAACACHTuJAxJM8WdwBAADaAwAADgAAAAAA&#10;AAABACAAAAAh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5943600"/>
                <wp:effectExtent l="4445" t="0" r="14605" b="0"/>
                <wp:wrapNone/>
                <wp:docPr id="5" name="Lin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10" o:spid="_x0000_s1026" o:spt="20" style="position:absolute;left:0pt;margin-left:0pt;margin-top:0pt;height:468pt;width:0pt;z-index:251664384;mso-width-relative:page;mso-height-relative:page;" filled="f" stroked="t" coordsize="21600,21600" o:gfxdata="UEsDBAoAAAAAAIdO4kAAAAAAAAAAAAAAAAAEAAAAZHJzL1BLAwQUAAAACACHTuJArcclzdIAAAAC&#10;AQAADwAAAGRycy9kb3ducmV2LnhtbE2PT0/DMAzF70j7DpGRuEws2SZN0DXdYdAbFzYQV6/x2orG&#10;6ZrsD3x6DJdxsZ71rPd+zlcX36kTDbENbGE6MaCIq+Bari28bcv7B1AxITvsApOFL4qwKkY3OWYu&#10;nPmVTptUKwnhmKGFJqU+0zpWDXmMk9ATi7cPg8ck61BrN+BZwn2nZ8YstMeWpaHBntYNVZ+bo7cQ&#10;y3c6lN/jamw+5nWg2eHp5RmtvbudmiWoRJd0PYZffEGHQph24cguqs6CPJL+pniidxYe5wsDusj1&#10;f/TiB1BLAwQUAAAACACHTuJABfnbQ9oBAADbAwAADgAAAGRycy9lMm9Eb2MueG1srVNNb9swDL0P&#10;2H8QdF9sZ0uxGnF6WNZdiq1Aux+gSLQtQF8QlTj596PkLNm6Sw7zQaZE6vHxkVo/HK1hB4iovet4&#10;s6g5Aye90m7o+M/Xxw+fOcMknBLGO+j4CZA/bN6/W0+hhaUfvVEQGYE4bKfQ8TGl0FYVyhGswIUP&#10;4MjZ+2hFom0cKhXFROjWVMu6vqsmH1WIXgIinW5nJz8jxlsAfd9rCVsv9xZcmlEjGJGoJBx1QL4p&#10;bPseZPrR9wiJmY5TpamslITsXV6rzVq0QxRh1PJMQdxC4U1NVmhHSS9QW5EE20f9D5TVMnr0fVpI&#10;b6u5kKIIVdHUb7R5GUWAUgtJjeEiOv4/WPn98ByZVh1fceaEpYY/aQesaYo2U8CWQl7CcySl8g7J&#10;zIUe+2jzn0pgx6Ln6aInHBOT86Gk09X9p493dcGrrhdDxPQNvGXZ6LihrEVBcXjCRMko9HdIzmMc&#10;mzp+v1oSTylo7nrqN5k2EHd0Q7mL3mj1qI3JNzAOuy8msoPIvS9fbjfh/hWWk2wFjnNccc1TMYJQ&#10;X51i6RRIFUePgWcKFhRnBujtZKvMTxLa3BJJqY0jBlcds7Xz6kQ92Ieoh5GUaArL7KGeF77n+cxD&#10;9ee+IF3f5OY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cclzdIAAAACAQAADwAAAAAAAAABACAA&#10;AAAiAAAAZHJzL2Rvd25yZXYueG1sUEsBAhQAFAAAAAgAh07iQAX520PaAQAA2wMAAA4AAAAAAAAA&#10;AQAgAAAAIQ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eastAsia="楷体_GB2312"/>
          <w:sz w:val="24"/>
        </w:rPr>
        <w:t xml:space="preserve">  </w:t>
      </w:r>
      <w:r>
        <w:rPr>
          <w:rFonts w:hint="eastAsia" w:ascii="宋体" w:hAnsi="宋体"/>
          <w:sz w:val="24"/>
        </w:rPr>
        <w:t>z</w:t>
      </w:r>
      <w:r>
        <w:rPr>
          <w:rFonts w:hint="eastAsia"/>
          <w:sz w:val="24"/>
        </w:rPr>
        <w:t xml:space="preserve">ū   </w:t>
      </w:r>
      <w:r>
        <w:rPr>
          <w:rFonts w:hint="eastAsia" w:ascii="宋体" w:hAnsi="宋体"/>
          <w:sz w:val="24"/>
        </w:rPr>
        <w:t xml:space="preserve"> m</w:t>
      </w:r>
      <w:r>
        <w:rPr>
          <w:rFonts w:hint="eastAsia"/>
          <w:sz w:val="24"/>
        </w:rPr>
        <w:t>é</w:t>
      </w:r>
      <w:r>
        <w:rPr>
          <w:rFonts w:hint="eastAsia" w:ascii="宋体" w:hAnsi="宋体"/>
          <w:sz w:val="24"/>
        </w:rPr>
        <w:t>i    y</w:t>
      </w:r>
      <w:r>
        <w:rPr>
          <w:rFonts w:hint="eastAsia"/>
          <w:sz w:val="24"/>
        </w:rPr>
        <w:t xml:space="preserve">í  </w:t>
      </w:r>
      <w:r>
        <w:rPr>
          <w:rFonts w:hint="eastAsia" w:ascii="宋体" w:hAnsi="宋体"/>
          <w:sz w:val="24"/>
        </w:rPr>
        <w:t xml:space="preserve"> d</w:t>
      </w:r>
      <w:r>
        <w:rPr>
          <w:rFonts w:hint="eastAsia"/>
          <w:sz w:val="24"/>
        </w:rPr>
        <w:t>ǒ</w:t>
      </w:r>
      <w:r>
        <w:rPr>
          <w:rFonts w:hint="eastAsia" w:ascii="宋体" w:hAnsi="宋体"/>
          <w:sz w:val="24"/>
        </w:rPr>
        <w:t>u    ji</w:t>
      </w:r>
      <w:r>
        <w:rPr>
          <w:rFonts w:hint="eastAsia"/>
          <w:sz w:val="24"/>
        </w:rPr>
        <w:t>ǎ</w:t>
      </w:r>
      <w:r>
        <w:rPr>
          <w:rFonts w:hint="eastAsia" w:ascii="宋体" w:hAnsi="宋体"/>
          <w:sz w:val="24"/>
        </w:rPr>
        <w:t>o    p</w:t>
      </w:r>
      <w:r>
        <w:rPr>
          <w:rFonts w:hint="eastAsia"/>
          <w:sz w:val="24"/>
        </w:rPr>
        <w:t xml:space="preserve">ù   </w:t>
      </w:r>
      <w:r>
        <w:rPr>
          <w:rFonts w:hint="eastAsia" w:ascii="宋体" w:hAnsi="宋体"/>
          <w:sz w:val="24"/>
        </w:rPr>
        <w:t xml:space="preserve"> k</w:t>
      </w:r>
      <w:r>
        <w:rPr>
          <w:rFonts w:hint="eastAsia"/>
          <w:sz w:val="24"/>
        </w:rPr>
        <w:t>ā</w:t>
      </w:r>
      <w:r>
        <w:rPr>
          <w:rFonts w:hint="eastAsia" w:ascii="宋体" w:hAnsi="宋体"/>
          <w:sz w:val="24"/>
        </w:rPr>
        <w:t>n    h</w:t>
      </w:r>
      <w:r>
        <w:rPr>
          <w:rFonts w:hint="eastAsia"/>
          <w:sz w:val="24"/>
        </w:rPr>
        <w:t>é</w:t>
      </w:r>
      <w:r>
        <w:rPr>
          <w:rFonts w:hint="eastAsia" w:ascii="宋体" w:hAnsi="宋体"/>
          <w:sz w:val="24"/>
        </w:rPr>
        <w:t>n</w:t>
      </w:r>
    </w:p>
    <w:p>
      <w:pPr>
        <w:spacing w:before="156" w:beforeLines="50"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em w:val="dot"/>
        </w:rPr>
        <w:t>勘</w:t>
      </w:r>
      <w:r>
        <w:rPr>
          <w:rFonts w:hint="eastAsia" w:ascii="宋体" w:hAnsi="宋体"/>
          <w:sz w:val="24"/>
        </w:rPr>
        <w:t xml:space="preserve">（        ）察  </w:t>
      </w:r>
      <w:r>
        <w:rPr>
          <w:rFonts w:hint="eastAsia" w:ascii="宋体" w:hAnsi="宋体"/>
          <w:sz w:val="24"/>
          <w:em w:val="dot"/>
        </w:rPr>
        <w:t>痕</w:t>
      </w:r>
      <w:r>
        <w:rPr>
          <w:rFonts w:hint="eastAsia" w:ascii="宋体" w:hAnsi="宋体"/>
          <w:sz w:val="24"/>
        </w:rPr>
        <w:t xml:space="preserve">（        ）迹  </w:t>
      </w:r>
      <w:r>
        <w:rPr>
          <w:rFonts w:hint="eastAsia" w:ascii="宋体" w:hAnsi="宋体"/>
          <w:sz w:val="24"/>
          <w:em w:val="dot"/>
        </w:rPr>
        <w:t>搅</w:t>
      </w:r>
      <w:r>
        <w:rPr>
          <w:rFonts w:hint="eastAsia" w:ascii="宋体" w:hAnsi="宋体"/>
          <w:sz w:val="24"/>
        </w:rPr>
        <w:t>（        ）拌  房</w:t>
      </w:r>
      <w:r>
        <w:rPr>
          <w:rFonts w:hint="eastAsia" w:ascii="宋体" w:hAnsi="宋体"/>
          <w:sz w:val="24"/>
          <w:em w:val="dot"/>
        </w:rPr>
        <w:t>租</w:t>
      </w:r>
      <w:r>
        <w:rPr>
          <w:rFonts w:hint="eastAsia" w:ascii="宋体" w:hAnsi="宋体"/>
          <w:sz w:val="24"/>
        </w:rPr>
        <w:t>（        ）</w:t>
      </w:r>
    </w:p>
    <w:p>
      <w:pPr>
        <w:tabs>
          <w:tab w:val="left" w:pos="7902"/>
        </w:tabs>
        <w:spacing w:line="360" w:lineRule="auto"/>
        <w:rPr>
          <w:rFonts w:hint="eastAsia" w:ascii="宋体" w:hAnsi="宋体"/>
          <w:sz w:val="24"/>
          <w:em w:val="dot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5943600"/>
                <wp:effectExtent l="4445" t="0" r="14605" b="0"/>
                <wp:wrapNone/>
                <wp:docPr id="6" name="Lin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99" o:spid="_x0000_s1026" o:spt="20" style="position:absolute;left:0pt;margin-left:0pt;margin-top:0pt;height:468pt;width:0pt;z-index:251665408;mso-width-relative:page;mso-height-relative:page;" filled="f" stroked="t" coordsize="21600,21600" o:gfxdata="UEsDBAoAAAAAAIdO4kAAAAAAAAAAAAAAAAAEAAAAZHJzL1BLAwQUAAAACACHTuJArcclzdIAAAAC&#10;AQAADwAAAGRycy9kb3ducmV2LnhtbE2PT0/DMAzF70j7DpGRuEws2SZN0DXdYdAbFzYQV6/x2orG&#10;6ZrsD3x6DJdxsZ71rPd+zlcX36kTDbENbGE6MaCIq+Bari28bcv7B1AxITvsApOFL4qwKkY3OWYu&#10;nPmVTptUKwnhmKGFJqU+0zpWDXmMk9ATi7cPg8ck61BrN+BZwn2nZ8YstMeWpaHBntYNVZ+bo7cQ&#10;y3c6lN/jamw+5nWg2eHp5RmtvbudmiWoRJd0PYZffEGHQph24cguqs6CPJL+pniidxYe5wsDusj1&#10;f/TiB1BLAwQUAAAACACHTuJAq+8KpdwBAADaAwAADgAAAGRycy9lMm9Eb2MueG1srVNNb9swDL0P&#10;2H8QdF/spEuwGHF6aNZdiq1Aux/ASLItQF8QlTj596PkLN26Sw7zQaZE6pHvkdrcn6xhRxVRe9fy&#10;+azmTDnhpXZ9y3++Pn76whkmcBKMd6rlZ4X8fvvxw2YMjVr4wRupIiMQh80YWj6kFJqqQjEoCzjz&#10;QTlydj5aSLSNfSUjjIRuTbWo61U1+ihD9EIh0ulucvILYrwF0HedFmrnxcEqlybUqAwkooSDDsi3&#10;pdquUyL96DpUiZmWE9NUVkpC9j6v1XYDTR8hDFpcSoBbSnjHyYJ2lPQKtYME7BD1P1BWi+jRd2km&#10;vK0mIkURYjGv32nzMkBQhQtJjeEqOv4/WPH9+ByZli1fcebAUsOftFNsvc7SjAEbingJz/GyQzIz&#10;z1MXbf4TA3Yqcp6vcqpTYmI6FHS6XH++W9VF6urtYoiYvilvWTZabihpERCOT5goGYX+Dsl5jGNj&#10;y9fLxZIzATR2HbWbTBuodHR9uYveaPmojck3MPb7BxPZEXLry5cpEe5fYTnJDnCY4oprGopBgfzq&#10;JEvnQKI4egs8l2CV5MwoejrZIkBoEmhzSySlNo4qyKpOOmZr7+WZWnAIUfcDKTEvVWYPtbzUexnP&#10;PFN/7gvS25Pc/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txyXN0gAAAAIBAAAPAAAAAAAAAAEA&#10;IAAAACIAAABkcnMvZG93bnJldi54bWxQSwECFAAUAAAACACHTuJAq+8KpdwBAADaAwAADgAAAAAA&#10;AAABACAAAAAh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5943600"/>
                <wp:effectExtent l="4445" t="0" r="14605" b="0"/>
                <wp:wrapNone/>
                <wp:docPr id="7" name="Lin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77" o:spid="_x0000_s1026" o:spt="20" style="position:absolute;left:0pt;margin-left:0pt;margin-top:0pt;height:468pt;width:0pt;z-index:251666432;mso-width-relative:page;mso-height-relative:page;" filled="f" stroked="t" coordsize="21600,21600" o:gfxdata="UEsDBAoAAAAAAIdO4kAAAAAAAAAAAAAAAAAEAAAAZHJzL1BLAwQUAAAACACHTuJArcclzdIAAAAC&#10;AQAADwAAAGRycy9kb3ducmV2LnhtbE2PT0/DMAzF70j7DpGRuEws2SZN0DXdYdAbFzYQV6/x2orG&#10;6ZrsD3x6DJdxsZ71rPd+zlcX36kTDbENbGE6MaCIq+Bari28bcv7B1AxITvsApOFL4qwKkY3OWYu&#10;nPmVTptUKwnhmKGFJqU+0zpWDXmMk9ATi7cPg8ck61BrN+BZwn2nZ8YstMeWpaHBntYNVZ+bo7cQ&#10;y3c6lN/jamw+5nWg2eHp5RmtvbudmiWoRJd0PYZffEGHQph24cguqs6CPJL+pniidxYe5wsDusj1&#10;f/TiB1BLAwQUAAAACACHTuJAXdfindwBAADaAwAADgAAAGRycy9lMm9Eb2MueG1srVNNb9swDL0P&#10;2H8QdF/spEuzGnF6aNZdiq1Aux+gSLQtQF8QlTj596PkLN26Sw7zQaZE6pHvkVrfH61hB4iovWv5&#10;fFZzBk56pV3f8p+vj5++cIZJOCWMd9DyEyC/33z8sB5DAws/eKMgMgJx2Iyh5UNKoakqlANYgTMf&#10;wJGz89GKRNvYVyqKkdCtqRZ1fVuNPqoQvQREOt1OTn5GjNcA+q7TErZe7i24NKFGMCIRJRx0QL4p&#10;1XYdyPSj6xASMy0npqmslITsXV6rzVo0fRRh0PJcgrimhHecrNCOkl6gtiIJto/6HyirZfTouzST&#10;3lYTkaIIsZjX77R5GUSAwoWkxnARHf8frPx+eI5Mq5avOHPCUsOftAO2WmVpxoANRbyE53jeIZmZ&#10;57GLNv+JATsWOU8XOeGYmJwOJZ0u7z7f3NZF6urtYoiYvoG3LBstN5S0CCgOT5goGYX+Dsl5jGNj&#10;y++WiyVnUtDYddRuMm2g0tH15S56o9WjNibfwNjvHkxkB5FbX75MiXD/CstJtgKHKa64pqEYQKiv&#10;TrF0CiSKo7fAcwkWFGcG6OlkiwBFk4Q210RSauOogqzqpGO2dl6dqAX7EHU/kBLzUmX2UMtLvefx&#10;zDP1574gvT3Jz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txyXN0gAAAAIBAAAPAAAAAAAAAAEA&#10;IAAAACIAAABkcnMvZG93bnJldi54bWxQSwECFAAUAAAACACHTuJAXdfindwBAADaAwAADgAAAAAA&#10;AAABACAAAAAh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5943600"/>
                <wp:effectExtent l="4445" t="0" r="14605" b="0"/>
                <wp:wrapNone/>
                <wp:docPr id="8" name="Lin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3" o:spid="_x0000_s1026" o:spt="20" style="position:absolute;left:0pt;margin-left:0pt;margin-top:0pt;height:468pt;width:0pt;z-index:251667456;mso-width-relative:page;mso-height-relative:page;" filled="f" stroked="t" coordsize="21600,21600" o:gfxdata="UEsDBAoAAAAAAIdO4kAAAAAAAAAAAAAAAAAEAAAAZHJzL1BLAwQUAAAACACHTuJArcclzdIAAAAC&#10;AQAADwAAAGRycy9kb3ducmV2LnhtbE2PT0/DMAzF70j7DpGRuEws2SZN0DXdYdAbFzYQV6/x2orG&#10;6ZrsD3x6DJdxsZ71rPd+zlcX36kTDbENbGE6MaCIq+Bari28bcv7B1AxITvsApOFL4qwKkY3OWYu&#10;nPmVTptUKwnhmKGFJqU+0zpWDXmMk9ATi7cPg8ck61BrN+BZwn2nZ8YstMeWpaHBntYNVZ+bo7cQ&#10;y3c6lN/jamw+5nWg2eHp5RmtvbudmiWoRJd0PYZffEGHQph24cguqs6CPJL+pniidxYe5wsDusj1&#10;f/TiB1BLAwQUAAAACACHTuJAJqk+VtsBAADaAwAADgAAAGRycy9lMm9Eb2MueG1srVNNb9swDL0P&#10;2H8QdF+cj6VYjTg9LOsuxVag2w9QJMoWoC+ISpz8+1Fylm7dJYf5IFMi9cj3SG0eTs6yIyQ0wXd8&#10;MZtzBl4GZXzf8Z8/Hj984gyz8ErY4KHjZ0D+sH3/bjPGFpZhCFZBYgTisR1jx4ecY9s0KAdwAmch&#10;gienDsmJTNvUNyqJkdCdbZbz+V0zhqRiChIQ6XQ3OfkFMd0CGLQ2EnZBHhz4PKEmsCITJRxMRL6t&#10;1WoNMn/XGiEz23FimutKScjel7XZbkTbJxEHIy8liFtKeMPJCeMp6RVqJ7Jgh2T+gXJGpoBB55kM&#10;rpmIVEWIxWL+RpuXQUSoXEhqjFfR8f/Bym/H58SM6ji13QtHDX8yHthqVaQZI7YU8RKf02WHZBae&#10;J51c+RMDdqpynq9ywikzOR1KOl3ff1zdzavUzevFmDB/heBYMTpuKWkVUByfMFMyCv0dUvJYz8aO&#10;36+Xa86koLHT1G4yXaTS0ff1LgZr1KOxttzA1O8/28SOorS+foUS4f4VVpLsBA5TXHVNQzGAUF+8&#10;YvkcSRRPb4GXEhwozizQ0ykWAYo2C2NviaTU1lMFRdVJx2LtgzpTCw4xmX4gJRa1yuKhltd6L+NZ&#10;ZurPfUV6fZLb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K3HJc3SAAAAAgEAAA8AAAAAAAAAAQAg&#10;AAAAIgAAAGRycy9kb3ducmV2LnhtbFBLAQIUABQAAAAIAIdO4kAmqT5W2wEAANoDAAAOAAAAAAAA&#10;AAEAIAAAACE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5943600"/>
                <wp:effectExtent l="4445" t="0" r="14605" b="0"/>
                <wp:wrapNone/>
                <wp:docPr id="9" name="Lin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88" o:spid="_x0000_s1026" o:spt="20" style="position:absolute;left:0pt;margin-left:0pt;margin-top:0pt;height:468pt;width:0pt;z-index:251668480;mso-width-relative:page;mso-height-relative:page;" filled="f" stroked="t" coordsize="21600,21600" o:gfxdata="UEsDBAoAAAAAAIdO4kAAAAAAAAAAAAAAAAAEAAAAZHJzL1BLAwQUAAAACACHTuJArcclzdIAAAAC&#10;AQAADwAAAGRycy9kb3ducmV2LnhtbE2PT0/DMAzF70j7DpGRuEws2SZN0DXdYdAbFzYQV6/x2orG&#10;6ZrsD3x6DJdxsZ71rPd+zlcX36kTDbENbGE6MaCIq+Bari28bcv7B1AxITvsApOFL4qwKkY3OWYu&#10;nPmVTptUKwnhmKGFJqU+0zpWDXmMk9ATi7cPg8ck61BrN+BZwn2nZ8YstMeWpaHBntYNVZ+bo7cQ&#10;y3c6lN/jamw+5nWg2eHp5RmtvbudmiWoRJd0PYZffEGHQph24cguqs6CPJL+pniidxYe5wsDusj1&#10;f/TiB1BLAwQUAAAACACHTuJABy+4A9sBAADaAwAADgAAAGRycy9lMm9Eb2MueG1srVPLbtswELwX&#10;6D8QvNey3TpwBMs51E0vQRsg7Qes+ZAI8AUubdl/3yXlOm168aE6UEtyOTszS24eTs6yo0pogu/4&#10;YjbnTHkRpPF9x3/+ePyw5gwzeAk2eNXxs0L+sH3/bjPGVi3DEKxUiRGIx3aMHR9yjm3ToBiUA5yF&#10;qDxt6pAcZJqmvpEJRkJ3tlnO53fNGJKMKQiFSKu7aZNfENMtgEFrI9QuiINTPk+oSVnIJAkHE5Fv&#10;K1utlcjftUaVme04Kc11pCIU78vYbDfQ9gniYMSFAtxC4Y0mB8ZT0SvUDjKwQzL/QDkjUsCg80wE&#10;10xCqiOkYjF/483LAFFVLWQ1xqvp+P9gxbfjc2JGdvyeMw+OGv5kvGLrdbFmjNhSxkt8TpcZUlh0&#10;nnRy5U8K2Knaeb7aqU6ZiWlR0Orq/tPHu3m1unk9GBPmryo4VoKOWypaDYTjE2YqRqm/U0od69lI&#10;HFfLFWcC6NppajeFLhJ19H09i8Ea+WisLScw9fvPNrEjlNbXr0gi3L/SSpEd4DDl1a3pUgwK5Bcv&#10;WT5HMsXTW+CFglOSM6vo6ZSIAKHNYOwtmVTaemJQXJ18LNE+yDO14BCT6QdyYlFZlh1qeeV7uZ7l&#10;Tv05r0ivT3L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K3HJc3SAAAAAgEAAA8AAAAAAAAAAQAg&#10;AAAAIgAAAGRycy9kb3ducmV2LnhtbFBLAQIUABQAAAAIAIdO4kAHL7gD2wEAANoDAAAOAAAAAAAA&#10;AAEAIAAAACE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7902"/>
        </w:tabs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em w:val="dot"/>
        </w:rPr>
        <w:t>瀑</w:t>
      </w:r>
      <w:r>
        <w:rPr>
          <w:rFonts w:hint="eastAsia" w:ascii="宋体" w:hAnsi="宋体"/>
          <w:sz w:val="24"/>
        </w:rPr>
        <w:t xml:space="preserve">（        ）布  </w:t>
      </w:r>
      <w:r>
        <w:rPr>
          <w:rFonts w:hint="eastAsia" w:ascii="宋体" w:hAnsi="宋体"/>
          <w:sz w:val="24"/>
          <w:em w:val="dot"/>
        </w:rPr>
        <w:t>疑</w:t>
      </w:r>
      <w:r>
        <w:rPr>
          <w:rFonts w:hint="eastAsia" w:ascii="宋体" w:hAnsi="宋体"/>
          <w:sz w:val="24"/>
        </w:rPr>
        <w:t xml:space="preserve">（        ）问  </w:t>
      </w:r>
      <w:r>
        <w:rPr>
          <w:rFonts w:hint="eastAsia" w:ascii="宋体" w:hAnsi="宋体"/>
          <w:sz w:val="24"/>
          <w:em w:val="dot"/>
        </w:rPr>
        <w:t>抖</w:t>
      </w:r>
      <w:r>
        <w:rPr>
          <w:rFonts w:hint="eastAsia" w:ascii="宋体" w:hAnsi="宋体"/>
          <w:sz w:val="24"/>
        </w:rPr>
        <w:t xml:space="preserve">（        ）动 </w:t>
      </w:r>
      <w:r>
        <w:rPr>
          <w:rFonts w:hint="eastAsia" w:ascii="宋体" w:hAnsi="宋体"/>
          <w:sz w:val="24"/>
          <w:em w:val="dot"/>
        </w:rPr>
        <w:t>煤</w:t>
      </w:r>
      <w:r>
        <w:rPr>
          <w:rFonts w:hint="eastAsia" w:ascii="宋体" w:hAnsi="宋体"/>
          <w:sz w:val="24"/>
        </w:rPr>
        <w:t>（       ）油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xiě chū xià liè jù zi zhōn</w:t>
      </w:r>
      <w:r>
        <w:rPr>
          <w:rFonts w:hint="eastAsia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dài diǎn cí yǔ de fǎn yì cí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三、写 出  下  列 句子  中  带  点  词 语的 反 义 词。（5分）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1.充上气的气球在水中是不会</w:t>
      </w:r>
      <w:r>
        <w:rPr>
          <w:rFonts w:hint="eastAsia" w:ascii="宋体" w:hAnsi="宋体"/>
          <w:sz w:val="24"/>
          <w:em w:val="dot"/>
        </w:rPr>
        <w:t>下沉</w:t>
      </w:r>
      <w:r>
        <w:rPr>
          <w:rFonts w:hint="eastAsia" w:ascii="宋体" w:hAnsi="宋体"/>
          <w:sz w:val="24"/>
        </w:rPr>
        <w:t>的，只能（      ）。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2.纸虽然很</w:t>
      </w:r>
      <w:r>
        <w:rPr>
          <w:rFonts w:hint="eastAsia" w:ascii="宋体" w:hAnsi="宋体"/>
          <w:sz w:val="24"/>
          <w:em w:val="dot"/>
        </w:rPr>
        <w:t>薄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 w:cs="宋体"/>
          <w:sz w:val="24"/>
        </w:rPr>
        <w:t>báo）</w:t>
      </w:r>
      <w:r>
        <w:rPr>
          <w:rFonts w:hint="eastAsia" w:ascii="宋体" w:hAnsi="宋体"/>
          <w:sz w:val="24"/>
        </w:rPr>
        <w:t>，但是很多张纸放到一起，就（    ）了。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3.爸爸熬的汤很</w:t>
      </w:r>
      <w:r>
        <w:rPr>
          <w:rFonts w:hint="eastAsia" w:ascii="宋体" w:hAnsi="宋体"/>
          <w:sz w:val="24"/>
          <w:em w:val="dot"/>
        </w:rPr>
        <w:t>稠</w:t>
      </w:r>
      <w:r>
        <w:rPr>
          <w:rFonts w:hint="eastAsia" w:ascii="宋体" w:hAnsi="宋体"/>
          <w:sz w:val="24"/>
        </w:rPr>
        <w:t>，妈妈熬的汤总是很（    ）。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4.我家的电视</w:t>
      </w:r>
      <w:r>
        <w:rPr>
          <w:rFonts w:hint="eastAsia" w:ascii="宋体" w:hAnsi="宋体"/>
          <w:sz w:val="24"/>
          <w:em w:val="dot"/>
        </w:rPr>
        <w:t>遥</w:t>
      </w:r>
      <w:r>
        <w:rPr>
          <w:rFonts w:hint="eastAsia" w:ascii="宋体" w:hAnsi="宋体"/>
          <w:sz w:val="24"/>
        </w:rPr>
        <w:t>控器坏了，只有到离电视很（   ）的地方才管用。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5.这孩子好</w:t>
      </w:r>
      <w:r>
        <w:rPr>
          <w:rFonts w:hint="eastAsia" w:ascii="宋体" w:hAnsi="宋体"/>
          <w:sz w:val="24"/>
          <w:em w:val="dot"/>
        </w:rPr>
        <w:t>动</w:t>
      </w:r>
      <w:r>
        <w:rPr>
          <w:rFonts w:hint="eastAsia" w:ascii="宋体" w:hAnsi="宋体"/>
          <w:sz w:val="24"/>
        </w:rPr>
        <w:t>，不喜欢（    ）。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  <w:sectPr>
          <w:pgSz w:w="10319" w:h="14572"/>
          <w:pgMar w:top="1134" w:right="1134" w:bottom="1134" w:left="1134" w:header="851" w:footer="992" w:gutter="0"/>
          <w:cols w:space="708" w:num="1"/>
          <w:docGrid w:type="lines" w:linePitch="312" w:charSpace="46986"/>
        </w:sect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Cs w:val="21"/>
        </w:rPr>
        <w:t xml:space="preserve">   zhào yàn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zi  xiě yì xiě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四、照  样 子，写  一 写。（14分）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1.例：坡——（破）（破坏）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岭——（   ）（      ）   炉——（   ）（      ）  银——（   ）（      ）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逃——（   ）（      ）   阵——（   ）（      ）  埋——（   ）（      ）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2.例：艹——（花） </w:t>
      </w:r>
      <w:r>
        <w:rPr>
          <w:rFonts w:hint="eastAsia" w:ascii="宋体" w:hAnsi="宋体"/>
          <w:sz w:val="24"/>
          <w:u w:val="single"/>
        </w:rPr>
        <w:t>红花</w:t>
      </w:r>
      <w:r>
        <w:rPr>
          <w:rFonts w:hint="eastAsia" w:ascii="宋体" w:hAnsi="宋体"/>
          <w:sz w:val="24"/>
        </w:rPr>
        <w:t xml:space="preserve">  （草) </w:t>
      </w:r>
      <w:r>
        <w:rPr>
          <w:rFonts w:hint="eastAsia" w:ascii="宋体" w:hAnsi="宋体"/>
          <w:sz w:val="24"/>
          <w:u w:val="single"/>
        </w:rPr>
        <w:t>草地</w:t>
      </w:r>
      <w:r>
        <w:rPr>
          <w:rFonts w:hint="eastAsia" w:ascii="宋体" w:hAnsi="宋体"/>
          <w:sz w:val="24"/>
        </w:rPr>
        <w:t xml:space="preserve">  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阝—（   ）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   （   ） 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   刂 —（   ）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  （   ）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  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月—（   ）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   （   ） 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    辶—（   ）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  （   ） </w:t>
      </w:r>
      <w:r>
        <w:rPr>
          <w:rFonts w:hint="eastAsia" w:ascii="宋体" w:hAnsi="宋体"/>
          <w:sz w:val="24"/>
          <w:u w:val="single"/>
        </w:rPr>
        <w:t xml:space="preserve">       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lián yì lián 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五、连  一  连。（8分）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0</wp:posOffset>
                </wp:positionV>
                <wp:extent cx="25400" cy="1122680"/>
                <wp:effectExtent l="4445" t="0" r="8255" b="1270"/>
                <wp:wrapNone/>
                <wp:docPr id="10" name="Lin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" cy="11226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24" o:spid="_x0000_s1026" o:spt="20" style="position:absolute;left:0pt;margin-left:178.55pt;margin-top:0pt;height:88.4pt;width:2pt;z-index:251669504;mso-width-relative:page;mso-height-relative:page;" filled="f" stroked="t" coordsize="21600,21600" o:gfxdata="UEsDBAoAAAAAAIdO4kAAAAAAAAAAAAAAAAAEAAAAZHJzL1BLAwQUAAAACACHTuJAVzmsW9YAAAAI&#10;AQAADwAAAGRycy9kb3ducmV2LnhtbE2PvU7DQBCEeyTe4bRINFFydiycyPicAnBHQwDRbnwb28K3&#10;5/guP/D0LBWUoxnNfFNuLm5QJ5pC79lAukhAETfe9twaeHut52tQISJbHDyTgS8KsKmur0osrD/z&#10;C522sVVSwqFAA12MY6F1aDpyGBZ+JBZv7yeHUeTUajvhWcrdoJdJkmuHPctChyM9dNR8bo/OQKjf&#10;6VB/z5pZ8pG1npaHx+cnNOb2Jk3uQUW6xL8w/OILOlTCtPNHtkENBrK7VSpRA/JI7CxPRe4kt8rX&#10;oKtS/z9Q/QBQSwMEFAAAAAgAh07iQBLp6BHgAQAA4AMAAA4AAABkcnMvZTJvRG9jLnhtbK1TTW/b&#10;MAy9D9h/EHRfHBtN0RlxeljaXYqtQLcfwEiyLUBfEJU4+fej5Cz92CWH+SBTIvXI90it74/WsIOK&#10;qL3reL1Ycqac8FK7oeO/fz1+ueMMEzgJxjvV8ZNCfr/5/Gk9hVY1fvRGqsgIxGE7hY6PKYW2qlCM&#10;ygIufFCOnL2PFhJt41DJCBOhW1M1y+VtNfkoQ/RCIdLpdnbyM2K8BtD3vRZq68XeKpdm1KgMJKKE&#10;ow7IN6Xavlci/ex7VImZjhPTVFZKQvYur9VmDe0QIYxanEuAa0r4wMmCdpT0ArWFBGwf9T9QVovo&#10;0fdpIbytZiJFEWJRLz9o8zJCUIULSY3hIjr+P1jx4/AcmZY0CSSJA0sdf9JOsbq5yeJMAVuKeQnP&#10;8bxDMjPTYx9t/hMHdiyCni6CqmNigg6b1c2SYAV56rppbu+K4NXr5RAxfVfesmx03FDmIiMcnjBR&#10;Qgr9G5JzGcemjn9dNSsCBRq+nppOpg1EAN1Q7qI3Wj5qY/INjMPum4nsAHkAypdpEe67sJxkCzjO&#10;ccU1j8aoQD44ydIpkDKOXgTPJVglOTOKHlC2CBDaBNpcE0mpjaMKsrKzltnaeXmiRuxD1MNIStSl&#10;yuyhxpd6z0OaJ+vtviC9PszN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c5rFvWAAAACAEAAA8A&#10;AAAAAAAAAQAgAAAAIgAAAGRycy9kb3ducmV2LnhtbFBLAQIUABQAAAAIAIdO4kAS6egR4AEAAOAD&#10;AAAOAAAAAAAAAAEAIAAAACU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w:t>打开         方向                      茂盛的          空气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寻找         窗户                      满天的          花草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辨别         观察                      清新的          书本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仔细         宝藏                      厚厚的          乌云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qǐn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xuǎn zé zhèn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què de  cí yǔ tián kòn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六、请  选  择 正   确 的 词 语 填  空。（6分）</w:t>
      </w:r>
    </w:p>
    <w:p>
      <w:pPr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积        极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1.这段时间，我又（        ）累了很多古诗词。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2.你的表扬，对我来说是（        ）其重要的。</w:t>
      </w:r>
    </w:p>
    <w:p>
      <w:pPr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中心        忠心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1.这只牧羊犬对主人很（        ）。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2.我正好坐在我们教室的（        ）位置。</w:t>
      </w:r>
    </w:p>
    <w:p>
      <w:pPr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提问        问题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  <w:sectPr>
          <w:pgSz w:w="10319" w:h="14572"/>
          <w:pgMar w:top="1134" w:right="1134" w:bottom="1134" w:left="1134" w:header="851" w:footer="992" w:gutter="0"/>
          <w:pgNumType w:start="2"/>
          <w:cols w:space="708" w:num="1"/>
          <w:docGrid w:type="lines" w:linePitch="312" w:charSpace="46986"/>
        </w:sectPr>
      </w:pPr>
      <w:r>
        <w:rPr>
          <w:rFonts w:hint="eastAsia" w:ascii="宋体" w:hAnsi="宋体"/>
          <w:sz w:val="24"/>
        </w:rPr>
        <w:t>1.老师问：“这个（        ）谁来回答？”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2.老师说：“还有什么不明白的地方请举手（        ）。”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qǐn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zhǎo chū měi zǔ cí yǔ zhōn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 bú shì yí lèi de huà shɑn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七、请  找  出 每 组 词 语 中   不  是一 类  的 划  上“—”。（8分）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1.黄鹂    白鹭    麻雀    雄鹰     青蛙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2.梅花    月季花  鲜花    荷花     牡丹花  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3.苹果    冬瓜    西瓜    香蕉     桔子  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4.排球    足球    篮球    乒乓球    地球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>ēn jù kè wén nèi rón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tián kòn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八、根 据 课 文 内  容  填  空（没学过的字用音节代替）。（13分）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1.要是你在野外迷了路，大自然有很多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，会帮助你辨别方向，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是个忠实的向导，中午的时候它在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，地上的树影正指着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永远高挂在北方。沟渠里的积雪，化得快的一面是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，化得慢的一面是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u w:val="single"/>
        </w:rPr>
        <w:t xml:space="preserve">                        </w:t>
      </w:r>
      <w:r>
        <w:rPr>
          <w:rFonts w:hint="eastAsia" w:ascii="宋体" w:hAnsi="宋体"/>
          <w:sz w:val="24"/>
        </w:rPr>
        <w:t>，疑是</w:t>
      </w:r>
      <w:r>
        <w:rPr>
          <w:rFonts w:hint="eastAsia"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3.窗含西岭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，门泊东吴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 w:ascii="宋体" w:hAnsi="宋体"/>
          <w:sz w:val="24"/>
          <w:u w:val="single"/>
        </w:rPr>
        <w:t xml:space="preserve">                    </w:t>
      </w:r>
      <w:r>
        <w:rPr>
          <w:rFonts w:hint="eastAsia" w:ascii="宋体" w:hAnsi="宋体"/>
          <w:sz w:val="24"/>
        </w:rPr>
        <w:t>，夏满芒夏暑相连。秋处露秋寒霜降。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yuè dú  duǎn wén  huí dá wèn tí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九、阅  读 短  文，回  答 问 题。（18分）</w:t>
      </w:r>
    </w:p>
    <w:p>
      <w:pPr>
        <w:spacing w:line="360" w:lineRule="auto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风</w:t>
      </w:r>
    </w:p>
    <w:p>
      <w:pPr>
        <w:spacing w:line="312" w:lineRule="auto"/>
        <w:ind w:firstLine="480" w:firstLineChars="200"/>
        <w:rPr>
          <w:rFonts w:hint="eastAsia"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春天，微风缓缓地吹过田野，吹过山岭。嫩绿的小草慢慢地把脑袋（伸  深）出地面。新发芽的小树随着风儿翩翩起舞。风儿用手轻轻地抚摸我的脸，软绵绵的，舒服极了。</w:t>
      </w:r>
    </w:p>
    <w:p>
      <w:pPr>
        <w:spacing w:line="312" w:lineRule="auto"/>
        <w:ind w:firstLine="480" w:firstLineChars="200"/>
        <w:rPr>
          <w:rFonts w:hint="eastAsia"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夏天到了，天气总是那么</w:t>
      </w:r>
      <w:r>
        <w:rPr>
          <w:rFonts w:hint="eastAsia" w:ascii="楷体_GB2312" w:hAnsi="宋体" w:eastAsia="楷体_GB2312"/>
          <w:sz w:val="24"/>
          <w:em w:val="dot"/>
        </w:rPr>
        <w:t>闷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mèn</w:t>
      </w:r>
      <w:r>
        <w:rPr>
          <w:rFonts w:hint="eastAsia" w:ascii="宋体" w:hAnsi="宋体"/>
          <w:sz w:val="24"/>
        </w:rPr>
        <w:t xml:space="preserve">  mēn）</w:t>
      </w:r>
      <w:r>
        <w:rPr>
          <w:rFonts w:hint="eastAsia" w:ascii="楷体_GB2312" w:hAnsi="宋体" w:eastAsia="楷体_GB2312"/>
          <w:sz w:val="24"/>
        </w:rPr>
        <w:t>热，人们多么希望风儿快些到来啊。而风儿却变得格外淘气，总是在跟人们捉迷藏。好不容易出现了一丝风，可还没来得及高兴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xìn</w:t>
      </w:r>
      <w:r>
        <w:rPr>
          <w:rFonts w:hint="eastAsia" w:ascii="宋体" w:hAnsi="宋体"/>
          <w:sz w:val="24"/>
        </w:rPr>
        <w:t xml:space="preserve">ɡ  </w:t>
      </w:r>
      <w:r>
        <w:rPr>
          <w:rFonts w:ascii="宋体" w:hAnsi="宋体"/>
          <w:sz w:val="24"/>
        </w:rPr>
        <w:t>xīn</w:t>
      </w:r>
      <w:r>
        <w:rPr>
          <w:rFonts w:hint="eastAsia" w:ascii="宋体" w:hAnsi="宋体"/>
          <w:sz w:val="24"/>
        </w:rPr>
        <w:t>ɡ）</w:t>
      </w:r>
      <w:r>
        <w:rPr>
          <w:rFonts w:hint="eastAsia" w:ascii="楷体_GB2312" w:hAnsi="宋体" w:eastAsia="楷体_GB2312"/>
          <w:sz w:val="24"/>
        </w:rPr>
        <w:t>呢，它又跑得无影无踪了，不留一点（痕  很）迹，无论怎么都找不到它。唉，真是拿它没办法!</w:t>
      </w:r>
    </w:p>
    <w:p>
      <w:pPr>
        <w:tabs>
          <w:tab w:val="left" w:pos="7902"/>
        </w:tabs>
        <w:spacing w:line="312" w:lineRule="auto"/>
        <w:ind w:firstLine="480" w:firstLineChars="200"/>
        <w:rPr>
          <w:rFonts w:hint="eastAsia" w:ascii="楷体_GB2312" w:hAnsi="宋体" w:eastAsia="楷体_GB2312"/>
          <w:sz w:val="24"/>
        </w:rPr>
        <w:sectPr>
          <w:pgSz w:w="10319" w:h="14572"/>
          <w:pgMar w:top="1134" w:right="1134" w:bottom="1134" w:left="1134" w:header="851" w:footer="992" w:gutter="0"/>
          <w:pgNumType w:start="3"/>
          <w:cols w:space="708" w:num="1"/>
          <w:docGrid w:type="lines" w:linePitch="312" w:charSpace="46986"/>
        </w:sectPr>
      </w:pPr>
      <w:r>
        <w:rPr>
          <w:rFonts w:hint="eastAsia" w:ascii="楷体_GB2312" w:hAnsi="宋体" w:eastAsia="楷体_GB2312"/>
          <w:sz w:val="24"/>
        </w:rPr>
        <w:t xml:space="preserve">秋天，金色的风带着丰收的喜悦，带着神奇的色彩，带着（清 </w:t>
      </w:r>
    </w:p>
    <w:p>
      <w:pPr>
        <w:tabs>
          <w:tab w:val="left" w:pos="7902"/>
        </w:tabs>
        <w:spacing w:line="312" w:lineRule="auto"/>
        <w:ind w:firstLine="480" w:firstLineChars="200"/>
        <w:rPr>
          <w:rFonts w:hint="eastAsia"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 xml:space="preserve"> 青）爽的空气，拿着一支大画笔，把树林、田野、果园染上金黄色，一切都变得金灿灿的。</w:t>
      </w:r>
    </w:p>
    <w:p>
      <w:pPr>
        <w:spacing w:line="312" w:lineRule="auto"/>
        <w:ind w:firstLine="480" w:firstLineChars="200"/>
        <w:rPr>
          <w:rFonts w:hint="eastAsia"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冬天很快就到了，金色的世界成了白茫茫的一片。寒风毫不客气地窜了出来，像是一群饿极了的猛虎从四面八方呼啸而来。它</w:t>
      </w:r>
      <w:r>
        <w:rPr>
          <w:rFonts w:hint="eastAsia" w:ascii="楷体_GB2312" w:hAnsi="宋体" w:eastAsia="楷体_GB2312"/>
          <w:sz w:val="24"/>
          <w:em w:val="dot"/>
        </w:rPr>
        <w:t>折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shé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zhé</w:t>
      </w:r>
      <w:r>
        <w:rPr>
          <w:rFonts w:hint="eastAsia" w:ascii="宋体" w:hAnsi="宋体"/>
          <w:sz w:val="24"/>
        </w:rPr>
        <w:t>）</w:t>
      </w:r>
      <w:r>
        <w:rPr>
          <w:rFonts w:hint="eastAsia" w:ascii="楷体_GB2312" w:hAnsi="宋体" w:eastAsia="楷体_GB2312"/>
          <w:sz w:val="24"/>
        </w:rPr>
        <w:t>断了一根根光秃秃的树枝。街上的行人穿得像棉花包</w:t>
      </w:r>
      <w:r>
        <w:rPr>
          <w:rFonts w:hint="eastAsia" w:ascii="楷体_GB2312" w:hAnsi="宋体" w:eastAsia="楷体_GB2312"/>
          <w:sz w:val="24"/>
          <w:em w:val="dot"/>
        </w:rPr>
        <w:t>似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sì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shì</w:t>
      </w:r>
      <w:r>
        <w:rPr>
          <w:rFonts w:hint="eastAsia" w:ascii="宋体" w:hAnsi="宋体"/>
          <w:sz w:val="24"/>
        </w:rPr>
        <w:t>）</w:t>
      </w:r>
      <w:r>
        <w:rPr>
          <w:rFonts w:hint="eastAsia" w:ascii="楷体_GB2312" w:hAnsi="宋体" w:eastAsia="楷体_GB2312"/>
          <w:sz w:val="24"/>
        </w:rPr>
        <w:t>的，弓着身子，低着头，缩着脖子，艰难地行走。大家似乎不敢再跟寒风会面了，我想，风儿也许并不是有意的，它可能是太心（极  急），盼望着早日迎来新的春天吧!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1.短文有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个自然段。（1分）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2.把括号中不正确的读音划掉。（4分）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3.在括号中正确的字上划“√”。（4分）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4.短文按照（          ）、（         ）、（         ）、（        ）的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时间顺序介绍的。（4分）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5.照样子写词语。（3分）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光秃秃  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6.从短文中找出一句打比方的句子用“</w:t>
      </w:r>
      <w:r>
        <w:rPr>
          <w:rFonts w:hint="eastAsia" w:ascii="宋体" w:hAnsi="宋体"/>
          <w:sz w:val="24"/>
          <w:u w:val="wave"/>
        </w:rPr>
        <w:t xml:space="preserve">      </w:t>
      </w:r>
      <w:r>
        <w:rPr>
          <w:rFonts w:hint="eastAsia" w:ascii="宋体" w:hAnsi="宋体"/>
          <w:sz w:val="24"/>
        </w:rPr>
        <w:t>”划出来。（2分）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xiě huà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十一、写  话。（10分）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写一写你喜欢的小动物，可以写它可爱的样子、有趣的生活习性，也可以写一写它和你之间发生的有趣的事情等。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</w:tbl>
    <w:p>
      <w:pPr>
        <w:spacing w:line="20" w:lineRule="exact"/>
        <w:rPr>
          <w:rFonts w:hint="eastAsia" w:ascii="楷体_GB2312" w:eastAsia="楷体_GB2312"/>
          <w:sz w:val="24"/>
        </w:rPr>
        <w:sectPr>
          <w:headerReference r:id="rId3" w:type="default"/>
          <w:footerReference r:id="rId4" w:type="default"/>
          <w:pgSz w:w="10319" w:h="14572"/>
          <w:pgMar w:top="1134" w:right="1134" w:bottom="1134" w:left="1134" w:header="851" w:footer="992" w:gutter="0"/>
          <w:pgNumType w:start="4"/>
          <w:cols w:space="708" w:num="1"/>
          <w:docGrid w:type="lines" w:linePitch="312" w:charSpace="46986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attachedTemplate r:id="rId1"/>
  <w:documentProtection w:enforcement="0"/>
  <w:defaultTabStop w:val="420"/>
  <w:drawingGridHorizontalSpacing w:val="439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4DCD1B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3\&#32479;&#32534;&#29256;&#20108;&#24180;&#32423;&#19979;&#20876;%20&#31532;&#20116;&#21333;&#20803;&#26816;&#27979;&#39064;&#65288;&#21333;&#20803;&#27979;&#35797;&#65289;&#65288;&#26080;&#31572;&#26696;&#65289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统编版二年级下册 第五单元检测题（单元测试）（无答案）.docx</Template>
  <Pages>6</Pages>
  <Words>1470</Words>
  <Characters>1762</Characters>
  <Lines>0</Lines>
  <Paragraphs>0</Paragraphs>
  <TotalTime>0</TotalTime>
  <ScaleCrop>false</ScaleCrop>
  <LinksUpToDate>false</LinksUpToDate>
  <CharactersWithSpaces>2969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2023-02-07T12:14:00Z</dcterms:created>
  <dc:creator>如果我是DJ</dc:creator>
  <cp:lastModifiedBy>。</cp:lastModifiedBy>
  <dcterms:modified xsi:type="dcterms:W3CDTF">2023-02-18T12:13:39Z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1D1FE79EF3B841C29D7473DC8ED20C18</vt:lpwstr>
  </property>
</Properties>
</file>