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10490200</wp:posOffset>
            </wp:positionV>
            <wp:extent cx="457200" cy="406400"/>
            <wp:effectExtent l="0" t="0" r="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 w:cs="黑体"/>
          <w:b/>
          <w:sz w:val="28"/>
          <w:szCs w:val="28"/>
        </w:rPr>
        <w:t>年级语文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第二单元练习卷</w:t>
      </w:r>
    </w:p>
    <w:p>
      <w:pPr>
        <w:tabs>
          <w:tab w:val="left" w:pos="2381"/>
          <w:tab w:val="left" w:pos="4309"/>
          <w:tab w:val="left" w:pos="6299"/>
        </w:tabs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(答卷时间：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90</w:t>
      </w:r>
      <w:r>
        <w:rPr>
          <w:rFonts w:hint="eastAsia" w:ascii="仿宋_GB2312" w:hAnsi="宋体" w:eastAsia="仿宋_GB2312"/>
          <w:sz w:val="28"/>
          <w:szCs w:val="28"/>
        </w:rPr>
        <w:t>分钟)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jc w:val="center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（满分50☆.等级评定：50—45☆评为A+；44.9—40☆评为A;39.9—35☆评为B+;34.9—30☆评为B;29.9—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15</w:t>
      </w:r>
      <w:r>
        <w:rPr>
          <w:rFonts w:hint="eastAsia" w:ascii="仿宋_GB2312" w:hAnsi="宋体" w:eastAsia="仿宋_GB2312"/>
          <w:sz w:val="28"/>
          <w:szCs w:val="28"/>
        </w:rPr>
        <w:t>☆评为C+；1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.9—0☆评为C。</w:t>
      </w:r>
    </w:p>
    <w:tbl>
      <w:tblPr>
        <w:tblStyle w:val="8"/>
        <w:tblpPr w:leftFromText="180" w:rightFromText="180" w:vertAnchor="text" w:horzAnchor="page" w:tblpX="1916" w:tblpY="1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176"/>
        <w:gridCol w:w="1278"/>
        <w:gridCol w:w="1242"/>
        <w:gridCol w:w="1184"/>
        <w:gridCol w:w="1302"/>
        <w:gridCol w:w="879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题号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第一部分</w:t>
            </w:r>
          </w:p>
        </w:tc>
        <w:tc>
          <w:tcPr>
            <w:tcW w:w="1278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第二部分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第三部分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第四部分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第五部分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合计</w:t>
            </w:r>
          </w:p>
        </w:tc>
        <w:tc>
          <w:tcPr>
            <w:tcW w:w="121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评定等级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占星数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278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50</w:t>
            </w:r>
          </w:p>
        </w:tc>
        <w:tc>
          <w:tcPr>
            <w:tcW w:w="1216" w:type="dxa"/>
            <w:vMerge w:val="restart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得星数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16" w:type="dxa"/>
            <w:vMerge w:val="continue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宋体" w:hAnsi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第一部分：字、词、句大比拼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一、读拼音，写词语。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g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ēng tián     jiě shì     qiān xū    xīn shǎng    nuò ruò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二、比一比,再组词。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50800</wp:posOffset>
                </wp:positionV>
                <wp:extent cx="76200" cy="825500"/>
                <wp:effectExtent l="4445" t="4445" r="14605" b="8255"/>
                <wp:wrapNone/>
                <wp:docPr id="3" name="自选图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825500"/>
                        </a:xfrm>
                        <a:prstGeom prst="leftBrace">
                          <a:avLst>
                            <a:gd name="adj1" fmla="val 9027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69" o:spid="_x0000_s1026" o:spt="87" type="#_x0000_t87" style="position:absolute;left:0pt;margin-left:295.5pt;margin-top:4pt;height:65pt;width:6pt;z-index:251662336;mso-width-relative:page;mso-height-relative:page;" filled="f" stroked="t" coordsize="21600,21600" o:gfxdata="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EG1LaNgAAAAJAQAADwAAAAAAAAABACAAAAAi&#10;AAAAZHJzL2Rvd25yZXYueG1sUEsBAhQAFAAAAAgAh07iQOAVszZDAgAAhAQAAA4AAAAAAAAAAQAg&#10;AAAAJwEAAGRycy9lMm9Eb2MueG1sUEsFBgAAAAAGAAYAWQEAANwFAAAAAA=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1903095</wp:posOffset>
                </wp:positionH>
                <wp:positionV relativeFrom="paragraph">
                  <wp:posOffset>50800</wp:posOffset>
                </wp:positionV>
                <wp:extent cx="76200" cy="826135"/>
                <wp:effectExtent l="4445" t="4445" r="14605" b="7620"/>
                <wp:wrapNone/>
                <wp:docPr id="2" name="自选图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826135"/>
                        </a:xfrm>
                        <a:prstGeom prst="leftBrace">
                          <a:avLst>
                            <a:gd name="adj1" fmla="val 9034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68" o:spid="_x0000_s1026" o:spt="87" type="#_x0000_t87" style="position:absolute;left:0pt;margin-left:149.85pt;margin-top:4pt;height:65.05pt;width:6pt;z-index:251661312;mso-width-relative:page;mso-height-relative:page;" filled="f" stroked="t" coordsize="21600,21600" o:gfxdata="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3Kl3vZAAAACQEAAA8AAAAAAAAAAQAg&#10;AAAAIgAAAGRycy9kb3ducmV2LnhtbFBLAQIUABQAAAAIAIdO4kCltvpuRgIAAIQEAAAOAAAAAAAA&#10;AAEAIAAAACgBAABkcnMvZTJvRG9jLnhtbFBLBQYAAAAABgAGAFkBAADgBQAAAAA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43815</wp:posOffset>
                </wp:positionV>
                <wp:extent cx="76200" cy="834390"/>
                <wp:effectExtent l="4445" t="4445" r="14605" b="18415"/>
                <wp:wrapNone/>
                <wp:docPr id="1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834390"/>
                        </a:xfrm>
                        <a:prstGeom prst="leftBrace">
                          <a:avLst>
                            <a:gd name="adj1" fmla="val 9125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87" type="#_x0000_t87" style="position:absolute;left:0pt;margin-left:2.2pt;margin-top:3.45pt;height:65.7pt;width:6pt;z-index:251660288;mso-width-relative:page;mso-height-relative:page;" filled="f" stroked="t" coordsize="21600,21600" o:gfxdata="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wXEAu1wAAAAYBAAAPAAAAAAAAAAEAIAAA&#10;ACIAAABkcnMvZG93bnJldi54bWxQSwECFAAUAAAACACHTuJAcBF4+kYCAACEBAAADgAAAAAAAAAB&#10;ACAAAAAmAQAAZHJzL2Uyb0RvYy54bWxQSwUGAAAAAAYABgBZAQAA3gUAAAAA&#10;" adj="1800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恼（        ）       虚（          ）     珠（          ）</w:t>
      </w:r>
    </w:p>
    <w:p>
      <w:pPr>
        <w:pStyle w:val="2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脑（        ）       虑（          ）     株（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三、按要求写词语</w:t>
      </w:r>
      <w:r>
        <w:rPr>
          <w:rFonts w:hint="eastAsia" w:ascii="宋体" w:hAnsi="宋体"/>
          <w:b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源源不断（AABC式的词语）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无忧无虑（无X无X式词语）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sz w:val="28"/>
          <w:szCs w:val="28"/>
          <w:lang w:val="en-US" w:eastAsia="zh-CN"/>
        </w:rPr>
        <w:t>四、按要求完成句子练习。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1.这清闲的生活无忧无虑,还有什么能够代替?(改为陈述句)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2.我的角多么精美别致，好像两束美丽的珊瑚。(仿写比喻句)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3.“真的,一个陶罐!”其他的人都高兴地叫起来。(仿照加点的部分,把句子补充完整)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“这次我的数学终于考了满分啦!”同桌</w:t>
      </w: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4.鹿用尽全身力气，使劲一扯，才把两只角从树枝中挣脱出来。（改为被字句）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第二部分：课内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积累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1.田中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。兔走触株，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ascii="HPJFES+KaiTi" w:hAnsi="HPJFES+KaiTi" w:cs="HPJFES+KaiTi"/>
          <w:color w:val="000000"/>
          <w:spacing w:val="0"/>
          <w:sz w:val="28"/>
          <w:lang w:val="en-US" w:eastAsia="zh-CN"/>
        </w:rPr>
        <w:t>2.因释其耒</w:t>
      </w:r>
      <w:r>
        <w:rPr>
          <w:rFonts w:ascii="HPJFES+KaiTi" w:hAnsi="HPJFES+KaiTi" w:cs="HPJFES+KaiTi"/>
          <w:color w:val="000000"/>
          <w:spacing w:val="0"/>
          <w:sz w:val="28"/>
        </w:rPr>
        <w:t>而_________，冀___________。兔不可复得，________________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。 </w:t>
      </w:r>
    </w:p>
    <w:p>
      <w:pPr>
        <w:spacing w:line="240" w:lineRule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/>
          <w:sz w:val="32"/>
          <w:szCs w:val="32"/>
        </w:rPr>
        <w:t>邯郸</w:t>
      </w:r>
      <w:r>
        <w:rPr>
          <w:rFonts w:ascii="宋体" w:hAnsi="宋体" w:eastAsia="宋体"/>
          <w:sz w:val="32"/>
          <w:szCs w:val="32"/>
        </w:rPr>
        <w:t>(　　)(　　)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/>
          <w:sz w:val="32"/>
          <w:szCs w:val="32"/>
        </w:rPr>
        <w:t>掩</w:t>
      </w:r>
      <w:r>
        <w:rPr>
          <w:rFonts w:ascii="宋体" w:hAnsi="宋体" w:eastAsia="宋体"/>
          <w:sz w:val="32"/>
          <w:szCs w:val="32"/>
        </w:rPr>
        <w:t>(　　)</w:t>
      </w:r>
      <w:r>
        <w:rPr>
          <w:rFonts w:hint="eastAsia" w:ascii="宋体" w:hAnsi="宋体" w:eastAsia="宋体"/>
          <w:sz w:val="32"/>
          <w:szCs w:val="32"/>
        </w:rPr>
        <w:t>盗</w:t>
      </w:r>
      <w:r>
        <w:rPr>
          <w:rFonts w:ascii="宋体" w:hAnsi="宋体" w:eastAsia="宋体"/>
          <w:sz w:val="32"/>
          <w:szCs w:val="32"/>
        </w:rPr>
        <w:t>(　　)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sz w:val="32"/>
          <w:szCs w:val="32"/>
        </w:rPr>
        <w:t>画</w:t>
      </w:r>
      <w:r>
        <w:rPr>
          <w:rFonts w:ascii="宋体" w:hAnsi="宋体" w:eastAsia="宋体"/>
          <w:sz w:val="32"/>
          <w:szCs w:val="32"/>
        </w:rPr>
        <w:t>(　　)</w:t>
      </w:r>
      <w:r>
        <w:rPr>
          <w:rFonts w:hint="eastAsia" w:ascii="宋体" w:hAnsi="宋体" w:eastAsia="宋体"/>
          <w:sz w:val="32"/>
          <w:szCs w:val="32"/>
        </w:rPr>
        <w:t>添</w:t>
      </w:r>
      <w:r>
        <w:rPr>
          <w:rFonts w:ascii="宋体" w:hAnsi="宋体" w:eastAsia="宋体"/>
          <w:sz w:val="32"/>
          <w:szCs w:val="32"/>
        </w:rPr>
        <w:t>(　　)　</w:t>
      </w:r>
    </w:p>
    <w:p>
      <w:pPr>
        <w:spacing w:line="240" w:lineRule="auto"/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ascii="宋体" w:hAnsi="宋体" w:eastAsia="宋体"/>
          <w:sz w:val="32"/>
          <w:szCs w:val="32"/>
        </w:rPr>
        <w:t>(　　)</w:t>
      </w:r>
      <w:r>
        <w:rPr>
          <w:rFonts w:hint="eastAsia" w:ascii="宋体" w:hAnsi="宋体" w:eastAsia="宋体"/>
          <w:sz w:val="32"/>
          <w:szCs w:val="32"/>
        </w:rPr>
        <w:t>弓</w:t>
      </w:r>
      <w:r>
        <w:rPr>
          <w:rFonts w:ascii="宋体" w:hAnsi="宋体" w:eastAsia="宋体"/>
          <w:sz w:val="32"/>
          <w:szCs w:val="32"/>
        </w:rPr>
        <w:t>(　　)</w:t>
      </w:r>
      <w:r>
        <w:rPr>
          <w:rFonts w:hint="eastAsia" w:ascii="宋体" w:hAnsi="宋体" w:eastAsia="宋体"/>
          <w:sz w:val="32"/>
          <w:szCs w:val="32"/>
        </w:rPr>
        <w:t>影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杞</w:t>
      </w:r>
      <w:r>
        <w:rPr>
          <w:rFonts w:ascii="宋体" w:hAnsi="宋体" w:eastAsia="宋体"/>
          <w:sz w:val="32"/>
          <w:szCs w:val="32"/>
        </w:rPr>
        <w:t>(　　)</w:t>
      </w:r>
      <w:r>
        <w:rPr>
          <w:rFonts w:hint="eastAsia" w:ascii="宋体" w:hAnsi="宋体" w:eastAsia="宋体"/>
          <w:sz w:val="32"/>
          <w:szCs w:val="32"/>
        </w:rPr>
        <w:t>忧</w:t>
      </w:r>
      <w:r>
        <w:rPr>
          <w:rFonts w:ascii="宋体" w:hAnsi="宋体" w:eastAsia="宋体"/>
          <w:sz w:val="32"/>
          <w:szCs w:val="32"/>
        </w:rPr>
        <w:t>(　　)　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>刻</w:t>
      </w:r>
      <w:r>
        <w:rPr>
          <w:rFonts w:ascii="宋体" w:hAnsi="宋体" w:eastAsia="宋体"/>
          <w:sz w:val="32"/>
          <w:szCs w:val="32"/>
        </w:rPr>
        <w:t>(　　)(　　)</w:t>
      </w:r>
      <w:r>
        <w:rPr>
          <w:rFonts w:hint="eastAsia" w:ascii="宋体" w:hAnsi="宋体" w:eastAsia="宋体"/>
          <w:sz w:val="32"/>
          <w:szCs w:val="32"/>
        </w:rPr>
        <w:t>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4.《守株待兔》是一篇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 xml:space="preserve"> ，这则故事告诉我们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Times New Roman"/>
          <w:b w:val="0"/>
          <w:bCs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第三部分：口语交际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1.徐智所在的三年级（1）班，班干部是由同学轮流担任的。有人认为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这样很好，也有人认为这样不太好，你认为该不该实行班干部轮流制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呢？为什么？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部分：阅读乐园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（一）课外阅读：</w:t>
      </w:r>
      <w:r>
        <w:rPr>
          <w:rFonts w:hint="eastAsia" w:ascii="宋体" w:hAnsi="宋体"/>
          <w:b/>
          <w:sz w:val="28"/>
          <w:szCs w:val="28"/>
        </w:rPr>
        <w:t>阅读下列短文，回答问题。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一只小蚂蚁，总以为自己很了不起，因为人们都称它为“大力士”嘛!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有一天，小蚂蚁来到森林里，它遇到了鸭子，就傲慢地对鸭子说:“你这个大嘴巴的家伙，给我让路，让我先过去。”鸭子低头看了看，没说什么，让小蚂蚁先过去了。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小蚂蚁继续往前走，碰到了一只小兔在采蘑菇，就讥笑它说:“我能驮起比身体重几百倍的东西，你能做什么!”小兔瞅了蚂蚁一眼，没理它就走了。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小蚂蚁更神气了，它在草地上遇到了一只狼，毫不客气地说:“你又是什么东西，连鸭子和兔子都被我打败了，你还不给我让路，难道也想试试我的拳头?”狼根本不理它，只是摇了摇头说:“你这小鬼，竞然这样和我说话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狼正想走，小妈蚁突然咬了狼一口，这下可把狼惹火了，一脚踩了下去，把小蚂蚁给踩死了。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这个故事告诉我们:骄傲使人落后，谦虚使人进步。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1.给短文拟一个题目，写在文前的横线上。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2.“神气”在短文中的意思是(       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A.自以为优越而得意或做慢           B.精神饱满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3.小蚂蚁在森林里先后遇到了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。描写小蚂蚁神态的词语有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，从中可以看出这是一只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的小蚂蚁。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snapToGrid w:val="0"/>
          <w:sz w:val="28"/>
          <w:szCs w:val="28"/>
          <w:lang w:val="en-US" w:eastAsia="zh-CN"/>
        </w:rPr>
        <w:t>快乐读书吧。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00" w:leftChars="0" w:hanging="1400" w:hangingChars="500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1.《愚公移山》中，愚公要移的两座山，分别是</w:t>
      </w: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和</w:t>
      </w: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       </w:t>
      </w: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00" w:leftChars="0" w:hanging="1400" w:hangingChars="5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2.只许州官放火的下句是</w:t>
      </w: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        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00" w:leftChars="0" w:hanging="1400" w:hangingChars="5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.喝酒时看见杯中有一条蛇，就害起病来，出自寓言故事《</w:t>
      </w: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》。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00" w:leftChars="0" w:hanging="1400" w:hangingChars="5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.“节外生枝，故意卖弄，只会弄巧成拙，丧失原有的优势。”出自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00" w:leftChars="0" w:hanging="1400" w:hangingChars="5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寓言故事《</w:t>
      </w: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》。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050" w:leftChars="-5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5      5.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《朝三暮四》中主人公是</w:t>
      </w: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。《黔之驴》中，驴子最后被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050" w:leftChars="-500" w:firstLine="1400" w:firstLineChars="5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吃掉了。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8"/>
          <w:szCs w:val="28"/>
        </w:rPr>
        <w:t>部分：习作乐园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360" w:lineRule="auto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t>仔细观察下面这幅图，图上有哪些人？他们在干什么？他们的动作是怎样的？可能说了哪些话？请展开想象，写一篇作文。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360" w:lineRule="auto"/>
        <w:ind w:right="0" w:rightChars="0" w:firstLine="64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ascii="宋体" w:hAnsi="宋体" w:eastAsia="宋体"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1667510</wp:posOffset>
            </wp:positionH>
            <wp:positionV relativeFrom="paragraph">
              <wp:posOffset>19050</wp:posOffset>
            </wp:positionV>
            <wp:extent cx="1870075" cy="1196340"/>
            <wp:effectExtent l="0" t="0" r="15875" b="3810"/>
            <wp:wrapSquare wrapText="bothSides"/>
            <wp:docPr id="4" name="图片 70" descr="id:21474863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0" descr="id:214748634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360" w:lineRule="auto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360" w:lineRule="auto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360" w:lineRule="auto"/>
        <w:ind w:right="0" w:rightChars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5"/>
          <w:sz w:val="28"/>
          <w:szCs w:val="28"/>
          <w:shd w:val="clear" w:color="auto" w:fill="FFFFFF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2113" w:h="15309" w:orient="landscape"/>
          <w:pgMar w:top="1198" w:right="1134" w:bottom="999" w:left="1051" w:header="0" w:footer="851" w:gutter="113"/>
          <w:pgNumType w:start="1"/>
          <w:cols w:space="1331" w:num="2"/>
          <w:docGrid w:type="lines" w:linePitch="400" w:charSpace="0"/>
        </w:sect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t>要求:①把题目补充完整。②要把自己的发现写具体。③思路清晰，语句通顺，写出自己的真实感受。（另纸完成）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PJFES+KaiTi">
    <w:altName w:val="Microsoft YaHei UI Light"/>
    <w:panose1 w:val="020005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 xml:space="preserve">                                             1                                                                                                    2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Style w:val="11"/>
        <w:rFonts w:hint="eastAsia"/>
      </w:rPr>
      <w:t xml:space="preserve">                                          3                                                                                                       4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3104"/>
      </w:tabs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-492760</wp:posOffset>
              </wp:positionH>
              <wp:positionV relativeFrom="paragraph">
                <wp:posOffset>241300</wp:posOffset>
              </wp:positionV>
              <wp:extent cx="923925" cy="9014460"/>
              <wp:effectExtent l="5080" t="4445" r="4445" b="10795"/>
              <wp:wrapSquare wrapText="bothSides"/>
              <wp:docPr id="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 cap="rnd" cmpd="sng">
                        <a:solidFill>
                          <a:srgbClr val="FFFFFF"/>
                        </a:solidFill>
                        <a:prstDash val="sysDot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38.8pt;margin-top:19pt;height:709.8pt;width:72.75pt;mso-wrap-distance-bottom:0pt;mso-wrap-distance-left:9pt;mso-wrap-distance-right:9pt;mso-wrap-distance-top:0pt;z-index:251661312;mso-width-relative:page;mso-height-relative:page;" fillcolor="#FFFFFF" filled="t" stroked="t" coordsize="21600,21600" o:gfxdata="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+2OCg1gAAAAoB&#10;AAAPAAAAAAAAAAEAIAAAACIAAABkcnMvZG93bnJldi54bWxQSwECFAAUAAAACACHTuJA1qq3tB0C&#10;AABTBAAADgAAAAAAAAABACAAAAAlAQAAZHJzL2Uyb0RvYy54bWxQSwUGAAAAAAYABgBZAQAAtAUA&#10;AAAA&#10;">
              <v:fill on="t" focussize="0,0"/>
              <v:stroke weight="0.25pt" color="#FFFFFF" joinstyle="miter" dashstyle="1 1" endcap="round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-615950</wp:posOffset>
              </wp:positionH>
              <wp:positionV relativeFrom="paragraph">
                <wp:posOffset>368300</wp:posOffset>
              </wp:positionV>
              <wp:extent cx="923925" cy="9014460"/>
              <wp:effectExtent l="5080" t="4445" r="4445" b="10795"/>
              <wp:wrapSquare wrapText="bothSides"/>
              <wp:docPr id="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ind w:firstLine="1320" w:firstLineChars="550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古城中学考试专用卷(内部资料,请勿外传)  班级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姓名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学号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　　　　　　　　　   </w:t>
                          </w:r>
                        </w:p>
                        <w:p>
                          <w:pPr>
                            <w:ind w:firstLine="840" w:firstLineChars="300"/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4"/>
                            </w:rPr>
                            <w:t>⊙⊙⊙⊙⊙⊙⊙⊙⊙⊙⊙⊙　密　⊙⊙⊙⊙⊙⊙⊙⊙⊙⊙⊙　封　⊙⊙⊙⊙⊙⊙⊙⊙⊙⊙⊙⊙⊙　线　⊙⊙⊙⊙⊙⊙⊙⊙⊙⊙⊙⊙⊙</w:t>
                          </w: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-48.5pt;margin-top:29pt;height:709.8pt;width:72.75pt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4pjzP9kAAAAKAQAA&#10;DwAAAAAAAAABACAAAAAiAAAAZHJzL2Rvd25yZXYueG1sUEsBAhQAFAAAAAgAh07iQDf7HmkYAgAA&#10;UwQAAA4AAAAAAAAAAQAgAAAAKAEAAGRycy9lMm9Eb2MueG1sUEsFBgAAAAAGAAYAWQEAALIFAAAA&#10;AA==&#10;">
              <v:fill on="t" focussize="0,0"/>
              <v:stroke color="#FFFFFF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ind w:firstLine="1320" w:firstLineChars="55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古城中学考试专用卷(内部资料,请勿外传)  班级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</w:t>
                    </w:r>
                    <w:r>
                      <w:rPr>
                        <w:rFonts w:hint="eastAsia"/>
                        <w:sz w:val="24"/>
                      </w:rPr>
                      <w:t>姓名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　</w:t>
                    </w:r>
                    <w:r>
                      <w:rPr>
                        <w:rFonts w:hint="eastAsia"/>
                        <w:sz w:val="24"/>
                      </w:rPr>
                      <w:t>学号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　　　　　　　　　   </w:t>
                    </w:r>
                  </w:p>
                  <w:p>
                    <w:pPr>
                      <w:ind w:firstLine="840" w:firstLineChars="300"/>
                      <w:rPr>
                        <w:rFonts w:hint="eastAsia"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⊙⊙⊙⊙⊙⊙⊙⊙⊙⊙⊙⊙　密　⊙⊙⊙⊙⊙⊙⊙⊙⊙⊙⊙　封　⊙⊙⊙⊙⊙⊙⊙⊙⊙⊙⊙⊙⊙　线　⊙⊙⊙⊙⊙⊙⊙⊙⊙⊙⊙⊙⊙</w:t>
                    </w: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mirrorMargins w:val="1"/>
  <w:attachedTemplate r:id="rId1"/>
  <w:documentProtection w:enforcement="0"/>
  <w:defaultTabStop w:val="420"/>
  <w:evenAndOddHeaders w:val="1"/>
  <w:drawingGridHorizontalSpacing w:val="97"/>
  <w:drawingGridVerticalSpacing w:val="200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45D92"/>
    <w:rsid w:val="00063536"/>
    <w:rsid w:val="00085677"/>
    <w:rsid w:val="0008618A"/>
    <w:rsid w:val="00093028"/>
    <w:rsid w:val="000A2DAB"/>
    <w:rsid w:val="000B0B57"/>
    <w:rsid w:val="000C42EC"/>
    <w:rsid w:val="000F6A36"/>
    <w:rsid w:val="00111FD1"/>
    <w:rsid w:val="00117FCA"/>
    <w:rsid w:val="001219BD"/>
    <w:rsid w:val="0014076A"/>
    <w:rsid w:val="00156BA4"/>
    <w:rsid w:val="001A03C5"/>
    <w:rsid w:val="001F33AB"/>
    <w:rsid w:val="00225B65"/>
    <w:rsid w:val="0023198F"/>
    <w:rsid w:val="0023471E"/>
    <w:rsid w:val="00243B32"/>
    <w:rsid w:val="00257B45"/>
    <w:rsid w:val="002816B1"/>
    <w:rsid w:val="00281E43"/>
    <w:rsid w:val="002A5A6E"/>
    <w:rsid w:val="002A5C44"/>
    <w:rsid w:val="002D4EBE"/>
    <w:rsid w:val="002E1ADF"/>
    <w:rsid w:val="00330E9C"/>
    <w:rsid w:val="00330FBB"/>
    <w:rsid w:val="0033126D"/>
    <w:rsid w:val="00365FC4"/>
    <w:rsid w:val="00381F6B"/>
    <w:rsid w:val="00390C1B"/>
    <w:rsid w:val="00393998"/>
    <w:rsid w:val="003A0EAD"/>
    <w:rsid w:val="003C4359"/>
    <w:rsid w:val="004151FC"/>
    <w:rsid w:val="004151FF"/>
    <w:rsid w:val="00423F29"/>
    <w:rsid w:val="0046054F"/>
    <w:rsid w:val="004A2231"/>
    <w:rsid w:val="004A37C7"/>
    <w:rsid w:val="004A3CD6"/>
    <w:rsid w:val="004A4ECE"/>
    <w:rsid w:val="004B35D4"/>
    <w:rsid w:val="004C5FC5"/>
    <w:rsid w:val="00500F12"/>
    <w:rsid w:val="00502F70"/>
    <w:rsid w:val="00511F03"/>
    <w:rsid w:val="00521FD2"/>
    <w:rsid w:val="00534BCE"/>
    <w:rsid w:val="00550566"/>
    <w:rsid w:val="00557676"/>
    <w:rsid w:val="005709EF"/>
    <w:rsid w:val="00592C6B"/>
    <w:rsid w:val="005C015E"/>
    <w:rsid w:val="005F2EA9"/>
    <w:rsid w:val="005F4095"/>
    <w:rsid w:val="005F6950"/>
    <w:rsid w:val="005F7776"/>
    <w:rsid w:val="00603BBD"/>
    <w:rsid w:val="00642B76"/>
    <w:rsid w:val="0065019C"/>
    <w:rsid w:val="00656E2D"/>
    <w:rsid w:val="00657FF7"/>
    <w:rsid w:val="00664BCE"/>
    <w:rsid w:val="0067158B"/>
    <w:rsid w:val="00672EDD"/>
    <w:rsid w:val="006970E4"/>
    <w:rsid w:val="006A595E"/>
    <w:rsid w:val="006A7BA5"/>
    <w:rsid w:val="006B3506"/>
    <w:rsid w:val="006B5C44"/>
    <w:rsid w:val="006C735F"/>
    <w:rsid w:val="00714A27"/>
    <w:rsid w:val="0072100E"/>
    <w:rsid w:val="00722B12"/>
    <w:rsid w:val="00723646"/>
    <w:rsid w:val="007578D9"/>
    <w:rsid w:val="007819A8"/>
    <w:rsid w:val="00783AA5"/>
    <w:rsid w:val="00796BBB"/>
    <w:rsid w:val="007A11CE"/>
    <w:rsid w:val="007E542D"/>
    <w:rsid w:val="00815806"/>
    <w:rsid w:val="00825FD9"/>
    <w:rsid w:val="00842FB9"/>
    <w:rsid w:val="0089260E"/>
    <w:rsid w:val="00895240"/>
    <w:rsid w:val="008A28FF"/>
    <w:rsid w:val="008A433B"/>
    <w:rsid w:val="008C2F6D"/>
    <w:rsid w:val="008E03F9"/>
    <w:rsid w:val="008F4B6F"/>
    <w:rsid w:val="0096713B"/>
    <w:rsid w:val="00982706"/>
    <w:rsid w:val="009845D3"/>
    <w:rsid w:val="00987AD4"/>
    <w:rsid w:val="00997CF4"/>
    <w:rsid w:val="009C13B7"/>
    <w:rsid w:val="009C5D53"/>
    <w:rsid w:val="009C6386"/>
    <w:rsid w:val="009F575F"/>
    <w:rsid w:val="00A0042E"/>
    <w:rsid w:val="00A325AF"/>
    <w:rsid w:val="00A35E47"/>
    <w:rsid w:val="00A526D5"/>
    <w:rsid w:val="00A5466D"/>
    <w:rsid w:val="00A556EE"/>
    <w:rsid w:val="00A56833"/>
    <w:rsid w:val="00A70CC1"/>
    <w:rsid w:val="00A74DA0"/>
    <w:rsid w:val="00A84DEB"/>
    <w:rsid w:val="00A87D96"/>
    <w:rsid w:val="00AB61DF"/>
    <w:rsid w:val="00AC4213"/>
    <w:rsid w:val="00AE057D"/>
    <w:rsid w:val="00AE5120"/>
    <w:rsid w:val="00B14647"/>
    <w:rsid w:val="00B37839"/>
    <w:rsid w:val="00B4324F"/>
    <w:rsid w:val="00B50009"/>
    <w:rsid w:val="00B52964"/>
    <w:rsid w:val="00B740A7"/>
    <w:rsid w:val="00BC4F86"/>
    <w:rsid w:val="00BC7ACC"/>
    <w:rsid w:val="00BD5E7F"/>
    <w:rsid w:val="00BE510C"/>
    <w:rsid w:val="00BF3C96"/>
    <w:rsid w:val="00C02FC6"/>
    <w:rsid w:val="00C06C8F"/>
    <w:rsid w:val="00C07A8D"/>
    <w:rsid w:val="00C17A1D"/>
    <w:rsid w:val="00C310C1"/>
    <w:rsid w:val="00C41F48"/>
    <w:rsid w:val="00C52D66"/>
    <w:rsid w:val="00C805F0"/>
    <w:rsid w:val="00C92D91"/>
    <w:rsid w:val="00C94B5D"/>
    <w:rsid w:val="00CC2D55"/>
    <w:rsid w:val="00CE0222"/>
    <w:rsid w:val="00CE3539"/>
    <w:rsid w:val="00CF402F"/>
    <w:rsid w:val="00CF43C4"/>
    <w:rsid w:val="00D06AC6"/>
    <w:rsid w:val="00D1626D"/>
    <w:rsid w:val="00D26CB9"/>
    <w:rsid w:val="00D34529"/>
    <w:rsid w:val="00D54291"/>
    <w:rsid w:val="00D70FB0"/>
    <w:rsid w:val="00D8231A"/>
    <w:rsid w:val="00D87784"/>
    <w:rsid w:val="00DB774F"/>
    <w:rsid w:val="00DE0090"/>
    <w:rsid w:val="00E31C45"/>
    <w:rsid w:val="00E47F3E"/>
    <w:rsid w:val="00E50483"/>
    <w:rsid w:val="00E51CB4"/>
    <w:rsid w:val="00E54FAE"/>
    <w:rsid w:val="00E556E4"/>
    <w:rsid w:val="00E56332"/>
    <w:rsid w:val="00E6566E"/>
    <w:rsid w:val="00E6692A"/>
    <w:rsid w:val="00E732C3"/>
    <w:rsid w:val="00E87F7F"/>
    <w:rsid w:val="00EA73BF"/>
    <w:rsid w:val="00EB0977"/>
    <w:rsid w:val="00EB0BC0"/>
    <w:rsid w:val="00EC3B6D"/>
    <w:rsid w:val="00EC4A46"/>
    <w:rsid w:val="00EF08D5"/>
    <w:rsid w:val="00F0482B"/>
    <w:rsid w:val="00F05163"/>
    <w:rsid w:val="00F53E73"/>
    <w:rsid w:val="00F568DD"/>
    <w:rsid w:val="00F84DAD"/>
    <w:rsid w:val="00F95D36"/>
    <w:rsid w:val="00FC47FE"/>
    <w:rsid w:val="00FC7570"/>
    <w:rsid w:val="00FD0789"/>
    <w:rsid w:val="00FF15EC"/>
    <w:rsid w:val="01227892"/>
    <w:rsid w:val="01377B86"/>
    <w:rsid w:val="015214FB"/>
    <w:rsid w:val="016C12B6"/>
    <w:rsid w:val="01811C5F"/>
    <w:rsid w:val="01B23B4D"/>
    <w:rsid w:val="01BF2B3D"/>
    <w:rsid w:val="02354446"/>
    <w:rsid w:val="029C58A3"/>
    <w:rsid w:val="02B80EB3"/>
    <w:rsid w:val="0321357C"/>
    <w:rsid w:val="03310A2C"/>
    <w:rsid w:val="03577DBD"/>
    <w:rsid w:val="04194E1D"/>
    <w:rsid w:val="049C0318"/>
    <w:rsid w:val="04B836A0"/>
    <w:rsid w:val="056D3378"/>
    <w:rsid w:val="06056AA9"/>
    <w:rsid w:val="060C3378"/>
    <w:rsid w:val="06BC0985"/>
    <w:rsid w:val="06F6719C"/>
    <w:rsid w:val="075E2F59"/>
    <w:rsid w:val="07786991"/>
    <w:rsid w:val="0790701B"/>
    <w:rsid w:val="07DA597F"/>
    <w:rsid w:val="08C63C4C"/>
    <w:rsid w:val="08D44E10"/>
    <w:rsid w:val="09622BE1"/>
    <w:rsid w:val="097B324E"/>
    <w:rsid w:val="09A71738"/>
    <w:rsid w:val="09CA3D4D"/>
    <w:rsid w:val="0A4365F1"/>
    <w:rsid w:val="0A496D62"/>
    <w:rsid w:val="0A663368"/>
    <w:rsid w:val="0AA17C2E"/>
    <w:rsid w:val="0ADE38BE"/>
    <w:rsid w:val="0AFE0734"/>
    <w:rsid w:val="0C410CB6"/>
    <w:rsid w:val="0C5F033E"/>
    <w:rsid w:val="0CE02193"/>
    <w:rsid w:val="0D335E26"/>
    <w:rsid w:val="0DB86F2A"/>
    <w:rsid w:val="0DFA4D10"/>
    <w:rsid w:val="0E113951"/>
    <w:rsid w:val="0E3C3A8E"/>
    <w:rsid w:val="0EA31E90"/>
    <w:rsid w:val="0EE24F46"/>
    <w:rsid w:val="0EFD37F6"/>
    <w:rsid w:val="0F475451"/>
    <w:rsid w:val="0F615FDC"/>
    <w:rsid w:val="0F7B1ABD"/>
    <w:rsid w:val="0F987966"/>
    <w:rsid w:val="101B3480"/>
    <w:rsid w:val="102F3F38"/>
    <w:rsid w:val="10E1791A"/>
    <w:rsid w:val="10F94F5B"/>
    <w:rsid w:val="11333255"/>
    <w:rsid w:val="115B049F"/>
    <w:rsid w:val="11B77CF9"/>
    <w:rsid w:val="11FA59B0"/>
    <w:rsid w:val="1204638B"/>
    <w:rsid w:val="122544C1"/>
    <w:rsid w:val="12EB5DFB"/>
    <w:rsid w:val="131D54F6"/>
    <w:rsid w:val="132037D1"/>
    <w:rsid w:val="13C94DBE"/>
    <w:rsid w:val="14394583"/>
    <w:rsid w:val="14986618"/>
    <w:rsid w:val="14E4683F"/>
    <w:rsid w:val="14E47785"/>
    <w:rsid w:val="14E92C46"/>
    <w:rsid w:val="152300C9"/>
    <w:rsid w:val="15722568"/>
    <w:rsid w:val="15A643F6"/>
    <w:rsid w:val="15B869B9"/>
    <w:rsid w:val="15E43D73"/>
    <w:rsid w:val="166D11CB"/>
    <w:rsid w:val="16C40845"/>
    <w:rsid w:val="16CC2AD8"/>
    <w:rsid w:val="173E4211"/>
    <w:rsid w:val="17556FB7"/>
    <w:rsid w:val="178335FA"/>
    <w:rsid w:val="17BE43C0"/>
    <w:rsid w:val="1805663B"/>
    <w:rsid w:val="183F0D40"/>
    <w:rsid w:val="18431492"/>
    <w:rsid w:val="18B957BB"/>
    <w:rsid w:val="18BE52D8"/>
    <w:rsid w:val="18F9627A"/>
    <w:rsid w:val="18FB69B9"/>
    <w:rsid w:val="19094ED9"/>
    <w:rsid w:val="191B5612"/>
    <w:rsid w:val="191C7606"/>
    <w:rsid w:val="19AD314E"/>
    <w:rsid w:val="19CF30BB"/>
    <w:rsid w:val="19D74402"/>
    <w:rsid w:val="1A19627D"/>
    <w:rsid w:val="1A4D46D6"/>
    <w:rsid w:val="1A530E10"/>
    <w:rsid w:val="1AA94499"/>
    <w:rsid w:val="1AAF31FF"/>
    <w:rsid w:val="1AB372F9"/>
    <w:rsid w:val="1AF12486"/>
    <w:rsid w:val="1AF26EC4"/>
    <w:rsid w:val="1B1C6455"/>
    <w:rsid w:val="1B3E4935"/>
    <w:rsid w:val="1B3F3ECB"/>
    <w:rsid w:val="1B4D2E10"/>
    <w:rsid w:val="1B8B65FB"/>
    <w:rsid w:val="1B8C4381"/>
    <w:rsid w:val="1BC9431B"/>
    <w:rsid w:val="1BF51CE5"/>
    <w:rsid w:val="1C086C72"/>
    <w:rsid w:val="1C4D2820"/>
    <w:rsid w:val="1CA4221D"/>
    <w:rsid w:val="1CB433DD"/>
    <w:rsid w:val="1CBF4F7C"/>
    <w:rsid w:val="1CE636B9"/>
    <w:rsid w:val="1CEE4D41"/>
    <w:rsid w:val="1CF0072D"/>
    <w:rsid w:val="1D5A65D2"/>
    <w:rsid w:val="1D7E4E8A"/>
    <w:rsid w:val="1D907C42"/>
    <w:rsid w:val="1DA77785"/>
    <w:rsid w:val="1DF0060A"/>
    <w:rsid w:val="1E8719A9"/>
    <w:rsid w:val="1E95482F"/>
    <w:rsid w:val="1EA3536A"/>
    <w:rsid w:val="1ECD5B4D"/>
    <w:rsid w:val="1EE06EE8"/>
    <w:rsid w:val="1F22592D"/>
    <w:rsid w:val="1F817FC8"/>
    <w:rsid w:val="1F8F739B"/>
    <w:rsid w:val="1FF6727E"/>
    <w:rsid w:val="202042C4"/>
    <w:rsid w:val="204E4FC4"/>
    <w:rsid w:val="205C7456"/>
    <w:rsid w:val="20A72B56"/>
    <w:rsid w:val="20FF58D1"/>
    <w:rsid w:val="21117DD3"/>
    <w:rsid w:val="21200D31"/>
    <w:rsid w:val="215B4C22"/>
    <w:rsid w:val="21A758AA"/>
    <w:rsid w:val="21B246C6"/>
    <w:rsid w:val="22073FC3"/>
    <w:rsid w:val="2257633D"/>
    <w:rsid w:val="22F21CEF"/>
    <w:rsid w:val="23077D12"/>
    <w:rsid w:val="232C5836"/>
    <w:rsid w:val="233B3967"/>
    <w:rsid w:val="238027C9"/>
    <w:rsid w:val="23967035"/>
    <w:rsid w:val="23F8697F"/>
    <w:rsid w:val="243F0F53"/>
    <w:rsid w:val="24E936C2"/>
    <w:rsid w:val="25061054"/>
    <w:rsid w:val="2560103E"/>
    <w:rsid w:val="25683AE2"/>
    <w:rsid w:val="25815AEB"/>
    <w:rsid w:val="261B1814"/>
    <w:rsid w:val="26295766"/>
    <w:rsid w:val="268A379A"/>
    <w:rsid w:val="26D629B0"/>
    <w:rsid w:val="271D5CD9"/>
    <w:rsid w:val="27E46366"/>
    <w:rsid w:val="28311630"/>
    <w:rsid w:val="286A2A40"/>
    <w:rsid w:val="28E25C83"/>
    <w:rsid w:val="292A7E45"/>
    <w:rsid w:val="29952AC9"/>
    <w:rsid w:val="29BC05E6"/>
    <w:rsid w:val="29D01369"/>
    <w:rsid w:val="2A671916"/>
    <w:rsid w:val="2AF20F95"/>
    <w:rsid w:val="2B171A5A"/>
    <w:rsid w:val="2B3C6A0F"/>
    <w:rsid w:val="2B3F077E"/>
    <w:rsid w:val="2B7F461F"/>
    <w:rsid w:val="2BA74333"/>
    <w:rsid w:val="2BC47AAF"/>
    <w:rsid w:val="2BCD0860"/>
    <w:rsid w:val="2BFA59EB"/>
    <w:rsid w:val="2C055A5D"/>
    <w:rsid w:val="2C8C69C3"/>
    <w:rsid w:val="2C981CFD"/>
    <w:rsid w:val="2D193CFD"/>
    <w:rsid w:val="2D785AA9"/>
    <w:rsid w:val="2F106245"/>
    <w:rsid w:val="2FF90B5A"/>
    <w:rsid w:val="30195D57"/>
    <w:rsid w:val="304B7490"/>
    <w:rsid w:val="307C0812"/>
    <w:rsid w:val="30AA78EB"/>
    <w:rsid w:val="312E679C"/>
    <w:rsid w:val="31395EE3"/>
    <w:rsid w:val="31CA4B4D"/>
    <w:rsid w:val="31F31A4C"/>
    <w:rsid w:val="320A4F9C"/>
    <w:rsid w:val="32407D35"/>
    <w:rsid w:val="32623363"/>
    <w:rsid w:val="32BF3B65"/>
    <w:rsid w:val="33255080"/>
    <w:rsid w:val="334F35D3"/>
    <w:rsid w:val="33A549DA"/>
    <w:rsid w:val="33AA4A23"/>
    <w:rsid w:val="33D15F96"/>
    <w:rsid w:val="33EA5F35"/>
    <w:rsid w:val="33F77FA6"/>
    <w:rsid w:val="34924DF3"/>
    <w:rsid w:val="34993356"/>
    <w:rsid w:val="34A20A42"/>
    <w:rsid w:val="352A1658"/>
    <w:rsid w:val="35557D81"/>
    <w:rsid w:val="35762F11"/>
    <w:rsid w:val="35AA1B4B"/>
    <w:rsid w:val="360403F5"/>
    <w:rsid w:val="36981FDD"/>
    <w:rsid w:val="36DB02CA"/>
    <w:rsid w:val="370216DC"/>
    <w:rsid w:val="384237FA"/>
    <w:rsid w:val="38937F79"/>
    <w:rsid w:val="390C289E"/>
    <w:rsid w:val="398871B6"/>
    <w:rsid w:val="399322FB"/>
    <w:rsid w:val="399A69F3"/>
    <w:rsid w:val="39B14AE3"/>
    <w:rsid w:val="39FB4BF3"/>
    <w:rsid w:val="3A0E494B"/>
    <w:rsid w:val="3A2151E2"/>
    <w:rsid w:val="3A3253B3"/>
    <w:rsid w:val="3A457824"/>
    <w:rsid w:val="3A486389"/>
    <w:rsid w:val="3A820C20"/>
    <w:rsid w:val="3AB437EF"/>
    <w:rsid w:val="3AB522AE"/>
    <w:rsid w:val="3AC53CDD"/>
    <w:rsid w:val="3AF4509B"/>
    <w:rsid w:val="3AFA79DA"/>
    <w:rsid w:val="3B8B7C9A"/>
    <w:rsid w:val="3BBB3B2F"/>
    <w:rsid w:val="3BCE6EAD"/>
    <w:rsid w:val="3BEC2B38"/>
    <w:rsid w:val="3BF22786"/>
    <w:rsid w:val="3BFE34B2"/>
    <w:rsid w:val="3C2A33AA"/>
    <w:rsid w:val="3C5D1C00"/>
    <w:rsid w:val="3C9C524B"/>
    <w:rsid w:val="3CBE4F0D"/>
    <w:rsid w:val="3D055425"/>
    <w:rsid w:val="3D220AC4"/>
    <w:rsid w:val="3D402AF9"/>
    <w:rsid w:val="3D78279F"/>
    <w:rsid w:val="3DE75ADC"/>
    <w:rsid w:val="3E0C5315"/>
    <w:rsid w:val="3E3B12BD"/>
    <w:rsid w:val="3EEE3C40"/>
    <w:rsid w:val="3F8A705A"/>
    <w:rsid w:val="3FE3232B"/>
    <w:rsid w:val="40202D81"/>
    <w:rsid w:val="402E1596"/>
    <w:rsid w:val="40CB6C30"/>
    <w:rsid w:val="40FF0786"/>
    <w:rsid w:val="41883505"/>
    <w:rsid w:val="418E5888"/>
    <w:rsid w:val="41DD4ED1"/>
    <w:rsid w:val="421F4B5A"/>
    <w:rsid w:val="428A58BB"/>
    <w:rsid w:val="42D94072"/>
    <w:rsid w:val="42FA6F76"/>
    <w:rsid w:val="42FC649E"/>
    <w:rsid w:val="43045FF5"/>
    <w:rsid w:val="431652C6"/>
    <w:rsid w:val="43510ABC"/>
    <w:rsid w:val="43B413F2"/>
    <w:rsid w:val="43B900FE"/>
    <w:rsid w:val="43E53742"/>
    <w:rsid w:val="448F1794"/>
    <w:rsid w:val="44A17B62"/>
    <w:rsid w:val="45037C3F"/>
    <w:rsid w:val="454C4A55"/>
    <w:rsid w:val="45881C15"/>
    <w:rsid w:val="45A4211E"/>
    <w:rsid w:val="469426FB"/>
    <w:rsid w:val="475D40F8"/>
    <w:rsid w:val="476563E7"/>
    <w:rsid w:val="47B73383"/>
    <w:rsid w:val="489A776F"/>
    <w:rsid w:val="48A0155F"/>
    <w:rsid w:val="48D23C89"/>
    <w:rsid w:val="48E55299"/>
    <w:rsid w:val="490711B4"/>
    <w:rsid w:val="491B68AF"/>
    <w:rsid w:val="492013D9"/>
    <w:rsid w:val="493C60A8"/>
    <w:rsid w:val="49776E0C"/>
    <w:rsid w:val="4A1C4289"/>
    <w:rsid w:val="4A3654B7"/>
    <w:rsid w:val="4A3D3543"/>
    <w:rsid w:val="4A52063B"/>
    <w:rsid w:val="4A571D6A"/>
    <w:rsid w:val="4ACE542F"/>
    <w:rsid w:val="4AE57813"/>
    <w:rsid w:val="4AE651F5"/>
    <w:rsid w:val="4AF93ADA"/>
    <w:rsid w:val="4B076CA5"/>
    <w:rsid w:val="4B192298"/>
    <w:rsid w:val="4B216742"/>
    <w:rsid w:val="4BCE26A7"/>
    <w:rsid w:val="4C5E009A"/>
    <w:rsid w:val="4D460014"/>
    <w:rsid w:val="4D833F78"/>
    <w:rsid w:val="4DB4657E"/>
    <w:rsid w:val="4E961F91"/>
    <w:rsid w:val="4EAB446D"/>
    <w:rsid w:val="4F1E7C19"/>
    <w:rsid w:val="4F212E86"/>
    <w:rsid w:val="4F5B3582"/>
    <w:rsid w:val="4F6A52A0"/>
    <w:rsid w:val="4FD51B6A"/>
    <w:rsid w:val="50560EA4"/>
    <w:rsid w:val="50571B90"/>
    <w:rsid w:val="50705EF2"/>
    <w:rsid w:val="50BF53DA"/>
    <w:rsid w:val="50F52CFF"/>
    <w:rsid w:val="50F97374"/>
    <w:rsid w:val="51205DF6"/>
    <w:rsid w:val="51464653"/>
    <w:rsid w:val="51A50F29"/>
    <w:rsid w:val="51C42E1B"/>
    <w:rsid w:val="525A146B"/>
    <w:rsid w:val="53DD1128"/>
    <w:rsid w:val="5402303D"/>
    <w:rsid w:val="540A3152"/>
    <w:rsid w:val="54535488"/>
    <w:rsid w:val="54740C92"/>
    <w:rsid w:val="551B6AFB"/>
    <w:rsid w:val="554E6DF0"/>
    <w:rsid w:val="561A6B0B"/>
    <w:rsid w:val="56982DAC"/>
    <w:rsid w:val="56F762CB"/>
    <w:rsid w:val="5750418A"/>
    <w:rsid w:val="5794024C"/>
    <w:rsid w:val="57D13B62"/>
    <w:rsid w:val="57DA37C7"/>
    <w:rsid w:val="57DA5C9F"/>
    <w:rsid w:val="581E7169"/>
    <w:rsid w:val="58A46A0C"/>
    <w:rsid w:val="58A95885"/>
    <w:rsid w:val="596C74D2"/>
    <w:rsid w:val="59A5338B"/>
    <w:rsid w:val="5A22442E"/>
    <w:rsid w:val="5AB60393"/>
    <w:rsid w:val="5B4E438D"/>
    <w:rsid w:val="5B880731"/>
    <w:rsid w:val="5BE079FC"/>
    <w:rsid w:val="5C024D33"/>
    <w:rsid w:val="5C2D7FD4"/>
    <w:rsid w:val="5C7066F8"/>
    <w:rsid w:val="5C881AF1"/>
    <w:rsid w:val="5C8A3684"/>
    <w:rsid w:val="5D0344B9"/>
    <w:rsid w:val="5D667D7C"/>
    <w:rsid w:val="5D7E0A6C"/>
    <w:rsid w:val="5DA7153D"/>
    <w:rsid w:val="5E0B57E8"/>
    <w:rsid w:val="5E39495B"/>
    <w:rsid w:val="5F12217D"/>
    <w:rsid w:val="5F9827FD"/>
    <w:rsid w:val="5FA1292D"/>
    <w:rsid w:val="5FCF619B"/>
    <w:rsid w:val="5FDF05E1"/>
    <w:rsid w:val="5FE748F7"/>
    <w:rsid w:val="601757FD"/>
    <w:rsid w:val="60220D91"/>
    <w:rsid w:val="60271491"/>
    <w:rsid w:val="60697C2D"/>
    <w:rsid w:val="60BB6C12"/>
    <w:rsid w:val="60BE682C"/>
    <w:rsid w:val="60BF2BF9"/>
    <w:rsid w:val="60CB0D93"/>
    <w:rsid w:val="60DD1555"/>
    <w:rsid w:val="610A7BEF"/>
    <w:rsid w:val="61757E07"/>
    <w:rsid w:val="61946098"/>
    <w:rsid w:val="61C63B46"/>
    <w:rsid w:val="62257513"/>
    <w:rsid w:val="62690A4F"/>
    <w:rsid w:val="629622AC"/>
    <w:rsid w:val="62AF212A"/>
    <w:rsid w:val="62C3359B"/>
    <w:rsid w:val="62F1002F"/>
    <w:rsid w:val="63124AC3"/>
    <w:rsid w:val="631F20C5"/>
    <w:rsid w:val="63232ADD"/>
    <w:rsid w:val="638E7DB5"/>
    <w:rsid w:val="63A5215B"/>
    <w:rsid w:val="63D66EE6"/>
    <w:rsid w:val="63FF7C26"/>
    <w:rsid w:val="64BF4ED7"/>
    <w:rsid w:val="65835CF7"/>
    <w:rsid w:val="65991E48"/>
    <w:rsid w:val="66820B78"/>
    <w:rsid w:val="67C43AA3"/>
    <w:rsid w:val="67F42F4D"/>
    <w:rsid w:val="680946A6"/>
    <w:rsid w:val="68256279"/>
    <w:rsid w:val="683D38AD"/>
    <w:rsid w:val="68714FEE"/>
    <w:rsid w:val="68B67224"/>
    <w:rsid w:val="68DE0F69"/>
    <w:rsid w:val="695068D6"/>
    <w:rsid w:val="69AF24A6"/>
    <w:rsid w:val="69E20BAC"/>
    <w:rsid w:val="69E614DA"/>
    <w:rsid w:val="69FC1916"/>
    <w:rsid w:val="6A061691"/>
    <w:rsid w:val="6A403544"/>
    <w:rsid w:val="6A414AF1"/>
    <w:rsid w:val="6A5011AD"/>
    <w:rsid w:val="6ABE7D0D"/>
    <w:rsid w:val="6B7F40AE"/>
    <w:rsid w:val="6B9A4C80"/>
    <w:rsid w:val="6BDE3DA6"/>
    <w:rsid w:val="6C373EEE"/>
    <w:rsid w:val="6C7D361D"/>
    <w:rsid w:val="6CB57156"/>
    <w:rsid w:val="6CDF3C72"/>
    <w:rsid w:val="6D017582"/>
    <w:rsid w:val="6D12302A"/>
    <w:rsid w:val="6D1D6C93"/>
    <w:rsid w:val="6D921CA6"/>
    <w:rsid w:val="6DC34C89"/>
    <w:rsid w:val="6DDF3E39"/>
    <w:rsid w:val="6DE540D3"/>
    <w:rsid w:val="6E1D4DDC"/>
    <w:rsid w:val="6E5B1F2D"/>
    <w:rsid w:val="6E80215B"/>
    <w:rsid w:val="6F322EFD"/>
    <w:rsid w:val="6FB20E08"/>
    <w:rsid w:val="6FB47920"/>
    <w:rsid w:val="70021625"/>
    <w:rsid w:val="702B1F1E"/>
    <w:rsid w:val="70604593"/>
    <w:rsid w:val="7110343C"/>
    <w:rsid w:val="71586F2F"/>
    <w:rsid w:val="715D006A"/>
    <w:rsid w:val="718D18C3"/>
    <w:rsid w:val="71B124EB"/>
    <w:rsid w:val="72171543"/>
    <w:rsid w:val="72A37E61"/>
    <w:rsid w:val="73033D06"/>
    <w:rsid w:val="73261295"/>
    <w:rsid w:val="73E00668"/>
    <w:rsid w:val="742E2B4B"/>
    <w:rsid w:val="7438554D"/>
    <w:rsid w:val="743F16F1"/>
    <w:rsid w:val="7453484E"/>
    <w:rsid w:val="75517233"/>
    <w:rsid w:val="75D112B0"/>
    <w:rsid w:val="76641D70"/>
    <w:rsid w:val="76824C65"/>
    <w:rsid w:val="76A87AFF"/>
    <w:rsid w:val="77127375"/>
    <w:rsid w:val="77194901"/>
    <w:rsid w:val="77EE1669"/>
    <w:rsid w:val="782D622E"/>
    <w:rsid w:val="78593A04"/>
    <w:rsid w:val="78A550F3"/>
    <w:rsid w:val="78E37068"/>
    <w:rsid w:val="79785F1A"/>
    <w:rsid w:val="799A3BF4"/>
    <w:rsid w:val="79BC0F75"/>
    <w:rsid w:val="7A2525E9"/>
    <w:rsid w:val="7A7D56CC"/>
    <w:rsid w:val="7B8D6604"/>
    <w:rsid w:val="7BC56B03"/>
    <w:rsid w:val="7C0A2CB7"/>
    <w:rsid w:val="7CAB2837"/>
    <w:rsid w:val="7CBE0C68"/>
    <w:rsid w:val="7CDC7CF6"/>
    <w:rsid w:val="7DB9688D"/>
    <w:rsid w:val="7DF802B8"/>
    <w:rsid w:val="7DFE420E"/>
    <w:rsid w:val="7E0D527A"/>
    <w:rsid w:val="7E19123A"/>
    <w:rsid w:val="7E393855"/>
    <w:rsid w:val="7E493E9F"/>
    <w:rsid w:val="7E7A1321"/>
    <w:rsid w:val="7EA370B6"/>
    <w:rsid w:val="7EC54CF1"/>
    <w:rsid w:val="7EE33643"/>
    <w:rsid w:val="7EE70E85"/>
    <w:rsid w:val="7EF1462E"/>
    <w:rsid w:val="7EFE1398"/>
    <w:rsid w:val="7F6E5A8C"/>
    <w:rsid w:val="7F883707"/>
    <w:rsid w:val="7F926F84"/>
    <w:rsid w:val="7FC13EC2"/>
    <w:rsid w:val="7FCE6C91"/>
    <w:rsid w:val="7FF479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BT5"/>
    <w:basedOn w:val="10"/>
    <w:qFormat/>
    <w:uiPriority w:val="0"/>
    <w:rPr>
      <w:rFonts w:eastAsia="黑体"/>
      <w:bCs/>
    </w:rPr>
  </w:style>
  <w:style w:type="paragraph" w:customStyle="1" w:styleId="14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we\Downloads\&#35821;&#25991;&#35797;&#39064;&#27169;&#29256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语文试题模版</Template>
  <Company>Microsoft</Company>
  <Pages>3</Pages>
  <Words>1262</Words>
  <Characters>1380</Characters>
  <Lines>34</Lines>
  <Paragraphs>9</Paragraphs>
  <TotalTime>157257600</TotalTime>
  <ScaleCrop>false</ScaleCrop>
  <LinksUpToDate>false</LinksUpToDate>
  <CharactersWithSpaces>2861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2013-04-16T06:05:00Z</dcterms:created>
  <dc:creator>pwkgc</dc:creator>
  <cp:lastModifiedBy>。</cp:lastModifiedBy>
  <cp:lastPrinted>2016-04-21T03:47:00Z</cp:lastPrinted>
  <dcterms:modified xsi:type="dcterms:W3CDTF">2023-02-19T04:11:38Z</dcterms:modified>
  <dc:title>古城初中试卷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65E3528806F64F25969A8C2697C6064C</vt:lpwstr>
  </property>
</Properties>
</file>