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00" w:beforeLines="50" w:line="440" w:lineRule="exact"/>
        <w:jc w:val="center"/>
        <w:textAlignment w:val="auto"/>
        <w:rPr>
          <w:rFonts w:hint="default" w:ascii="黑体" w:hAnsi="黑体" w:eastAsia="黑体" w:cs="黑体"/>
          <w:b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12204700</wp:posOffset>
            </wp:positionV>
            <wp:extent cx="254000" cy="444500"/>
            <wp:effectExtent l="0" t="0" r="12700" b="1270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>六</w:t>
      </w:r>
      <w:r>
        <w:rPr>
          <w:rFonts w:hint="eastAsia" w:ascii="黑体" w:hAnsi="黑体" w:eastAsia="黑体" w:cs="黑体"/>
          <w:b/>
          <w:sz w:val="44"/>
          <w:szCs w:val="44"/>
        </w:rPr>
        <w:t>年级语文</w:t>
      </w: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>第一单元检测卷</w:t>
      </w:r>
    </w:p>
    <w:p>
      <w:pPr>
        <w:tabs>
          <w:tab w:val="left" w:pos="2381"/>
          <w:tab w:val="left" w:pos="4309"/>
          <w:tab w:val="left" w:pos="6299"/>
        </w:tabs>
        <w:jc w:val="center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(答卷时间：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90</w:t>
      </w:r>
      <w:r>
        <w:rPr>
          <w:rFonts w:hint="eastAsia" w:ascii="仿宋_GB2312" w:hAnsi="宋体" w:eastAsia="仿宋_GB2312"/>
          <w:sz w:val="24"/>
          <w:szCs w:val="24"/>
        </w:rPr>
        <w:t>分钟)</w:t>
      </w:r>
    </w:p>
    <w:p>
      <w:pPr>
        <w:tabs>
          <w:tab w:val="left" w:pos="2381"/>
          <w:tab w:val="left" w:pos="4309"/>
          <w:tab w:val="left" w:pos="6299"/>
        </w:tabs>
        <w:spacing w:line="360" w:lineRule="exact"/>
        <w:jc w:val="center"/>
        <w:rPr>
          <w:rFonts w:hint="eastAsia"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sz w:val="24"/>
        </w:rPr>
        <w:t>（满分50☆.等级评定：50—45☆评为A+；44.9—40☆评为A;39.9—35☆评为B+;34.9—30☆评为B;29.9—15☆评为C+；14.9—0☆评为C。</w:t>
      </w:r>
    </w:p>
    <w:tbl>
      <w:tblPr>
        <w:tblStyle w:val="9"/>
        <w:tblpPr w:leftFromText="180" w:rightFromText="180" w:vertAnchor="text" w:horzAnchor="page" w:tblpX="1916" w:tblpY="12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1185"/>
        <w:gridCol w:w="1269"/>
        <w:gridCol w:w="1242"/>
        <w:gridCol w:w="1184"/>
        <w:gridCol w:w="1302"/>
        <w:gridCol w:w="879"/>
        <w:gridCol w:w="1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题号</w:t>
            </w:r>
          </w:p>
        </w:tc>
        <w:tc>
          <w:tcPr>
            <w:tcW w:w="1185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第一部分</w:t>
            </w:r>
          </w:p>
        </w:tc>
        <w:tc>
          <w:tcPr>
            <w:tcW w:w="1269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第二部分</w:t>
            </w:r>
          </w:p>
        </w:tc>
        <w:tc>
          <w:tcPr>
            <w:tcW w:w="124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第三部分</w:t>
            </w:r>
          </w:p>
        </w:tc>
        <w:tc>
          <w:tcPr>
            <w:tcW w:w="1184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第四部分</w:t>
            </w:r>
          </w:p>
        </w:tc>
        <w:tc>
          <w:tcPr>
            <w:tcW w:w="130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第五部分</w:t>
            </w:r>
          </w:p>
        </w:tc>
        <w:tc>
          <w:tcPr>
            <w:tcW w:w="879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合计</w:t>
            </w:r>
          </w:p>
        </w:tc>
        <w:tc>
          <w:tcPr>
            <w:tcW w:w="1216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评定等级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000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占星数</w:t>
            </w:r>
          </w:p>
        </w:tc>
        <w:tc>
          <w:tcPr>
            <w:tcW w:w="1185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69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4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84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30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15</w:t>
            </w:r>
          </w:p>
        </w:tc>
        <w:tc>
          <w:tcPr>
            <w:tcW w:w="879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50</w:t>
            </w:r>
          </w:p>
        </w:tc>
        <w:tc>
          <w:tcPr>
            <w:tcW w:w="1216" w:type="dxa"/>
            <w:vMerge w:val="restart"/>
          </w:tcPr>
          <w:p>
            <w:pPr>
              <w:tabs>
                <w:tab w:val="left" w:pos="2381"/>
                <w:tab w:val="left" w:pos="4309"/>
                <w:tab w:val="left" w:pos="6299"/>
              </w:tabs>
              <w:rPr>
                <w:rFonts w:hint="eastAsia" w:ascii="仿宋_GB2312" w:hAnsi="宋体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000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得星数</w:t>
            </w:r>
          </w:p>
        </w:tc>
        <w:tc>
          <w:tcPr>
            <w:tcW w:w="1185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9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16" w:type="dxa"/>
            <w:vMerge w:val="continue"/>
          </w:tcPr>
          <w:p>
            <w:pPr>
              <w:tabs>
                <w:tab w:val="left" w:pos="2381"/>
                <w:tab w:val="left" w:pos="4309"/>
                <w:tab w:val="left" w:pos="6299"/>
              </w:tabs>
              <w:rPr>
                <w:rFonts w:hint="eastAsia" w:ascii="仿宋_GB2312" w:hAnsi="宋体" w:eastAsia="仿宋_GB2312"/>
                <w:b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00" w:beforeLines="50" w:line="460" w:lineRule="exact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第一部分：字、词、句大比拼（1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b/>
          <w:sz w:val="28"/>
          <w:szCs w:val="28"/>
        </w:rPr>
        <w:t>☆）</w:t>
      </w:r>
    </w:p>
    <w:p>
      <w:pPr>
        <w:tabs>
          <w:tab w:val="left" w:pos="2381"/>
          <w:tab w:val="left" w:pos="4309"/>
          <w:tab w:val="left" w:pos="6299"/>
        </w:tabs>
        <w:spacing w:line="500" w:lineRule="exact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/>
          <w:b/>
          <w:color w:val="auto"/>
          <w:sz w:val="28"/>
          <w:szCs w:val="28"/>
        </w:rPr>
        <w:t>1.读拼音，写词语。（</w:t>
      </w:r>
      <w:r>
        <w:rPr>
          <w:rFonts w:hint="eastAsia" w:ascii="宋体" w:hAnsi="宋体"/>
          <w:b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/>
          <w:color w:val="auto"/>
          <w:sz w:val="28"/>
          <w:szCs w:val="28"/>
        </w:rPr>
        <w:t>☆）</w:t>
      </w:r>
      <w:r>
        <w:rPr>
          <w:rFonts w:hint="eastAsia" w:ascii="宋体" w:hAnsi="宋体" w:cs="宋体"/>
          <w:color w:val="auto"/>
          <w:sz w:val="28"/>
          <w:szCs w:val="28"/>
        </w:rPr>
        <w:t xml:space="preserve"> </w:t>
      </w:r>
    </w:p>
    <w:p>
      <w:pPr>
        <w:ind w:firstLine="700" w:firstLineChars="25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huā  lěi　　</w:t>
      </w:r>
      <w:r>
        <w:rPr>
          <w:rFonts w:hint="eastAsia"/>
          <w:color w:val="auto"/>
          <w:sz w:val="28"/>
          <w:szCs w:val="28"/>
        </w:rPr>
        <w:t xml:space="preserve">  </w:t>
      </w:r>
      <w:r>
        <w:rPr>
          <w:color w:val="auto"/>
          <w:sz w:val="28"/>
          <w:szCs w:val="28"/>
        </w:rPr>
        <w:t>　mǎ　tí　　　　yī　shɑnɡ　　　</w:t>
      </w:r>
      <w:r>
        <w:rPr>
          <w:rFonts w:hint="eastAsia"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dòu　fu</w:t>
      </w:r>
    </w:p>
    <w:p>
      <w:pPr>
        <w:ind w:firstLine="560" w:firstLineChars="200"/>
        <w:rPr>
          <w:sz w:val="28"/>
          <w:szCs w:val="28"/>
        </w:rPr>
      </w:pPr>
      <w:r>
        <w:rPr>
          <w:color w:val="auto"/>
          <w:sz w:val="28"/>
          <w:szCs w:val="28"/>
        </w:rPr>
        <w:t>(　</w:t>
      </w:r>
      <w:r>
        <w:rPr>
          <w:rFonts w:hint="eastAsia"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　</w:t>
      </w:r>
      <w:r>
        <w:rPr>
          <w:rFonts w:hint="eastAsia"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　)　</w:t>
      </w:r>
      <w:r>
        <w:rPr>
          <w:rFonts w:hint="eastAsia"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　(　　　　)　 　(　　　　)　　　(　　　　)　</w:t>
      </w:r>
      <w:r>
        <w:rPr>
          <w:rFonts w:hint="eastAsia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0" w:beforeLines="15" w:line="500" w:lineRule="exact"/>
        <w:textAlignment w:val="auto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b/>
          <w:color w:val="auto"/>
          <w:sz w:val="28"/>
          <w:szCs w:val="28"/>
        </w:rPr>
        <w:t>2.形近字组词。（2☆</w:t>
      </w:r>
      <w:bookmarkStart w:id="0" w:name="_Hlk73546788"/>
      <w:r>
        <w:rPr>
          <w:rFonts w:hint="eastAsia" w:ascii="宋体" w:hAnsi="宋体"/>
          <w:b/>
          <w:color w:val="auto"/>
          <w:sz w:val="28"/>
          <w:szCs w:val="28"/>
        </w:rPr>
        <w:t>）</w:t>
      </w:r>
      <w:bookmarkEnd w:id="0"/>
      <w:r>
        <w:rPr>
          <w:rFonts w:hint="eastAsia" w:ascii="宋体" w:hAnsi="宋体" w:cs="宋体"/>
          <w:color w:val="auto"/>
          <w:sz w:val="28"/>
          <w:szCs w:val="28"/>
        </w:rPr>
        <w:t xml:space="preserve">                         </w:t>
      </w:r>
      <w:r>
        <w:rPr>
          <w:rFonts w:hint="eastAsia" w:ascii="宋体" w:hAnsi="宋体"/>
          <w:color w:val="auto"/>
          <w:sz w:val="28"/>
          <w:szCs w:val="28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0" w:firstLineChars="100"/>
        <w:textAlignment w:val="auto"/>
        <w:rPr>
          <w:rFonts w:hint="eastAsia" w:ascii="宋体" w:hAnsi="宋体" w:cs="宋体"/>
          <w:bCs/>
          <w:color w:val="auto"/>
          <w:sz w:val="28"/>
          <w:szCs w:val="28"/>
        </w:rPr>
      </w:pP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>缀</w:t>
      </w:r>
      <w:r>
        <w:rPr>
          <w:rFonts w:hint="eastAsia" w:ascii="宋体" w:hAnsi="宋体" w:cs="宋体"/>
          <w:bCs/>
          <w:color w:val="auto"/>
          <w:sz w:val="28"/>
          <w:szCs w:val="28"/>
        </w:rPr>
        <w:t xml:space="preserve">（  </w:t>
      </w: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Cs/>
          <w:color w:val="auto"/>
          <w:sz w:val="28"/>
          <w:szCs w:val="28"/>
        </w:rPr>
        <w:t xml:space="preserve">  ）  </w:t>
      </w: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>蹄</w:t>
      </w:r>
      <w:r>
        <w:rPr>
          <w:rFonts w:hint="eastAsia" w:ascii="宋体" w:hAnsi="宋体" w:cs="宋体"/>
          <w:bCs/>
          <w:color w:val="auto"/>
          <w:sz w:val="28"/>
          <w:szCs w:val="28"/>
        </w:rPr>
        <w:t xml:space="preserve">（   </w:t>
      </w: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auto"/>
          <w:sz w:val="28"/>
          <w:szCs w:val="28"/>
        </w:rPr>
        <w:t xml:space="preserve">  ）</w:t>
      </w:r>
      <w:r>
        <w:rPr>
          <w:rFonts w:ascii="宋体" w:hAnsi="宋体" w:cs="宋体"/>
          <w:bCs/>
          <w:color w:val="auto"/>
          <w:sz w:val="28"/>
          <w:szCs w:val="28"/>
        </w:rPr>
        <w:t xml:space="preserve"> </w:t>
      </w: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ascii="宋体" w:hAnsi="宋体" w:cs="宋体"/>
          <w:bCs/>
          <w:color w:val="auto"/>
          <w:sz w:val="28"/>
          <w:szCs w:val="28"/>
        </w:rPr>
        <w:t xml:space="preserve"> </w:t>
      </w: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>婵</w:t>
      </w:r>
      <w:r>
        <w:rPr>
          <w:rFonts w:hint="eastAsia" w:ascii="宋体" w:hAnsi="宋体" w:cs="宋体"/>
          <w:bCs/>
          <w:color w:val="auto"/>
          <w:sz w:val="28"/>
          <w:szCs w:val="28"/>
        </w:rPr>
        <w:t xml:space="preserve">（   </w:t>
      </w: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auto"/>
          <w:sz w:val="28"/>
          <w:szCs w:val="28"/>
        </w:rPr>
        <w:t xml:space="preserve"> ）</w:t>
      </w: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ascii="宋体" w:hAnsi="宋体" w:cs="宋体"/>
          <w:bCs/>
          <w:color w:val="auto"/>
          <w:sz w:val="28"/>
          <w:szCs w:val="28"/>
        </w:rPr>
        <w:t xml:space="preserve"> </w:t>
      </w:r>
      <w:r>
        <w:rPr>
          <w:rFonts w:hint="eastAsia" w:ascii="宋体" w:hAnsi="宋体" w:cs="宋体"/>
          <w:bCs/>
          <w:color w:val="auto"/>
          <w:sz w:val="28"/>
          <w:szCs w:val="28"/>
        </w:rPr>
        <w:t xml:space="preserve"> </w:t>
      </w: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>拙</w:t>
      </w:r>
      <w:r>
        <w:rPr>
          <w:rFonts w:hint="eastAsia" w:ascii="宋体" w:hAnsi="宋体" w:cs="宋体"/>
          <w:bCs/>
          <w:color w:val="auto"/>
          <w:sz w:val="28"/>
          <w:szCs w:val="28"/>
        </w:rPr>
        <w:t xml:space="preserve">（   </w:t>
      </w: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auto"/>
          <w:sz w:val="28"/>
          <w:szCs w:val="28"/>
        </w:rPr>
        <w:t xml:space="preserve">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0" w:firstLineChars="100"/>
        <w:textAlignment w:val="auto"/>
        <w:rPr>
          <w:rFonts w:hint="eastAsia" w:ascii="宋体" w:hAnsi="宋体" w:cs="宋体"/>
          <w:bCs/>
          <w:color w:val="auto"/>
          <w:sz w:val="28"/>
          <w:szCs w:val="28"/>
        </w:rPr>
      </w:pP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>辍</w:t>
      </w:r>
      <w:r>
        <w:rPr>
          <w:rFonts w:hint="eastAsia" w:ascii="宋体" w:hAnsi="宋体" w:cs="宋体"/>
          <w:bCs/>
          <w:color w:val="auto"/>
          <w:sz w:val="28"/>
          <w:szCs w:val="28"/>
        </w:rPr>
        <w:t xml:space="preserve">（  </w:t>
      </w: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auto"/>
          <w:sz w:val="28"/>
          <w:szCs w:val="28"/>
        </w:rPr>
        <w:t xml:space="preserve">   ）  </w:t>
      </w: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>啼</w:t>
      </w:r>
      <w:r>
        <w:rPr>
          <w:rFonts w:hint="eastAsia" w:ascii="宋体" w:hAnsi="宋体" w:cs="宋体"/>
          <w:bCs/>
          <w:color w:val="auto"/>
          <w:sz w:val="28"/>
          <w:szCs w:val="28"/>
        </w:rPr>
        <w:t xml:space="preserve">（    </w:t>
      </w: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auto"/>
          <w:sz w:val="28"/>
          <w:szCs w:val="28"/>
        </w:rPr>
        <w:t xml:space="preserve"> ）</w:t>
      </w: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auto"/>
          <w:sz w:val="28"/>
          <w:szCs w:val="28"/>
        </w:rPr>
        <w:t xml:space="preserve">  </w:t>
      </w: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>蝉</w:t>
      </w:r>
      <w:r>
        <w:rPr>
          <w:rFonts w:hint="eastAsia" w:ascii="宋体" w:hAnsi="宋体" w:cs="宋体"/>
          <w:bCs/>
          <w:color w:val="auto"/>
          <w:sz w:val="28"/>
          <w:szCs w:val="28"/>
        </w:rPr>
        <w:t xml:space="preserve">（  </w:t>
      </w: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auto"/>
          <w:sz w:val="28"/>
          <w:szCs w:val="28"/>
        </w:rPr>
        <w:t xml:space="preserve">  ） </w:t>
      </w: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auto"/>
          <w:sz w:val="28"/>
          <w:szCs w:val="28"/>
        </w:rPr>
        <w:t xml:space="preserve"> </w:t>
      </w: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>础</w:t>
      </w:r>
      <w:r>
        <w:rPr>
          <w:rFonts w:hint="eastAsia" w:ascii="宋体" w:hAnsi="宋体" w:cs="宋体"/>
          <w:bCs/>
          <w:color w:val="auto"/>
          <w:sz w:val="28"/>
          <w:szCs w:val="28"/>
        </w:rPr>
        <w:t xml:space="preserve">（   </w:t>
      </w: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Cs/>
          <w:color w:val="auto"/>
          <w:sz w:val="28"/>
          <w:szCs w:val="28"/>
        </w:rPr>
        <w:t xml:space="preserve">  ）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/>
          <w:b/>
          <w:color w:val="auto"/>
          <w:sz w:val="28"/>
          <w:szCs w:val="28"/>
        </w:rPr>
      </w:pPr>
      <w:r>
        <w:rPr>
          <w:rFonts w:hint="eastAsia" w:ascii="宋体" w:hAnsi="宋体"/>
          <w:b/>
          <w:color w:val="auto"/>
          <w:sz w:val="28"/>
          <w:szCs w:val="28"/>
        </w:rPr>
        <w:t>3.多音字组词。（</w:t>
      </w:r>
      <w:r>
        <w:rPr>
          <w:rFonts w:hint="eastAsia" w:ascii="宋体" w:hAnsi="宋体"/>
          <w:b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/>
          <w:color w:val="auto"/>
          <w:sz w:val="28"/>
          <w:szCs w:val="28"/>
        </w:rPr>
        <w:t>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ascii="宋体" w:hAnsi="宋体" w:cs="宋体"/>
          <w:bCs/>
          <w:color w:val="auto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 xml:space="preserve"> měng</w:t>
      </w:r>
      <w:r>
        <w:rPr>
          <w:rFonts w:hint="eastAsia"/>
          <w:color w:val="auto"/>
          <w:sz w:val="28"/>
          <w:szCs w:val="28"/>
        </w:rPr>
        <w:t xml:space="preserve"> </w:t>
      </w:r>
      <w:r>
        <w:rPr>
          <w:rFonts w:hint="default" w:ascii="Arial" w:hAnsi="Arial" w:cs="Arial"/>
          <w:bCs/>
          <w:color w:val="auto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3071495</wp:posOffset>
                </wp:positionH>
                <wp:positionV relativeFrom="paragraph">
                  <wp:posOffset>55245</wp:posOffset>
                </wp:positionV>
                <wp:extent cx="95885" cy="672465"/>
                <wp:effectExtent l="4445" t="4445" r="13970" b="8890"/>
                <wp:wrapNone/>
                <wp:docPr id="2" name="自选图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72465"/>
                        </a:xfrm>
                        <a:prstGeom prst="leftBrace">
                          <a:avLst>
                            <a:gd name="adj1" fmla="val 5844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自选图形 63" o:spid="_x0000_s1026" o:spt="87" type="#_x0000_t87" style="position:absolute;left:0pt;margin-left:241.85pt;margin-top:4.35pt;height:52.95pt;width:7.55pt;z-index:251661312;mso-width-relative:page;mso-height-relative:page;" filled="f" stroked="t" coordsize="21600,21600" o:gfxdata="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xjbAtdoAAAAJAQAADwAAAAAAAAABACAAAAAiAAAAZHJzL2Rv&#10;d25yZXYueG1sUEsBAhQAFAAAAAgAh07iQJPNLt44AgAAbQQAAA4AAAAAAAAAAQAgAAAAKQEAAGRy&#10;cy9lMm9Eb2MueG1sUEsFBgAAAAAGAAYAWQEAANM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宋体" w:hAnsi="宋体" w:cs="宋体"/>
          <w:bCs/>
          <w:color w:val="auto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573405</wp:posOffset>
                </wp:positionH>
                <wp:positionV relativeFrom="paragraph">
                  <wp:posOffset>102870</wp:posOffset>
                </wp:positionV>
                <wp:extent cx="76200" cy="579755"/>
                <wp:effectExtent l="4445" t="4445" r="14605" b="6350"/>
                <wp:wrapNone/>
                <wp:docPr id="1" name="自选图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579755"/>
                        </a:xfrm>
                        <a:prstGeom prst="leftBrace">
                          <a:avLst>
                            <a:gd name="adj1" fmla="val 63402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自选图形 64" o:spid="_x0000_s1026" o:spt="87" type="#_x0000_t87" style="position:absolute;left:0pt;margin-left:45.15pt;margin-top:8.1pt;height:45.65pt;width:6pt;z-index:251660288;mso-width-relative:page;mso-height-relative:page;" filled="f" stroked="t" coordsize="21600,21600" o:gfxdata="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fCSiE2QAAAAkBAAAPAAAAAAAAAAEAIAAAACIAAABkcnMvZG93&#10;bnJldi54bWxQSwECFAAUAAAACACHTuJAO1OwlzgCAABtBAAADgAAAAAAAAABACAAAAAoAQAAZHJz&#10;L2Uyb0RvYy54bWxQSwUGAAAAAAYABgBZAQAA0g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lang w:val="en-US" w:eastAsia="zh-CN" w:bidi="ar-SA"/>
        </w:rPr>
        <w:t xml:space="preserve"> </w:t>
      </w:r>
      <w:r>
        <w:rPr>
          <w:rFonts w:hint="eastAsia" w:ascii="宋体" w:hAnsi="宋体" w:cs="宋体"/>
          <w:bCs/>
          <w:color w:val="auto"/>
          <w:sz w:val="28"/>
          <w:szCs w:val="28"/>
        </w:rPr>
        <w:t xml:space="preserve">( </w:t>
      </w:r>
      <w:r>
        <w:rPr>
          <w:rFonts w:ascii="宋体" w:hAnsi="宋体" w:cs="宋体"/>
          <w:bCs/>
          <w:color w:val="auto"/>
          <w:sz w:val="28"/>
          <w:szCs w:val="28"/>
        </w:rPr>
        <w:t xml:space="preserve">        </w:t>
      </w:r>
      <w:r>
        <w:rPr>
          <w:rFonts w:hint="eastAsia" w:ascii="宋体" w:hAnsi="宋体" w:cs="宋体"/>
          <w:bCs/>
          <w:color w:val="auto"/>
          <w:sz w:val="28"/>
          <w:szCs w:val="28"/>
        </w:rPr>
        <w:t xml:space="preserve">） </w:t>
      </w:r>
      <w:r>
        <w:rPr>
          <w:rFonts w:ascii="宋体" w:hAnsi="宋体" w:cs="宋体"/>
          <w:bCs/>
          <w:color w:val="auto"/>
          <w:sz w:val="28"/>
          <w:szCs w:val="28"/>
        </w:rPr>
        <w:t xml:space="preserve">        </w:t>
      </w:r>
      <w:r>
        <w:rPr>
          <w:rFonts w:hint="eastAsia" w:ascii="宋体" w:hAnsi="宋体" w:cs="宋体"/>
          <w:bCs/>
          <w:color w:val="auto"/>
          <w:sz w:val="28"/>
          <w:szCs w:val="28"/>
        </w:rPr>
        <w:t xml:space="preserve"> </w:t>
      </w: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/>
          <w:color w:val="auto"/>
          <w:sz w:val="28"/>
          <w:szCs w:val="28"/>
          <w:lang w:val="en-US" w:eastAsia="zh-CN"/>
        </w:rPr>
        <w:t>c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ā</w:t>
      </w:r>
      <w:r>
        <w:rPr>
          <w:rFonts w:hint="eastAsia"/>
          <w:color w:val="auto"/>
          <w:sz w:val="28"/>
          <w:szCs w:val="28"/>
          <w:lang w:val="en-US" w:eastAsia="zh-CN"/>
        </w:rPr>
        <w:t>n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auto"/>
          <w:sz w:val="28"/>
          <w:szCs w:val="28"/>
        </w:rPr>
        <w:t xml:space="preserve">( </w:t>
      </w:r>
      <w:r>
        <w:rPr>
          <w:rFonts w:ascii="宋体" w:hAnsi="宋体" w:cs="宋体"/>
          <w:bCs/>
          <w:color w:val="auto"/>
          <w:sz w:val="28"/>
          <w:szCs w:val="28"/>
        </w:rPr>
        <w:t xml:space="preserve">         </w:t>
      </w:r>
      <w:r>
        <w:rPr>
          <w:rFonts w:hint="eastAsia" w:ascii="宋体" w:hAnsi="宋体" w:cs="宋体"/>
          <w:bCs/>
          <w:color w:val="auto"/>
          <w:sz w:val="28"/>
          <w:szCs w:val="28"/>
        </w:rPr>
        <w:t>）</w:t>
      </w:r>
      <w:r>
        <w:rPr>
          <w:rFonts w:ascii="宋体" w:hAnsi="宋体" w:cs="宋体"/>
          <w:bCs/>
          <w:color w:val="auto"/>
          <w:sz w:val="28"/>
          <w:szCs w:val="28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99" w:firstLineChars="107"/>
        <w:textAlignment w:val="auto"/>
        <w:rPr>
          <w:rFonts w:ascii="宋体" w:hAnsi="宋体" w:cs="宋体"/>
          <w:bCs/>
          <w:color w:val="auto"/>
          <w:sz w:val="28"/>
          <w:szCs w:val="28"/>
        </w:rPr>
      </w:pP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>蒙</w:t>
      </w:r>
      <w:r>
        <w:rPr>
          <w:rFonts w:hint="eastAsia" w:ascii="宋体" w:hAnsi="宋体" w:cs="宋体"/>
          <w:bCs/>
          <w:color w:val="auto"/>
          <w:sz w:val="28"/>
          <w:szCs w:val="28"/>
        </w:rPr>
        <w:t xml:space="preserve"> </w:t>
      </w:r>
      <w:r>
        <w:rPr>
          <w:rFonts w:ascii="宋体" w:hAnsi="宋体" w:cs="宋体"/>
          <w:bCs/>
          <w:color w:val="auto"/>
          <w:sz w:val="28"/>
          <w:szCs w:val="28"/>
        </w:rPr>
        <w:t xml:space="preserve">                      </w:t>
      </w:r>
      <w:r>
        <w:rPr>
          <w:rFonts w:hint="eastAsia" w:ascii="宋体" w:hAnsi="宋体" w:cs="宋体"/>
          <w:bCs/>
          <w:color w:val="auto"/>
          <w:sz w:val="28"/>
          <w:szCs w:val="28"/>
        </w:rPr>
        <w:t xml:space="preserve"> </w:t>
      </w:r>
      <w:r>
        <w:rPr>
          <w:rFonts w:ascii="宋体" w:hAnsi="宋体" w:cs="宋体"/>
          <w:bCs/>
          <w:color w:val="auto"/>
          <w:sz w:val="28"/>
          <w:szCs w:val="28"/>
        </w:rPr>
        <w:t xml:space="preserve"> </w:t>
      </w: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 xml:space="preserve">  参</w:t>
      </w:r>
      <w:r>
        <w:rPr>
          <w:rFonts w:ascii="宋体" w:hAnsi="宋体" w:cs="宋体"/>
          <w:bCs/>
          <w:color w:val="auto"/>
          <w:sz w:val="28"/>
          <w:szCs w:val="28"/>
        </w:rPr>
        <w:t xml:space="preserve">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auto"/>
        </w:rPr>
      </w:pPr>
      <w:r>
        <w:rPr>
          <w:rFonts w:hint="eastAsia" w:hAnsi="宋体" w:cs="宋体"/>
          <w:bCs/>
          <w:color w:val="auto"/>
          <w:sz w:val="28"/>
          <w:szCs w:val="28"/>
        </w:rPr>
        <w:t xml:space="preserve"> </w:t>
      </w:r>
      <w:r>
        <w:rPr>
          <w:rFonts w:hAnsi="宋体" w:cs="宋体"/>
          <w:bCs/>
          <w:color w:val="auto"/>
          <w:sz w:val="28"/>
          <w:szCs w:val="28"/>
        </w:rPr>
        <w:t xml:space="preserve">      </w:t>
      </w:r>
      <w:r>
        <w:rPr>
          <w:rFonts w:hint="eastAsia" w:hAnsi="宋体" w:cs="宋体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mēng</w:t>
      </w:r>
      <w:r>
        <w:rPr>
          <w:rFonts w:hint="eastAsia"/>
          <w:color w:val="auto"/>
          <w:sz w:val="28"/>
          <w:szCs w:val="28"/>
        </w:rPr>
        <w:t xml:space="preserve"> </w:t>
      </w:r>
      <w:r>
        <w:rPr>
          <w:rFonts w:hint="eastAsia" w:ascii="Arial Unicode MS" w:hAnsi="Arial Unicode MS" w:eastAsia="Arial Unicode MS" w:cs="Arial Unicode MS"/>
          <w:color w:val="auto"/>
          <w:sz w:val="24"/>
          <w:szCs w:val="24"/>
        </w:rPr>
        <w:t xml:space="preserve"> </w:t>
      </w:r>
      <w:r>
        <w:rPr>
          <w:rFonts w:hint="eastAsia" w:hAnsi="宋体" w:cs="宋体"/>
          <w:bCs/>
          <w:color w:val="auto"/>
          <w:sz w:val="28"/>
          <w:szCs w:val="28"/>
        </w:rPr>
        <w:t xml:space="preserve">( </w:t>
      </w:r>
      <w:r>
        <w:rPr>
          <w:rFonts w:hAnsi="宋体" w:cs="宋体"/>
          <w:bCs/>
          <w:color w:val="auto"/>
          <w:sz w:val="28"/>
          <w:szCs w:val="28"/>
        </w:rPr>
        <w:t xml:space="preserve">        </w:t>
      </w:r>
      <w:r>
        <w:rPr>
          <w:rFonts w:hint="eastAsia" w:hAnsi="宋体" w:cs="宋体"/>
          <w:bCs/>
          <w:color w:val="auto"/>
          <w:sz w:val="28"/>
          <w:szCs w:val="28"/>
        </w:rPr>
        <w:t xml:space="preserve">） </w:t>
      </w:r>
      <w:r>
        <w:rPr>
          <w:rFonts w:hAnsi="宋体" w:cs="宋体"/>
          <w:bCs/>
          <w:color w:val="auto"/>
          <w:sz w:val="28"/>
          <w:szCs w:val="28"/>
        </w:rPr>
        <w:t xml:space="preserve">        </w:t>
      </w:r>
      <w:r>
        <w:rPr>
          <w:rFonts w:hint="eastAsia" w:hAnsi="宋体" w:cs="宋体"/>
          <w:bCs/>
          <w:color w:val="auto"/>
          <w:sz w:val="28"/>
          <w:szCs w:val="28"/>
        </w:rPr>
        <w:t xml:space="preserve"> </w:t>
      </w:r>
      <w:r>
        <w:rPr>
          <w:rFonts w:hint="eastAsia" w:hAnsi="宋体" w:cs="宋体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/>
          <w:color w:val="auto"/>
          <w:sz w:val="28"/>
          <w:szCs w:val="28"/>
          <w:lang w:val="en-US" w:eastAsia="zh-CN"/>
        </w:rPr>
        <w:t>c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ī</w:t>
      </w:r>
      <w:r>
        <w:rPr>
          <w:rFonts w:hint="eastAsia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hAnsi="宋体" w:cs="宋体"/>
          <w:bCs/>
          <w:color w:val="auto"/>
          <w:sz w:val="28"/>
          <w:szCs w:val="28"/>
        </w:rPr>
        <w:t xml:space="preserve">( </w:t>
      </w:r>
      <w:r>
        <w:rPr>
          <w:rFonts w:hAnsi="宋体" w:cs="宋体"/>
          <w:bCs/>
          <w:color w:val="auto"/>
          <w:sz w:val="28"/>
          <w:szCs w:val="28"/>
        </w:rPr>
        <w:t xml:space="preserve">        </w:t>
      </w:r>
      <w:r>
        <w:rPr>
          <w:rFonts w:hint="eastAsia" w:hAnsi="宋体" w:cs="宋体"/>
          <w:bCs/>
          <w:color w:val="auto"/>
          <w:sz w:val="28"/>
          <w:szCs w:val="28"/>
        </w:rPr>
        <w:t xml:space="preserve">） </w:t>
      </w:r>
      <w:r>
        <w:rPr>
          <w:rFonts w:hAnsi="宋体" w:cs="宋体"/>
          <w:bCs/>
          <w:color w:val="auto"/>
          <w:sz w:val="28"/>
          <w:szCs w:val="28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0" w:beforeLines="15" w:line="500" w:lineRule="exact"/>
        <w:textAlignment w:val="auto"/>
        <w:rPr>
          <w:rFonts w:hint="eastAsia" w:ascii="宋体" w:hAnsi="宋体"/>
          <w:b/>
          <w:color w:val="auto"/>
          <w:sz w:val="28"/>
          <w:szCs w:val="28"/>
        </w:rPr>
      </w:pPr>
      <w:r>
        <w:rPr>
          <w:rFonts w:hint="eastAsia" w:ascii="宋体" w:hAnsi="宋体"/>
          <w:b/>
          <w:color w:val="auto"/>
          <w:sz w:val="28"/>
          <w:szCs w:val="28"/>
        </w:rPr>
        <w:t>4.补充四字词语，并选其中一个词语造句。（3☆）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(　　)色欲(　　)　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sz w:val="28"/>
          <w:szCs w:val="28"/>
        </w:rPr>
        <w:t>硕大无(　　)　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(　　)(　　)自怜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 xml:space="preserve">(　　)(　　)千里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sz w:val="28"/>
          <w:szCs w:val="28"/>
        </w:rPr>
        <w:t xml:space="preserve">心(　　)神往  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 xml:space="preserve">孤芳自(　　) </w:t>
      </w:r>
    </w:p>
    <w:p>
      <w:pPr>
        <w:spacing w:line="500" w:lineRule="atLeast"/>
        <w:rPr>
          <w:rFonts w:hint="eastAsia" w:ascii="宋体" w:hAnsi="宋体"/>
          <w:b/>
          <w:color w:val="auto"/>
          <w:sz w:val="28"/>
          <w:szCs w:val="28"/>
        </w:rPr>
      </w:pPr>
      <w:r>
        <w:rPr>
          <w:rFonts w:ascii="宋体" w:hAnsi="宋体"/>
          <w:b/>
          <w:color w:val="auto"/>
          <w:sz w:val="28"/>
          <w:szCs w:val="28"/>
        </w:rPr>
        <w:t>5</w:t>
      </w:r>
      <w:r>
        <w:rPr>
          <w:rFonts w:hint="eastAsia" w:ascii="宋体" w:hAnsi="宋体"/>
          <w:b/>
          <w:color w:val="auto"/>
          <w:sz w:val="28"/>
          <w:szCs w:val="28"/>
        </w:rPr>
        <w:t>.按要求改写句子（5☆</w:t>
      </w:r>
      <w:r>
        <w:rPr>
          <w:rFonts w:hint="eastAsia" w:ascii="宋体" w:hAnsi="宋体"/>
          <w:b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/>
          <w:b/>
          <w:color w:val="auto"/>
          <w:sz w:val="28"/>
          <w:szCs w:val="28"/>
          <w:lang w:val="en-US" w:eastAsia="zh-CN"/>
        </w:rPr>
        <w:t>1+2+1+1</w:t>
      </w:r>
      <w:r>
        <w:rPr>
          <w:rFonts w:hint="eastAsia" w:ascii="宋体" w:hAnsi="宋体"/>
          <w:b/>
          <w:color w:val="auto"/>
          <w:sz w:val="28"/>
          <w:szCs w:val="28"/>
        </w:rPr>
        <w:t>）</w:t>
      </w: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(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)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人生中的问题也是解不完的，不然，岂不太平淡无味了吗？（改为陈述句）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                                                                   </w:t>
      </w:r>
    </w:p>
    <w:p>
      <w:pPr>
        <w:spacing w:line="360" w:lineRule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(2)我在原野上摇曳，使原野风光更加旖旎；我在清风中呼吸，使清风芬芳馥郁</w:t>
      </w:r>
      <w:r>
        <w:rPr>
          <w:rFonts w:hint="eastAsia" w:ascii="Times New Roman" w:eastAsia="宋体" w:cs="Times New Roman"/>
          <w:color w:val="auto"/>
          <w:kern w:val="2"/>
          <w:sz w:val="28"/>
          <w:szCs w:val="28"/>
        </w:rPr>
        <w:t>。</w:t>
      </w:r>
      <w:r>
        <w:rPr>
          <w:rFonts w:hint="eastAsia" w:ascii="Times New Roman" w:eastAsia="宋体" w:cs="Times New Roman"/>
          <w:color w:val="auto"/>
          <w:kern w:val="2"/>
          <w:sz w:val="28"/>
          <w:szCs w:val="28"/>
          <w:lang w:eastAsia="zh-CN"/>
        </w:rPr>
        <w:t>（</w:t>
      </w:r>
      <w:r>
        <w:rPr>
          <w:rFonts w:hint="eastAsia" w:ascii="Times New Roman" w:eastAsia="宋体" w:cs="Times New Roman"/>
          <w:color w:val="auto"/>
          <w:kern w:val="2"/>
          <w:sz w:val="28"/>
          <w:szCs w:val="28"/>
          <w:lang w:val="en-US" w:eastAsia="zh-CN"/>
        </w:rPr>
        <w:t>仿写</w:t>
      </w:r>
      <w:r>
        <w:rPr>
          <w:rFonts w:hint="eastAsia" w:ascii="Times New Roman" w:eastAsia="宋体" w:cs="Times New Roman"/>
          <w:color w:val="auto"/>
          <w:kern w:val="2"/>
          <w:sz w:val="28"/>
          <w:szCs w:val="28"/>
        </w:rPr>
        <w:t>对比句</w:t>
      </w:r>
      <w:r>
        <w:rPr>
          <w:rFonts w:hint="eastAsia" w:ascii="Times New Roman" w:eastAsia="宋体" w:cs="Times New Roman"/>
          <w:color w:val="auto"/>
          <w:kern w:val="2"/>
          <w:sz w:val="28"/>
          <w:szCs w:val="28"/>
          <w:lang w:eastAsia="zh-CN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                                                                   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(3)寂静的草原热闹起来：欢呼声，车声，马蹄声，响成一篇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(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照样子，补充句子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)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教室里沸腾了：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                     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（4）公园里到处可以看到盛开的鲜花和悦耳的鸟鸣。（缩句）</w:t>
      </w:r>
    </w:p>
    <w:p>
      <w:pPr>
        <w:pStyle w:val="2"/>
        <w:numPr>
          <w:ilvl w:val="0"/>
          <w:numId w:val="0"/>
        </w:numPr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color w:val="auto"/>
          <w:u w:val="single"/>
          <w:lang w:val="en-US" w:eastAsia="zh-CN"/>
        </w:rPr>
        <w:t xml:space="preserve">                                                                                </w:t>
      </w:r>
      <w:r>
        <w:rPr>
          <w:rFonts w:hint="eastAsia"/>
          <w:color w:val="auto"/>
          <w:lang w:val="en-US" w:eastAsia="zh-CN"/>
        </w:rPr>
        <w:t xml:space="preserve">         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beforeLines="50" w:line="560" w:lineRule="exact"/>
        <w:textAlignment w:val="auto"/>
        <w:rPr>
          <w:rFonts w:ascii="宋体" w:hAnsi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u w:val="none"/>
        </w:rPr>
        <w:t xml:space="preserve"> </w:t>
      </w:r>
      <w:r>
        <w:rPr>
          <w:rFonts w:hint="eastAsia" w:ascii="宋体" w:hAnsi="宋体"/>
          <w:b/>
          <w:color w:val="auto"/>
          <w:sz w:val="28"/>
          <w:szCs w:val="28"/>
        </w:rPr>
        <w:t>第二部分：课内积累。（5☆）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宋体" w:hAnsi="宋体" w:eastAsia="宋体" w:cs="宋体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  <w:t>（1）读《草原》一文，从“蒙汉情深何忍别，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  <w:t>”这两句诗中，我们可以体会到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  <w:t>。（1.5</w:t>
      </w:r>
      <w:r>
        <w:rPr>
          <w:rFonts w:hint="eastAsia" w:ascii="宋体" w:hAnsi="宋体"/>
          <w:b/>
          <w:color w:val="auto"/>
          <w:sz w:val="28"/>
          <w:szCs w:val="28"/>
        </w:rPr>
        <w:t>☆</w:t>
      </w: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hAnsi="宋体" w:eastAsia="宋体" w:cs="宋体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（2）</w:t>
      </w:r>
      <w:r>
        <w:rPr>
          <w:rFonts w:hint="eastAsia" w:hAnsi="宋体" w:eastAsia="宋体" w:cs="宋体"/>
          <w:color w:val="auto"/>
          <w:sz w:val="28"/>
          <w:szCs w:val="28"/>
          <w:lang w:val="en-US" w:eastAsia="zh-CN"/>
        </w:rPr>
        <w:t>《丁香结》这篇课文作者借象征着</w:t>
      </w:r>
      <w:r>
        <w:rPr>
          <w:rFonts w:hint="eastAsia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hAnsi="宋体" w:eastAsia="宋体" w:cs="宋体"/>
          <w:color w:val="auto"/>
          <w:sz w:val="28"/>
          <w:szCs w:val="28"/>
          <w:u w:val="none"/>
          <w:lang w:val="en-US" w:eastAsia="zh-CN"/>
        </w:rPr>
        <w:t>的“丁香结”告诉我们</w:t>
      </w:r>
      <w:r>
        <w:rPr>
          <w:rFonts w:hint="eastAsia" w:hAnsi="宋体" w:eastAsia="宋体" w:cs="宋体"/>
          <w:color w:val="auto"/>
          <w:sz w:val="28"/>
          <w:szCs w:val="28"/>
          <w:lang w:val="en-US" w:eastAsia="zh-CN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宋体" w:hAnsi="宋体" w:eastAsia="宋体" w:cs="宋体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                             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  <w:t>。（1.5</w:t>
      </w:r>
      <w:r>
        <w:rPr>
          <w:rFonts w:hint="eastAsia" w:ascii="宋体" w:hAnsi="宋体"/>
          <w:b/>
          <w:color w:val="auto"/>
          <w:sz w:val="28"/>
          <w:szCs w:val="28"/>
        </w:rPr>
        <w:t>☆</w:t>
      </w: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  <w:t>）</w:t>
      </w: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（3）《六月二十七日望湖楼醉书》的作者是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代诗人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  <w:t xml:space="preserve"> ，诗中描写雨大的诗句是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  <w:t xml:space="preserve"> ，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  <w:t xml:space="preserve"> 。（2</w:t>
      </w:r>
      <w:r>
        <w:rPr>
          <w:rFonts w:hint="eastAsia" w:ascii="宋体" w:hAnsi="宋体"/>
          <w:b/>
          <w:color w:val="auto"/>
          <w:sz w:val="28"/>
          <w:szCs w:val="28"/>
        </w:rPr>
        <w:t>☆</w:t>
      </w: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25" w:line="480" w:lineRule="exact"/>
        <w:textAlignment w:val="auto"/>
        <w:rPr>
          <w:rFonts w:ascii="宋体" w:hAnsi="宋体" w:eastAsia="仿宋_GB2312"/>
          <w:b/>
          <w:sz w:val="32"/>
          <w:szCs w:val="32"/>
        </w:rPr>
      </w:pPr>
      <w:r>
        <w:rPr>
          <w:rFonts w:hint="eastAsia" w:ascii="宋体" w:hAnsi="宋体"/>
          <w:b/>
          <w:sz w:val="28"/>
          <w:szCs w:val="28"/>
        </w:rPr>
        <w:t>第三部分：口语交际。（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1.你正在看课外文学书籍，此时，你爸爸对你说：“你现在的学习任务重，少看闲书。”你准备怎样说服爸爸，让他同意你适当看看课外书。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60" w:hanging="1960" w:hangingChars="700"/>
        <w:textAlignment w:val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60" w:hanging="1960" w:hangingChars="700"/>
        <w:textAlignment w:val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   </w:t>
      </w:r>
    </w:p>
    <w:p>
      <w:pPr>
        <w:pStyle w:val="2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大毛不小心把墨水弄到了李园的新裙子上，两人争吵了起来，这时，你会怎样去劝解他们？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</w:t>
      </w:r>
    </w:p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-377190</wp:posOffset>
                </wp:positionH>
                <wp:positionV relativeFrom="paragraph">
                  <wp:posOffset>-3810</wp:posOffset>
                </wp:positionV>
                <wp:extent cx="372110" cy="8120380"/>
                <wp:effectExtent l="0" t="0" r="0" b="0"/>
                <wp:wrapNone/>
                <wp:docPr id="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10" cy="81203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………密………………封………………线………………内………………严…………………禁…………………答……………题………………………</w:t>
                            </w:r>
                          </w:p>
                        </w:txbxContent>
                      </wps:txbx>
                      <wps:bodyPr vert="eaVert"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43" o:spid="_x0000_s1026" o:spt="202" type="#_x0000_t202" style="position:absolute;left:0pt;margin-left:-29.7pt;margin-top:-0.3pt;height:639.4pt;width:29.3pt;z-index:251662336;mso-width-relative:page;mso-height-relative:page;" fillcolor="#FFFFFF" filled="t" stroked="f" coordsize="21600,21600" o:gfxdata="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NP6rdNcAAAAIAQAADwAA&#10;AAAAAAABACAAAAAiAAAAZHJzL2Rvd25yZXYueG1sUEsBAhQAFAAAAAgAh07iQIzNu7jeAQAAsQMA&#10;AA4AAAAAAAAAAQAgAAAAJgEAAGRycy9lMm9Eb2MueG1sUEsFBgAAAAAGAAYAWQEAAHYFAAAAAA==&#10;">
                <v:fill on="t" opacity="0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………密………………封………………线………………内………………严…………………禁…………………答……………题………………………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w:t>四、阅读乐园。(1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/>
          <w:sz w:val="28"/>
          <w:szCs w:val="28"/>
        </w:rPr>
        <w:t xml:space="preserve">☆) </w:t>
      </w:r>
    </w:p>
    <w:p>
      <w:pPr>
        <w:spacing w:line="380" w:lineRule="exact"/>
        <w:jc w:val="left"/>
        <w:rPr>
          <w:rFonts w:hint="default" w:ascii="宋体" w:hAnsi="Courier New" w:eastAsia="宋体" w:cs="Courier New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/>
          <w:b/>
          <w:sz w:val="28"/>
          <w:szCs w:val="28"/>
        </w:rPr>
        <w:t>（一）我能根据课文内容回答问题。(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4.5</w:t>
      </w:r>
      <w:r>
        <w:rPr>
          <w:rFonts w:hint="eastAsia" w:ascii="宋体" w:hAnsi="宋体"/>
          <w:b/>
          <w:sz w:val="28"/>
          <w:szCs w:val="28"/>
        </w:rPr>
        <w:t>☆</w:t>
      </w:r>
      <w:r>
        <w:rPr>
          <w:rFonts w:hint="eastAsia" w:ascii="宋体" w:hAnsi="宋体"/>
          <w:b/>
          <w:sz w:val="28"/>
          <w:szCs w:val="28"/>
          <w:lang w:eastAsia="zh-CN"/>
        </w:rPr>
        <w:t>）</w:t>
      </w:r>
    </w:p>
    <w:p>
      <w:pPr>
        <w:spacing w:line="380" w:lineRule="exact"/>
        <w:ind w:firstLine="3920" w:firstLineChars="1400"/>
        <w:jc w:val="left"/>
        <w:rPr>
          <w:rFonts w:hint="default" w:ascii="宋体" w:hAnsi="Courier New" w:eastAsia="宋体" w:cs="Courier New"/>
          <w:kern w:val="2"/>
          <w:sz w:val="28"/>
          <w:szCs w:val="28"/>
          <w:lang w:val="en-US" w:eastAsia="zh-CN" w:bidi="ar-SA"/>
        </w:rPr>
      </w:pPr>
      <w:r>
        <w:rPr>
          <w:rFonts w:hint="default" w:ascii="宋体" w:hAnsi="Courier New" w:eastAsia="宋体" w:cs="Courier New"/>
          <w:kern w:val="2"/>
          <w:sz w:val="28"/>
          <w:szCs w:val="28"/>
          <w:lang w:val="en-US" w:eastAsia="zh-CN" w:bidi="ar-SA"/>
        </w:rPr>
        <w:t>《</w:t>
      </w:r>
      <w:r>
        <w:rPr>
          <w:rFonts w:hint="eastAsia" w:ascii="宋体" w:hAnsi="Courier New" w:eastAsia="宋体" w:cs="Courier New"/>
          <w:kern w:val="2"/>
          <w:sz w:val="28"/>
          <w:szCs w:val="28"/>
          <w:lang w:val="en-US" w:eastAsia="zh-CN" w:bidi="ar-SA"/>
        </w:rPr>
        <w:t>丁香结</w:t>
      </w:r>
      <w:r>
        <w:rPr>
          <w:rFonts w:hint="default" w:ascii="宋体" w:hAnsi="Courier New" w:eastAsia="宋体" w:cs="Courier New"/>
          <w:kern w:val="2"/>
          <w:sz w:val="28"/>
          <w:szCs w:val="28"/>
          <w:lang w:val="en-US" w:eastAsia="zh-CN" w:bidi="ar-SA"/>
        </w:rPr>
        <w:t>》（节选）</w:t>
      </w:r>
    </w:p>
    <w:p>
      <w:pPr>
        <w:pStyle w:val="2"/>
        <w:numPr>
          <w:ilvl w:val="0"/>
          <w:numId w:val="0"/>
        </w:numPr>
        <w:ind w:left="140" w:leftChars="0"/>
        <w:rPr>
          <w:rFonts w:hint="default" w:ascii="宋体" w:hAnsi="Courier New" w:eastAsia="宋体" w:cs="Courier New"/>
          <w:kern w:val="2"/>
          <w:sz w:val="28"/>
          <w:szCs w:val="28"/>
          <w:lang w:val="en-US" w:eastAsia="zh-CN" w:bidi="ar-SA"/>
        </w:rPr>
      </w:pPr>
      <w:r>
        <w:rPr>
          <w:rFonts w:hint="default" w:ascii="宋体" w:hAnsi="Courier New" w:eastAsia="宋体" w:cs="Courier New"/>
          <w:kern w:val="2"/>
          <w:sz w:val="28"/>
          <w:szCs w:val="28"/>
          <w:lang w:val="en-US" w:eastAsia="zh-CN" w:bidi="ar-SA"/>
        </w:rPr>
        <w:t>在我断断续续住了近三十年的斗室外，有三棵白丁香。每到春来，伏案时抬头便看见檐前积雪。雪色映进窗来，香气直透毫端。人也似乎轻灵得多，不那么浑浊笨拙了。从外面回来时，最先映入眼帘的，也是那一片莹白，白下面透出参差的绿，然后才见那两扇红窗。我经历过的春光，几乎都是和这几树丁香联系在一起的。那十字小白花，那样小，却不显得单薄。许多小花形成一簇，许多簇花开满一树，遮掩着我的窗，照耀着我的文思和梦想。</w:t>
      </w:r>
    </w:p>
    <w:p>
      <w:pPr>
        <w:pStyle w:val="2"/>
        <w:numPr>
          <w:ilvl w:val="0"/>
          <w:numId w:val="0"/>
        </w:numPr>
        <w:ind w:left="140" w:leftChars="0"/>
        <w:rPr>
          <w:rFonts w:hint="default" w:ascii="宋体" w:hAnsi="Courier New" w:eastAsia="宋体" w:cs="Courier New"/>
          <w:kern w:val="2"/>
          <w:sz w:val="28"/>
          <w:szCs w:val="28"/>
          <w:lang w:val="en-US" w:eastAsia="zh-CN" w:bidi="ar-SA"/>
        </w:rPr>
      </w:pPr>
      <w:r>
        <w:rPr>
          <w:rFonts w:hint="default" w:ascii="宋体" w:hAnsi="Courier New" w:eastAsia="宋体" w:cs="Courier New"/>
          <w:kern w:val="2"/>
          <w:sz w:val="28"/>
          <w:szCs w:val="28"/>
          <w:lang w:val="en-US" w:eastAsia="zh-CN" w:bidi="ar-SA"/>
        </w:rPr>
        <w:t>1．选段中的“积雪”指</w:t>
      </w:r>
      <w:r>
        <w:rPr>
          <w:rFonts w:hint="default" w:ascii="宋体" w:hAnsi="Courier New" w:eastAsia="宋体" w:cs="Courier New"/>
          <w:kern w:val="2"/>
          <w:sz w:val="28"/>
          <w:szCs w:val="28"/>
          <w:lang w:val="en-US" w:eastAsia="zh-CN" w:bidi="ar-SA"/>
        </w:rPr>
        <w:tab/>
      </w:r>
      <w:r>
        <w:rPr>
          <w:rFonts w:hint="eastAsia" w:hAnsi="Courier New" w:eastAsia="宋体" w:cs="Courier New"/>
          <w:kern w:val="2"/>
          <w:sz w:val="28"/>
          <w:szCs w:val="28"/>
          <w:u w:val="single"/>
          <w:lang w:val="en-US" w:eastAsia="zh-CN" w:bidi="ar-SA"/>
        </w:rPr>
        <w:t xml:space="preserve">             </w:t>
      </w:r>
      <w:r>
        <w:rPr>
          <w:rFonts w:hint="default" w:ascii="宋体" w:hAnsi="Courier New" w:eastAsia="宋体" w:cs="Courier New"/>
          <w:kern w:val="2"/>
          <w:sz w:val="28"/>
          <w:szCs w:val="28"/>
          <w:lang w:val="en-US" w:eastAsia="zh-CN" w:bidi="ar-SA"/>
        </w:rPr>
        <w:tab/>
      </w:r>
      <w:r>
        <w:rPr>
          <w:rFonts w:hint="default" w:ascii="宋体" w:hAnsi="Courier New" w:eastAsia="宋体" w:cs="Courier New"/>
          <w:kern w:val="2"/>
          <w:sz w:val="28"/>
          <w:szCs w:val="28"/>
          <w:lang w:val="en-US" w:eastAsia="zh-CN" w:bidi="ar-SA"/>
        </w:rPr>
        <w:t>；“毫端”指</w:t>
      </w:r>
      <w:r>
        <w:rPr>
          <w:rFonts w:hint="eastAsia" w:hAnsi="Courier New" w:eastAsia="宋体" w:cs="Courier New"/>
          <w:kern w:val="2"/>
          <w:sz w:val="28"/>
          <w:szCs w:val="28"/>
          <w:u w:val="single"/>
          <w:lang w:val="en-US" w:eastAsia="zh-CN" w:bidi="ar-SA"/>
        </w:rPr>
        <w:t xml:space="preserve">        </w:t>
      </w:r>
      <w:r>
        <w:rPr>
          <w:rFonts w:hint="default" w:ascii="宋体" w:hAnsi="Courier New" w:eastAsia="宋体" w:cs="Courier New"/>
          <w:kern w:val="2"/>
          <w:sz w:val="28"/>
          <w:szCs w:val="28"/>
          <w:lang w:val="en-US" w:eastAsia="zh-CN" w:bidi="ar-SA"/>
        </w:rPr>
        <w:tab/>
      </w:r>
      <w:r>
        <w:rPr>
          <w:rFonts w:hint="default" w:ascii="宋体" w:hAnsi="Courier New" w:eastAsia="宋体" w:cs="Courier New"/>
          <w:kern w:val="2"/>
          <w:sz w:val="28"/>
          <w:szCs w:val="28"/>
          <w:lang w:val="en-US" w:eastAsia="zh-CN" w:bidi="ar-SA"/>
        </w:rPr>
        <w:t>。（</w:t>
      </w:r>
      <w:r>
        <w:rPr>
          <w:rFonts w:hint="eastAsia" w:hAnsi="Courier New" w:eastAsia="宋体" w:cs="Courier New"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宋体" w:hAnsi="宋体"/>
          <w:b/>
          <w:sz w:val="28"/>
          <w:szCs w:val="28"/>
        </w:rPr>
        <w:t>☆</w:t>
      </w:r>
      <w:r>
        <w:rPr>
          <w:rFonts w:hint="default" w:ascii="宋体" w:hAnsi="Courier New" w:eastAsia="宋体" w:cs="Courier New"/>
          <w:kern w:val="2"/>
          <w:sz w:val="28"/>
          <w:szCs w:val="28"/>
          <w:lang w:val="en-US" w:eastAsia="zh-CN" w:bidi="ar-SA"/>
        </w:rPr>
        <w:t>）</w:t>
      </w:r>
    </w:p>
    <w:p>
      <w:pPr>
        <w:pStyle w:val="2"/>
        <w:numPr>
          <w:ilvl w:val="0"/>
          <w:numId w:val="0"/>
        </w:numPr>
        <w:ind w:left="140" w:leftChars="0"/>
        <w:rPr>
          <w:rFonts w:hint="default" w:ascii="宋体" w:hAnsi="Courier New" w:eastAsia="宋体" w:cs="Courier New"/>
          <w:kern w:val="2"/>
          <w:sz w:val="28"/>
          <w:szCs w:val="28"/>
          <w:lang w:val="en-US" w:eastAsia="zh-CN" w:bidi="ar-SA"/>
        </w:rPr>
      </w:pPr>
      <w:r>
        <w:rPr>
          <w:rFonts w:hint="default" w:ascii="宋体" w:hAnsi="Courier New" w:eastAsia="宋体" w:cs="Courier New"/>
          <w:kern w:val="2"/>
          <w:sz w:val="28"/>
          <w:szCs w:val="28"/>
          <w:lang w:val="en-US" w:eastAsia="zh-CN" w:bidi="ar-SA"/>
        </w:rPr>
        <w:t>2．选段中的丁香花的特点是：</w:t>
      </w:r>
      <w:r>
        <w:rPr>
          <w:rFonts w:hint="eastAsia" w:hAnsi="Courier New" w:eastAsia="宋体" w:cs="Courier New"/>
          <w:kern w:val="2"/>
          <w:sz w:val="28"/>
          <w:szCs w:val="28"/>
          <w:u w:val="single"/>
          <w:lang w:val="en-US" w:eastAsia="zh-CN" w:bidi="ar-SA"/>
        </w:rPr>
        <w:t xml:space="preserve">     </w:t>
      </w:r>
      <w:r>
        <w:rPr>
          <w:rFonts w:hint="default" w:ascii="宋体" w:hAnsi="Courier New" w:eastAsia="宋体" w:cs="Courier New"/>
          <w:kern w:val="2"/>
          <w:sz w:val="28"/>
          <w:szCs w:val="28"/>
          <w:lang w:val="en-US" w:eastAsia="zh-CN" w:bidi="ar-SA"/>
        </w:rPr>
        <w:tab/>
      </w:r>
      <w:r>
        <w:rPr>
          <w:rFonts w:hint="eastAsia" w:hAnsi="Courier New" w:eastAsia="宋体" w:cs="Courier New"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hAnsi="Courier New" w:eastAsia="宋体" w:cs="Courier New"/>
          <w:kern w:val="2"/>
          <w:sz w:val="28"/>
          <w:szCs w:val="28"/>
          <w:u w:val="single"/>
          <w:lang w:val="en-US" w:eastAsia="zh-CN" w:bidi="ar-SA"/>
        </w:rPr>
        <w:t xml:space="preserve">      </w:t>
      </w:r>
      <w:r>
        <w:rPr>
          <w:rFonts w:hint="eastAsia" w:hAnsi="Courier New" w:eastAsia="宋体" w:cs="Courier New"/>
          <w:kern w:val="2"/>
          <w:sz w:val="28"/>
          <w:szCs w:val="28"/>
          <w:u w:val="none"/>
          <w:lang w:val="en-US" w:eastAsia="zh-CN" w:bidi="ar-SA"/>
        </w:rPr>
        <w:t xml:space="preserve"> 、</w:t>
      </w:r>
      <w:r>
        <w:rPr>
          <w:rFonts w:hint="eastAsia" w:hAnsi="Courier New" w:eastAsia="宋体" w:cs="Courier New"/>
          <w:kern w:val="2"/>
          <w:sz w:val="28"/>
          <w:szCs w:val="28"/>
          <w:u w:val="single"/>
          <w:lang w:val="en-US" w:eastAsia="zh-CN" w:bidi="ar-SA"/>
        </w:rPr>
        <w:t xml:space="preserve">       </w:t>
      </w:r>
      <w:r>
        <w:rPr>
          <w:rFonts w:hint="default" w:ascii="宋体" w:hAnsi="Courier New" w:eastAsia="宋体" w:cs="Courier New"/>
          <w:kern w:val="2"/>
          <w:sz w:val="28"/>
          <w:szCs w:val="28"/>
          <w:lang w:val="en-US" w:eastAsia="zh-CN" w:bidi="ar-SA"/>
        </w:rPr>
        <w:t>。（</w:t>
      </w:r>
      <w:r>
        <w:rPr>
          <w:rFonts w:hint="eastAsia" w:hAnsi="Courier New" w:eastAsia="宋体" w:cs="Courier New"/>
          <w:kern w:val="2"/>
          <w:sz w:val="28"/>
          <w:szCs w:val="28"/>
          <w:lang w:val="en-US" w:eastAsia="zh-CN" w:bidi="ar-SA"/>
        </w:rPr>
        <w:t>1.5</w:t>
      </w:r>
      <w:r>
        <w:rPr>
          <w:rFonts w:hint="eastAsia" w:ascii="宋体" w:hAnsi="宋体"/>
          <w:b/>
          <w:sz w:val="28"/>
          <w:szCs w:val="28"/>
        </w:rPr>
        <w:t>☆</w:t>
      </w:r>
      <w:r>
        <w:rPr>
          <w:rFonts w:hint="default" w:ascii="宋体" w:hAnsi="Courier New" w:eastAsia="宋体" w:cs="Courier New"/>
          <w:kern w:val="2"/>
          <w:sz w:val="28"/>
          <w:szCs w:val="28"/>
          <w:lang w:val="en-US" w:eastAsia="zh-CN" w:bidi="ar-SA"/>
        </w:rPr>
        <w:t>）</w:t>
      </w:r>
    </w:p>
    <w:p>
      <w:pPr>
        <w:pStyle w:val="2"/>
        <w:numPr>
          <w:ilvl w:val="0"/>
          <w:numId w:val="0"/>
        </w:numPr>
        <w:ind w:left="140" w:leftChars="0"/>
        <w:rPr>
          <w:rFonts w:hint="default" w:ascii="宋体" w:hAnsi="Courier New" w:eastAsia="宋体" w:cs="Courier New"/>
          <w:kern w:val="2"/>
          <w:sz w:val="28"/>
          <w:szCs w:val="28"/>
          <w:lang w:val="en-US" w:eastAsia="zh-CN" w:bidi="ar-SA"/>
        </w:rPr>
      </w:pPr>
      <w:r>
        <w:rPr>
          <w:rFonts w:hint="default" w:ascii="宋体" w:hAnsi="Courier New" w:eastAsia="宋体" w:cs="Courier New"/>
          <w:kern w:val="2"/>
          <w:sz w:val="28"/>
          <w:szCs w:val="28"/>
          <w:lang w:val="en-US" w:eastAsia="zh-CN" w:bidi="ar-SA"/>
        </w:rPr>
        <w:t>3．斗室外的白丁香带给“我”的感觉是：</w:t>
      </w:r>
      <w:r>
        <w:rPr>
          <w:rFonts w:hint="eastAsia" w:hAnsi="Courier New" w:eastAsia="宋体" w:cs="Courier New"/>
          <w:kern w:val="2"/>
          <w:sz w:val="28"/>
          <w:szCs w:val="28"/>
          <w:u w:val="single"/>
          <w:lang w:val="en-US" w:eastAsia="zh-CN" w:bidi="ar-SA"/>
        </w:rPr>
        <w:t xml:space="preserve">                     </w:t>
      </w:r>
      <w:r>
        <w:rPr>
          <w:rFonts w:hint="eastAsia" w:hAnsi="Courier New" w:eastAsia="宋体" w:cs="Courier New"/>
          <w:kern w:val="2"/>
          <w:sz w:val="28"/>
          <w:szCs w:val="28"/>
          <w:u w:val="none"/>
          <w:lang w:val="en-US" w:eastAsia="zh-CN" w:bidi="ar-SA"/>
        </w:rPr>
        <w:t>。</w:t>
      </w:r>
      <w:r>
        <w:rPr>
          <w:rFonts w:hint="default" w:ascii="宋体" w:hAnsi="Courier New" w:eastAsia="宋体" w:cs="Courier New"/>
          <w:kern w:val="2"/>
          <w:sz w:val="28"/>
          <w:szCs w:val="28"/>
          <w:lang w:val="en-US" w:eastAsia="zh-CN" w:bidi="ar-SA"/>
        </w:rPr>
        <w:t>（</w:t>
      </w:r>
      <w:r>
        <w:rPr>
          <w:rFonts w:hint="eastAsia" w:hAnsi="Courier New" w:eastAsia="宋体" w:cs="Courier New"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宋体" w:hAnsi="宋体"/>
          <w:b/>
          <w:sz w:val="28"/>
          <w:szCs w:val="28"/>
        </w:rPr>
        <w:t>☆</w:t>
      </w:r>
      <w:r>
        <w:rPr>
          <w:rFonts w:hint="default" w:ascii="宋体" w:hAnsi="Courier New" w:eastAsia="宋体" w:cs="Courier New"/>
          <w:kern w:val="2"/>
          <w:sz w:val="28"/>
          <w:szCs w:val="28"/>
          <w:lang w:val="en-US" w:eastAsia="zh-CN" w:bidi="ar-SA"/>
        </w:rPr>
        <w:t>）4．从作者描述丁香花的词句中任选一个，说说你想到了什么。（</w:t>
      </w:r>
      <w:r>
        <w:rPr>
          <w:rFonts w:hint="eastAsia" w:hAnsi="Courier New" w:eastAsia="宋体" w:cs="Courier New"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宋体" w:hAnsi="宋体"/>
          <w:b/>
          <w:sz w:val="28"/>
          <w:szCs w:val="28"/>
        </w:rPr>
        <w:t>☆</w:t>
      </w:r>
      <w:r>
        <w:rPr>
          <w:rFonts w:hint="default" w:ascii="宋体" w:hAnsi="Courier New" w:eastAsia="宋体" w:cs="Courier New"/>
          <w:kern w:val="2"/>
          <w:sz w:val="28"/>
          <w:szCs w:val="28"/>
          <w:lang w:val="en-US" w:eastAsia="zh-CN" w:bidi="ar-SA"/>
        </w:rPr>
        <w:t>）</w:t>
      </w:r>
    </w:p>
    <w:p>
      <w:pPr>
        <w:pStyle w:val="2"/>
        <w:numPr>
          <w:ilvl w:val="0"/>
          <w:numId w:val="0"/>
        </w:numPr>
        <w:ind w:left="140" w:leftChars="0"/>
        <w:rPr>
          <w:rFonts w:hint="eastAsia" w:hAnsi="Courier New" w:eastAsia="宋体" w:cs="Courier New"/>
          <w:kern w:val="2"/>
          <w:sz w:val="28"/>
          <w:szCs w:val="28"/>
          <w:u w:val="single"/>
          <w:lang w:val="en-US" w:eastAsia="zh-CN" w:bidi="ar-SA"/>
        </w:rPr>
      </w:pPr>
      <w:r>
        <w:rPr>
          <w:rFonts w:hint="eastAsia" w:hAnsi="Courier New" w:eastAsia="宋体" w:cs="Courier New"/>
          <w:kern w:val="2"/>
          <w:sz w:val="28"/>
          <w:szCs w:val="28"/>
          <w:u w:val="single"/>
          <w:lang w:val="en-US" w:eastAsia="zh-CN" w:bidi="ar-SA"/>
        </w:rPr>
        <w:t xml:space="preserve">                                                              </w:t>
      </w:r>
    </w:p>
    <w:p>
      <w:pPr>
        <w:pStyle w:val="2"/>
        <w:numPr>
          <w:ilvl w:val="0"/>
          <w:numId w:val="0"/>
        </w:numPr>
        <w:ind w:left="140" w:leftChars="0"/>
        <w:rPr>
          <w:rFonts w:hint="default" w:hAnsi="Courier New" w:eastAsia="宋体" w:cs="Courier New"/>
          <w:kern w:val="2"/>
          <w:sz w:val="28"/>
          <w:szCs w:val="28"/>
          <w:u w:val="single"/>
          <w:lang w:val="en-US" w:eastAsia="zh-CN" w:bidi="ar-SA"/>
        </w:rPr>
      </w:pPr>
      <w:r>
        <w:rPr>
          <w:rFonts w:hint="eastAsia" w:hAnsi="Courier New" w:eastAsia="宋体" w:cs="Courier New"/>
          <w:kern w:val="2"/>
          <w:sz w:val="28"/>
          <w:szCs w:val="28"/>
          <w:u w:val="single"/>
          <w:lang w:val="en-US" w:eastAsia="zh-CN" w:bidi="ar-SA"/>
        </w:rPr>
        <w:t xml:space="preserve">                                                              </w:t>
      </w:r>
    </w:p>
    <w:p>
      <w:pPr>
        <w:numPr>
          <w:ilvl w:val="0"/>
          <w:numId w:val="2"/>
        </w:numPr>
        <w:spacing w:line="380" w:lineRule="exact"/>
        <w:jc w:val="lef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阅读下列短文，回答问题。(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ascii="宋体" w:hAnsi="宋体"/>
          <w:b/>
          <w:sz w:val="28"/>
          <w:szCs w:val="28"/>
        </w:rPr>
        <w:t>.5</w:t>
      </w:r>
      <w:r>
        <w:rPr>
          <w:rFonts w:hint="eastAsia" w:ascii="宋体" w:hAnsi="宋体"/>
          <w:b/>
          <w:sz w:val="28"/>
          <w:szCs w:val="28"/>
        </w:rPr>
        <w:t>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</w:rPr>
      </w:pPr>
      <w:r>
        <w:rPr>
          <w:rFonts w:hint="eastAsia" w:hAnsi="宋体" w:eastAsia="宋体" w:cs="宋体"/>
          <w:b w:val="0"/>
          <w:bCs w:val="0"/>
          <w:sz w:val="28"/>
          <w:szCs w:val="28"/>
          <w:lang w:val="en-US" w:eastAsia="zh-CN"/>
        </w:rPr>
        <w:t xml:space="preserve">                         </w:t>
      </w:r>
      <w:r>
        <w:rPr>
          <w:rFonts w:hint="eastAsia"/>
          <w:b w:val="0"/>
          <w:bCs w:val="0"/>
          <w:sz w:val="28"/>
          <w:szCs w:val="28"/>
        </w:rPr>
        <w:t>三访雁荡山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</w:rPr>
        <w:t>记得我第一次去大龙湫，是盛夏时节。溜雨初过，溪水暴涨，过马鞍岭，沿锦溪向北走，才到剪刀峰前，就听见山谷内轰雷似的水吼声。转过剪刀峰，劈面就是一阵狂风暴雨，一抬头，只见一条粗数十围的大瀑布，像一条发怒的银龙，从半空中猛扑下来，直捣漳心，水声轰轰，激荡起阵阵狂风，喷迸出如雹的急雨，封锁了整个山谷，使你没法再往里走。那巨大、强悍、粗犷的气势，真是震天撼地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</w:rPr>
        <w:t>我第二次去大龙湫，是晴朗的冬日。从雁荡山的最高峰-百岗尖下来，走到大龙湫的顶上，从龙湫背俯瞰龙湫。龙漱背形势险恶，有一个黑咕隆咚的深潭，潭水从缺口溢出去，泻下万丈峭壁，便是龙湫飞瀑。那一阵，天晴久了，潭水不太满，泻下去的瀑布倒像一斛碎珠，散散落落，望不到底。连云嶂左右舒展，一帆峰遥遥挺立，衬着蓝天白云，山谷显得开朗而宁静。那一次，大龙湫给我的印象是潇洒、素淡，像一幅着墨不多的山水画。银龙蛰伏在龙潭里，正养神呢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</w:rPr>
        <w:t>我第三次去大龙湫，是不久以前。江南三月，春风涤荡，春雨如油。一路上，田里的大小麦长得碧绿碧绿，油菜叶子又肥又嫩，加上两旁悬崖峭壁上，处处点燃着火红的杜鹃花，越显得春意盎然。走着走着，不觉来到剪刀峰前。转过山谷一瞧，呀！这回既没有狂怒的白龙，也没有散碎的珠帘。却见大龙湫不肥不瘦，从连云嶂顶飘泻下来，悠悠忽忽，晃晃荡荡，不一会儿，就化为烟云，如轻纱，似薄雾，那么轻盈，那么柔和，那么娇媚而婀娜，果然另是一番姿态。它飘飘摇摇往下坠，时而像乳白色的纱绉①，时而又变为淡青色的烟雾。而从这乳白色的纱绉与淡青色的烟雾里，时时飘落块块雪白的棉团，棉团又迅速向下拉长，化为许多玉色的小矛头，蛇一样往下奔窜，却又立即飘散开来，也变成乳白色的纱绉和淡青色的烟雾······它简直完全失去了水的质感，倒像是袅袅的青烟颠倒了过来，千变万化，不可捉摸，可又是一气呵成，柔媚中带有刚劲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</w:rPr>
        <w:t>真没想到，三访大龙湫，大龙湫竟以三种截然不同的姿态出现。它有雄伟粗犷的一面，有潇洒素淡的一面，也有娇媚多姿的一面。难怪江湜会有“欲写龙湫难下笔”的慨叹了。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</w:rPr>
        <w:t>［注释］①纱绉：带皱纹的丝织品。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</w:rPr>
        <w:t>1．阳春三月的大龙湫有怎样的姿态？（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/>
          <w:b w:val="0"/>
          <w:bCs w:val="0"/>
          <w:sz w:val="28"/>
          <w:szCs w:val="28"/>
        </w:rPr>
        <w:t>）（</w:t>
      </w:r>
      <w:r>
        <w:rPr>
          <w:rFonts w:hint="eastAsia" w:hAnsi="Courier New" w:eastAsia="宋体" w:cs="Courier New"/>
          <w:b w:val="0"/>
          <w:bCs w:val="0"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宋体" w:hAnsi="宋体"/>
          <w:b w:val="0"/>
          <w:bCs w:val="0"/>
          <w:sz w:val="28"/>
          <w:szCs w:val="28"/>
        </w:rPr>
        <w:t>☆</w:t>
      </w:r>
      <w:r>
        <w:rPr>
          <w:rFonts w:hint="eastAsia"/>
          <w:b w:val="0"/>
          <w:bCs w:val="0"/>
          <w:sz w:val="28"/>
          <w:szCs w:val="28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</w:rPr>
        <w:t>A.娇媚多姿</w:t>
      </w:r>
      <w:r>
        <w:rPr>
          <w:rFonts w:hint="eastAsia"/>
          <w:b w:val="0"/>
          <w:bCs w:val="0"/>
          <w:sz w:val="28"/>
          <w:szCs w:val="28"/>
        </w:rPr>
        <w:tab/>
      </w:r>
      <w:r>
        <w:rPr>
          <w:rFonts w:hint="eastAsia"/>
          <w:b w:val="0"/>
          <w:bCs w:val="0"/>
          <w:sz w:val="28"/>
          <w:szCs w:val="28"/>
        </w:rPr>
        <w:tab/>
      </w:r>
      <w:r>
        <w:rPr>
          <w:rFonts w:hint="eastAsia"/>
          <w:b w:val="0"/>
          <w:bCs w:val="0"/>
          <w:sz w:val="28"/>
          <w:szCs w:val="28"/>
        </w:rPr>
        <w:tab/>
      </w:r>
      <w:r>
        <w:rPr>
          <w:rFonts w:hint="eastAsia"/>
          <w:b w:val="0"/>
          <w:bCs w:val="0"/>
          <w:sz w:val="28"/>
          <w:szCs w:val="28"/>
        </w:rPr>
        <w:t>B.雄伟粗犷</w:t>
      </w:r>
      <w:r>
        <w:rPr>
          <w:rFonts w:hint="eastAsia"/>
          <w:b w:val="0"/>
          <w:bCs w:val="0"/>
          <w:sz w:val="28"/>
          <w:szCs w:val="28"/>
        </w:rPr>
        <w:tab/>
      </w:r>
      <w:r>
        <w:rPr>
          <w:rFonts w:hint="eastAsia"/>
          <w:b w:val="0"/>
          <w:bCs w:val="0"/>
          <w:sz w:val="28"/>
          <w:szCs w:val="28"/>
        </w:rPr>
        <w:tab/>
      </w:r>
      <w:r>
        <w:rPr>
          <w:rFonts w:hint="eastAsia"/>
          <w:b w:val="0"/>
          <w:bCs w:val="0"/>
          <w:sz w:val="28"/>
          <w:szCs w:val="28"/>
        </w:rPr>
        <w:t>C.潇洒素淡</w:t>
      </w:r>
      <w:r>
        <w:rPr>
          <w:rFonts w:hint="eastAsia"/>
          <w:b w:val="0"/>
          <w:bCs w:val="0"/>
          <w:sz w:val="28"/>
          <w:szCs w:val="28"/>
        </w:rPr>
        <w:tab/>
      </w:r>
      <w:r>
        <w:rPr>
          <w:rFonts w:hint="eastAsia"/>
          <w:b w:val="0"/>
          <w:bCs w:val="0"/>
          <w:sz w:val="28"/>
          <w:szCs w:val="28"/>
        </w:rPr>
        <w:tab/>
      </w:r>
      <w:r>
        <w:rPr>
          <w:rFonts w:hint="eastAsia"/>
          <w:b w:val="0"/>
          <w:bCs w:val="0"/>
          <w:sz w:val="28"/>
          <w:szCs w:val="28"/>
        </w:rPr>
        <w:tab/>
      </w:r>
      <w:r>
        <w:rPr>
          <w:rFonts w:hint="eastAsia"/>
          <w:b w:val="0"/>
          <w:bCs w:val="0"/>
          <w:sz w:val="28"/>
          <w:szCs w:val="28"/>
        </w:rPr>
        <w:t>D.春风涤荡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</w:rPr>
        <w:t>2．“银龙蛰伏在龙潭里，正养神呢！”这句话运用了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sz w:val="28"/>
          <w:szCs w:val="28"/>
        </w:rPr>
        <w:t>的修辞手法，“银龙”指的是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b w:val="0"/>
          <w:bCs w:val="0"/>
          <w:sz w:val="28"/>
          <w:szCs w:val="28"/>
        </w:rPr>
        <w:t>，这句话表达了</w:t>
      </w:r>
      <w:r>
        <w:rPr>
          <w:rFonts w:hint="eastAsia"/>
          <w:b w:val="0"/>
          <w:bCs w:val="0"/>
          <w:sz w:val="28"/>
          <w:szCs w:val="28"/>
          <w:u w:val="single"/>
        </w:rPr>
        <w:tab/>
      </w:r>
      <w:r>
        <w:rPr>
          <w:rFonts w:hint="eastAsia"/>
          <w:b w:val="0"/>
          <w:bCs w:val="0"/>
          <w:sz w:val="28"/>
          <w:szCs w:val="28"/>
          <w:u w:val="single"/>
        </w:rPr>
        <w:tab/>
      </w:r>
      <w:r>
        <w:rPr>
          <w:rFonts w:hint="eastAsia"/>
          <w:b w:val="0"/>
          <w:bCs w:val="0"/>
          <w:sz w:val="28"/>
          <w:szCs w:val="28"/>
          <w:u w:val="single"/>
        </w:rPr>
        <w:tab/>
      </w:r>
      <w:r>
        <w:rPr>
          <w:rFonts w:hint="eastAsia"/>
          <w:b w:val="0"/>
          <w:bCs w:val="0"/>
          <w:sz w:val="28"/>
          <w:szCs w:val="28"/>
          <w:u w:val="single"/>
        </w:rPr>
        <w:tab/>
      </w:r>
      <w:r>
        <w:rPr>
          <w:rFonts w:hint="eastAsia"/>
          <w:b w:val="0"/>
          <w:bCs w:val="0"/>
          <w:sz w:val="28"/>
          <w:szCs w:val="28"/>
          <w:u w:val="single"/>
        </w:rPr>
        <w:tab/>
      </w:r>
      <w:r>
        <w:rPr>
          <w:rFonts w:hint="eastAsia"/>
          <w:b w:val="0"/>
          <w:bCs w:val="0"/>
          <w:sz w:val="28"/>
          <w:szCs w:val="28"/>
          <w:u w:val="single"/>
        </w:rPr>
        <w:tab/>
      </w:r>
      <w:r>
        <w:rPr>
          <w:rFonts w:hint="eastAsia"/>
          <w:b w:val="0"/>
          <w:bCs w:val="0"/>
          <w:sz w:val="28"/>
          <w:szCs w:val="28"/>
          <w:u w:val="single"/>
        </w:rPr>
        <w:tab/>
      </w:r>
      <w:r>
        <w:rPr>
          <w:rFonts w:hint="default" w:ascii="宋体" w:hAnsi="Courier New" w:eastAsia="宋体" w:cs="Courier New"/>
          <w:b w:val="0"/>
          <w:bCs w:val="0"/>
          <w:kern w:val="2"/>
          <w:sz w:val="28"/>
          <w:szCs w:val="28"/>
          <w:lang w:val="en-US" w:eastAsia="zh-CN" w:bidi="ar-SA"/>
        </w:rPr>
        <w:t>（</w:t>
      </w:r>
      <w:r>
        <w:rPr>
          <w:rFonts w:hint="eastAsia" w:hAnsi="Courier New" w:eastAsia="宋体" w:cs="Courier New"/>
          <w:b w:val="0"/>
          <w:bCs w:val="0"/>
          <w:kern w:val="2"/>
          <w:sz w:val="28"/>
          <w:szCs w:val="28"/>
          <w:lang w:val="en-US" w:eastAsia="zh-CN" w:bidi="ar-SA"/>
        </w:rPr>
        <w:t>1.5</w:t>
      </w:r>
      <w:r>
        <w:rPr>
          <w:rFonts w:hint="eastAsia" w:ascii="宋体" w:hAnsi="宋体"/>
          <w:b w:val="0"/>
          <w:bCs w:val="0"/>
          <w:sz w:val="28"/>
          <w:szCs w:val="28"/>
        </w:rPr>
        <w:t>☆</w:t>
      </w:r>
      <w:r>
        <w:rPr>
          <w:rFonts w:hint="default" w:ascii="宋体" w:hAnsi="Courier New" w:eastAsia="宋体" w:cs="Courier New"/>
          <w:b w:val="0"/>
          <w:bCs w:val="0"/>
          <w:kern w:val="2"/>
          <w:sz w:val="28"/>
          <w:szCs w:val="28"/>
          <w:lang w:val="en-US" w:eastAsia="zh-CN" w:bidi="ar-SA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/>
          <w:b w:val="0"/>
          <w:bCs w:val="0"/>
          <w:sz w:val="28"/>
          <w:szCs w:val="28"/>
        </w:rPr>
        <w:t>．用“</w:t>
      </w:r>
      <w:r>
        <w:rPr>
          <w:rFonts w:hint="eastAsia"/>
          <w:b w:val="0"/>
          <w:bCs w:val="0"/>
          <w:sz w:val="28"/>
          <w:szCs w:val="28"/>
        </w:rPr>
        <w:tab/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b w:val="0"/>
          <w:bCs w:val="0"/>
          <w:sz w:val="28"/>
          <w:szCs w:val="28"/>
        </w:rPr>
        <w:t>”画出一个直接描写大龙湫美丽景色的句子，用“～～”画出一个写作者感受的句子，并说说在写景中融入感受有什么好处。（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 w:val="0"/>
          <w:bCs w:val="0"/>
          <w:sz w:val="28"/>
          <w:szCs w:val="28"/>
        </w:rPr>
        <w:t>☆</w:t>
      </w:r>
      <w:r>
        <w:rPr>
          <w:rFonts w:hint="eastAsia"/>
          <w:b w:val="0"/>
          <w:bCs w:val="0"/>
          <w:sz w:val="28"/>
          <w:szCs w:val="28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eastAsia="宋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                                   </w:t>
      </w:r>
    </w:p>
    <w:p>
      <w:pPr>
        <w:spacing w:line="480" w:lineRule="exact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(三）整本书阅读（2☆）</w:t>
      </w:r>
    </w:p>
    <w:p>
      <w:pPr>
        <w:pStyle w:val="2"/>
        <w:spacing w:line="480" w:lineRule="exact"/>
        <w:rPr>
          <w:rFonts w:hint="eastAsia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ascii="宋体" w:hAnsi="宋体" w:eastAsia="宋体" w:cs="宋体"/>
          <w:sz w:val="28"/>
          <w:szCs w:val="28"/>
        </w:rPr>
        <w:t>《</w:t>
      </w:r>
      <w:r>
        <w:rPr>
          <w:rFonts w:hint="eastAsia" w:hAnsi="宋体" w:eastAsia="宋体" w:cs="宋体"/>
          <w:sz w:val="28"/>
          <w:szCs w:val="28"/>
          <w:lang w:val="en-US" w:eastAsia="zh-CN"/>
        </w:rPr>
        <w:t>童年</w:t>
      </w:r>
      <w:r>
        <w:rPr>
          <w:rFonts w:ascii="宋体" w:hAnsi="宋体" w:eastAsia="宋体" w:cs="宋体"/>
          <w:sz w:val="28"/>
          <w:szCs w:val="28"/>
        </w:rPr>
        <w:t>》</w:t>
      </w:r>
      <w:r>
        <w:rPr>
          <w:rFonts w:hint="eastAsia" w:hAnsi="宋体" w:eastAsia="宋体" w:cs="宋体"/>
          <w:sz w:val="28"/>
          <w:szCs w:val="28"/>
          <w:lang w:val="en-US" w:eastAsia="zh-CN"/>
        </w:rPr>
        <w:t xml:space="preserve">这本书刻画了众多的人物形象，有 </w:t>
      </w:r>
      <w:r>
        <w:rPr>
          <w:rFonts w:hint="eastAsia" w:hAnsi="宋体" w:eastAsia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hAnsi="宋体" w:eastAsia="宋体" w:cs="宋体"/>
          <w:sz w:val="28"/>
          <w:szCs w:val="28"/>
          <w:u w:val="none"/>
          <w:lang w:val="en-US" w:eastAsia="zh-CN"/>
        </w:rPr>
        <w:t xml:space="preserve"> 的外祖父，有</w:t>
      </w:r>
    </w:p>
    <w:p>
      <w:pPr>
        <w:pStyle w:val="2"/>
        <w:spacing w:line="480" w:lineRule="exact"/>
        <w:rPr>
          <w:rFonts w:hint="default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hAnsi="宋体" w:eastAsia="宋体" w:cs="宋体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hAnsi="宋体" w:eastAsia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hAnsi="宋体" w:eastAsia="宋体" w:cs="宋体"/>
          <w:sz w:val="28"/>
          <w:szCs w:val="28"/>
          <w:u w:val="none"/>
          <w:lang w:val="en-US" w:eastAsia="zh-CN"/>
        </w:rPr>
        <w:t xml:space="preserve"> 的外祖母，有</w:t>
      </w:r>
      <w:r>
        <w:rPr>
          <w:rFonts w:hint="eastAsia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hAnsi="宋体" w:eastAsia="宋体" w:cs="宋体"/>
          <w:sz w:val="28"/>
          <w:szCs w:val="28"/>
          <w:u w:val="none"/>
          <w:lang w:val="en-US" w:eastAsia="zh-CN"/>
        </w:rPr>
        <w:t xml:space="preserve"> 的小茨冈，有</w:t>
      </w:r>
      <w:r>
        <w:rPr>
          <w:rFonts w:hint="eastAsia" w:hAnsi="宋体" w:eastAsia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hAnsi="宋体" w:eastAsia="宋体" w:cs="宋体"/>
          <w:sz w:val="28"/>
          <w:szCs w:val="28"/>
          <w:u w:val="none"/>
          <w:lang w:val="en-US" w:eastAsia="zh-CN"/>
        </w:rPr>
        <w:t xml:space="preserve"> 的老工人格里戈里。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25" w:line="380" w:lineRule="exact"/>
        <w:jc w:val="left"/>
        <w:textAlignment w:val="auto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五、习作乐园。（15☆）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宋体" w:hAnsi="宋体" w:cs="宋体"/>
          <w:color w:val="000000"/>
          <w:spacing w:val="5"/>
          <w:sz w:val="28"/>
          <w:szCs w:val="28"/>
          <w:shd w:val="clear" w:color="auto" w:fill="FFFFFF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2113" w:h="15309" w:orient="landscape"/>
          <w:pgMar w:top="1198" w:right="1134" w:bottom="999" w:left="1051" w:header="0" w:footer="851" w:gutter="113"/>
          <w:pgNumType w:start="1"/>
          <w:cols w:space="1331" w:num="2"/>
          <w:docGrid w:type="lines" w:linePitch="400" w:charSpace="0"/>
        </w:sectPr>
      </w:pPr>
      <w:r>
        <w:rPr>
          <w:rFonts w:hint="eastAsia" w:ascii="宋体" w:hAnsi="宋体" w:cs="宋体"/>
          <w:sz w:val="28"/>
          <w:szCs w:val="28"/>
          <w:lang w:val="en-US" w:eastAsia="zh-CN"/>
        </w:rPr>
        <w:t>生活是一本博大精深的无字之书，它给我们以启迪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生活中，我们能感受到人间的真情，领悟到做人的道理，体验到生命的意义......这些都是生活馈赠给我们的财富。想一想，你的生活中什么是最珍贵的，请你以“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 xml:space="preserve"> 最珍贵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”为题，先将题目补充完整，再写下这篇记叙文。要求：内容</w:t>
      </w:r>
      <w:r>
        <w:rPr>
          <w:rFonts w:hint="eastAsia" w:ascii="宋体" w:hAnsi="宋体" w:cs="宋体"/>
          <w:sz w:val="28"/>
          <w:szCs w:val="28"/>
          <w:lang w:eastAsia="zh-CN"/>
        </w:rPr>
        <w:t>具体、生动，语句通顺，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字数</w:t>
      </w:r>
      <w:r>
        <w:rPr>
          <w:rFonts w:hint="eastAsia" w:ascii="宋体" w:hAnsi="宋体" w:eastAsia="宋体" w:cs="宋体"/>
          <w:sz w:val="28"/>
          <w:szCs w:val="28"/>
        </w:rPr>
        <w:t>450字左右。</w:t>
      </w:r>
    </w:p>
    <w:p>
      <w:bookmarkStart w:id="1" w:name="_GoBack"/>
      <w:bookmarkEnd w:id="1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 xml:space="preserve">                                             1                                                                                                    2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7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Style w:val="12"/>
        <w:rFonts w:hint="eastAsia"/>
      </w:rPr>
      <w:t xml:space="preserve">                                          3                                                                                                       4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tabs>
        <w:tab w:val="left" w:pos="3104"/>
      </w:tabs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-492760</wp:posOffset>
              </wp:positionH>
              <wp:positionV relativeFrom="paragraph">
                <wp:posOffset>241300</wp:posOffset>
              </wp:positionV>
              <wp:extent cx="923925" cy="9014460"/>
              <wp:effectExtent l="5080" t="4445" r="4445" b="10795"/>
              <wp:wrapSquare wrapText="bothSides"/>
              <wp:docPr id="5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3925" cy="9014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 cap="rnd" cmpd="sng">
                        <a:solidFill>
                          <a:srgbClr val="FFFFFF"/>
                        </a:solidFill>
                        <a:prstDash val="sysDot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vert="vert270" wrap="square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-38.8pt;margin-top:19pt;height:709.8pt;width:72.75pt;mso-wrap-distance-bottom:0pt;mso-wrap-distance-left:9pt;mso-wrap-distance-right:9pt;mso-wrap-distance-top:0pt;z-index:251661312;mso-width-relative:page;mso-height-relative:page;" fillcolor="#FFFFFF" filled="t" stroked="t" coordsize="21600,21600" o:gfxdata="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+2OCg1gAAAAoB&#10;AAAPAAAAAAAAAAEAIAAAACIAAABkcnMvZG93bnJldi54bWxQSwECFAAUAAAACACHTuJAhEYRBR0C&#10;AABTBAAADgAAAAAAAAABACAAAAAlAQAAZHJzL2Uyb0RvYy54bWxQSwUGAAAAAAYABgBZAQAAtAUA&#10;AAAA&#10;">
              <v:fill on="t" focussize="0,0"/>
              <v:stroke weight="0.25pt" color="#FFFFFF" joinstyle="miter" dashstyle="1 1" endcap="round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</w:p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jc w:val="both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-615950</wp:posOffset>
              </wp:positionH>
              <wp:positionV relativeFrom="paragraph">
                <wp:posOffset>368300</wp:posOffset>
              </wp:positionV>
              <wp:extent cx="923925" cy="9014460"/>
              <wp:effectExtent l="5080" t="4445" r="4445" b="10795"/>
              <wp:wrapSquare wrapText="bothSides"/>
              <wp:docPr id="4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3925" cy="9014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ind w:firstLine="1320" w:firstLineChars="550"/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古城中学考试专用卷(内部资料,请勿外传)  班级</w:t>
                          </w:r>
                          <w:r>
                            <w:rPr>
                              <w:rFonts w:hint="eastAsia"/>
                              <w:sz w:val="24"/>
                              <w:u w:val="single"/>
                            </w:rPr>
                            <w:t>　　　　　　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姓名</w:t>
                          </w:r>
                          <w:r>
                            <w:rPr>
                              <w:rFonts w:hint="eastAsia"/>
                              <w:sz w:val="24"/>
                              <w:u w:val="single"/>
                            </w:rPr>
                            <w:t>　　　　　　　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学号</w:t>
                          </w:r>
                          <w:r>
                            <w:rPr>
                              <w:rFonts w:hint="eastAsia"/>
                              <w:sz w:val="24"/>
                              <w:u w:val="single"/>
                            </w:rPr>
                            <w:t xml:space="preserve">　　　　　　　　　   </w:t>
                          </w:r>
                        </w:p>
                        <w:p>
                          <w:pPr>
                            <w:ind w:firstLine="840" w:firstLineChars="300"/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4"/>
                            </w:rPr>
                            <w:t>⊙⊙⊙⊙⊙⊙⊙⊙⊙⊙⊙⊙　密　⊙⊙⊙⊙⊙⊙⊙⊙⊙⊙⊙　封　⊙⊙⊙⊙⊙⊙⊙⊙⊙⊙⊙⊙⊙　线　⊙⊙⊙⊙⊙⊙⊙⊙⊙⊙⊙⊙⊙</w:t>
                          </w:r>
                        </w:p>
                        <w:p>
                          <w:pPr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vert="vert270" wrap="square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-48.5pt;margin-top:29pt;height:709.8pt;width:72.75pt;mso-wrap-distance-bottom:0pt;mso-wrap-distance-left:9pt;mso-wrap-distance-right:9pt;mso-wrap-distance-top:0pt;z-index:251660288;mso-width-relative:page;mso-height-relative:page;" fillcolor="#FFFFFF" filled="t" stroked="t" coordsize="21600,21600" o:gfxdata="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imPM/2QAAAAoB&#10;AAAPAAAAAAAAAAEAIAAAACIAAABkcnMvZG93bnJldi54bWxQSwECFAAUAAAACACHTuJA+aB8BhoC&#10;AABTBAAADgAAAAAAAAABACAAAAAoAQAAZHJzL2Uyb0RvYy54bWxQSwUGAAAAAAYABgBZAQAAtAUA&#10;AAAA&#10;">
              <v:fill on="t" focussize="0,0"/>
              <v:stroke color="#FFFFFF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ind w:firstLine="1320" w:firstLineChars="550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古城中学考试专用卷(内部资料,请勿外传)  班级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>　　　　　　</w:t>
                    </w:r>
                    <w:r>
                      <w:rPr>
                        <w:rFonts w:hint="eastAsia"/>
                        <w:sz w:val="24"/>
                      </w:rPr>
                      <w:t>姓名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>　　　　　　　</w:t>
                    </w:r>
                    <w:r>
                      <w:rPr>
                        <w:rFonts w:hint="eastAsia"/>
                        <w:sz w:val="24"/>
                      </w:rPr>
                      <w:t>学号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 xml:space="preserve">　　　　　　　　　   </w:t>
                    </w:r>
                  </w:p>
                  <w:p>
                    <w:pPr>
                      <w:ind w:firstLine="840" w:firstLineChars="300"/>
                      <w:rPr>
                        <w:rFonts w:hint="eastAsia" w:ascii="宋体" w:hAnsi="宋体"/>
                        <w:sz w:val="28"/>
                        <w:szCs w:val="28"/>
                      </w:rPr>
                    </w:pPr>
                  </w:p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 w:ascii="宋体" w:hAnsi="宋体"/>
                        <w:sz w:val="24"/>
                      </w:rPr>
                      <w:t>⊙⊙⊙⊙⊙⊙⊙⊙⊙⊙⊙⊙　密　⊙⊙⊙⊙⊙⊙⊙⊙⊙⊙⊙　封　⊙⊙⊙⊙⊙⊙⊙⊙⊙⊙⊙⊙⊙　线　⊙⊙⊙⊙⊙⊙⊙⊙⊙⊙⊙⊙⊙</w:t>
                    </w:r>
                  </w:p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</w:p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3E4E3B"/>
    <w:multiLevelType w:val="singleLevel"/>
    <w:tmpl w:val="E53E4E3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330F193"/>
    <w:multiLevelType w:val="singleLevel"/>
    <w:tmpl w:val="2330F19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attachedTemplate r:id="rId1"/>
  <w:documentProtection w:enforcement="0"/>
  <w:defaultTabStop w:val="420"/>
  <w:evenAndOddHeaders w:val="1"/>
  <w:drawingGridHorizontalSpacing w:val="97"/>
  <w:drawingGridVerticalSpacing w:val="200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45D92"/>
    <w:rsid w:val="00062399"/>
    <w:rsid w:val="00063536"/>
    <w:rsid w:val="00085677"/>
    <w:rsid w:val="0008618A"/>
    <w:rsid w:val="00093028"/>
    <w:rsid w:val="000A2DAB"/>
    <w:rsid w:val="000B0B57"/>
    <w:rsid w:val="000C42EC"/>
    <w:rsid w:val="000F6A36"/>
    <w:rsid w:val="00111FD1"/>
    <w:rsid w:val="00117FCA"/>
    <w:rsid w:val="001219BD"/>
    <w:rsid w:val="0014076A"/>
    <w:rsid w:val="00156BA4"/>
    <w:rsid w:val="001A03C5"/>
    <w:rsid w:val="001A204F"/>
    <w:rsid w:val="001A24DA"/>
    <w:rsid w:val="001F33AB"/>
    <w:rsid w:val="00225B65"/>
    <w:rsid w:val="0023198F"/>
    <w:rsid w:val="0023471E"/>
    <w:rsid w:val="00243B32"/>
    <w:rsid w:val="00257B45"/>
    <w:rsid w:val="002816B1"/>
    <w:rsid w:val="00281E43"/>
    <w:rsid w:val="002A5A6E"/>
    <w:rsid w:val="002A5C44"/>
    <w:rsid w:val="002D4EBE"/>
    <w:rsid w:val="002E1ADF"/>
    <w:rsid w:val="002F488B"/>
    <w:rsid w:val="00315B26"/>
    <w:rsid w:val="00330E9C"/>
    <w:rsid w:val="00330FBB"/>
    <w:rsid w:val="0033126D"/>
    <w:rsid w:val="00365FC4"/>
    <w:rsid w:val="00381F6B"/>
    <w:rsid w:val="00390C1B"/>
    <w:rsid w:val="00393998"/>
    <w:rsid w:val="003A0EAD"/>
    <w:rsid w:val="003C4359"/>
    <w:rsid w:val="004151FC"/>
    <w:rsid w:val="004151FF"/>
    <w:rsid w:val="00423F29"/>
    <w:rsid w:val="0046054F"/>
    <w:rsid w:val="004A2231"/>
    <w:rsid w:val="004A37C7"/>
    <w:rsid w:val="004A3CD6"/>
    <w:rsid w:val="004A4ECE"/>
    <w:rsid w:val="004B35D4"/>
    <w:rsid w:val="004C5FC5"/>
    <w:rsid w:val="004F74BE"/>
    <w:rsid w:val="00500F12"/>
    <w:rsid w:val="00502F70"/>
    <w:rsid w:val="00511F03"/>
    <w:rsid w:val="00521FD2"/>
    <w:rsid w:val="00534BCE"/>
    <w:rsid w:val="00550566"/>
    <w:rsid w:val="00557676"/>
    <w:rsid w:val="005709EF"/>
    <w:rsid w:val="00592C6B"/>
    <w:rsid w:val="005C015E"/>
    <w:rsid w:val="005F2EA9"/>
    <w:rsid w:val="005F4095"/>
    <w:rsid w:val="005F6950"/>
    <w:rsid w:val="005F7776"/>
    <w:rsid w:val="00600D14"/>
    <w:rsid w:val="00603BBD"/>
    <w:rsid w:val="00642B76"/>
    <w:rsid w:val="0065019C"/>
    <w:rsid w:val="00656E2D"/>
    <w:rsid w:val="00657FF7"/>
    <w:rsid w:val="00664BCE"/>
    <w:rsid w:val="0067158B"/>
    <w:rsid w:val="00672EDD"/>
    <w:rsid w:val="006970E4"/>
    <w:rsid w:val="006A595E"/>
    <w:rsid w:val="006A7BA5"/>
    <w:rsid w:val="006B3506"/>
    <w:rsid w:val="006B5C44"/>
    <w:rsid w:val="006C735F"/>
    <w:rsid w:val="00714A27"/>
    <w:rsid w:val="0072100E"/>
    <w:rsid w:val="00722B12"/>
    <w:rsid w:val="00723646"/>
    <w:rsid w:val="007578D9"/>
    <w:rsid w:val="007819A8"/>
    <w:rsid w:val="00783AA5"/>
    <w:rsid w:val="00796BBB"/>
    <w:rsid w:val="007A11CE"/>
    <w:rsid w:val="007E542D"/>
    <w:rsid w:val="0080729C"/>
    <w:rsid w:val="00815806"/>
    <w:rsid w:val="00825FD9"/>
    <w:rsid w:val="00842FB9"/>
    <w:rsid w:val="0089260E"/>
    <w:rsid w:val="00895240"/>
    <w:rsid w:val="008A28FF"/>
    <w:rsid w:val="008A433B"/>
    <w:rsid w:val="008C2F6D"/>
    <w:rsid w:val="008E03F9"/>
    <w:rsid w:val="008F4B6F"/>
    <w:rsid w:val="0096713B"/>
    <w:rsid w:val="00982706"/>
    <w:rsid w:val="009845D3"/>
    <w:rsid w:val="00987AD4"/>
    <w:rsid w:val="00993F0C"/>
    <w:rsid w:val="00997CF4"/>
    <w:rsid w:val="009C13B7"/>
    <w:rsid w:val="009C5D53"/>
    <w:rsid w:val="009C6386"/>
    <w:rsid w:val="009F575F"/>
    <w:rsid w:val="00A0042E"/>
    <w:rsid w:val="00A325AF"/>
    <w:rsid w:val="00A35E47"/>
    <w:rsid w:val="00A526D5"/>
    <w:rsid w:val="00A5466D"/>
    <w:rsid w:val="00A556EE"/>
    <w:rsid w:val="00A56833"/>
    <w:rsid w:val="00A70CC1"/>
    <w:rsid w:val="00A74DA0"/>
    <w:rsid w:val="00A84DEB"/>
    <w:rsid w:val="00A87D96"/>
    <w:rsid w:val="00AB61DF"/>
    <w:rsid w:val="00AC4213"/>
    <w:rsid w:val="00AE057D"/>
    <w:rsid w:val="00AE5120"/>
    <w:rsid w:val="00B14647"/>
    <w:rsid w:val="00B37839"/>
    <w:rsid w:val="00B4324F"/>
    <w:rsid w:val="00B50009"/>
    <w:rsid w:val="00B52964"/>
    <w:rsid w:val="00B740A7"/>
    <w:rsid w:val="00BB47B8"/>
    <w:rsid w:val="00BC4F86"/>
    <w:rsid w:val="00BC7ACC"/>
    <w:rsid w:val="00BD5E7F"/>
    <w:rsid w:val="00BE510C"/>
    <w:rsid w:val="00BF3C96"/>
    <w:rsid w:val="00C02FC6"/>
    <w:rsid w:val="00C06C8F"/>
    <w:rsid w:val="00C07A8D"/>
    <w:rsid w:val="00C17A1D"/>
    <w:rsid w:val="00C310C1"/>
    <w:rsid w:val="00C41F48"/>
    <w:rsid w:val="00C52D66"/>
    <w:rsid w:val="00C805F0"/>
    <w:rsid w:val="00C92D91"/>
    <w:rsid w:val="00C94B5D"/>
    <w:rsid w:val="00CC2D55"/>
    <w:rsid w:val="00CE0222"/>
    <w:rsid w:val="00CE3539"/>
    <w:rsid w:val="00CF402F"/>
    <w:rsid w:val="00CF43C4"/>
    <w:rsid w:val="00D06AC6"/>
    <w:rsid w:val="00D1626D"/>
    <w:rsid w:val="00D20B03"/>
    <w:rsid w:val="00D26CB9"/>
    <w:rsid w:val="00D34529"/>
    <w:rsid w:val="00D54291"/>
    <w:rsid w:val="00D70FB0"/>
    <w:rsid w:val="00D8231A"/>
    <w:rsid w:val="00D87784"/>
    <w:rsid w:val="00DB774F"/>
    <w:rsid w:val="00DE0090"/>
    <w:rsid w:val="00DF673C"/>
    <w:rsid w:val="00E31C45"/>
    <w:rsid w:val="00E47F3E"/>
    <w:rsid w:val="00E50483"/>
    <w:rsid w:val="00E51CB4"/>
    <w:rsid w:val="00E54FAE"/>
    <w:rsid w:val="00E556E4"/>
    <w:rsid w:val="00E56332"/>
    <w:rsid w:val="00E61ABA"/>
    <w:rsid w:val="00E6566E"/>
    <w:rsid w:val="00E6692A"/>
    <w:rsid w:val="00E732C3"/>
    <w:rsid w:val="00E87F7F"/>
    <w:rsid w:val="00EA73BF"/>
    <w:rsid w:val="00EB0977"/>
    <w:rsid w:val="00EB0BC0"/>
    <w:rsid w:val="00EC3B6D"/>
    <w:rsid w:val="00EC4A46"/>
    <w:rsid w:val="00EF08D5"/>
    <w:rsid w:val="00F0482B"/>
    <w:rsid w:val="00F05163"/>
    <w:rsid w:val="00F53E73"/>
    <w:rsid w:val="00F568DD"/>
    <w:rsid w:val="00F84DAD"/>
    <w:rsid w:val="00F95D36"/>
    <w:rsid w:val="00FC47FE"/>
    <w:rsid w:val="00FC7570"/>
    <w:rsid w:val="00FD0789"/>
    <w:rsid w:val="00FF15EC"/>
    <w:rsid w:val="01227892"/>
    <w:rsid w:val="016C12B6"/>
    <w:rsid w:val="01811C5F"/>
    <w:rsid w:val="01B23B4D"/>
    <w:rsid w:val="029C58A3"/>
    <w:rsid w:val="02B80EB3"/>
    <w:rsid w:val="0321357C"/>
    <w:rsid w:val="03310A2C"/>
    <w:rsid w:val="04194E1D"/>
    <w:rsid w:val="049C0318"/>
    <w:rsid w:val="04D8667F"/>
    <w:rsid w:val="06056AA9"/>
    <w:rsid w:val="0630786A"/>
    <w:rsid w:val="063834FB"/>
    <w:rsid w:val="06BC0985"/>
    <w:rsid w:val="06F6719C"/>
    <w:rsid w:val="075E2F59"/>
    <w:rsid w:val="0790701B"/>
    <w:rsid w:val="07DA597F"/>
    <w:rsid w:val="07DB246A"/>
    <w:rsid w:val="08657F37"/>
    <w:rsid w:val="08C63C4C"/>
    <w:rsid w:val="08D44E10"/>
    <w:rsid w:val="09097C45"/>
    <w:rsid w:val="09622BE1"/>
    <w:rsid w:val="097A1D4E"/>
    <w:rsid w:val="09A71738"/>
    <w:rsid w:val="09CA3D4D"/>
    <w:rsid w:val="0A4365F1"/>
    <w:rsid w:val="0A496D62"/>
    <w:rsid w:val="0AA17C2E"/>
    <w:rsid w:val="0ADE38BE"/>
    <w:rsid w:val="0B8C24EC"/>
    <w:rsid w:val="0CE02193"/>
    <w:rsid w:val="0DB10498"/>
    <w:rsid w:val="0DB86F2A"/>
    <w:rsid w:val="0DCB00F9"/>
    <w:rsid w:val="0E113951"/>
    <w:rsid w:val="0EE24F46"/>
    <w:rsid w:val="0F475451"/>
    <w:rsid w:val="0F7B1ABD"/>
    <w:rsid w:val="101B3480"/>
    <w:rsid w:val="10E1791A"/>
    <w:rsid w:val="10F94F5B"/>
    <w:rsid w:val="115B049F"/>
    <w:rsid w:val="11B77CF9"/>
    <w:rsid w:val="1204638B"/>
    <w:rsid w:val="12BA2DEF"/>
    <w:rsid w:val="132037D1"/>
    <w:rsid w:val="13B909A8"/>
    <w:rsid w:val="14986618"/>
    <w:rsid w:val="14DB255E"/>
    <w:rsid w:val="14E92C46"/>
    <w:rsid w:val="1635775C"/>
    <w:rsid w:val="166D11CB"/>
    <w:rsid w:val="16C40845"/>
    <w:rsid w:val="173E4211"/>
    <w:rsid w:val="17556FB7"/>
    <w:rsid w:val="1805663B"/>
    <w:rsid w:val="180F16FB"/>
    <w:rsid w:val="18F9627A"/>
    <w:rsid w:val="191B5612"/>
    <w:rsid w:val="1A19627D"/>
    <w:rsid w:val="1AB372F9"/>
    <w:rsid w:val="1AF12486"/>
    <w:rsid w:val="1B3E4935"/>
    <w:rsid w:val="1B3F3ECB"/>
    <w:rsid w:val="1B8B65FB"/>
    <w:rsid w:val="1BF51CE5"/>
    <w:rsid w:val="1C4D2820"/>
    <w:rsid w:val="1CA4221D"/>
    <w:rsid w:val="1CB433DD"/>
    <w:rsid w:val="1CBF4F7C"/>
    <w:rsid w:val="1CEE4D41"/>
    <w:rsid w:val="1D5A65D2"/>
    <w:rsid w:val="1D907C42"/>
    <w:rsid w:val="1DF0060A"/>
    <w:rsid w:val="1E8719A9"/>
    <w:rsid w:val="1EA3536A"/>
    <w:rsid w:val="1F22592D"/>
    <w:rsid w:val="1F8F739B"/>
    <w:rsid w:val="205C7456"/>
    <w:rsid w:val="20FC26C3"/>
    <w:rsid w:val="21117DD3"/>
    <w:rsid w:val="21200D31"/>
    <w:rsid w:val="222B65FB"/>
    <w:rsid w:val="229A5DA2"/>
    <w:rsid w:val="22F21CEF"/>
    <w:rsid w:val="23077D12"/>
    <w:rsid w:val="238027C9"/>
    <w:rsid w:val="23967035"/>
    <w:rsid w:val="23F8697F"/>
    <w:rsid w:val="24E936C2"/>
    <w:rsid w:val="25061054"/>
    <w:rsid w:val="25815AEB"/>
    <w:rsid w:val="25D40519"/>
    <w:rsid w:val="26D17489"/>
    <w:rsid w:val="271D5CD9"/>
    <w:rsid w:val="27E46366"/>
    <w:rsid w:val="286A2A40"/>
    <w:rsid w:val="28811C03"/>
    <w:rsid w:val="28D70BBF"/>
    <w:rsid w:val="29952AC9"/>
    <w:rsid w:val="29BC05E6"/>
    <w:rsid w:val="2A671916"/>
    <w:rsid w:val="2AF20F95"/>
    <w:rsid w:val="2B7F461F"/>
    <w:rsid w:val="2BA74333"/>
    <w:rsid w:val="2BC47AAF"/>
    <w:rsid w:val="2BDF3CC1"/>
    <w:rsid w:val="2CEA060F"/>
    <w:rsid w:val="2D193CFD"/>
    <w:rsid w:val="2D613248"/>
    <w:rsid w:val="2D785AA9"/>
    <w:rsid w:val="2E76454B"/>
    <w:rsid w:val="2F106245"/>
    <w:rsid w:val="307C0812"/>
    <w:rsid w:val="30AA78EB"/>
    <w:rsid w:val="30BF627D"/>
    <w:rsid w:val="312E679C"/>
    <w:rsid w:val="31F31A4C"/>
    <w:rsid w:val="32407D35"/>
    <w:rsid w:val="32623363"/>
    <w:rsid w:val="32BF3B65"/>
    <w:rsid w:val="33A549DA"/>
    <w:rsid w:val="33F77FA6"/>
    <w:rsid w:val="35557D81"/>
    <w:rsid w:val="370216DC"/>
    <w:rsid w:val="37CD6391"/>
    <w:rsid w:val="384237FA"/>
    <w:rsid w:val="38937F79"/>
    <w:rsid w:val="390C289E"/>
    <w:rsid w:val="399322FB"/>
    <w:rsid w:val="399A69F3"/>
    <w:rsid w:val="39B14AE3"/>
    <w:rsid w:val="3A012CAD"/>
    <w:rsid w:val="3A2151E2"/>
    <w:rsid w:val="3A3253B3"/>
    <w:rsid w:val="3A486389"/>
    <w:rsid w:val="3AB437EF"/>
    <w:rsid w:val="3AB522AE"/>
    <w:rsid w:val="3BCE6EAD"/>
    <w:rsid w:val="3C9C524B"/>
    <w:rsid w:val="3CBE4F0D"/>
    <w:rsid w:val="3E3B12BD"/>
    <w:rsid w:val="3EB046E6"/>
    <w:rsid w:val="3FE3232B"/>
    <w:rsid w:val="402E1596"/>
    <w:rsid w:val="4050649A"/>
    <w:rsid w:val="41883505"/>
    <w:rsid w:val="42FA6F76"/>
    <w:rsid w:val="431652C6"/>
    <w:rsid w:val="43510ABC"/>
    <w:rsid w:val="43B413F2"/>
    <w:rsid w:val="43B900FE"/>
    <w:rsid w:val="43E53742"/>
    <w:rsid w:val="44A17B62"/>
    <w:rsid w:val="44F75CA4"/>
    <w:rsid w:val="45881C15"/>
    <w:rsid w:val="45F13355"/>
    <w:rsid w:val="462F41B9"/>
    <w:rsid w:val="475D40F8"/>
    <w:rsid w:val="47B73383"/>
    <w:rsid w:val="483132A5"/>
    <w:rsid w:val="48A0155F"/>
    <w:rsid w:val="48D23C89"/>
    <w:rsid w:val="48E55299"/>
    <w:rsid w:val="491B68AF"/>
    <w:rsid w:val="492013D9"/>
    <w:rsid w:val="493C60A8"/>
    <w:rsid w:val="49776E0C"/>
    <w:rsid w:val="4A1C4289"/>
    <w:rsid w:val="4A52063B"/>
    <w:rsid w:val="4AE651F5"/>
    <w:rsid w:val="4B076CA5"/>
    <w:rsid w:val="4B192298"/>
    <w:rsid w:val="4BCE26A7"/>
    <w:rsid w:val="4CB57F37"/>
    <w:rsid w:val="4E961F91"/>
    <w:rsid w:val="4F212E86"/>
    <w:rsid w:val="4F635DE6"/>
    <w:rsid w:val="4F6A52A0"/>
    <w:rsid w:val="503B2712"/>
    <w:rsid w:val="50BF53DA"/>
    <w:rsid w:val="50F52CFF"/>
    <w:rsid w:val="50F97374"/>
    <w:rsid w:val="51464653"/>
    <w:rsid w:val="51EE6BAC"/>
    <w:rsid w:val="525A146B"/>
    <w:rsid w:val="529635E6"/>
    <w:rsid w:val="53406E37"/>
    <w:rsid w:val="53DD1128"/>
    <w:rsid w:val="540A3152"/>
    <w:rsid w:val="54EC428B"/>
    <w:rsid w:val="55213C83"/>
    <w:rsid w:val="554E6DF0"/>
    <w:rsid w:val="561A6B0B"/>
    <w:rsid w:val="56982DAC"/>
    <w:rsid w:val="57D13B62"/>
    <w:rsid w:val="58A46A0C"/>
    <w:rsid w:val="5A22442E"/>
    <w:rsid w:val="5A5A4D1D"/>
    <w:rsid w:val="5BE079FC"/>
    <w:rsid w:val="5C2D7FD4"/>
    <w:rsid w:val="5C7066F8"/>
    <w:rsid w:val="5C881AF1"/>
    <w:rsid w:val="5C8A3684"/>
    <w:rsid w:val="5D667D7C"/>
    <w:rsid w:val="5DA7153D"/>
    <w:rsid w:val="5DA91034"/>
    <w:rsid w:val="5F1675AB"/>
    <w:rsid w:val="5F453F59"/>
    <w:rsid w:val="5FA1292D"/>
    <w:rsid w:val="5FDF05E1"/>
    <w:rsid w:val="60271491"/>
    <w:rsid w:val="60BB6C12"/>
    <w:rsid w:val="610A7BEF"/>
    <w:rsid w:val="62690A4F"/>
    <w:rsid w:val="62F1002F"/>
    <w:rsid w:val="638E7DB5"/>
    <w:rsid w:val="65991E48"/>
    <w:rsid w:val="65CA186D"/>
    <w:rsid w:val="67C43AA3"/>
    <w:rsid w:val="67F42F4D"/>
    <w:rsid w:val="68DE0F69"/>
    <w:rsid w:val="69961F43"/>
    <w:rsid w:val="6A2B4D96"/>
    <w:rsid w:val="6A414AF1"/>
    <w:rsid w:val="6ABE7D0D"/>
    <w:rsid w:val="6B9A4C80"/>
    <w:rsid w:val="6C20228C"/>
    <w:rsid w:val="6C373EEE"/>
    <w:rsid w:val="6C670411"/>
    <w:rsid w:val="6C7D361D"/>
    <w:rsid w:val="6CB57156"/>
    <w:rsid w:val="6CD92C74"/>
    <w:rsid w:val="6CDF3C72"/>
    <w:rsid w:val="6D1D6C93"/>
    <w:rsid w:val="6DC34C89"/>
    <w:rsid w:val="6DDF3E39"/>
    <w:rsid w:val="6DF82518"/>
    <w:rsid w:val="6E5B1F2D"/>
    <w:rsid w:val="6E80215B"/>
    <w:rsid w:val="6FB20E08"/>
    <w:rsid w:val="6FE81F9B"/>
    <w:rsid w:val="70041DFF"/>
    <w:rsid w:val="702B1F1E"/>
    <w:rsid w:val="715D006A"/>
    <w:rsid w:val="71B124EB"/>
    <w:rsid w:val="768E6DF6"/>
    <w:rsid w:val="76A87AFF"/>
    <w:rsid w:val="76D25F8E"/>
    <w:rsid w:val="77127375"/>
    <w:rsid w:val="77194901"/>
    <w:rsid w:val="77EE1669"/>
    <w:rsid w:val="782D622E"/>
    <w:rsid w:val="7855536C"/>
    <w:rsid w:val="78593A04"/>
    <w:rsid w:val="78A550F3"/>
    <w:rsid w:val="799A3BF4"/>
    <w:rsid w:val="79EB0F41"/>
    <w:rsid w:val="7A62601A"/>
    <w:rsid w:val="7B1F72F8"/>
    <w:rsid w:val="7B6375A7"/>
    <w:rsid w:val="7BC56B03"/>
    <w:rsid w:val="7C663551"/>
    <w:rsid w:val="7CAB2837"/>
    <w:rsid w:val="7DF802B8"/>
    <w:rsid w:val="7E493E9F"/>
    <w:rsid w:val="7EA370B6"/>
    <w:rsid w:val="7EE70E85"/>
    <w:rsid w:val="7EF1462E"/>
    <w:rsid w:val="7EF758FD"/>
    <w:rsid w:val="7F883707"/>
    <w:rsid w:val="7F926F84"/>
    <w:rsid w:val="7FC13EC2"/>
    <w:rsid w:val="7FCE6C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11">
    <w:name w:val="Default Paragraph Font"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8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Hyperlink"/>
    <w:uiPriority w:val="0"/>
    <w:rPr>
      <w:color w:val="0000FF"/>
      <w:u w:val="single"/>
    </w:rPr>
  </w:style>
  <w:style w:type="character" w:customStyle="1" w:styleId="14">
    <w:name w:val="BT5"/>
    <w:uiPriority w:val="0"/>
    <w:rPr>
      <w:rFonts w:eastAsia="黑体"/>
      <w:bCs/>
    </w:rPr>
  </w:style>
  <w:style w:type="paragraph" w:customStyle="1" w:styleId="15">
    <w:name w:val="正文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we\Downloads\&#35821;&#25991;&#35797;&#39064;&#27169;&#29256;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语文试题模版</Template>
  <Company>Microsoft</Company>
  <Pages>3</Pages>
  <Words>2255</Words>
  <Characters>2363</Characters>
  <Lines>25</Lines>
  <Paragraphs>7</Paragraphs>
  <TotalTime>157293600</TotalTime>
  <ScaleCrop>false</ScaleCrop>
  <LinksUpToDate>false</LinksUpToDate>
  <CharactersWithSpaces>3939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2013-04-16T06:05:00Z</dcterms:created>
  <dc:creator>pwkgc</dc:creator>
  <cp:lastModifiedBy>。</cp:lastModifiedBy>
  <cp:lastPrinted>2016-04-21T03:47:00Z</cp:lastPrinted>
  <dcterms:modified xsi:type="dcterms:W3CDTF">2023-02-23T09:52:41Z</dcterms:modified>
  <dc:title>古城初中试卷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865C5BD3FAF948BB9EECE4EE8B6E61B1</vt:lpwstr>
  </property>
</Properties>
</file>