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11772900</wp:posOffset>
            </wp:positionV>
            <wp:extent cx="355600" cy="4064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-1108075</wp:posOffset>
                </wp:positionH>
                <wp:positionV relativeFrom="paragraph">
                  <wp:posOffset>-821690</wp:posOffset>
                </wp:positionV>
                <wp:extent cx="6026785" cy="1059942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736" cy="10599420"/>
                          <a:chOff x="0" y="0"/>
                          <a:chExt cx="8319" cy="16692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0" y="0"/>
                            <a:ext cx="1564" cy="16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943" w:firstLineChars="1400"/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</w:pP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lang w:val="en-US" w:eastAsia="zh-CN"/>
                                </w:rPr>
                                <w:t>学校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>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lang w:val="en-US" w:eastAsia="zh-CN"/>
                                </w:rPr>
                                <w:t>班级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>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lang w:val="en-US" w:eastAsia="zh-CN"/>
                                </w:rPr>
                                <w:t>姓名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>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lang w:val="en-US" w:eastAsia="zh-CN"/>
                                </w:rPr>
                                <w:t xml:space="preserve">  学号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>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b/>
                                </w:rPr>
                              </w:pPr>
                            </w:p>
                            <w:p>
                              <w:pPr>
                                <w:ind w:firstLine="422" w:firstLineChars="200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····································密·········································封······························线·····························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199" y="1012"/>
                            <a:ext cx="7120" cy="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eastAsia="黑体"/>
                                  <w:b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sz w:val="38"/>
                                  <w:szCs w:val="38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黑体" w:eastAsia="黑体"/>
                                  <w:b/>
                                  <w:sz w:val="48"/>
                                  <w:szCs w:val="4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sz w:val="38"/>
                                  <w:szCs w:val="38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eastAsia="黑体"/>
                                  <w:b/>
                                  <w:sz w:val="48"/>
                                  <w:szCs w:val="48"/>
                                  <w:lang w:val="en-US" w:eastAsia="zh-CN"/>
                                </w:rPr>
                                <w:t>五年级下册英语第三单元测试卷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7.25pt;margin-top:-64.7pt;height:834.6pt;width:474.55pt;z-index:251660288;mso-width-relative:page;mso-height-relative:page;" coordsize="8319,16692" o:gfxdata="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iZUu3eAAAA&#10;DgEAAA8AAAAAAAAAAQAgAAAAIgAAAGRycy9kb3ducmV2LnhtbFBLAQIUABQAAAAIAIdO4kAA61nh&#10;UAIAAAkGAAAOAAAAAAAAAAEAIAAAAC0BAABkcnMvZTJvRG9jLnhtbFBLBQYAAAAABgAGAFkBAADv&#10;BQAAAAA=&#10;">
                <o:lock v:ext="edit" aspectratio="f"/>
                <v:shape id="_x0000_s1026" o:spid="_x0000_s1026" o:spt="202" type="#_x0000_t202" style="position:absolute;left:0;top:0;height:16692;width:1564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2943" w:firstLineChars="1400"/>
                          <w:rPr>
                            <w:rFonts w:hint="eastAsia" w:ascii="华文仿宋" w:hAnsi="华文仿宋" w:eastAsia="华文仿宋"/>
                            <w:b/>
                          </w:rPr>
                        </w:pPr>
                        <w:r>
                          <w:rPr>
                            <w:rFonts w:hint="eastAsia" w:ascii="华文仿宋" w:hAnsi="华文仿宋" w:eastAsia="华文仿宋"/>
                            <w:b/>
                            <w:lang w:val="en-US" w:eastAsia="zh-CN"/>
                          </w:rPr>
                          <w:t>学校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>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lang w:val="en-US" w:eastAsia="zh-CN"/>
                          </w:rPr>
                          <w:t>班级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>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lang w:val="en-US" w:eastAsia="zh-CN"/>
                          </w:rPr>
                          <w:t>姓名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>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lang w:val="en-US" w:eastAsia="zh-CN"/>
                          </w:rPr>
                          <w:t xml:space="preserve">  学号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>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eastAsia"/>
                            <w:b/>
                          </w:rPr>
                        </w:pPr>
                      </w:p>
                      <w:p>
                        <w:pPr>
                          <w:ind w:firstLine="422" w:firstLineChars="200"/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····································密·········································封······························线····························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99;top:1012;height:1404;width:712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eastAsia="黑体"/>
                            <w:b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8"/>
                            <w:szCs w:val="38"/>
                          </w:rPr>
                          <w:t xml:space="preserve">   </w:t>
                        </w:r>
                      </w:p>
                      <w:p>
                        <w:pPr>
                          <w:jc w:val="center"/>
                          <w:rPr>
                            <w:rFonts w:hint="eastAsia" w:ascii="黑体" w:eastAsia="黑体"/>
                            <w:b/>
                            <w:sz w:val="48"/>
                            <w:szCs w:val="4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8"/>
                            <w:szCs w:val="38"/>
                          </w:rPr>
                          <w:t xml:space="preserve">   </w:t>
                        </w:r>
                        <w:r>
                          <w:rPr>
                            <w:rFonts w:hint="eastAsia" w:ascii="黑体" w:eastAsia="黑体"/>
                            <w:b/>
                            <w:sz w:val="48"/>
                            <w:szCs w:val="48"/>
                            <w:lang w:val="en-US" w:eastAsia="zh-CN"/>
                          </w:rPr>
                          <w:t>五年级下册英语第三单元测试卷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Times New Roman" w:hAnsi="Times New Roman" w:eastAsia="宋体" w:cs="Times New Roman"/>
          <w:b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b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宋体" w:hAnsi="宋体"/>
          <w:i w:val="0"/>
          <w:iCs/>
          <w:sz w:val="24"/>
          <w:szCs w:val="21"/>
        </w:rPr>
      </w:pPr>
    </w:p>
    <w:p>
      <w:pPr>
        <w:ind w:firstLine="2160" w:firstLineChars="900"/>
        <w:rPr>
          <w:rFonts w:hint="eastAsia" w:ascii="宋体" w:hAnsi="宋体"/>
          <w:i w:val="0"/>
          <w:iCs/>
          <w:sz w:val="24"/>
          <w:szCs w:val="21"/>
          <w:lang w:val="en-US" w:eastAsia="zh-CN"/>
        </w:rPr>
      </w:pPr>
      <w:r>
        <w:rPr>
          <w:rFonts w:hint="eastAsia" w:ascii="宋体" w:hAnsi="宋体"/>
          <w:i w:val="0"/>
          <w:iCs/>
          <w:sz w:val="24"/>
          <w:szCs w:val="21"/>
        </w:rPr>
        <w:t>试卷满分1</w:t>
      </w:r>
      <w:r>
        <w:rPr>
          <w:rFonts w:hint="eastAsia" w:ascii="宋体" w:hAnsi="宋体"/>
          <w:i w:val="0"/>
          <w:iCs/>
          <w:sz w:val="24"/>
          <w:szCs w:val="21"/>
          <w:lang w:val="en-US" w:eastAsia="zh-CN"/>
        </w:rPr>
        <w:t>0</w:t>
      </w:r>
      <w:r>
        <w:rPr>
          <w:rFonts w:hint="eastAsia" w:ascii="宋体" w:hAnsi="宋体"/>
          <w:i w:val="0"/>
          <w:iCs/>
          <w:sz w:val="24"/>
          <w:szCs w:val="21"/>
        </w:rPr>
        <w:t>0分  考试时间</w:t>
      </w:r>
      <w:r>
        <w:rPr>
          <w:rFonts w:hint="eastAsia" w:ascii="宋体" w:hAnsi="宋体"/>
          <w:i w:val="0"/>
          <w:iCs/>
          <w:sz w:val="24"/>
          <w:szCs w:val="21"/>
          <w:lang w:val="en-US" w:eastAsia="zh-CN"/>
        </w:rPr>
        <w:t>60</w:t>
      </w:r>
      <w:r>
        <w:rPr>
          <w:rFonts w:hint="eastAsia" w:ascii="宋体" w:hAnsi="宋体"/>
          <w:i w:val="0"/>
          <w:iCs/>
          <w:sz w:val="24"/>
          <w:szCs w:val="21"/>
        </w:rPr>
        <w:t>分钟</w:t>
      </w:r>
    </w:p>
    <w:p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Listening Part 听力部分（50分）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Ⅰ. Listen and choose. 听音，选出你所听到的单词。（5分）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1. A. January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February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December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2. A. act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B.after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 always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3. A. March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May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my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4. A. Thanksgiving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contest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Christmas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5. A. September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November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October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Ⅱ. Listen and choose. 听音，选出与所听内容相符的图片。（5分）</w:t>
      </w:r>
    </w:p>
    <w:p>
      <w:pPr>
        <w:spacing w:line="360" w:lineRule="auto"/>
      </w:pPr>
      <w:r>
        <w:rPr>
          <w:rFonts w:hint="eastAsia"/>
          <w:sz w:val="24"/>
          <w:szCs w:val="24"/>
          <w:lang w:val="en-US" w:eastAsia="zh-CN"/>
        </w:rPr>
        <w:t xml:space="preserve">(      ) 1. 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41400" cy="615950"/>
            <wp:effectExtent l="0" t="0" r="0" b="635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B. </w:t>
      </w:r>
      <w:r>
        <w:drawing>
          <wp:inline distT="0" distB="0" distL="114300" distR="114300">
            <wp:extent cx="1036320" cy="629920"/>
            <wp:effectExtent l="0" t="0" r="5080" b="508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b="27820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(      ) 2. 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26160" cy="614045"/>
            <wp:effectExtent l="0" t="0" r="2540" b="825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24255" cy="629920"/>
            <wp:effectExtent l="0" t="0" r="4445" b="5080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t="10167" b="7988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(      ) 3. 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36320" cy="645160"/>
            <wp:effectExtent l="0" t="0" r="5080" b="2540"/>
            <wp:docPr id="1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11555" cy="649605"/>
            <wp:effectExtent l="0" t="0" r="4445" b="10795"/>
            <wp:docPr id="1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b="25758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(      ) 4. 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10920" cy="638810"/>
            <wp:effectExtent l="0" t="0" r="5080" b="8890"/>
            <wp:docPr id="1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rcRect l="9907" t="6560" r="7560" b="16241"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76960" cy="592455"/>
            <wp:effectExtent l="0" t="0" r="2540" b="4445"/>
            <wp:docPr id="13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rcRect t="29633" b="17492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(      ) 5. 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21080" cy="617220"/>
            <wp:effectExtent l="0" t="0" r="7620" b="5080"/>
            <wp:docPr id="14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33450" cy="582930"/>
            <wp:effectExtent l="0" t="0" r="6350" b="1270"/>
            <wp:docPr id="15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l="8000" r="1800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Ⅲ. Listen and choose. 听音，选择正确的选项。（10分）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1. That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very ____________ of you.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nice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kind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friendly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2. We will have a(n) ____________ party in October.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English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Chinese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maths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3. What do you have on ____________ 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Sundays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Mondays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Wednesdays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4. What will you do for your ____________ 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dad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mum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brother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5. I will eat ____________ with my family.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mooncakes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dumplings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C. rice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Ⅳ. Listen and answer. 听音，选择正确的答语。（10分）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1. A.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in october.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at 10 o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clock.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(      ) 2. A. They will have a sports meet.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We can act out stories.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3. A.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ll sing to her.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ll read riddles.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4. A.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Father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Day.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No, it isn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5. A.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usually in November.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in September.</w:t>
      </w:r>
    </w:p>
    <w:p>
      <w:pPr>
        <w:numPr>
          <w:ilvl w:val="0"/>
          <w:numId w:val="0"/>
        </w:numPr>
        <w:spacing w:line="360" w:lineRule="exact"/>
        <w:rPr>
          <w:rFonts w:hint="eastAsia" w:cs="宋体"/>
          <w:b/>
          <w:sz w:val="24"/>
          <w:szCs w:val="24"/>
          <w:lang w:val="en-US" w:eastAsia="zh-CN" w:bidi="ar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Ⅴ. Listen and number. </w:t>
      </w:r>
      <w:r>
        <w:rPr>
          <w:rFonts w:hint="eastAsia" w:cs="宋体"/>
          <w:b/>
          <w:sz w:val="24"/>
          <w:szCs w:val="24"/>
          <w:lang w:val="en-US" w:eastAsia="zh-CN" w:bidi="ar"/>
        </w:rPr>
        <w:t>听录音，给下列句子排序。（10分）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I really like the colours.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When is the singing contest?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We will go to the Great Wall.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We have a few fun things in spring.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We usually have a school trip in autumn.</w:t>
      </w:r>
    </w:p>
    <w:p>
      <w:pPr>
        <w:spacing w:line="360" w:lineRule="exact"/>
        <w:rPr>
          <w:rFonts w:hint="eastAsia" w:cs="宋体"/>
          <w:b/>
          <w:sz w:val="24"/>
          <w:szCs w:val="24"/>
          <w:lang w:val="en-US" w:eastAsia="zh-CN" w:bidi="ar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Ⅵ. Listen and tick. 听录音，在相应的方框内打“</w:t>
      </w:r>
      <w:r>
        <w:rPr>
          <w:rFonts w:hint="default" w:ascii="Arial" w:hAnsi="Arial" w:cs="Arial"/>
          <w:b/>
          <w:bCs/>
          <w:sz w:val="32"/>
          <w:szCs w:val="32"/>
          <w:lang w:val="en-US" w:eastAsia="zh-CN"/>
        </w:rPr>
        <w:t>√</w:t>
      </w:r>
      <w:r>
        <w:rPr>
          <w:rFonts w:hint="eastAsia"/>
          <w:b/>
          <w:bCs/>
          <w:sz w:val="24"/>
          <w:szCs w:val="24"/>
          <w:lang w:val="en-US" w:eastAsia="zh-CN"/>
        </w:rPr>
        <w:t>”</w:t>
      </w:r>
      <w:r>
        <w:rPr>
          <w:rFonts w:hint="eastAsia" w:cs="宋体"/>
          <w:b/>
          <w:sz w:val="24"/>
          <w:szCs w:val="24"/>
          <w:lang w:val="en-US" w:eastAsia="zh-CN" w:bidi="ar"/>
        </w:rPr>
        <w:t>。（10分）</w:t>
      </w:r>
    </w:p>
    <w:tbl>
      <w:tblPr>
        <w:tblStyle w:val="6"/>
        <w:tblW w:w="8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1160"/>
        <w:gridCol w:w="1140"/>
        <w:gridCol w:w="1290"/>
        <w:gridCol w:w="128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Activities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May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August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September</w:t>
            </w: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November</w:t>
            </w: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December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singing contest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English party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go to the Great Wall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school trip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sports meet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Writing Part 笔试部分（50分）</w:t>
      </w:r>
    </w:p>
    <w:p>
      <w:pPr>
        <w:spacing w:line="360" w:lineRule="auto"/>
        <w:rPr>
          <w:rFonts w:hint="eastAsia" w:cs="宋体"/>
          <w:b/>
          <w:sz w:val="24"/>
          <w:szCs w:val="24"/>
          <w:lang w:val="en-US" w:eastAsia="zh-CN" w:bidi="ar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Ⅶ. </w:t>
      </w:r>
      <w:r>
        <w:rPr>
          <w:rFonts w:hint="eastAsia" w:cs="宋体"/>
          <w:b/>
          <w:sz w:val="24"/>
          <w:szCs w:val="24"/>
          <w:lang w:val="en-US" w:eastAsia="zh-CN" w:bidi="ar"/>
        </w:rPr>
        <w:t>Read and write. 按顺序补全月份，写出月份单词的缩写形式。(5分)</w:t>
      </w:r>
    </w:p>
    <w:tbl>
      <w:tblPr>
        <w:tblStyle w:val="6"/>
        <w:tblW w:w="8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290"/>
        <w:gridCol w:w="1430"/>
        <w:gridCol w:w="135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Feb.</w:t>
            </w:r>
          </w:p>
        </w:tc>
        <w:tc>
          <w:tcPr>
            <w:tcW w:w="143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Mar.</w:t>
            </w:r>
          </w:p>
        </w:tc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May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Jul.</w:t>
            </w:r>
          </w:p>
        </w:tc>
        <w:tc>
          <w:tcPr>
            <w:tcW w:w="129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Aug.</w:t>
            </w:r>
          </w:p>
        </w:tc>
        <w:tc>
          <w:tcPr>
            <w:tcW w:w="143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Oct.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Dec.</w:t>
            </w:r>
          </w:p>
        </w:tc>
      </w:tr>
    </w:tbl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Ⅷ. Read and judge. 判断下列单词是（T）否（F）属于同类。（5分）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1. why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when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(      ) 2. June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July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3. May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will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(      ) 4. autumn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season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 ) 5. trip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few</w:t>
      </w: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Ⅸ.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Read and choose. 单项选择。（5分）</w:t>
      </w:r>
    </w:p>
    <w:p>
      <w:pPr>
        <w:rPr>
          <w:sz w:val="24"/>
          <w:szCs w:val="24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</w:rPr>
        <w:t>1. There are</w:t>
      </w:r>
      <w:r>
        <w:rPr>
          <w:rFonts w:hint="eastAsia" w:hAnsi="宋体"/>
          <w:bCs/>
          <w:sz w:val="24"/>
          <w:szCs w:val="24"/>
          <w:lang w:val="en-US" w:eastAsia="zh-CN" w:bidi="ar"/>
        </w:rPr>
        <w:t xml:space="preserve">_________ </w:t>
      </w:r>
      <w:r>
        <w:rPr>
          <w:sz w:val="24"/>
          <w:szCs w:val="24"/>
        </w:rPr>
        <w:t>months in a year.</w:t>
      </w:r>
    </w:p>
    <w:p>
      <w:pPr>
        <w:numPr>
          <w:ilvl w:val="0"/>
          <w:numId w:val="2"/>
        </w:num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eleven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B. twelve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  <w:lang w:val="en-US" w:eastAsia="zh-CN"/>
        </w:rPr>
        <w:t>. t</w:t>
      </w:r>
      <w:r>
        <w:rPr>
          <w:sz w:val="24"/>
          <w:szCs w:val="24"/>
        </w:rPr>
        <w:t>en</w:t>
      </w:r>
    </w:p>
    <w:p>
      <w:pPr>
        <w:rPr>
          <w:rFonts w:hint="eastAsia" w:eastAsia="宋体"/>
          <w:sz w:val="24"/>
          <w:szCs w:val="24"/>
          <w:lang w:val="en-US" w:eastAsia="zh-CN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</w:rPr>
        <w:t>2. -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sz w:val="24"/>
          <w:szCs w:val="24"/>
        </w:rPr>
        <w:t>Is your birthday in June?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--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</w:t>
      </w:r>
    </w:p>
    <w:p>
      <w:p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A. Yes, it is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B. Yes, I a</w:t>
      </w:r>
      <w:r>
        <w:rPr>
          <w:rFonts w:hint="eastAsia"/>
          <w:sz w:val="24"/>
          <w:szCs w:val="24"/>
          <w:lang w:val="en-US" w:eastAsia="zh-CN"/>
        </w:rPr>
        <w:t>m.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C. N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sz w:val="24"/>
          <w:szCs w:val="24"/>
        </w:rPr>
        <w:t>, it is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rPr>
          <w:sz w:val="24"/>
          <w:szCs w:val="24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</w:rPr>
        <w:t>3. We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sz w:val="24"/>
          <w:szCs w:val="24"/>
        </w:rPr>
        <w:t>ll sing English songs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 th</w:t>
      </w:r>
      <w:r>
        <w:rPr>
          <w:sz w:val="24"/>
          <w:szCs w:val="24"/>
        </w:rPr>
        <w:t>e party.</w:t>
      </w:r>
    </w:p>
    <w:p>
      <w:p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A. at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B. by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C. on</w:t>
      </w:r>
    </w:p>
    <w:p>
      <w:pPr>
        <w:rPr>
          <w:sz w:val="24"/>
          <w:szCs w:val="24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</w:rPr>
        <w:t>4. I like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 xml:space="preserve">_________ </w:t>
      </w:r>
      <w:r>
        <w:rPr>
          <w:sz w:val="24"/>
          <w:szCs w:val="24"/>
        </w:rPr>
        <w:t>because of Christmas Day.</w:t>
      </w:r>
    </w:p>
    <w:p>
      <w:p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A. November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B. September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C. </w:t>
      </w:r>
      <w:r>
        <w:rPr>
          <w:sz w:val="24"/>
          <w:szCs w:val="24"/>
        </w:rPr>
        <w:t>December</w:t>
      </w:r>
    </w:p>
    <w:p>
      <w:pPr>
        <w:rPr>
          <w:sz w:val="24"/>
          <w:szCs w:val="24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  <w:lang w:val="en-US" w:eastAsia="zh-CN"/>
        </w:rPr>
        <w:t>--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/>
        </w:rPr>
        <w:t>-- I</w:t>
      </w:r>
      <w:r>
        <w:rPr>
          <w:sz w:val="24"/>
          <w:szCs w:val="24"/>
        </w:rPr>
        <w:t>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sz w:val="24"/>
          <w:szCs w:val="24"/>
        </w:rPr>
        <w:t>s in September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 xml:space="preserve">A. What time is it?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t>B. When is Teachers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sz w:val="24"/>
          <w:szCs w:val="24"/>
        </w:rPr>
        <w:t xml:space="preserve"> Day? </w:t>
      </w:r>
    </w:p>
    <w:p>
      <w:pPr>
        <w:ind w:firstLine="960" w:firstLineChars="400"/>
        <w:rPr>
          <w:sz w:val="24"/>
          <w:szCs w:val="24"/>
        </w:rPr>
      </w:pPr>
      <w:r>
        <w:rPr>
          <w:sz w:val="24"/>
          <w:szCs w:val="24"/>
        </w:rPr>
        <w:t>C. What day is it today</w:t>
      </w:r>
      <w:r>
        <w:rPr>
          <w:rFonts w:hint="eastAsia"/>
          <w:sz w:val="24"/>
          <w:szCs w:val="24"/>
          <w:lang w:val="en-US" w:eastAsia="zh-CN"/>
        </w:rPr>
        <w:t>?</w:t>
      </w: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243840</wp:posOffset>
                </wp:positionV>
                <wp:extent cx="3741420" cy="312420"/>
                <wp:effectExtent l="9525" t="9525" r="20955" b="2095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1420" cy="3124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1pt;margin-top:19.2pt;height:24.6pt;width:294.6pt;z-index:251663360;v-text-anchor:middle;mso-width-relative:page;mso-height-relative:page;" filled="f" stroked="t" coordsize="21600,21600" o:gfxdata="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3KzcutkAAAAJAQAADwAAAAAAAAABACAA&#10;AAAiAAAAZHJzL2Rvd25yZXYueG1sUEsBAhQAFAAAAAgAh07iQBilrP1FAgAAfwQAAA4AAAAAAAAA&#10;AQAgAAAAKAEAAGRycy9lMm9Eb2MueG1sUEsFBgAAAAAGAAYAWQEAAN8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Ⅹ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. Choose and write 选词填空，把相应的单词写在横线上。</w:t>
      </w:r>
      <w:r>
        <w:rPr>
          <w:rFonts w:hint="eastAsia"/>
          <w:b/>
          <w:bCs/>
          <w:sz w:val="24"/>
          <w:szCs w:val="24"/>
          <w:lang w:val="en-US" w:eastAsia="zh-CN"/>
        </w:rPr>
        <w:t>（5分）</w:t>
      </w:r>
    </w:p>
    <w:p>
      <w:pPr>
        <w:spacing w:line="400" w:lineRule="exact"/>
        <w:ind w:firstLine="1500" w:firstLineChars="5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in     at     have    for      with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 w:hAnsi="宋体"/>
          <w:bCs/>
          <w:sz w:val="24"/>
          <w:szCs w:val="24"/>
          <w:lang w:val="en-US" w:eastAsia="zh-CN" w:bidi="ar"/>
        </w:rPr>
      </w:pPr>
    </w:p>
    <w:p>
      <w:pPr>
        <w:numPr>
          <w:ilvl w:val="0"/>
          <w:numId w:val="3"/>
        </w:numPr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I usuall _________ a school trip in autumn.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I will make a card _________ my mother.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Tree Planting Day is _________ March.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’</w:t>
      </w:r>
      <w:r>
        <w:rPr>
          <w:rFonts w:hint="eastAsia" w:cs="Times New Roman"/>
          <w:bCs/>
          <w:sz w:val="24"/>
          <w:szCs w:val="24"/>
          <w:lang w:val="en-US" w:eastAsia="zh-CN" w:bidi="ar"/>
        </w:rPr>
        <w:t xml:space="preserve">ll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play ping-pong _________ Sarah.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 w:val="0"/>
          <w:bCs/>
          <w:sz w:val="24"/>
          <w:szCs w:val="24"/>
          <w:lang w:val="en-US" w:eastAsia="zh-CN" w:bidi="ar"/>
        </w:rPr>
        <w:t>Th</w:t>
      </w:r>
      <w:r>
        <w:rPr>
          <w:rFonts w:hint="eastAsia" w:hAnsi="宋体"/>
          <w:bCs/>
          <w:sz w:val="24"/>
          <w:szCs w:val="24"/>
          <w:lang w:val="en-US" w:eastAsia="zh-CN" w:bidi="ar"/>
        </w:rPr>
        <w:t>e English party will start _________ 7 p.m.</w:t>
      </w: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XI. Read and answer. 给下列句子选择合适的答语。（5分）</w:t>
      </w:r>
    </w:p>
    <w:p>
      <w:pPr>
        <w:numPr>
          <w:ilvl w:val="0"/>
          <w:numId w:val="0"/>
        </w:numPr>
        <w:ind w:left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1. When is the school trip this year?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>A. Yes, it is.</w:t>
      </w:r>
    </w:p>
    <w:p>
      <w:pPr>
        <w:numPr>
          <w:ilvl w:val="0"/>
          <w:numId w:val="0"/>
        </w:numPr>
        <w:ind w:left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2. Is the English test in May?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>B. I like spring, too.</w:t>
      </w:r>
    </w:p>
    <w:p>
      <w:pPr>
        <w:numPr>
          <w:ilvl w:val="0"/>
          <w:numId w:val="0"/>
        </w:numPr>
        <w:ind w:left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3. I like spring.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>C. I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’</w:t>
      </w:r>
      <w:r>
        <w:rPr>
          <w:rFonts w:hint="eastAsia" w:cs="Times New Roman"/>
          <w:bCs/>
          <w:sz w:val="24"/>
          <w:szCs w:val="24"/>
          <w:lang w:val="en-US" w:eastAsia="zh-CN" w:bidi="ar"/>
        </w:rPr>
        <w:t>ll</w:t>
      </w:r>
      <w:r>
        <w:rPr>
          <w:rFonts w:hint="eastAsia" w:hAnsi="宋体"/>
          <w:bCs/>
          <w:sz w:val="24"/>
          <w:szCs w:val="24"/>
          <w:lang w:val="en-US" w:eastAsia="zh-CN" w:bidi="ar"/>
        </w:rPr>
        <w:t xml:space="preserve"> make a card. </w:t>
      </w:r>
    </w:p>
    <w:p>
      <w:pPr>
        <w:numPr>
          <w:ilvl w:val="0"/>
          <w:numId w:val="0"/>
        </w:numPr>
        <w:ind w:leftChars="0"/>
        <w:rPr>
          <w:rFonts w:hint="eastAsia" w:hAnsi="宋体"/>
          <w:bCs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4. I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’</w:t>
      </w:r>
      <w:r>
        <w:rPr>
          <w:rFonts w:hint="eastAsia" w:hAnsi="宋体"/>
          <w:bCs/>
          <w:sz w:val="24"/>
          <w:szCs w:val="24"/>
          <w:lang w:val="en-US" w:eastAsia="zh-CN" w:bidi="ar"/>
        </w:rPr>
        <w:t>ll cook for my mother. What about you?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>D. I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t’</w:t>
      </w:r>
      <w:r>
        <w:rPr>
          <w:rFonts w:hint="eastAsia" w:hAnsi="宋体"/>
          <w:bCs/>
          <w:sz w:val="24"/>
          <w:szCs w:val="24"/>
          <w:lang w:val="en-US" w:eastAsia="zh-CN" w:bidi="ar"/>
        </w:rPr>
        <w:t>s in September.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5. When is Children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’</w:t>
      </w:r>
      <w:r>
        <w:rPr>
          <w:rFonts w:hint="eastAsia" w:hAnsi="宋体"/>
          <w:bCs/>
          <w:sz w:val="24"/>
          <w:szCs w:val="24"/>
          <w:lang w:val="en-US" w:eastAsia="zh-CN" w:bidi="ar"/>
        </w:rPr>
        <w:t>s Day?</w:t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ab/>
      </w:r>
      <w:r>
        <w:rPr>
          <w:rFonts w:hint="eastAsia" w:hAnsi="宋体"/>
          <w:bCs/>
          <w:sz w:val="24"/>
          <w:szCs w:val="24"/>
          <w:lang w:val="en-US" w:eastAsia="zh-CN" w:bidi="ar"/>
        </w:rPr>
        <w:t>E. It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 w:bidi="ar"/>
        </w:rPr>
        <w:t>’</w:t>
      </w:r>
      <w:r>
        <w:rPr>
          <w:rFonts w:hint="eastAsia" w:hAnsi="宋体"/>
          <w:bCs/>
          <w:sz w:val="24"/>
          <w:szCs w:val="24"/>
          <w:lang w:val="en-US" w:eastAsia="zh-CN" w:bidi="ar"/>
        </w:rPr>
        <w:t>s in June.</w:t>
      </w:r>
    </w:p>
    <w:p>
      <w:pPr>
        <w:spacing w:line="400" w:lineRule="exact"/>
        <w:rPr>
          <w:rFonts w:hint="eastAsia"/>
          <w:sz w:val="24"/>
          <w:szCs w:val="24"/>
          <w:lang w:bidi="ar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Ⅻ</w:t>
      </w:r>
      <w:r>
        <w:rPr>
          <w:rFonts w:hint="default"/>
          <w:b/>
          <w:bCs/>
          <w:sz w:val="24"/>
          <w:szCs w:val="24"/>
          <w:lang w:val="en-US" w:eastAsia="zh-CN"/>
        </w:rPr>
        <w:t>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Read and choose. 选择适当的选项补全对话，并将编号填在横线上。（5分）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Hello. This is Jim.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19050</wp:posOffset>
                </wp:positionV>
                <wp:extent cx="1986280" cy="1398270"/>
                <wp:effectExtent l="4445" t="4445" r="15875" b="698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280" cy="139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sz w:val="24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When is it?</w:t>
                            </w:r>
                            <w:r>
                              <w:rPr>
                                <w:sz w:val="24"/>
                                <w:szCs w:val="24"/>
                                <w:lang w:bidi="ar"/>
                              </w:rPr>
                              <w:t xml:space="preserve">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="0" w:leftChars="0" w:firstLine="0" w:firstLineChars="0"/>
                              <w:rPr>
                                <w:sz w:val="24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Where are you?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="0" w:leftChars="0" w:firstLine="0" w:firstLineChars="0"/>
                              <w:rPr>
                                <w:sz w:val="24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What will you do?</w:t>
                            </w:r>
                            <w:r>
                              <w:rPr>
                                <w:sz w:val="24"/>
                                <w:szCs w:val="24"/>
                                <w:lang w:bidi="ar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bidi="ar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szCs w:val="24"/>
                                <w:lang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="0" w:leftChars="0" w:firstLine="0" w:firstLineChars="0"/>
                              <w:rPr>
                                <w:sz w:val="24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What about you?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="0" w:leftChars="0" w:firstLine="0" w:firstLineChars="0"/>
                              <w:rPr>
                                <w:sz w:val="24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Father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 w:eastAsia="zh-CN" w:bidi="ar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 w:bidi="ar"/>
                              </w:rPr>
                              <w:t>s Day is coming.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15pt;margin-top:1.5pt;height:110.1pt;width:156.4pt;z-index:251662336;mso-width-relative:page;mso-height-relative:page;" fillcolor="#FFFFFF" filled="t" stroked="t" coordsize="21600,21600" o:gfxdata="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NK2dtkAAAAJAQAADwAAAAAA&#10;AAABACAAAAAiAAAAZHJzL2Rvd25yZXYueG1sUEsBAhQAFAAAAAgAh07iQFV1t9nZAQAAvgMAAA4A&#10;AAAAAAAAAQAgAAAAKAEAAGRycy9lMm9Eb2MueG1sUEsFBgAAAAAGAAYAWQEAAHM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sz w:val="24"/>
                          <w:szCs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When is it?</w:t>
                      </w:r>
                      <w:r>
                        <w:rPr>
                          <w:sz w:val="24"/>
                          <w:szCs w:val="24"/>
                          <w:lang w:bidi="ar"/>
                        </w:rPr>
                        <w:t xml:space="preserve">  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400" w:lineRule="exact"/>
                        <w:ind w:left="0" w:leftChars="0" w:firstLine="0" w:firstLineChars="0"/>
                        <w:rPr>
                          <w:sz w:val="24"/>
                          <w:szCs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Where are you?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400" w:lineRule="exact"/>
                        <w:ind w:left="0" w:leftChars="0" w:firstLine="0" w:firstLineChars="0"/>
                        <w:rPr>
                          <w:sz w:val="24"/>
                          <w:szCs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What will you do?</w:t>
                      </w:r>
                      <w:r>
                        <w:rPr>
                          <w:sz w:val="24"/>
                          <w:szCs w:val="24"/>
                          <w:lang w:bidi="ar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bidi="ar"/>
                        </w:rPr>
                        <w:t xml:space="preserve">       </w:t>
                      </w:r>
                      <w:r>
                        <w:rPr>
                          <w:sz w:val="24"/>
                          <w:szCs w:val="24"/>
                          <w:lang w:bidi="ar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400" w:lineRule="exact"/>
                        <w:ind w:left="0" w:leftChars="0" w:firstLine="0" w:firstLineChars="0"/>
                        <w:rPr>
                          <w:sz w:val="24"/>
                          <w:szCs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What about you?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400" w:lineRule="exact"/>
                        <w:ind w:left="0" w:leftChars="0" w:firstLine="0" w:firstLineChars="0"/>
                        <w:rPr>
                          <w:sz w:val="24"/>
                          <w:szCs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Father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 w:eastAsia="zh-CN" w:bidi="ar"/>
                        </w:rPr>
                        <w:t>’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 w:bidi="ar"/>
                        </w:rPr>
                        <w:t>s Day is coming.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 w:bidi="ar"/>
        </w:rPr>
        <w:t>B: Hello, Jim. This is Lucy. _____________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 xml:space="preserve">A: I am at home. I want to do something for 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my father.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B: For your father? Why?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__________________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B: __________________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It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in June, this Sunday.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B: Oh, I want to do something for my father, too.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__________________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B: Let me think. I will make a card for him. __________________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I will write my father a letter.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B: That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a good idea. Let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start.</w:t>
      </w:r>
    </w:p>
    <w:p>
      <w:pPr>
        <w:spacing w:line="400" w:lineRule="exact"/>
        <w:jc w:val="left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A: Great!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XIII. Read and write. 按要求完成下列各题。（10分）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1. Do </w:t>
      </w:r>
      <w:r>
        <w:rPr>
          <w:rFonts w:hint="default" w:ascii="Times New Roman" w:hAnsi="Times New Roman" w:cs="Times New Roman"/>
          <w:sz w:val="24"/>
          <w:szCs w:val="24"/>
        </w:rPr>
        <w:t>you</w:t>
      </w:r>
      <w:r>
        <w:rPr>
          <w:rFonts w:hint="eastAsia" w:cs="Times New Roman"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sua</w:t>
      </w:r>
      <w:r>
        <w:rPr>
          <w:rFonts w:hint="eastAsia" w:cs="Times New Roman"/>
          <w:sz w:val="24"/>
          <w:szCs w:val="24"/>
          <w:lang w:val="en-US" w:eastAsia="zh-CN"/>
        </w:rPr>
        <w:t>llyh</w:t>
      </w:r>
      <w:r>
        <w:rPr>
          <w:rFonts w:hint="default" w:ascii="Times New Roman" w:hAnsi="Times New Roman" w:cs="Times New Roman"/>
          <w:sz w:val="24"/>
          <w:szCs w:val="24"/>
        </w:rPr>
        <w:t>ave a school trip</w:t>
      </w:r>
      <w:r>
        <w:rPr>
          <w:rFonts w:hint="eastAsia" w:cs="Times New Roman"/>
          <w:sz w:val="24"/>
          <w:szCs w:val="24"/>
          <w:lang w:val="en-US" w:eastAsia="zh-CN"/>
        </w:rPr>
        <w:t xml:space="preserve"> in </w:t>
      </w:r>
      <w:r>
        <w:rPr>
          <w:rFonts w:hint="default" w:ascii="Times New Roman" w:hAnsi="Times New Roman" w:cs="Times New Roman"/>
          <w:sz w:val="24"/>
          <w:szCs w:val="24"/>
        </w:rPr>
        <w:t>October?</w:t>
      </w:r>
      <w:r>
        <w:rPr>
          <w:rFonts w:hint="eastAsia" w:cs="Times New Roman"/>
          <w:sz w:val="24"/>
          <w:szCs w:val="24"/>
          <w:lang w:val="en-US" w:eastAsia="zh-CN"/>
        </w:rPr>
        <w:t xml:space="preserve"> （</w:t>
      </w:r>
      <w:r>
        <w:rPr>
          <w:rFonts w:hint="default" w:ascii="Times New Roman" w:hAnsi="Times New Roman" w:cs="Times New Roman"/>
          <w:sz w:val="24"/>
          <w:szCs w:val="24"/>
        </w:rPr>
        <w:t>作肯定回答</w:t>
      </w:r>
      <w:r>
        <w:rPr>
          <w:rFonts w:hint="eastAsia" w:cs="Times New Roman"/>
          <w:sz w:val="24"/>
          <w:szCs w:val="24"/>
          <w:lang w:val="en-US"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_________, we _________.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2. Father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s D</w:t>
      </w:r>
      <w:r>
        <w:rPr>
          <w:rFonts w:hint="eastAsia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y </w:t>
      </w:r>
      <w:r>
        <w:rPr>
          <w:rFonts w:hint="eastAsia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s 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n June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根据画线部分提问</w:t>
      </w:r>
      <w:r>
        <w:rPr>
          <w:rFonts w:hint="eastAsia" w:cs="Times New Roman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 xml:space="preserve">_________ _________ </w:t>
      </w:r>
      <w:r>
        <w:rPr>
          <w:rFonts w:hint="default" w:ascii="Times New Roman" w:hAnsi="Times New Roman" w:cs="Times New Roman"/>
          <w:sz w:val="24"/>
          <w:szCs w:val="24"/>
        </w:rPr>
        <w:t>Father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s Day</w:t>
      </w:r>
      <w:r>
        <w:rPr>
          <w:rFonts w:hint="eastAsia" w:cs="Times New Roman"/>
          <w:sz w:val="24"/>
          <w:szCs w:val="24"/>
          <w:lang w:eastAsia="zh-CN"/>
        </w:rPr>
        <w:t>？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3. I will write her a letter on Mother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24"/>
        </w:rPr>
        <w:t>Day.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改为一般疑问句</w:t>
      </w:r>
      <w:r>
        <w:rPr>
          <w:rFonts w:hint="eastAsia" w:cs="Times New Roman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 xml:space="preserve">_________ </w:t>
      </w:r>
      <w:r>
        <w:rPr>
          <w:rFonts w:hint="default" w:ascii="Times New Roman" w:hAnsi="Times New Roman" w:cs="Times New Roman"/>
          <w:sz w:val="24"/>
          <w:szCs w:val="24"/>
        </w:rPr>
        <w:t>you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 h</w:t>
      </w:r>
      <w:r>
        <w:rPr>
          <w:rFonts w:hint="default" w:ascii="Times New Roman" w:hAnsi="Times New Roman" w:cs="Times New Roman"/>
          <w:sz w:val="24"/>
          <w:szCs w:val="24"/>
        </w:rPr>
        <w:t>er a letter on Mother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 xml:space="preserve"> Day?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We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 xml:space="preserve">ll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plant trees in the park</w:t>
      </w:r>
      <w:r>
        <w:rPr>
          <w:rFonts w:hint="default" w:ascii="Times New Roman" w:hAnsi="Times New Roman" w:cs="Times New Roman"/>
          <w:sz w:val="24"/>
          <w:szCs w:val="24"/>
        </w:rPr>
        <w:t xml:space="preserve"> on Tree Planting Day.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根据画线部分提问</w:t>
      </w:r>
      <w:r>
        <w:rPr>
          <w:rFonts w:hint="eastAsia" w:cs="Times New Roman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 w:bidi="ar"/>
        </w:rPr>
        <w:t>_________ _________ y</w:t>
      </w:r>
      <w:r>
        <w:rPr>
          <w:rFonts w:hint="default" w:ascii="Times New Roman" w:hAnsi="Times New Roman" w:cs="Times New Roman"/>
          <w:sz w:val="24"/>
          <w:szCs w:val="24"/>
        </w:rPr>
        <w:t>ou do on Tree P</w:t>
      </w:r>
      <w:r>
        <w:rPr>
          <w:rFonts w:hint="eastAsia" w:cs="Times New Roman"/>
          <w:sz w:val="24"/>
          <w:szCs w:val="24"/>
          <w:lang w:val="en-US" w:eastAsia="zh-CN"/>
        </w:rPr>
        <w:t>la</w:t>
      </w:r>
      <w:r>
        <w:rPr>
          <w:rFonts w:hint="default" w:ascii="Times New Roman" w:hAnsi="Times New Roman" w:cs="Times New Roman"/>
          <w:sz w:val="24"/>
          <w:szCs w:val="24"/>
        </w:rPr>
        <w:t>nting Day?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</w:rPr>
        <w:t>singing</w:t>
      </w:r>
      <w:r>
        <w:rPr>
          <w:rFonts w:hint="eastAsia" w:cs="Times New Roman"/>
          <w:sz w:val="24"/>
          <w:szCs w:val="24"/>
          <w:lang w:val="en-US" w:eastAsia="zh-CN"/>
        </w:rPr>
        <w:t>,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cs="Times New Roman"/>
          <w:sz w:val="24"/>
          <w:szCs w:val="24"/>
          <w:lang w:val="en-US" w:eastAsia="zh-CN"/>
        </w:rPr>
        <w:t>,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in,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usually</w:t>
      </w:r>
      <w:r>
        <w:rPr>
          <w:rFonts w:hint="eastAsia" w:cs="Times New Roman"/>
          <w:sz w:val="24"/>
          <w:szCs w:val="24"/>
          <w:lang w:val="en-US" w:eastAsia="zh-CN"/>
        </w:rPr>
        <w:t>,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the,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contest</w:t>
      </w:r>
      <w:r>
        <w:rPr>
          <w:rFonts w:hint="eastAsia" w:cs="Times New Roman"/>
          <w:sz w:val="24"/>
          <w:szCs w:val="24"/>
          <w:lang w:val="en-US" w:eastAsia="zh-CN"/>
        </w:rPr>
        <w:t>,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May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eastAsia" w:cs="Times New Roman"/>
          <w:sz w:val="24"/>
          <w:szCs w:val="24"/>
          <w:lang w:val="en-US" w:eastAsia="zh-CN"/>
        </w:rPr>
        <w:t xml:space="preserve"> . 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连词成句</w:t>
      </w:r>
      <w:r>
        <w:rPr>
          <w:rFonts w:hint="eastAsia" w:cs="Times New Roman"/>
          <w:sz w:val="24"/>
          <w:szCs w:val="24"/>
          <w:lang w:eastAsia="zh-CN"/>
        </w:rPr>
        <w:t>）</w:t>
      </w:r>
    </w:p>
    <w:p>
      <w:pPr>
        <w:spacing w:line="400" w:lineRule="exact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 w:bidi="ar"/>
        </w:rPr>
        <w:t>_______________________________________________________________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XIV. Read and judge. 阅读短文，选择正确的答案</w:t>
      </w:r>
      <w:r>
        <w:rPr>
          <w:rFonts w:hint="eastAsia" w:cs="宋体"/>
          <w:b/>
          <w:sz w:val="24"/>
          <w:szCs w:val="24"/>
          <w:lang w:val="en-US" w:eastAsia="zh-CN" w:bidi="ar"/>
        </w:rPr>
        <w:t>。</w:t>
      </w:r>
      <w:r>
        <w:rPr>
          <w:rFonts w:hint="eastAsia"/>
          <w:b/>
          <w:bCs/>
          <w:sz w:val="24"/>
          <w:szCs w:val="24"/>
          <w:lang w:val="en-US" w:eastAsia="zh-CN"/>
        </w:rPr>
        <w:t>（10分）</w:t>
      </w:r>
    </w:p>
    <w:p>
      <w:pPr>
        <w:spacing w:line="400" w:lineRule="exact"/>
        <w:ind w:firstLine="480" w:firstLineChars="2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Hello! I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m Mike. My favourite month is August. It is the eighth month of a year. August is a holiday month, because we usually have summer vacation. August is the hottest (最热的) month in a year. I like going swimming in summer. I can pick up the beautiful shells(贝壳) on the beach. Summer is hot, so I like to wear shirts. They make me feel cool. I like eating watermelons in August. Watermelon is juicy and sweet. It is also cool. I like August best.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1. What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Mike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favourite month?</w:t>
      </w:r>
    </w:p>
    <w:p>
      <w:pPr>
        <w:spacing w:line="400" w:lineRule="exact"/>
        <w:ind w:firstLine="960" w:firstLineChars="4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A. August.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 xml:space="preserve">  B. April. 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>C. March.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2. August is the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</w:t>
      </w:r>
      <w:r>
        <w:rPr>
          <w:rFonts w:hint="eastAsia"/>
          <w:sz w:val="24"/>
          <w:szCs w:val="24"/>
          <w:lang w:val="en-US" w:eastAsia="zh-CN" w:bidi="ar"/>
        </w:rPr>
        <w:t>month in a year.</w:t>
      </w:r>
    </w:p>
    <w:p>
      <w:pPr>
        <w:spacing w:line="400" w:lineRule="exact"/>
        <w:ind w:firstLine="960" w:firstLineChars="4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A. hottest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 xml:space="preserve">  B. coldest 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>C. coolest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3. What does Mike like to eat in August? </w:t>
      </w:r>
    </w:p>
    <w:p>
      <w:pPr>
        <w:spacing w:line="400" w:lineRule="exact"/>
        <w:ind w:firstLine="960" w:firstLineChars="4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A. Ice cream.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 xml:space="preserve">  B. Watermelons. 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>C. Noodles.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4. Mike thinks the watermelon is 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_________.</w:t>
      </w:r>
    </w:p>
    <w:p>
      <w:pPr>
        <w:spacing w:line="400" w:lineRule="exact"/>
        <w:ind w:firstLine="960" w:firstLineChars="4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A. cold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 xml:space="preserve">  B. sour 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>C. juicy and sweet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sz w:val="24"/>
          <w:szCs w:val="24"/>
          <w:lang w:bidi="ar"/>
        </w:rPr>
        <w:t xml:space="preserve">(    </w:t>
      </w:r>
      <w:r>
        <w:rPr>
          <w:rFonts w:hint="eastAsia"/>
          <w:sz w:val="24"/>
          <w:szCs w:val="24"/>
          <w:lang w:val="en-US" w:eastAsia="zh-CN" w:bidi="ar"/>
        </w:rPr>
        <w:t xml:space="preserve"> </w:t>
      </w:r>
      <w:r>
        <w:rPr>
          <w:sz w:val="24"/>
          <w:szCs w:val="24"/>
          <w:lang w:bidi="ar"/>
        </w:rPr>
        <w:t xml:space="preserve"> )</w:t>
      </w:r>
      <w:r>
        <w:rPr>
          <w:rFonts w:hint="eastAsia"/>
          <w:sz w:val="24"/>
          <w:szCs w:val="24"/>
          <w:lang w:val="en-US" w:eastAsia="zh-CN" w:bidi="ar"/>
        </w:rPr>
        <w:t xml:space="preserve"> 5. --When is the summer vacation? 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 xml:space="preserve">          --</w:t>
      </w:r>
      <w:r>
        <w:rPr>
          <w:rFonts w:hint="eastAsia" w:hAnsi="宋体"/>
          <w:bCs/>
          <w:sz w:val="24"/>
          <w:szCs w:val="24"/>
          <w:lang w:val="en-US" w:eastAsia="zh-CN" w:bidi="ar"/>
        </w:rPr>
        <w:t>_________</w:t>
      </w:r>
    </w:p>
    <w:p>
      <w:pPr>
        <w:spacing w:line="400" w:lineRule="exact"/>
        <w:ind w:firstLine="960" w:firstLineChars="400"/>
        <w:jc w:val="both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  <w:lang w:val="en-US" w:eastAsia="zh-CN" w:bidi="ar"/>
        </w:rPr>
        <w:t>A. It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in May.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 xml:space="preserve">  B. It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in January.</w:t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ab/>
      </w:r>
      <w:r>
        <w:rPr>
          <w:rFonts w:hint="eastAsia"/>
          <w:sz w:val="24"/>
          <w:szCs w:val="24"/>
          <w:lang w:val="en-US" w:eastAsia="zh-CN" w:bidi="ar"/>
        </w:rPr>
        <w:t>C. It</w:t>
      </w:r>
      <w:r>
        <w:rPr>
          <w:rFonts w:hint="default"/>
          <w:sz w:val="24"/>
          <w:szCs w:val="24"/>
          <w:lang w:val="en-US" w:eastAsia="zh-CN" w:bidi="ar"/>
        </w:rPr>
        <w:t>’</w:t>
      </w:r>
      <w:r>
        <w:rPr>
          <w:rFonts w:hint="eastAsia"/>
          <w:sz w:val="24"/>
          <w:szCs w:val="24"/>
          <w:lang w:val="en-US" w:eastAsia="zh-CN" w:bidi="ar"/>
        </w:rPr>
        <w:t>s in August.</w:t>
      </w:r>
    </w:p>
    <w:p>
      <w:pPr>
        <w:spacing w:line="400" w:lineRule="exact"/>
        <w:jc w:val="both"/>
        <w:rPr>
          <w:rFonts w:hint="eastAsia"/>
          <w:sz w:val="24"/>
          <w:szCs w:val="24"/>
          <w:lang w:val="en-US" w:eastAsia="zh-CN" w:bidi="ar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F49691"/>
    <w:multiLevelType w:val="singleLevel"/>
    <w:tmpl w:val="8DF49691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4C36A8E"/>
    <w:multiLevelType w:val="singleLevel"/>
    <w:tmpl w:val="A4C36A8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C647E65"/>
    <w:multiLevelType w:val="singleLevel"/>
    <w:tmpl w:val="AC647E6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C2D57BDB"/>
    <w:multiLevelType w:val="singleLevel"/>
    <w:tmpl w:val="C2D57BD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D1DF486F"/>
    <w:multiLevelType w:val="singleLevel"/>
    <w:tmpl w:val="D1DF486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C4F5982"/>
    <w:rsid w:val="004151FC"/>
    <w:rsid w:val="00A60AF9"/>
    <w:rsid w:val="00C02FC6"/>
    <w:rsid w:val="00CE656E"/>
    <w:rsid w:val="02132189"/>
    <w:rsid w:val="021D75C3"/>
    <w:rsid w:val="03A709E2"/>
    <w:rsid w:val="03A93293"/>
    <w:rsid w:val="04117A8F"/>
    <w:rsid w:val="044E5F62"/>
    <w:rsid w:val="04945C67"/>
    <w:rsid w:val="0B4916BC"/>
    <w:rsid w:val="0BD858CA"/>
    <w:rsid w:val="0BE7748F"/>
    <w:rsid w:val="0CF64D6B"/>
    <w:rsid w:val="0DB51FC0"/>
    <w:rsid w:val="0E99664C"/>
    <w:rsid w:val="1097688D"/>
    <w:rsid w:val="10B64F9C"/>
    <w:rsid w:val="10FB3224"/>
    <w:rsid w:val="120E02A0"/>
    <w:rsid w:val="15E8530D"/>
    <w:rsid w:val="176B6A46"/>
    <w:rsid w:val="185A6A46"/>
    <w:rsid w:val="18886E66"/>
    <w:rsid w:val="18D94886"/>
    <w:rsid w:val="18F704B6"/>
    <w:rsid w:val="1A7736FA"/>
    <w:rsid w:val="1C354785"/>
    <w:rsid w:val="1CB05C06"/>
    <w:rsid w:val="1F617986"/>
    <w:rsid w:val="1F7E63A0"/>
    <w:rsid w:val="20223DE1"/>
    <w:rsid w:val="245B58F7"/>
    <w:rsid w:val="25352C75"/>
    <w:rsid w:val="259C0180"/>
    <w:rsid w:val="25E502E7"/>
    <w:rsid w:val="26085A8A"/>
    <w:rsid w:val="28776B2E"/>
    <w:rsid w:val="290119CF"/>
    <w:rsid w:val="29124DBE"/>
    <w:rsid w:val="2BFB522C"/>
    <w:rsid w:val="2D0B60E3"/>
    <w:rsid w:val="2FFE3D0A"/>
    <w:rsid w:val="30DB1C6C"/>
    <w:rsid w:val="31E71F58"/>
    <w:rsid w:val="321C40BE"/>
    <w:rsid w:val="32AF3B22"/>
    <w:rsid w:val="32DB7DA5"/>
    <w:rsid w:val="3347716F"/>
    <w:rsid w:val="34643E19"/>
    <w:rsid w:val="35701133"/>
    <w:rsid w:val="35A60C46"/>
    <w:rsid w:val="361B1465"/>
    <w:rsid w:val="36BD5646"/>
    <w:rsid w:val="38133BDA"/>
    <w:rsid w:val="382E52C1"/>
    <w:rsid w:val="385F6502"/>
    <w:rsid w:val="3B0E1DE6"/>
    <w:rsid w:val="3B5A0ADC"/>
    <w:rsid w:val="3BAB7332"/>
    <w:rsid w:val="3F7978F0"/>
    <w:rsid w:val="419E7843"/>
    <w:rsid w:val="433F1823"/>
    <w:rsid w:val="434310BD"/>
    <w:rsid w:val="43EA0D86"/>
    <w:rsid w:val="44B47C3E"/>
    <w:rsid w:val="44C85DD2"/>
    <w:rsid w:val="44DB5DEE"/>
    <w:rsid w:val="45F00CB6"/>
    <w:rsid w:val="46E44E1D"/>
    <w:rsid w:val="46EB6A32"/>
    <w:rsid w:val="48086B6F"/>
    <w:rsid w:val="483500AC"/>
    <w:rsid w:val="49125875"/>
    <w:rsid w:val="4BDB7B57"/>
    <w:rsid w:val="4C2F373A"/>
    <w:rsid w:val="4D3A6737"/>
    <w:rsid w:val="50E106EF"/>
    <w:rsid w:val="51204EB5"/>
    <w:rsid w:val="519F4FD2"/>
    <w:rsid w:val="51B073F4"/>
    <w:rsid w:val="51CF7C71"/>
    <w:rsid w:val="51DD4019"/>
    <w:rsid w:val="53134218"/>
    <w:rsid w:val="53687F91"/>
    <w:rsid w:val="55444C7B"/>
    <w:rsid w:val="567B6BF7"/>
    <w:rsid w:val="56A112F5"/>
    <w:rsid w:val="56B42688"/>
    <w:rsid w:val="56D5590F"/>
    <w:rsid w:val="584D5496"/>
    <w:rsid w:val="59B50844"/>
    <w:rsid w:val="5A247345"/>
    <w:rsid w:val="5A4E2B03"/>
    <w:rsid w:val="5B530F3E"/>
    <w:rsid w:val="5B771B5C"/>
    <w:rsid w:val="5CCA74C1"/>
    <w:rsid w:val="5EDE692D"/>
    <w:rsid w:val="5F03114C"/>
    <w:rsid w:val="62DC2CF0"/>
    <w:rsid w:val="63BF735E"/>
    <w:rsid w:val="654F20F1"/>
    <w:rsid w:val="670B03DF"/>
    <w:rsid w:val="67106AEF"/>
    <w:rsid w:val="682636DA"/>
    <w:rsid w:val="685E331D"/>
    <w:rsid w:val="68915709"/>
    <w:rsid w:val="6A435773"/>
    <w:rsid w:val="6B566231"/>
    <w:rsid w:val="6B5F55CF"/>
    <w:rsid w:val="6B7D61D9"/>
    <w:rsid w:val="6D535020"/>
    <w:rsid w:val="6E364A2F"/>
    <w:rsid w:val="6E3A5B64"/>
    <w:rsid w:val="6E613E9E"/>
    <w:rsid w:val="700600E9"/>
    <w:rsid w:val="70FE3C6F"/>
    <w:rsid w:val="71233416"/>
    <w:rsid w:val="756C11D4"/>
    <w:rsid w:val="76E86919"/>
    <w:rsid w:val="7A9D63D6"/>
    <w:rsid w:val="7B6244F3"/>
    <w:rsid w:val="7BB779F3"/>
    <w:rsid w:val="7BC022C3"/>
    <w:rsid w:val="7BF5519C"/>
    <w:rsid w:val="7C4F5982"/>
    <w:rsid w:val="7CE604D2"/>
    <w:rsid w:val="7F147C3A"/>
    <w:rsid w:val="7F59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apple-converted-space"/>
    <w:basedOn w:val="7"/>
    <w:qFormat/>
    <w:uiPriority w:val="0"/>
  </w:style>
  <w:style w:type="character" w:customStyle="1" w:styleId="9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inv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7</Pages>
  <Words>1213</Words>
  <Characters>3807</Characters>
  <Lines>0</Lines>
  <Paragraphs>0</Paragraphs>
  <TotalTime>34</TotalTime>
  <ScaleCrop>false</ScaleCrop>
  <LinksUpToDate>false</LinksUpToDate>
  <CharactersWithSpaces>5020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2018-11-03T13:11:00Z</dcterms:created>
  <dc:creator>meinv</dc:creator>
  <cp:lastModifiedBy>。</cp:lastModifiedBy>
  <dcterms:modified xsi:type="dcterms:W3CDTF">2023-03-04T13:34:11Z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CBBA555692B3414E8821F85775DEF795</vt:lpwstr>
  </property>
</Properties>
</file>