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小学数学四年级下册第四单元练习题</w:t>
      </w:r>
    </w:p>
    <w:p>
      <w:pPr>
        <w:spacing w:line="720" w:lineRule="auto"/>
        <w:jc w:val="center"/>
        <w:rPr>
          <w:rFonts w:asci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>观</w:t>
      </w:r>
      <w:r>
        <w:rPr>
          <w:rFonts w:ascii="宋体" w:hAnsi="宋体"/>
          <w:b/>
          <w:color w:val="000000"/>
          <w:sz w:val="44"/>
          <w:szCs w:val="44"/>
        </w:rPr>
        <w:t xml:space="preserve">  </w:t>
      </w:r>
      <w:r>
        <w:rPr>
          <w:rFonts w:hint="eastAsia" w:ascii="宋体" w:hAnsi="宋体"/>
          <w:b/>
          <w:color w:val="000000"/>
          <w:sz w:val="44"/>
          <w:szCs w:val="44"/>
        </w:rPr>
        <w:t>察</w:t>
      </w:r>
      <w:r>
        <w:rPr>
          <w:rFonts w:ascii="宋体" w:hAnsi="宋体"/>
          <w:b/>
          <w:color w:val="000000"/>
          <w:sz w:val="44"/>
          <w:szCs w:val="44"/>
        </w:rPr>
        <w:t xml:space="preserve">  </w:t>
      </w:r>
      <w:r>
        <w:rPr>
          <w:rFonts w:hint="eastAsia" w:ascii="宋体" w:hAnsi="宋体"/>
          <w:b/>
          <w:color w:val="000000"/>
          <w:sz w:val="44"/>
          <w:szCs w:val="44"/>
        </w:rPr>
        <w:t>物</w:t>
      </w:r>
      <w:r>
        <w:rPr>
          <w:rFonts w:ascii="宋体" w:hAnsi="宋体"/>
          <w:b/>
          <w:color w:val="000000"/>
          <w:sz w:val="44"/>
          <w:szCs w:val="44"/>
        </w:rPr>
        <w:t xml:space="preserve">  </w:t>
      </w:r>
      <w:r>
        <w:rPr>
          <w:rFonts w:hint="eastAsia" w:ascii="宋体" w:hAnsi="宋体"/>
          <w:b/>
          <w:color w:val="000000"/>
          <w:sz w:val="44"/>
          <w:szCs w:val="44"/>
        </w:rPr>
        <w:t>体</w:t>
      </w:r>
    </w:p>
    <w:p>
      <w:pPr>
        <w:snapToGrid w:val="0"/>
        <w:rPr>
          <w:rFonts w:asci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班别：</w:t>
      </w:r>
      <w:r>
        <w:rPr>
          <w:rFonts w:ascii="宋体" w:hAnsi="宋体" w:cs="宋体"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sz w:val="28"/>
          <w:szCs w:val="28"/>
        </w:rPr>
        <w:t>姓名：</w:t>
      </w:r>
      <w:r>
        <w:rPr>
          <w:rFonts w:ascii="宋体" w:hAnsi="宋体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>评分：</w:t>
      </w:r>
      <w:r>
        <w:rPr>
          <w:rFonts w:ascii="宋体" w:hAnsi="宋体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>等级：</w:t>
      </w:r>
      <w:r>
        <w:rPr>
          <w:rFonts w:ascii="宋体" w:hAnsi="宋体" w:cs="宋体"/>
          <w:color w:val="000000"/>
          <w:sz w:val="28"/>
          <w:szCs w:val="28"/>
          <w:u w:val="single"/>
        </w:rPr>
        <w:t xml:space="preserve">           </w:t>
      </w:r>
    </w:p>
    <w:p>
      <w:pPr>
        <w:snapToGrid w:val="0"/>
        <w:rPr>
          <w:rFonts w:ascii="宋体" w:cs="宋体"/>
          <w:color w:val="000000"/>
          <w:sz w:val="28"/>
          <w:szCs w:val="28"/>
          <w:u w:val="single"/>
        </w:rPr>
      </w:pPr>
    </w:p>
    <w:p>
      <w:pPr>
        <w:spacing w:line="360" w:lineRule="auto"/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A</w:t>
      </w:r>
      <w:r>
        <w:rPr>
          <w:rFonts w:hint="eastAsia" w:ascii="宋体" w:hAnsi="宋体"/>
          <w:b/>
          <w:color w:val="000000"/>
          <w:sz w:val="32"/>
          <w:szCs w:val="32"/>
        </w:rPr>
        <w:t>卷</w:t>
      </w:r>
      <w:r>
        <w:rPr>
          <w:rFonts w:ascii="宋体" w:hAnsi="宋体"/>
          <w:b/>
          <w:color w:val="000000"/>
          <w:sz w:val="32"/>
          <w:szCs w:val="32"/>
        </w:rPr>
        <w:t xml:space="preserve">   </w:t>
      </w:r>
      <w:r>
        <w:rPr>
          <w:rFonts w:hint="eastAsia" w:ascii="宋体" w:hAnsi="宋体"/>
          <w:b/>
          <w:color w:val="000000"/>
          <w:sz w:val="32"/>
          <w:szCs w:val="32"/>
        </w:rPr>
        <w:t>（共</w:t>
      </w:r>
      <w:r>
        <w:rPr>
          <w:rFonts w:ascii="宋体" w:hAnsi="宋体"/>
          <w:b/>
          <w:color w:val="000000"/>
          <w:sz w:val="32"/>
          <w:szCs w:val="32"/>
        </w:rPr>
        <w:t>100</w:t>
      </w:r>
      <w:r>
        <w:rPr>
          <w:rFonts w:hint="eastAsia" w:ascii="宋体" w:hAnsi="宋体"/>
          <w:b/>
          <w:color w:val="000000"/>
          <w:sz w:val="32"/>
          <w:szCs w:val="32"/>
        </w:rPr>
        <w:t>分）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一、直接写出得数。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每题</w:t>
      </w:r>
      <w:r>
        <w:rPr>
          <w:rFonts w:ascii="宋体" w:hAnsi="宋体" w:cs="宋体"/>
          <w:b/>
          <w:color w:val="000000"/>
          <w:sz w:val="24"/>
        </w:rPr>
        <w:t>0.5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6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5.3-1.5=           2-0.45=</w:t>
      </w:r>
      <w:r>
        <w:rPr>
          <w:rFonts w:hint="eastAsia" w:ascii="宋体" w:hAnsi="宋体" w:cs="宋体"/>
          <w:color w:val="000000"/>
          <w:sz w:val="24"/>
        </w:rPr>
        <w:t>　　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　</w:t>
      </w:r>
      <w:r>
        <w:rPr>
          <w:rFonts w:ascii="宋体" w:hAnsi="宋体" w:cs="宋体"/>
          <w:color w:val="000000"/>
          <w:sz w:val="24"/>
        </w:rPr>
        <w:t xml:space="preserve"> 10-9.88=       </w:t>
      </w:r>
      <w:r>
        <w:rPr>
          <w:rFonts w:hint="eastAsia" w:ascii="宋体" w:hAnsi="宋体" w:cs="宋体"/>
          <w:color w:val="000000"/>
          <w:sz w:val="24"/>
        </w:rPr>
        <w:t>　</w:t>
      </w:r>
      <w:r>
        <w:rPr>
          <w:rFonts w:ascii="宋体" w:hAnsi="宋体" w:cs="宋体"/>
          <w:color w:val="000000"/>
          <w:sz w:val="24"/>
        </w:rPr>
        <w:t xml:space="preserve">    26.1+24=</w:t>
      </w:r>
    </w:p>
    <w:p>
      <w:pPr>
        <w:spacing w:line="360" w:lineRule="auto"/>
        <w:ind w:firstLine="360" w:firstLineChars="1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1.1-0.04=          0.39+1.5=           7.1-1.7=</w:t>
      </w:r>
      <w:r>
        <w:rPr>
          <w:rFonts w:hint="eastAsia" w:ascii="宋体" w:hAnsi="宋体" w:cs="宋体"/>
          <w:color w:val="000000"/>
          <w:sz w:val="24"/>
        </w:rPr>
        <w:t>　</w:t>
      </w:r>
      <w:r>
        <w:rPr>
          <w:rFonts w:ascii="宋体" w:hAnsi="宋体" w:cs="宋体"/>
          <w:color w:val="000000"/>
          <w:sz w:val="24"/>
        </w:rPr>
        <w:t xml:space="preserve">      3.8+6.2=</w:t>
      </w: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0.7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0.8=</w:t>
      </w:r>
      <w:r>
        <w:rPr>
          <w:rFonts w:hint="eastAsia" w:ascii="宋体" w:hAnsi="宋体" w:cs="宋体"/>
          <w:color w:val="000000"/>
          <w:sz w:val="24"/>
        </w:rPr>
        <w:t>　　</w:t>
      </w:r>
      <w:r>
        <w:rPr>
          <w:rFonts w:ascii="宋体" w:hAnsi="宋体" w:cs="宋体"/>
          <w:color w:val="000000"/>
          <w:sz w:val="24"/>
        </w:rPr>
        <w:t xml:space="preserve">      4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2.5=             0.6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1.5=            0.125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8=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二、认真填。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每空</w:t>
      </w:r>
      <w:r>
        <w:rPr>
          <w:rFonts w:ascii="宋体" w:hAnsi="宋体" w:cs="宋体"/>
          <w:b/>
          <w:color w:val="000000"/>
          <w:sz w:val="24"/>
        </w:rPr>
        <w:t>1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6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ind w:firstLine="359" w:firstLineChars="171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975360</wp:posOffset>
            </wp:positionH>
            <wp:positionV relativeFrom="paragraph">
              <wp:posOffset>248285</wp:posOffset>
            </wp:positionV>
            <wp:extent cx="2286000" cy="733425"/>
            <wp:effectExtent l="0" t="0" r="0" b="952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l="25795" t="61606" r="26213" b="2756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38735</wp:posOffset>
            </wp:positionV>
            <wp:extent cx="2514600" cy="619125"/>
            <wp:effectExtent l="0" t="0" r="0" b="9525"/>
            <wp:wrapTight wrapText="bothSides">
              <wp:wrapPolygon>
                <wp:start x="-82" y="0"/>
                <wp:lineTo x="-82" y="21268"/>
                <wp:lineTo x="21600" y="21268"/>
                <wp:lineTo x="21600" y="0"/>
                <wp:lineTo x="-82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l="15691" t="78482" r="10426" b="8052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．右边的三幅图分别是从什么方向看到的？</w:t>
      </w: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5448" w:firstLineChars="227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）面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）面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）面</w:t>
      </w:r>
    </w:p>
    <w:p>
      <w:pPr>
        <w:spacing w:line="360" w:lineRule="auto"/>
        <w:ind w:firstLine="888" w:firstLineChars="37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2. </w:t>
      </w:r>
      <w:r>
        <w:rPr>
          <w:rFonts w:hint="eastAsia" w:ascii="宋体" w:hAnsi="宋体" w:cs="宋体"/>
          <w:color w:val="000000"/>
          <w:sz w:val="24"/>
        </w:rPr>
        <w:t>用</w:t>
      </w: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个同样大小的正方体分别摆成右面的立体图形。</w:t>
      </w:r>
    </w:p>
    <w:p>
      <w:pPr>
        <w:spacing w:line="360" w:lineRule="auto"/>
        <w:ind w:firstLine="210" w:firstLineChars="100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4155440</wp:posOffset>
            </wp:positionH>
            <wp:positionV relativeFrom="paragraph">
              <wp:posOffset>19685</wp:posOffset>
            </wp:positionV>
            <wp:extent cx="1703705" cy="428625"/>
            <wp:effectExtent l="0" t="0" r="10795" b="9525"/>
            <wp:wrapNone/>
            <wp:docPr id="11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）从（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）面和（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）面看，看到的形状完全相同。</w:t>
      </w:r>
    </w:p>
    <w:p>
      <w:pPr>
        <w:spacing w:line="360" w:lineRule="auto"/>
        <w:ind w:firstLine="240" w:firstLineChars="10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）从（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）面看，看到的形状是不同的。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三、选一选。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每空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8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ind w:firstLine="777" w:firstLineChars="370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67310</wp:posOffset>
            </wp:positionV>
            <wp:extent cx="542925" cy="542925"/>
            <wp:effectExtent l="0" t="0" r="9525" b="9525"/>
            <wp:wrapNone/>
            <wp:docPr id="12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．</w:t>
      </w:r>
      <w:r>
        <w:rPr>
          <w:rFonts w:ascii="宋体" w:hAnsi="宋体" w:cs="宋体"/>
          <w:color w:val="000000"/>
          <w:sz w:val="24"/>
        </w:rPr>
        <w:t xml:space="preserve">        </w:t>
      </w:r>
      <w:r>
        <w:rPr>
          <w:rFonts w:hint="eastAsia" w:ascii="宋体" w:hAnsi="宋体" w:cs="宋体"/>
          <w:color w:val="000000"/>
          <w:sz w:val="24"/>
        </w:rPr>
        <w:t>如图，从左面看到的形状是（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）。</w:t>
      </w:r>
      <w:r>
        <w:rPr>
          <w:rFonts w:ascii="宋体" w:hAnsi="宋体" w:cs="宋体"/>
          <w:color w:val="000000"/>
          <w:sz w:val="24"/>
        </w:rPr>
        <w:t xml:space="preserve"> </w:t>
      </w:r>
    </w:p>
    <w:p>
      <w:pPr>
        <w:spacing w:line="360" w:lineRule="auto"/>
        <w:ind w:firstLine="359" w:firstLineChars="171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4251960</wp:posOffset>
            </wp:positionH>
            <wp:positionV relativeFrom="paragraph">
              <wp:posOffset>143510</wp:posOffset>
            </wp:positionV>
            <wp:extent cx="504825" cy="485775"/>
            <wp:effectExtent l="0" t="0" r="9525" b="9525"/>
            <wp:wrapNone/>
            <wp:docPr id="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105410</wp:posOffset>
            </wp:positionV>
            <wp:extent cx="561975" cy="523875"/>
            <wp:effectExtent l="0" t="0" r="9525" b="9525"/>
            <wp:wrapNone/>
            <wp:docPr id="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1270635</wp:posOffset>
            </wp:positionH>
            <wp:positionV relativeFrom="paragraph">
              <wp:posOffset>133985</wp:posOffset>
            </wp:positionV>
            <wp:extent cx="714375" cy="533400"/>
            <wp:effectExtent l="0" t="0" r="9525" b="0"/>
            <wp:wrapNone/>
            <wp:docPr id="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 xml:space="preserve">           </w:t>
      </w:r>
    </w:p>
    <w:p>
      <w:pPr>
        <w:spacing w:line="360" w:lineRule="auto"/>
        <w:ind w:firstLine="1608" w:firstLineChars="67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A.</w:t>
      </w:r>
      <w:r>
        <w:rPr>
          <w:rFonts w:hint="eastAsia" w:ascii="宋体" w:hAnsi="宋体" w:cs="宋体"/>
          <w:color w:val="000000"/>
          <w:sz w:val="24"/>
        </w:rPr>
        <w:t>　　　　　　　　　</w:t>
      </w:r>
      <w:r>
        <w:rPr>
          <w:rFonts w:ascii="宋体" w:hAnsi="宋体" w:cs="宋体"/>
          <w:color w:val="000000"/>
          <w:sz w:val="24"/>
        </w:rPr>
        <w:t>B.                  C.</w:t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2.</w:t>
      </w:r>
      <w:r>
        <w:rPr>
          <w:rFonts w:hint="eastAsia" w:ascii="宋体" w:hAnsi="宋体" w:cs="宋体"/>
          <w:color w:val="000000"/>
          <w:sz w:val="24"/>
        </w:rPr>
        <w:t>由</w:t>
      </w: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个大小相同的小正方体摆成一个立体图形，从左面看到的形状如图所示，这个物体的摆法不可能是（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）。</w:t>
      </w:r>
    </w:p>
    <w:p>
      <w:pPr>
        <w:spacing w:line="360" w:lineRule="auto"/>
        <w:ind w:firstLine="359" w:firstLineChars="171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850900</wp:posOffset>
            </wp:positionH>
            <wp:positionV relativeFrom="paragraph">
              <wp:posOffset>635</wp:posOffset>
            </wp:positionV>
            <wp:extent cx="3495675" cy="704850"/>
            <wp:effectExtent l="0" t="0" r="9525" b="0"/>
            <wp:wrapNone/>
            <wp:docPr id="2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304800</wp:posOffset>
            </wp:positionV>
            <wp:extent cx="685800" cy="428625"/>
            <wp:effectExtent l="0" t="0" r="0" b="9525"/>
            <wp:wrapNone/>
            <wp:docPr id="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4003675</wp:posOffset>
            </wp:positionH>
            <wp:positionV relativeFrom="paragraph">
              <wp:posOffset>40640</wp:posOffset>
            </wp:positionV>
            <wp:extent cx="600075" cy="409575"/>
            <wp:effectExtent l="0" t="0" r="9525" b="9525"/>
            <wp:wrapNone/>
            <wp:docPr id="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3.</w:t>
      </w:r>
      <w:r>
        <w:rPr>
          <w:rFonts w:hint="eastAsia" w:ascii="宋体" w:hAnsi="宋体" w:cs="宋体"/>
          <w:color w:val="000000"/>
          <w:sz w:val="24"/>
        </w:rPr>
        <w:t>乐乐用</w:t>
      </w: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个正方体搭成的立体图形从上面观察到的形状是</w:t>
      </w:r>
      <w:r>
        <w:rPr>
          <w:rFonts w:ascii="宋体" w:hAnsi="宋体" w:cs="宋体"/>
          <w:color w:val="000000"/>
          <w:sz w:val="24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，从正面观察到的形状是</w:t>
      </w:r>
      <w:r>
        <w:rPr>
          <w:rFonts w:ascii="宋体" w:hAnsi="宋体" w:cs="宋体"/>
          <w:color w:val="000000"/>
          <w:sz w:val="24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，下面（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）是乐乐摆的。</w:t>
      </w:r>
    </w:p>
    <w:p>
      <w:pPr>
        <w:spacing w:line="360" w:lineRule="auto"/>
        <w:ind w:firstLine="359" w:firstLineChars="171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209550</wp:posOffset>
            </wp:positionV>
            <wp:extent cx="3667125" cy="857250"/>
            <wp:effectExtent l="0" t="0" r="9525" b="0"/>
            <wp:wrapNone/>
            <wp:docPr id="13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410" w:firstLineChars="171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359" w:firstLineChars="171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4569460</wp:posOffset>
            </wp:positionH>
            <wp:positionV relativeFrom="paragraph">
              <wp:posOffset>198120</wp:posOffset>
            </wp:positionV>
            <wp:extent cx="276225" cy="485775"/>
            <wp:effectExtent l="0" t="0" r="9525" b="9525"/>
            <wp:wrapNone/>
            <wp:docPr id="10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3810</wp:posOffset>
            </wp:positionV>
            <wp:extent cx="676275" cy="276225"/>
            <wp:effectExtent l="0" t="0" r="9525" b="9525"/>
            <wp:wrapNone/>
            <wp:docPr id="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4.</w:t>
      </w:r>
      <w:r>
        <w:rPr>
          <w:rFonts w:hint="eastAsia" w:ascii="宋体" w:hAnsi="宋体" w:cs="宋体"/>
          <w:color w:val="000000"/>
          <w:sz w:val="24"/>
        </w:rPr>
        <w:t>用正方体搭成一个立体图形，从上面看是</w:t>
      </w:r>
      <w:r>
        <w:rPr>
          <w:rFonts w:ascii="宋体" w:hAnsi="宋体" w:cs="宋体"/>
          <w:color w:val="000000"/>
          <w:sz w:val="24"/>
        </w:rPr>
        <w:t xml:space="preserve">          </w:t>
      </w:r>
      <w:r>
        <w:rPr>
          <w:rFonts w:hint="eastAsia" w:ascii="宋体" w:hAnsi="宋体" w:cs="宋体"/>
          <w:color w:val="000000"/>
          <w:sz w:val="24"/>
        </w:rPr>
        <w:t>，从左面看是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，搭成这样一个立体图形，最少要用（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）个正方形。</w:t>
      </w:r>
    </w:p>
    <w:p>
      <w:pPr>
        <w:spacing w:line="360" w:lineRule="auto"/>
        <w:ind w:firstLine="240" w:firstLineChars="1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A</w:t>
      </w:r>
      <w:r>
        <w:rPr>
          <w:rFonts w:hint="eastAsia" w:ascii="宋体" w:hAnsi="宋体" w:cs="宋体"/>
          <w:color w:val="000000"/>
          <w:sz w:val="24"/>
        </w:rPr>
        <w:t>．　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个　　</w:t>
      </w:r>
      <w:r>
        <w:rPr>
          <w:rFonts w:ascii="宋体" w:hAnsi="宋体" w:cs="宋体"/>
          <w:color w:val="000000"/>
          <w:sz w:val="24"/>
        </w:rPr>
        <w:t>B.  3</w:t>
      </w:r>
      <w:r>
        <w:rPr>
          <w:rFonts w:hint="eastAsia" w:ascii="宋体" w:hAnsi="宋体" w:cs="宋体"/>
          <w:color w:val="000000"/>
          <w:sz w:val="24"/>
        </w:rPr>
        <w:t>个</w:t>
      </w:r>
      <w:r>
        <w:rPr>
          <w:rFonts w:ascii="宋体" w:hAnsi="宋体" w:cs="宋体"/>
          <w:color w:val="000000"/>
          <w:sz w:val="24"/>
        </w:rPr>
        <w:t xml:space="preserve">        C.  4</w:t>
      </w:r>
      <w:r>
        <w:rPr>
          <w:rFonts w:hint="eastAsia" w:ascii="宋体" w:hAnsi="宋体" w:cs="宋体"/>
          <w:color w:val="000000"/>
          <w:sz w:val="24"/>
        </w:rPr>
        <w:t>个</w:t>
      </w:r>
      <w:r>
        <w:rPr>
          <w:rFonts w:ascii="宋体" w:hAnsi="宋体" w:cs="宋体"/>
          <w:color w:val="000000"/>
          <w:sz w:val="24"/>
        </w:rPr>
        <w:t xml:space="preserve">       D.  5</w:t>
      </w:r>
      <w:r>
        <w:rPr>
          <w:rFonts w:hint="eastAsia" w:ascii="宋体" w:hAnsi="宋体" w:cs="宋体"/>
          <w:color w:val="000000"/>
          <w:sz w:val="24"/>
        </w:rPr>
        <w:t>个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四、判断对错。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每空</w:t>
      </w:r>
      <w:r>
        <w:rPr>
          <w:rFonts w:ascii="宋体" w:hAnsi="宋体" w:cs="宋体"/>
          <w:b/>
          <w:color w:val="000000"/>
          <w:sz w:val="24"/>
        </w:rPr>
        <w:t>1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4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226060</wp:posOffset>
            </wp:positionV>
            <wp:extent cx="314325" cy="314325"/>
            <wp:effectExtent l="0" t="0" r="9525" b="9525"/>
            <wp:wrapNone/>
            <wp:docPr id="3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 xml:space="preserve">  1.</w:t>
      </w:r>
      <w:r>
        <w:rPr>
          <w:rFonts w:hint="eastAsia" w:ascii="宋体" w:hAnsi="宋体" w:cs="宋体"/>
          <w:color w:val="000000"/>
          <w:sz w:val="24"/>
        </w:rPr>
        <w:t>从同一个方向观察正方体，最多能看到四个面。（</w:t>
      </w:r>
      <w:r>
        <w:rPr>
          <w:rFonts w:ascii="宋体" w:hAnsi="宋体" w:cs="宋体"/>
          <w:color w:val="000000"/>
          <w:sz w:val="24"/>
        </w:rPr>
        <w:t xml:space="preserve">     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spacing w:line="360" w:lineRule="auto"/>
        <w:rPr>
          <w:rFonts w:ascii="宋体" w:cs="宋体"/>
          <w:color w:val="000000"/>
          <w:sz w:val="24"/>
          <w:lang w:val="pt-BR"/>
        </w:rPr>
      </w:pPr>
      <w:r>
        <w:rPr>
          <w:rFonts w:ascii="宋体" w:hAnsi="宋体" w:cs="宋体"/>
          <w:color w:val="000000"/>
          <w:sz w:val="24"/>
        </w:rPr>
        <w:t xml:space="preserve">  2.         </w:t>
      </w:r>
      <w:r>
        <w:rPr>
          <w:rFonts w:hint="eastAsia" w:ascii="宋体" w:hAnsi="宋体" w:cs="宋体"/>
          <w:color w:val="000000"/>
          <w:sz w:val="24"/>
        </w:rPr>
        <w:t>是由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个小正方体搭成的。</w:t>
      </w:r>
      <w:r>
        <w:rPr>
          <w:rFonts w:hint="eastAsia" w:ascii="宋体" w:hAnsi="宋体" w:cs="宋体"/>
          <w:color w:val="000000"/>
          <w:sz w:val="24"/>
          <w:lang w:val="pt-BR"/>
        </w:rPr>
        <w:t>（</w:t>
      </w:r>
      <w:r>
        <w:rPr>
          <w:rFonts w:ascii="宋体" w:hAnsi="宋体" w:cs="宋体"/>
          <w:color w:val="000000"/>
          <w:sz w:val="24"/>
          <w:lang w:val="pt-BR"/>
        </w:rPr>
        <w:t xml:space="preserve">     </w:t>
      </w:r>
      <w:r>
        <w:rPr>
          <w:rFonts w:hint="eastAsia" w:ascii="宋体" w:hAnsi="宋体" w:cs="宋体"/>
          <w:color w:val="000000"/>
          <w:sz w:val="24"/>
          <w:lang w:val="pt-BR"/>
        </w:rPr>
        <w:t>）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  <w:lang w:val="pt-BR"/>
        </w:rPr>
        <w:t xml:space="preserve">  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．从同一个方向观察不同的立体图形，看到的形状可能相同。（</w:t>
      </w:r>
      <w:r>
        <w:rPr>
          <w:rFonts w:ascii="宋体" w:hAnsi="宋体" w:cs="宋体"/>
          <w:color w:val="000000"/>
          <w:sz w:val="24"/>
        </w:rPr>
        <w:t xml:space="preserve">     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spacing w:line="360" w:lineRule="auto"/>
        <w:ind w:firstLine="210" w:firstLineChars="100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2204085</wp:posOffset>
            </wp:positionH>
            <wp:positionV relativeFrom="paragraph">
              <wp:posOffset>45085</wp:posOffset>
            </wp:positionV>
            <wp:extent cx="371475" cy="209550"/>
            <wp:effectExtent l="0" t="0" r="9525" b="0"/>
            <wp:wrapNone/>
            <wp:docPr id="3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8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4.</w:t>
      </w:r>
      <w:r>
        <w:rPr>
          <w:rFonts w:hint="eastAsia" w:ascii="宋体" w:hAnsi="宋体" w:cs="宋体"/>
          <w:color w:val="000000"/>
          <w:sz w:val="24"/>
        </w:rPr>
        <w:t>一个立体图形从左面看到是</w:t>
      </w:r>
      <w:r>
        <w:rPr>
          <w:rFonts w:ascii="宋体" w:hAnsi="宋体" w:cs="宋体"/>
          <w:color w:val="000000"/>
          <w:sz w:val="24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，这个立体图形一定是由两个正方体搭成的。（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spacing w:line="360" w:lineRule="auto"/>
        <w:ind w:left="361" w:leftChars="1" w:hanging="359" w:hangingChars="149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五、画一画。（下面的立体图形从正面、左面、上面看到的形状分别是什么？在方格纸上画出来。）</w:t>
      </w:r>
      <w:r>
        <w:rPr>
          <w:rFonts w:ascii="宋体" w:hAnsi="宋体" w:cs="宋体"/>
          <w:color w:val="000000"/>
          <w:sz w:val="24"/>
        </w:rPr>
        <w:t xml:space="preserve">  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每小题</w:t>
      </w:r>
      <w:r>
        <w:rPr>
          <w:rFonts w:ascii="宋体" w:hAnsi="宋体" w:cs="宋体"/>
          <w:b/>
          <w:color w:val="000000"/>
          <w:sz w:val="24"/>
        </w:rPr>
        <w:t>2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12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  <w:r>
        <w:rPr>
          <w:rFonts w:ascii="宋体" w:hAnsi="宋体" w:cs="宋体"/>
          <w:color w:val="000000"/>
          <w:sz w:val="24"/>
        </w:rPr>
        <w:t xml:space="preserve"> </w:t>
      </w:r>
    </w:p>
    <w:p>
      <w:pPr>
        <w:spacing w:line="360" w:lineRule="auto"/>
        <w:ind w:left="359" w:leftChars="1" w:hanging="357" w:hangingChars="149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</w:rPr>
        <w:t>正面</w:t>
      </w:r>
      <w:r>
        <w:rPr>
          <w:rFonts w:ascii="宋体" w:hAnsi="宋体" w:cs="宋体"/>
          <w:color w:val="000000"/>
          <w:sz w:val="24"/>
        </w:rPr>
        <w:t xml:space="preserve">              </w:t>
      </w:r>
      <w:r>
        <w:rPr>
          <w:rFonts w:hint="eastAsia" w:ascii="宋体" w:hAnsi="宋体" w:cs="宋体"/>
          <w:color w:val="000000"/>
          <w:sz w:val="24"/>
        </w:rPr>
        <w:t>左面</w:t>
      </w:r>
      <w:r>
        <w:rPr>
          <w:rFonts w:ascii="宋体" w:hAnsi="宋体" w:cs="宋体"/>
          <w:color w:val="000000"/>
          <w:sz w:val="24"/>
        </w:rPr>
        <w:t xml:space="preserve">              </w:t>
      </w:r>
      <w:r>
        <w:rPr>
          <w:rFonts w:hint="eastAsia" w:ascii="宋体" w:hAnsi="宋体" w:cs="宋体"/>
          <w:color w:val="000000"/>
          <w:sz w:val="24"/>
        </w:rPr>
        <w:t>上面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14605</wp:posOffset>
            </wp:positionV>
            <wp:extent cx="914400" cy="863600"/>
            <wp:effectExtent l="0" t="0" r="0" b="12700"/>
            <wp:wrapTight wrapText="bothSides">
              <wp:wrapPolygon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6000"/>
                    </a:blip>
                    <a:srcRect l="26834" t="17819" r="37117" b="364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27940</wp:posOffset>
            </wp:positionV>
            <wp:extent cx="914400" cy="863600"/>
            <wp:effectExtent l="0" t="0" r="0" b="12700"/>
            <wp:wrapTight wrapText="bothSides">
              <wp:wrapPolygon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6000"/>
                    </a:blip>
                    <a:srcRect l="26834" t="17819" r="37117" b="364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67945</wp:posOffset>
            </wp:positionV>
            <wp:extent cx="1028700" cy="771525"/>
            <wp:effectExtent l="0" t="0" r="0" b="9525"/>
            <wp:wrapTight wrapText="bothSides">
              <wp:wrapPolygon>
                <wp:start x="-200" y="0"/>
                <wp:lineTo x="-200" y="21333"/>
                <wp:lineTo x="21000" y="21333"/>
                <wp:lineTo x="21000" y="0"/>
                <wp:lineTo x="-200" y="0"/>
              </wp:wrapPolygon>
            </wp:wrapTight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rcRect l="73439" t="11737" r="-1021" b="265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27305</wp:posOffset>
            </wp:positionV>
            <wp:extent cx="914400" cy="863600"/>
            <wp:effectExtent l="0" t="0" r="0" b="12700"/>
            <wp:wrapTight wrapText="bothSides">
              <wp:wrapPolygon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6000"/>
                    </a:blip>
                    <a:srcRect l="26834" t="17819" r="37117" b="364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495300</wp:posOffset>
            </wp:positionV>
            <wp:extent cx="914400" cy="863600"/>
            <wp:effectExtent l="0" t="0" r="0" b="12700"/>
            <wp:wrapTight wrapText="bothSides">
              <wp:wrapPolygon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6000"/>
                    </a:blip>
                    <a:srcRect l="26834" t="17819" r="37117" b="364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508000</wp:posOffset>
            </wp:positionV>
            <wp:extent cx="914400" cy="863600"/>
            <wp:effectExtent l="0" t="0" r="0" b="12700"/>
            <wp:wrapTight wrapText="bothSides">
              <wp:wrapPolygon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6000"/>
                    </a:blip>
                    <a:srcRect l="26834" t="17819" r="37117" b="364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508635</wp:posOffset>
            </wp:positionV>
            <wp:extent cx="914400" cy="863600"/>
            <wp:effectExtent l="0" t="0" r="0" b="12700"/>
            <wp:wrapTight wrapText="bothSides">
              <wp:wrapPolygon>
                <wp:start x="-225" y="0"/>
                <wp:lineTo x="-225" y="21363"/>
                <wp:lineTo x="21600" y="21363"/>
                <wp:lineTo x="21600" y="0"/>
                <wp:lineTo x="-225" y="0"/>
              </wp:wrapPolygon>
            </wp:wrapTight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6000"/>
                    </a:blip>
                    <a:srcRect l="26834" t="17819" r="37117" b="364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584835</wp:posOffset>
            </wp:positionV>
            <wp:extent cx="914400" cy="792480"/>
            <wp:effectExtent l="0" t="0" r="0" b="7620"/>
            <wp:wrapTight wrapText="bothSides">
              <wp:wrapPolygon>
                <wp:start x="-225" y="0"/>
                <wp:lineTo x="-225" y="21340"/>
                <wp:lineTo x="21600" y="21340"/>
                <wp:lineTo x="21600" y="0"/>
                <wp:lineTo x="-225" y="0"/>
              </wp:wrapPolygon>
            </wp:wrapTight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rcRect t="41470" r="72719" b="3657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b/>
          <w:color w:val="000000"/>
          <w:sz w:val="24"/>
        </w:rPr>
      </w:pP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六、生活中的观察</w:t>
      </w:r>
      <w:r>
        <w:rPr>
          <w:rFonts w:ascii="宋体" w:hAnsi="宋体" w:cs="宋体"/>
          <w:b/>
          <w:color w:val="000000"/>
          <w:sz w:val="24"/>
        </w:rPr>
        <w:t xml:space="preserve"> (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14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1.</w:t>
      </w:r>
      <w:r>
        <w:rPr>
          <w:rFonts w:hint="eastAsia" w:ascii="宋体" w:hAnsi="宋体" w:cs="宋体"/>
          <w:color w:val="000000"/>
          <w:sz w:val="24"/>
        </w:rPr>
        <w:t>小英坐在地上玩，她非常想看看桌子上放的是什么东西。她先是坐在地上往上看，她接着坐在小凳子上看，然后她站起来看，最后她站在小凳子上看。请你按小英四次看东西的顺序，在四幅图下面的（</w:t>
      </w:r>
      <w:r>
        <w:rPr>
          <w:rFonts w:ascii="宋体" w:hAnsi="宋体" w:cs="宋体"/>
          <w:color w:val="000000"/>
          <w:sz w:val="24"/>
        </w:rPr>
        <w:t xml:space="preserve">  </w:t>
      </w:r>
      <w:r>
        <w:rPr>
          <w:rFonts w:hint="eastAsia" w:ascii="宋体" w:hAnsi="宋体" w:cs="宋体"/>
          <w:color w:val="000000"/>
          <w:sz w:val="24"/>
        </w:rPr>
        <w:t>）里标出</w: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、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、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、</w:t>
      </w: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来。</w:t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1809115</wp:posOffset>
                </wp:positionH>
                <wp:positionV relativeFrom="paragraph">
                  <wp:posOffset>152400</wp:posOffset>
                </wp:positionV>
                <wp:extent cx="3842385" cy="593090"/>
                <wp:effectExtent l="0" t="0" r="5715" b="16510"/>
                <wp:wrapTight wrapText="bothSides">
                  <wp:wrapPolygon>
                    <wp:start x="-54" y="0"/>
                    <wp:lineTo x="-54" y="21252"/>
                    <wp:lineTo x="21600" y="21252"/>
                    <wp:lineTo x="21600" y="0"/>
                    <wp:lineTo x="-54" y="0"/>
                  </wp:wrapPolygon>
                </wp:wrapTight>
                <wp:docPr id="27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2385" cy="593090"/>
                          <a:chOff x="1778" y="7778"/>
                          <a:chExt cx="7740" cy="1098"/>
                        </a:xfrm>
                      </wpg:grpSpPr>
                      <pic:pic xmlns:pic="http://schemas.openxmlformats.org/drawingml/2006/picture">
                        <pic:nvPicPr>
                          <pic:cNvPr id="23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rcRect l="20000" t="16948" r="10001" b="9319"/>
                          <a:stretch>
                            <a:fillRect/>
                          </a:stretch>
                        </pic:blipFill>
                        <pic:spPr>
                          <a:xfrm>
                            <a:off x="6278" y="7778"/>
                            <a:ext cx="126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r="49602" b="59445"/>
                          <a:stretch>
                            <a:fillRect/>
                          </a:stretch>
                        </pic:blipFill>
                        <pic:spPr>
                          <a:xfrm>
                            <a:off x="1778" y="7784"/>
                            <a:ext cx="144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rcRect l="12500" r="12500" b="12640"/>
                          <a:stretch>
                            <a:fillRect/>
                          </a:stretch>
                        </pic:blipFill>
                        <pic:spPr>
                          <a:xfrm>
                            <a:off x="4118" y="7784"/>
                            <a:ext cx="108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rcRect l="20000" t="17891" r="20001" b="4277"/>
                          <a:stretch>
                            <a:fillRect/>
                          </a:stretch>
                        </pic:blipFill>
                        <pic:spPr>
                          <a:xfrm>
                            <a:off x="8438" y="7778"/>
                            <a:ext cx="1080" cy="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5" o:spid="_x0000_s1026" o:spt="203" style="position:absolute;left:0pt;margin-left:142.45pt;margin-top:12pt;height:46.7pt;width:302.55pt;mso-wrap-distance-left:9pt;mso-wrap-distance-right:9pt;z-index:251681792;mso-width-relative:page;mso-height-relative:page;" coordorigin="1778,7778" coordsize="7740,1098" wrapcoords="-54 0 -54 21252 21600 21252 21600 0 -54 0" o:gfxdata="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">
                <o:lock v:ext="edit" aspectratio="f"/>
                <v:shape id="Picture 15" o:spid="_x0000_s1026" o:spt="75" alt="" type="#_x0000_t75" style="position:absolute;left:6278;top:7778;height:1092;width:1260;" filled="f" o:preferrelative="t" stroked="f" coordsize="21600,21600" o:gfxdata="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XMvv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1" cropleft="13107f" croptop="11107f" cropright="6554f" cropbottom="6107f" o:title=""/>
                  <o:lock v:ext="edit" aspectratio="t"/>
                </v:shape>
                <v:shape id="Picture 16" o:spid="_x0000_s1026" o:spt="75" alt="" type="#_x0000_t75" style="position:absolute;left:1778;top:7784;height:1092;width:1440;" filled="f" o:preferrelative="t" stroked="f" coordsize="21600,21600" o:gfxdata="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Actj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2" cropright="32507f" cropbottom="38958f" o:title=""/>
                  <o:lock v:ext="edit" aspectratio="t"/>
                </v:shape>
                <v:shape id="Picture 17" o:spid="_x0000_s1026" o:spt="75" alt="" type="#_x0000_t75" style="position:absolute;left:4118;top:7784;height:1092;width:1080;" filled="f" o:preferrelative="t" stroked="f" coordsize="21600,21600" o:gfxdata="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QJ9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3" cropleft="8192f" cropright="8192f" cropbottom="8284f" o:title=""/>
                  <o:lock v:ext="edit" aspectratio="t"/>
                </v:shape>
                <v:shape id="Picture 18" o:spid="_x0000_s1026" o:spt="75" alt="" type="#_x0000_t75" style="position:absolute;left:8438;top:7778;height:1092;width:1080;" filled="f" o:preferrelative="t" stroked="f" coordsize="21600,21600" o:gfxdata="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RUN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4" cropleft="13107f" croptop="11725f" cropright="13108f" cropbottom="2803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27305</wp:posOffset>
            </wp:positionV>
            <wp:extent cx="1485900" cy="923925"/>
            <wp:effectExtent l="0" t="0" r="0" b="9525"/>
            <wp:wrapNone/>
            <wp:docPr id="2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/>
                    <pic:cNvPicPr>
                      <a:picLocks noChangeAspect="1"/>
                    </pic:cNvPicPr>
                  </pic:nvPicPr>
                  <pic:blipFill>
                    <a:blip r:embed="rId25">
                      <a:lum contrast="6000"/>
                    </a:blip>
                    <a:srcRect l="11539" t="8946" r="23846" b="4632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2880" w:firstLineChars="1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spacing w:line="360" w:lineRule="auto"/>
        <w:ind w:left="31680" w:hanging="360" w:hangingChars="150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2.</w:t>
      </w:r>
      <w:r>
        <w:rPr>
          <w:rFonts w:hint="eastAsia" w:ascii="宋体" w:hAnsi="宋体" w:cs="宋体"/>
          <w:color w:val="000000"/>
          <w:sz w:val="24"/>
        </w:rPr>
        <w:t>王刚沿大路向大厦走去</w:t>
      </w:r>
      <w:r>
        <w:rPr>
          <w:rFonts w:hint="eastAsia" w:ascii="宋体" w:hAnsi="宋体" w:cs="宋体"/>
          <w:b/>
          <w:color w:val="000000"/>
          <w:sz w:val="24"/>
        </w:rPr>
        <w:t>。</w:t>
      </w:r>
      <w:r>
        <w:rPr>
          <w:rFonts w:hint="eastAsia" w:ascii="宋体" w:hAnsi="宋体" w:cs="宋体"/>
          <w:color w:val="000000"/>
          <w:sz w:val="24"/>
        </w:rPr>
        <w:t>图（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）是在</w:t>
      </w:r>
      <w:r>
        <w:rPr>
          <w:rFonts w:ascii="宋体" w:hAnsi="宋体" w:cs="宋体"/>
          <w:color w:val="000000"/>
          <w:sz w:val="24"/>
        </w:rPr>
        <w:t>A</w:t>
      </w:r>
      <w:r>
        <w:rPr>
          <w:rFonts w:hint="eastAsia" w:ascii="宋体" w:hAnsi="宋体" w:cs="宋体"/>
          <w:color w:val="000000"/>
          <w:sz w:val="24"/>
        </w:rPr>
        <w:t>点处看到的，图（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）是在</w:t>
      </w:r>
      <w:r>
        <w:rPr>
          <w:rFonts w:ascii="宋体" w:hAnsi="宋体" w:cs="宋体"/>
          <w:color w:val="000000"/>
          <w:sz w:val="24"/>
        </w:rPr>
        <w:t>B</w:t>
      </w:r>
      <w:r>
        <w:rPr>
          <w:rFonts w:hint="eastAsia" w:ascii="宋体" w:hAnsi="宋体" w:cs="宋体"/>
          <w:color w:val="000000"/>
          <w:sz w:val="24"/>
        </w:rPr>
        <w:t>点处看到的。</w:t>
      </w:r>
    </w:p>
    <w:p>
      <w:pPr>
        <w:spacing w:before="240" w:line="360" w:lineRule="auto"/>
        <w:ind w:left="31680" w:hanging="315" w:hangingChars="150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142240</wp:posOffset>
            </wp:positionV>
            <wp:extent cx="2286000" cy="1042670"/>
            <wp:effectExtent l="0" t="0" r="0" b="5080"/>
            <wp:wrapTight wrapText="bothSides">
              <wp:wrapPolygon>
                <wp:start x="-90" y="0"/>
                <wp:lineTo x="-90" y="21402"/>
                <wp:lineTo x="21600" y="21402"/>
                <wp:lineTo x="21600" y="0"/>
                <wp:lineTo x="-90" y="0"/>
              </wp:wrapPolygon>
            </wp:wrapTight>
            <wp:docPr id="4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142240</wp:posOffset>
                </wp:positionV>
                <wp:extent cx="2179320" cy="998220"/>
                <wp:effectExtent l="0" t="0" r="11430" b="11430"/>
                <wp:wrapTight wrapText="bothSides">
                  <wp:wrapPolygon>
                    <wp:start x="-94" y="0"/>
                    <wp:lineTo x="-94" y="15223"/>
                    <wp:lineTo x="755" y="16457"/>
                    <wp:lineTo x="2075" y="16457"/>
                    <wp:lineTo x="2075" y="21394"/>
                    <wp:lineTo x="13394" y="21394"/>
                    <wp:lineTo x="18204" y="21394"/>
                    <wp:lineTo x="18204" y="16457"/>
                    <wp:lineTo x="20468" y="16457"/>
                    <wp:lineTo x="21600" y="15429"/>
                    <wp:lineTo x="21600" y="0"/>
                    <wp:lineTo x="-94" y="0"/>
                  </wp:wrapPolygon>
                </wp:wrapTight>
                <wp:docPr id="45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9320" cy="998220"/>
                          <a:chOff x="6021" y="3729"/>
                          <a:chExt cx="3432" cy="1572"/>
                        </a:xfrm>
                      </wpg:grpSpPr>
                      <wps:wsp>
                        <wps:cNvPr id="41" name="文本框 33"/>
                        <wps:cNvSpPr txBox="1"/>
                        <wps:spPr>
                          <a:xfrm>
                            <a:off x="6381" y="4821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34"/>
                        <wps:cNvSpPr txBox="1"/>
                        <wps:spPr>
                          <a:xfrm>
                            <a:off x="8181" y="4833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upright="1"/>
                      </wps:wsp>
                      <pic:pic xmlns:pic="http://schemas.openxmlformats.org/drawingml/2006/picture">
                        <pic:nvPicPr>
                          <pic:cNvPr id="43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 rot="-5400000">
                            <a:off x="6183" y="3567"/>
                            <a:ext cx="1116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Picture 33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 rot="-5400000">
                            <a:off x="8164" y="3566"/>
                            <a:ext cx="1126" cy="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2" o:spid="_x0000_s1026" o:spt="203" style="position:absolute;left:0pt;margin-left:252pt;margin-top:11.2pt;height:78.6pt;width:171.6pt;mso-wrap-distance-left:9pt;mso-wrap-distance-right:9pt;z-index:251686912;mso-width-relative:page;mso-height-relative:page;" coordorigin="6021,3729" coordsize="3432,1572" wrapcoords="-94 0 -94 15223 755 16457 2075 16457 2075 21394 13394 21394 18204 21394 18204 16457 20468 16457 21600 15429 21600 0 -94 0" o:gfxdata="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">
                <o:lock v:ext="edit" aspectratio="f"/>
                <v:shape id="文本框 33" o:spid="_x0000_s1026" o:spt="202" type="#_x0000_t202" style="position:absolute;left:6381;top:4821;height:468;width:720;" fillcolor="#FFFFFF" filled="t" stroked="f" coordsize="21600,21600" o:gfxdata="UEsDBAoAAAAAAIdO4kAAAAAAAAAAAAAAAAAEAAAAZHJzL1BLAwQUAAAACACHTuJA7q0i9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p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q0i9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1</w:t>
                        </w:r>
                      </w:p>
                    </w:txbxContent>
                  </v:textbox>
                </v:shape>
                <v:shape id="文本框 34" o:spid="_x0000_s1026" o:spt="202" type="#_x0000_t202" style="position:absolute;left:8181;top:4833;height:468;width:720;" fillcolor="#FFFFFF" filled="t" stroked="f" coordsize="21600,21600" o:gfxdata="UEsDBAoAAAAAAIdO4kAAAAAAAAAAAAAAAAAEAAAAZHJzL1BLAwQUAAAACACHTuJAHn+8g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xC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n+8g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2</w:t>
                        </w:r>
                      </w:p>
                    </w:txbxContent>
                  </v:textbox>
                </v:shape>
                <v:shape id="Picture 32" o:spid="_x0000_s1026" o:spt="75" alt="" type="#_x0000_t75" style="position:absolute;left:6183;top:3567;height:1440;width:1116;rotation:-5898240f;" filled="f" o:preferrelative="t" stroked="f" coordsize="21600,21600" o:gfxdata="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faR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7" o:title=""/>
                  <o:lock v:ext="edit" aspectratio="t"/>
                </v:shape>
                <v:shape id="Picture 33" o:spid="_x0000_s1026" o:spt="75" alt="" type="#_x0000_t75" style="position:absolute;left:8164;top:3566;height:1452;width:1126;rotation:-5898240f;" filled="f" o:preferrelative="t" stroked="f" coordsize="21600,21600" o:gfxdata="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Pix5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8" o:title=""/>
                  <o:lock v:ext="edit" aspectratio="t"/>
                </v:shape>
                <w10:wrap type="tight"/>
              </v:group>
            </w:pict>
          </mc:Fallback>
        </mc:AlternateContent>
      </w:r>
    </w:p>
    <w:p>
      <w:pPr>
        <w:spacing w:before="240" w:line="360" w:lineRule="auto"/>
        <w:ind w:left="31680" w:hanging="360" w:hangingChars="150"/>
        <w:rPr>
          <w:rFonts w:ascii="宋体" w:cs="宋体"/>
          <w:color w:val="000000"/>
          <w:sz w:val="24"/>
        </w:rPr>
      </w:pPr>
    </w:p>
    <w:p>
      <w:pPr>
        <w:spacing w:before="240"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王刚越走近大厦，看到大厦后面的楼房越（</w:t>
      </w:r>
      <w:r>
        <w:rPr>
          <w:rFonts w:ascii="宋体" w:hAnsi="宋体" w:cs="宋体"/>
          <w:color w:val="000000"/>
          <w:sz w:val="24"/>
        </w:rPr>
        <w:t xml:space="preserve">      </w:t>
      </w:r>
      <w:r>
        <w:rPr>
          <w:rFonts w:hint="eastAsia" w:ascii="宋体" w:hAnsi="宋体" w:cs="宋体"/>
          <w:color w:val="000000"/>
          <w:sz w:val="24"/>
        </w:rPr>
        <w:t>）。（填“多”或“少”</w:t>
      </w:r>
      <w:r>
        <w:rPr>
          <w:rFonts w:ascii="宋体" w:hAnsi="宋体" w:cs="宋体"/>
          <w:color w:val="000000"/>
          <w:sz w:val="24"/>
        </w:rPr>
        <w:t xml:space="preserve"> </w:t>
      </w:r>
      <w:r>
        <w:rPr>
          <w:rFonts w:hint="eastAsia" w:ascii="宋体" w:hAnsi="宋体" w:cs="宋体"/>
          <w:color w:val="000000"/>
          <w:sz w:val="24"/>
        </w:rPr>
        <w:t>）</w:t>
      </w:r>
    </w:p>
    <w:p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七、想一想，填一填。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9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ind w:right="840"/>
        <w:jc w:val="left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88265</wp:posOffset>
                </wp:positionV>
                <wp:extent cx="5686425" cy="891540"/>
                <wp:effectExtent l="0" t="0" r="9525" b="2286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891540"/>
                          <a:chOff x="1494" y="10182"/>
                          <a:chExt cx="8955" cy="1716"/>
                        </a:xfrm>
                      </wpg:grpSpPr>
                      <wpg:grpSp>
                        <wpg:cNvPr id="31" name="组合 38"/>
                        <wpg:cNvGrpSpPr/>
                        <wpg:grpSpPr>
                          <a:xfrm>
                            <a:off x="1494" y="10182"/>
                            <a:ext cx="8955" cy="1248"/>
                            <a:chOff x="1314" y="11730"/>
                            <a:chExt cx="8955" cy="1248"/>
                          </a:xfrm>
                        </wpg:grpSpPr>
                        <pic:pic xmlns:pic="http://schemas.openxmlformats.org/drawingml/2006/picture">
                          <pic:nvPicPr>
                            <pic:cNvPr id="28" name="Picture 7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rcRect t="75621" r="72719" b="-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54" y="11746"/>
                              <a:ext cx="1260" cy="12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" name="Picture 7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9"/>
                            <a:srcRect l="6018" t="11737" b="265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314" y="11883"/>
                              <a:ext cx="5220" cy="10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0" name="Picture 7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rcRect t="4878" r="79539" b="7316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89" y="11730"/>
                              <a:ext cx="1080" cy="12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32" name="椭圆 42"/>
                        <wps:cNvSpPr/>
                        <wps:spPr>
                          <a:xfrm>
                            <a:off x="7794" y="11430"/>
                            <a:ext cx="360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椭圆 43"/>
                        <wps:cNvSpPr/>
                        <wps:spPr>
                          <a:xfrm>
                            <a:off x="9774" y="11430"/>
                            <a:ext cx="360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椭圆 44"/>
                        <wps:cNvSpPr/>
                        <wps:spPr>
                          <a:xfrm>
                            <a:off x="3654" y="11430"/>
                            <a:ext cx="360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椭圆 45"/>
                        <wps:cNvSpPr/>
                        <wps:spPr>
                          <a:xfrm>
                            <a:off x="5634" y="11430"/>
                            <a:ext cx="360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椭圆 46"/>
                        <wps:cNvSpPr/>
                        <wps:spPr>
                          <a:xfrm>
                            <a:off x="1854" y="11430"/>
                            <a:ext cx="360" cy="46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.3pt;margin-top:6.95pt;height:70.2pt;width:447.75pt;z-index:251682816;mso-width-relative:page;mso-height-relative:page;" coordorigin="1494,10182" coordsize="8955,1716" o:gfxdata="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H//Z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">
                <o:lock v:ext="edit" aspectratio="f"/>
                <v:group id="组合 38" o:spid="_x0000_s1026" o:spt="203" style="position:absolute;left:1494;top:10182;height:1248;width:8955;" coordorigin="1314,11730" coordsize="8955,1248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Picture 76" o:spid="_x0000_s1026" o:spt="75" alt="" type="#_x0000_t75" style="position:absolute;left:7254;top:11746;height:1213;width:1260;" filled="f" o:preferrelative="t" stroked="f" coordsize="21600,21600" o:gfxdata="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/66uS2AAAA2wAAAA8A&#10;AAAAAAAAAQAgAAAAIgAAAGRycy9kb3ducmV2LnhtbFBLAQIUABQAAAAIAIdO4kAzLwWeOwAAADkA&#10;AAAQAAAAAAAAAAEAIAAAAAUBAABkcnMvc2hhcGV4bWwueG1sUEsFBgAAAAAGAAYAWwEAAK8DAAAA&#10;AA==&#10;">
                    <v:fill on="f" focussize="0,0"/>
                    <v:stroke on="f"/>
                    <v:imagedata r:id="rId20" croptop="49559f" cropright="47657f" cropbottom="-10f" o:title=""/>
                    <o:lock v:ext="edit" aspectratio="t"/>
                  </v:shape>
                  <v:shape id="Picture 77" o:spid="_x0000_s1026" o:spt="75" alt="" type="#_x0000_t75" style="position:absolute;left:1314;top:11883;height:1092;width:5220;" filled="f" o:preferrelative="t" stroked="f" coordsize="21600,21600" o:gfxdata="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9PO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19" cropleft="3944f" croptop="7692f" cropbottom="17375f" o:title=""/>
                    <o:lock v:ext="edit" aspectratio="t"/>
                  </v:shape>
                  <v:shape id="Picture 78" o:spid="_x0000_s1026" o:spt="75" alt="" type="#_x0000_t75" style="position:absolute;left:9189;top:11730;height:1248;width:1080;" filled="f" o:preferrelative="t" stroked="f" coordsize="21600,21600" o:gfxdata="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JWIL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20" croptop="3197f" cropright="52127f" cropbottom="47951f" o:title=""/>
                    <o:lock v:ext="edit" aspectratio="t"/>
                  </v:shape>
                </v:group>
                <v:shape id="椭圆 42" o:spid="_x0000_s1026" o:spt="3" type="#_x0000_t3" style="position:absolute;left:7794;top:11430;height:468;width:360;" fillcolor="#FFFFFF" filled="t" stroked="t" coordsize="21600,21600" o:gfxdata="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cAwD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t>4</w:t>
                        </w:r>
                      </w:p>
                    </w:txbxContent>
                  </v:textbox>
                </v:shape>
                <v:shape id="椭圆 43" o:spid="_x0000_s1026" o:spt="3" type="#_x0000_t3" style="position:absolute;left:9774;top:11430;height:468;width:360;" fillcolor="#FFFFFF" filled="t" stroked="t" coordsize="21600,21600" o:gfxdata="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TGWt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t>5</w:t>
                        </w:r>
                      </w:p>
                    </w:txbxContent>
                  </v:textbox>
                </v:shape>
                <v:shape id="椭圆 44" o:spid="_x0000_s1026" o:spt="3" type="#_x0000_t3" style="position:absolute;left:3654;top:11430;height:468;width:360;" fillcolor="#FFFFFF" filled="t" stroked="t" coordsize="21600,21600" o:gfxdata="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l/d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shape id="椭圆 45" o:spid="_x0000_s1026" o:spt="3" type="#_x0000_t3" style="position:absolute;left:5634;top:11430;height:468;width:360;" fillcolor="#FFFFFF" filled="t" stroked="t" coordsize="21600,21600" o:gfxdata="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jpWEK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t>3</w:t>
                        </w:r>
                      </w:p>
                    </w:txbxContent>
                  </v:textbox>
                </v:shape>
                <v:shape id="椭圆 46" o:spid="_x0000_s1026" o:spt="3" type="#_x0000_t3" style="position:absolute;left:1854;top:11430;height:468;width:360;" fillcolor="#FFFFFF" filled="t" stroked="t" coordsize="21600,21600" o:gfxdata="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DvGN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right="840"/>
        <w:jc w:val="left"/>
        <w:rPr>
          <w:rFonts w:ascii="宋体" w:cs="宋体"/>
          <w:color w:val="000000"/>
          <w:sz w:val="24"/>
        </w:rPr>
      </w:pPr>
    </w:p>
    <w:p>
      <w:pPr>
        <w:spacing w:line="360" w:lineRule="auto"/>
        <w:ind w:right="840"/>
        <w:jc w:val="left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360" w:firstLineChars="1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315" w:firstLineChars="150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42545</wp:posOffset>
                </wp:positionV>
                <wp:extent cx="228600" cy="175260"/>
                <wp:effectExtent l="4445" t="4445" r="14605" b="10795"/>
                <wp:wrapNone/>
                <wp:docPr id="58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" cy="175260"/>
                          <a:chOff x="3218" y="12650"/>
                          <a:chExt cx="540" cy="312"/>
                        </a:xfrm>
                      </wpg:grpSpPr>
                      <wps:wsp>
                        <wps:cNvPr id="54" name="矩形 48"/>
                        <wps:cNvSpPr/>
                        <wps:spPr>
                          <a:xfrm>
                            <a:off x="3218" y="12650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矩形 49"/>
                        <wps:cNvSpPr/>
                        <wps:spPr>
                          <a:xfrm>
                            <a:off x="3218" y="12806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矩形 50"/>
                        <wps:cNvSpPr/>
                        <wps:spPr>
                          <a:xfrm>
                            <a:off x="3398" y="12806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矩形 51"/>
                        <wps:cNvSpPr/>
                        <wps:spPr>
                          <a:xfrm>
                            <a:off x="3578" y="12806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108pt;margin-top:3.35pt;height:13.8pt;width:18pt;z-index:251688960;mso-width-relative:page;mso-height-relative:page;" coordorigin="3218,12650" coordsize="540,312" o:gfxdata="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Ay/G3vYAAAACAEAAA8AAAAAAAAAAQAgAAAAIgAA&#10;AGRycy9kb3ducmV2LnhtbFBLAQIUABQAAAAIAIdO4kDrUyFpswIAABYMAAAOAAAAAAAAAAEAIAAA&#10;ACcBAABkcnMvZTJvRG9jLnhtbFBLBQYAAAAABgAGAFkBAABMBgAAAAA=&#10;">
                <o:lock v:ext="edit" aspectratio="f"/>
                <v:rect id="矩形 48" o:spid="_x0000_s1026" o:spt="1" style="position:absolute;left:3218;top:12650;height:156;width:180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49" o:spid="_x0000_s1026" o:spt="1" style="position:absolute;left:3218;top:12806;height:156;width:180;" fillcolor="#FFFFFF" filled="t" stroked="t" coordsize="21600,21600" o:gfxdata="UEsDBAoAAAAAAIdO4kAAAAAAAAAAAAAAAAAEAAAAZHJzL1BLAwQUAAAACACHTuJAA4EEyb4AAADb&#10;AAAADwAAAGRycy9kb3ducmV2LnhtbEWPwW7CMBBE75X4B2uReis2VFR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4EEyb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0" o:spid="_x0000_s1026" o:spt="1" style="position:absolute;left:3398;top:12806;height:156;width:180;" fillcolor="#FFFFFF" filled="t" stroked="t" coordsize="21600,21600" o:gfxdata="UEsDBAoAAAAAAIdO4kAAAAAAAAAAAAAAAAAEAAAAZHJzL1BLAwQUAAAACACHTuJA81Oavr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Tmr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1" o:spid="_x0000_s1026" o:spt="1" style="position:absolute;left:3578;top:12806;height:156;width:180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．从正面看是</w:t>
      </w:r>
      <w:r>
        <w:rPr>
          <w:rFonts w:ascii="宋体" w:hAnsi="宋体" w:cs="宋体"/>
          <w:color w:val="000000"/>
          <w:sz w:val="24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的有（</w:t>
      </w:r>
      <w:r>
        <w:rPr>
          <w:rFonts w:ascii="宋体" w:hAnsi="宋体" w:cs="宋体"/>
          <w:color w:val="000000"/>
          <w:sz w:val="24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>）。</w:t>
      </w:r>
    </w:p>
    <w:p>
      <w:pPr>
        <w:spacing w:line="360" w:lineRule="auto"/>
        <w:ind w:firstLine="315" w:firstLineChars="150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73025</wp:posOffset>
                </wp:positionV>
                <wp:extent cx="200025" cy="157480"/>
                <wp:effectExtent l="4445" t="4445" r="5080" b="9525"/>
                <wp:wrapNone/>
                <wp:docPr id="6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" cy="157480"/>
                          <a:chOff x="3398" y="13118"/>
                          <a:chExt cx="360" cy="312"/>
                        </a:xfrm>
                      </wpg:grpSpPr>
                      <wps:wsp>
                        <wps:cNvPr id="59" name="矩形 53"/>
                        <wps:cNvSpPr/>
                        <wps:spPr>
                          <a:xfrm>
                            <a:off x="3578" y="13274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矩形 54"/>
                        <wps:cNvSpPr/>
                        <wps:spPr>
                          <a:xfrm>
                            <a:off x="3398" y="13118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矩形 55"/>
                        <wps:cNvSpPr/>
                        <wps:spPr>
                          <a:xfrm>
                            <a:off x="3578" y="13118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2" o:spid="_x0000_s1026" o:spt="203" style="position:absolute;left:0pt;margin-left:108pt;margin-top:5.75pt;height:12.4pt;width:15.75pt;z-index:251689984;mso-width-relative:page;mso-height-relative:page;" coordorigin="3398,13118" coordsize="360,312" o:gfxdata="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L5tQJdkAAAAJAQAADwAAAAAAAAABACAAAAAiAAAAZHJzL2Rv&#10;d25yZXYueG1sUEsBAhQAFAAAAAgAh07iQPsjrnirAgAA1AkAAA4AAAAAAAAAAQAgAAAAKAEAAGRy&#10;cy9lMm9Eb2MueG1sUEsFBgAAAAAGAAYAWQEAAEUGAAAAAA==&#10;">
                <o:lock v:ext="edit" aspectratio="f"/>
                <v:rect id="矩形 53" o:spid="_x0000_s1026" o:spt="1" style="position:absolute;left:3578;top:13274;height:156;width:180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4" o:spid="_x0000_s1026" o:spt="1" style="position:absolute;left:3398;top:13118;height:156;width:180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5" o:spid="_x0000_s1026" o:spt="1" style="position:absolute;left:3578;top:13118;height:156;width:180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．从上面看是</w:t>
      </w:r>
      <w:r>
        <w:rPr>
          <w:rFonts w:ascii="宋体" w:hAnsi="宋体" w:cs="宋体"/>
          <w:color w:val="000000"/>
          <w:sz w:val="24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的有（</w:t>
      </w:r>
      <w:r>
        <w:rPr>
          <w:rFonts w:ascii="宋体" w:hAnsi="宋体" w:cs="宋体"/>
          <w:color w:val="000000"/>
          <w:sz w:val="24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>）。</w:t>
      </w:r>
      <w:r>
        <w:rPr>
          <w:rFonts w:ascii="宋体" w:hAnsi="宋体" w:cs="宋体"/>
          <w:color w:val="000000"/>
          <w:sz w:val="24"/>
        </w:rPr>
        <w:t xml:space="preserve"> </w:t>
      </w:r>
    </w:p>
    <w:p>
      <w:pPr>
        <w:spacing w:line="360" w:lineRule="auto"/>
        <w:ind w:firstLine="315" w:firstLineChars="150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51435</wp:posOffset>
                </wp:positionV>
                <wp:extent cx="200025" cy="182880"/>
                <wp:effectExtent l="4445" t="4445" r="5080" b="22225"/>
                <wp:wrapNone/>
                <wp:docPr id="6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" cy="182880"/>
                          <a:chOff x="3038" y="12962"/>
                          <a:chExt cx="360" cy="312"/>
                        </a:xfrm>
                      </wpg:grpSpPr>
                      <wps:wsp>
                        <wps:cNvPr id="63" name="矩形 57"/>
                        <wps:cNvSpPr/>
                        <wps:spPr>
                          <a:xfrm>
                            <a:off x="3218" y="12962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矩形 58"/>
                        <wps:cNvSpPr/>
                        <wps:spPr>
                          <a:xfrm>
                            <a:off x="3218" y="13118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矩形 59"/>
                        <wps:cNvSpPr/>
                        <wps:spPr>
                          <a:xfrm>
                            <a:off x="3038" y="13118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6" o:spid="_x0000_s1026" o:spt="203" style="position:absolute;left:0pt;margin-left:108pt;margin-top:4.05pt;height:14.4pt;width:15.75pt;z-index:251691008;mso-width-relative:page;mso-height-relative:page;" coordorigin="3038,12962" coordsize="360,312" o:gfxdata="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D/VswG2QAAAAgBAAAPAAAAAAAAAAEAIAAAACIAAABkcnMvZG93bnJl&#10;di54bWxQSwECFAAUAAAACACHTuJAsm0U5qcCAADUCQAADgAAAAAAAAABACAAAAAoAQAAZHJzL2Uy&#10;b0RvYy54bWxQSwUGAAAAAAYABgBZAQAAQQYAAAAA&#10;">
                <o:lock v:ext="edit" aspectratio="f"/>
                <v:rect id="矩形 57" o:spid="_x0000_s1026" o:spt="1" style="position:absolute;left:3218;top:12962;height:156;width:180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8" o:spid="_x0000_s1026" o:spt="1" style="position:absolute;left:3218;top:13118;height:156;width:180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59" o:spid="_x0000_s1026" o:spt="1" style="position:absolute;left:3038;top:13118;height:156;width:180;" fillcolor="#FFFFFF" filled="t" stroked="t" coordsize="21600,21600" o:gfxdata="UEsDBAoAAAAAAIdO4kAAAAAAAAAAAAAAAAAEAAAAZHJzL1BLAwQUAAAACACHTuJAze3OdL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tznS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．从右面看是</w:t>
      </w:r>
      <w:r>
        <w:rPr>
          <w:rFonts w:ascii="宋体" w:hAnsi="宋体" w:cs="宋体"/>
          <w:color w:val="000000"/>
          <w:sz w:val="24"/>
        </w:rPr>
        <w:t xml:space="preserve">       </w:t>
      </w:r>
      <w:r>
        <w:rPr>
          <w:rFonts w:hint="eastAsia" w:ascii="宋体" w:hAnsi="宋体" w:cs="宋体"/>
          <w:color w:val="000000"/>
          <w:sz w:val="24"/>
        </w:rPr>
        <w:t>的有（</w:t>
      </w:r>
      <w:r>
        <w:rPr>
          <w:rFonts w:ascii="宋体" w:hAnsi="宋体" w:cs="宋体"/>
          <w:color w:val="000000"/>
          <w:sz w:val="24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>）。</w:t>
      </w:r>
    </w:p>
    <w:p>
      <w:pPr>
        <w:spacing w:line="360" w:lineRule="auto"/>
        <w:ind w:firstLine="315" w:firstLineChars="150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40005</wp:posOffset>
                </wp:positionV>
                <wp:extent cx="238125" cy="196850"/>
                <wp:effectExtent l="5080" t="4445" r="4445" b="8255"/>
                <wp:wrapNone/>
                <wp:docPr id="72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" cy="196850"/>
                          <a:chOff x="3218" y="13430"/>
                          <a:chExt cx="540" cy="468"/>
                        </a:xfrm>
                      </wpg:grpSpPr>
                      <wps:wsp>
                        <wps:cNvPr id="67" name="矩形 61"/>
                        <wps:cNvSpPr/>
                        <wps:spPr>
                          <a:xfrm>
                            <a:off x="3398" y="13586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矩形 62"/>
                        <wps:cNvSpPr/>
                        <wps:spPr>
                          <a:xfrm>
                            <a:off x="3218" y="13742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矩形 63"/>
                        <wps:cNvSpPr/>
                        <wps:spPr>
                          <a:xfrm>
                            <a:off x="3398" y="13742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矩形 64"/>
                        <wps:cNvSpPr/>
                        <wps:spPr>
                          <a:xfrm>
                            <a:off x="3578" y="13742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1" name="矩形 65"/>
                        <wps:cNvSpPr/>
                        <wps:spPr>
                          <a:xfrm>
                            <a:off x="3398" y="13430"/>
                            <a:ext cx="180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" o:spid="_x0000_s1026" o:spt="203" style="position:absolute;left:0pt;margin-left:100.9pt;margin-top:3.15pt;height:15.5pt;width:18.75pt;z-index:251692032;mso-width-relative:page;mso-height-relative:page;" coordorigin="3218,13430" coordsize="540,468" o:gfxdata="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">
                <o:lock v:ext="edit" aspectratio="f"/>
                <v:rect id="矩形 61" o:spid="_x0000_s1026" o:spt="1" style="position:absolute;left:3398;top:13586;height:156;width:180;" fillcolor="#FFFFFF" filled="t" stroked="t" coordsize="21600,21600" o:gfxdata="UEsDBAoAAAAAAIdO4kAAAAAAAAAAAAAAAAAEAAAAZHJzL1BLAwQUAAAACACHTuJAUnP1mL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+wP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P1m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2" o:spid="_x0000_s1026" o:spt="1" style="position:absolute;left:3218;top:13742;height:156;width:180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3" o:spid="_x0000_s1026" o:spt="1" style="position:absolute;left:3398;top:13742;height:156;width:180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4" o:spid="_x0000_s1026" o:spt="1" style="position:absolute;left:3578;top:13742;height:156;width:180;" fillcolor="#FFFFFF" filled="t" stroked="t" coordsize="21600,21600" o:gfxdata="UEsDBAoAAAAAAIdO4kAAAAAAAAAAAAAAAAAEAAAAZHJzL1BLAwQUAAAACACHTuJAWEP7Mb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V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Q/sx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rect id="矩形 65" o:spid="_x0000_s1026" o:spt="1" style="position:absolute;left:3398;top:13430;height:156;width:180;" fillcolor="#FFFFFF" filled="t" stroked="t" coordsize="21600,21600" o:gfxdata="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D16q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．从后面看是</w:t>
      </w:r>
      <w:r>
        <w:rPr>
          <w:rFonts w:ascii="宋体" w:hAnsi="宋体" w:cs="宋体"/>
          <w:color w:val="000000"/>
          <w:sz w:val="24"/>
        </w:rPr>
        <w:t xml:space="preserve">     </w:t>
      </w:r>
      <w:r>
        <w:rPr>
          <w:rFonts w:hint="eastAsia" w:ascii="宋体" w:hAnsi="宋体" w:cs="宋体"/>
          <w:color w:val="000000"/>
          <w:sz w:val="24"/>
        </w:rPr>
        <w:t>的有（</w:t>
      </w:r>
      <w:r>
        <w:rPr>
          <w:rFonts w:ascii="宋体" w:hAnsi="宋体" w:cs="宋体"/>
          <w:color w:val="000000"/>
          <w:sz w:val="24"/>
        </w:rPr>
        <w:t xml:space="preserve">                      </w:t>
      </w:r>
      <w:r>
        <w:rPr>
          <w:rFonts w:hint="eastAsia" w:ascii="宋体" w:hAnsi="宋体" w:cs="宋体"/>
          <w:color w:val="000000"/>
          <w:sz w:val="24"/>
        </w:rPr>
        <w:t>）。</w:t>
      </w:r>
      <w:r>
        <w:rPr>
          <w:rFonts w:ascii="宋体" w:hAnsi="宋体" w:cs="宋体"/>
          <w:color w:val="000000"/>
          <w:sz w:val="24"/>
        </w:rPr>
        <w:t xml:space="preserve">                             </w:t>
      </w: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八、脱式计算，能简算的要简算。</w:t>
      </w:r>
      <w:r>
        <w:rPr>
          <w:rFonts w:ascii="宋体" w:hAnsi="宋体" w:cs="宋体"/>
          <w:b/>
          <w:color w:val="000000"/>
          <w:sz w:val="24"/>
        </w:rPr>
        <w:t>(</w:t>
      </w:r>
      <w:r>
        <w:rPr>
          <w:rFonts w:hint="eastAsia" w:ascii="宋体" w:hAnsi="宋体" w:cs="宋体"/>
          <w:b/>
          <w:color w:val="000000"/>
          <w:sz w:val="24"/>
        </w:rPr>
        <w:t>每题</w:t>
      </w:r>
      <w:r>
        <w:rPr>
          <w:rFonts w:ascii="宋体" w:hAnsi="宋体" w:cs="宋体"/>
          <w:b/>
          <w:color w:val="000000"/>
          <w:sz w:val="24"/>
        </w:rPr>
        <w:t>3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共</w:t>
      </w:r>
      <w:r>
        <w:rPr>
          <w:rFonts w:ascii="宋体" w:hAnsi="宋体" w:cs="宋体"/>
          <w:b/>
          <w:color w:val="000000"/>
          <w:sz w:val="24"/>
        </w:rPr>
        <w:t>18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ind w:firstLine="480" w:firstLineChars="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7.56+13.8+2.44+5.2                 </w:t>
      </w:r>
      <w:r>
        <w:rPr>
          <w:rFonts w:ascii="宋体" w:hAnsi="宋体" w:cs="宋体"/>
          <w:color w:val="000000"/>
          <w:spacing w:val="20"/>
          <w:sz w:val="24"/>
        </w:rPr>
        <w:t>15.64</w:t>
      </w:r>
      <w:r>
        <w:rPr>
          <w:rFonts w:hint="eastAsia" w:ascii="宋体" w:hAnsi="宋体" w:cs="宋体"/>
          <w:color w:val="000000"/>
          <w:spacing w:val="20"/>
          <w:sz w:val="24"/>
        </w:rPr>
        <w:t>－</w:t>
      </w:r>
      <w:r>
        <w:rPr>
          <w:rFonts w:ascii="宋体" w:hAnsi="宋体" w:cs="宋体"/>
          <w:color w:val="000000"/>
          <w:spacing w:val="20"/>
          <w:sz w:val="24"/>
        </w:rPr>
        <w:t>2.53</w:t>
      </w:r>
      <w:r>
        <w:rPr>
          <w:rFonts w:hint="eastAsia" w:ascii="宋体" w:hAnsi="宋体" w:cs="宋体"/>
          <w:color w:val="000000"/>
          <w:spacing w:val="20"/>
          <w:sz w:val="24"/>
        </w:rPr>
        <w:t>－</w:t>
      </w:r>
      <w:r>
        <w:rPr>
          <w:rFonts w:ascii="宋体" w:hAnsi="宋体" w:cs="宋体"/>
          <w:color w:val="000000"/>
          <w:spacing w:val="20"/>
          <w:sz w:val="24"/>
        </w:rPr>
        <w:t>7.47</w:t>
      </w:r>
      <w:r>
        <w:rPr>
          <w:rFonts w:ascii="宋体" w:hAnsi="宋体" w:cs="宋体"/>
          <w:color w:val="000000"/>
          <w:sz w:val="24"/>
        </w:rPr>
        <w:t xml:space="preserve">  </w:t>
      </w: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</w:t>
      </w: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0.125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72                          3.2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4.6+5.4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3.2</w:t>
      </w: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0.25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4.7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0.4                     264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0.157+0.264</w:t>
      </w:r>
      <w:r>
        <w:rPr>
          <w:rFonts w:hint="eastAsia" w:ascii="宋体" w:hAnsi="宋体" w:cs="宋体"/>
          <w:color w:val="000000"/>
          <w:sz w:val="24"/>
        </w:rPr>
        <w:t>×</w:t>
      </w:r>
      <w:r>
        <w:rPr>
          <w:rFonts w:ascii="宋体" w:hAnsi="宋体" w:cs="宋体"/>
          <w:color w:val="000000"/>
          <w:sz w:val="24"/>
        </w:rPr>
        <w:t>843</w:t>
      </w: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600" w:firstLineChars="250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九、解决问题。</w:t>
      </w:r>
      <w:r>
        <w:rPr>
          <w:rFonts w:ascii="宋体" w:hAnsi="宋体" w:cs="宋体"/>
          <w:b/>
          <w:color w:val="000000"/>
          <w:sz w:val="24"/>
        </w:rPr>
        <w:t>(1</w:t>
      </w:r>
      <w:r>
        <w:rPr>
          <w:rFonts w:hint="eastAsia" w:ascii="宋体" w:hAnsi="宋体" w:cs="宋体"/>
          <w:b/>
          <w:color w:val="000000"/>
          <w:sz w:val="24"/>
        </w:rPr>
        <w:t>题</w:t>
      </w:r>
      <w:r>
        <w:rPr>
          <w:rFonts w:ascii="宋体" w:hAnsi="宋体" w:cs="宋体"/>
          <w:b/>
          <w:color w:val="000000"/>
          <w:sz w:val="24"/>
        </w:rPr>
        <w:t>3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,</w:t>
      </w:r>
      <w:r>
        <w:rPr>
          <w:rFonts w:hint="eastAsia" w:ascii="宋体" w:hAnsi="宋体" w:cs="宋体"/>
          <w:b/>
          <w:color w:val="000000"/>
          <w:sz w:val="24"/>
        </w:rPr>
        <w:t>其余</w:t>
      </w:r>
      <w:r>
        <w:rPr>
          <w:rFonts w:ascii="宋体" w:hAnsi="宋体" w:cs="宋体"/>
          <w:b/>
          <w:color w:val="000000"/>
          <w:sz w:val="24"/>
        </w:rPr>
        <w:t>5</w:t>
      </w:r>
      <w:r>
        <w:rPr>
          <w:rFonts w:hint="eastAsia" w:ascii="宋体" w:hAnsi="宋体" w:cs="宋体"/>
          <w:b/>
          <w:color w:val="000000"/>
          <w:sz w:val="24"/>
        </w:rPr>
        <w:t>分，共</w:t>
      </w:r>
      <w:r>
        <w:rPr>
          <w:rFonts w:ascii="宋体" w:hAnsi="宋体" w:cs="宋体"/>
          <w:b/>
          <w:color w:val="000000"/>
          <w:sz w:val="24"/>
        </w:rPr>
        <w:t>23</w:t>
      </w:r>
      <w:r>
        <w:rPr>
          <w:rFonts w:hint="eastAsia" w:ascii="宋体" w:hAnsi="宋体" w:cs="宋体"/>
          <w:b/>
          <w:color w:val="000000"/>
          <w:sz w:val="24"/>
        </w:rPr>
        <w:t>分</w:t>
      </w:r>
      <w:r>
        <w:rPr>
          <w:rFonts w:ascii="宋体" w:hAnsi="宋体" w:cs="宋体"/>
          <w:b/>
          <w:color w:val="000000"/>
          <w:sz w:val="24"/>
        </w:rPr>
        <w:t>)</w:t>
      </w:r>
    </w:p>
    <w:p>
      <w:pPr>
        <w:spacing w:line="360" w:lineRule="auto"/>
        <w:ind w:firstLine="315" w:firstLineChars="150"/>
        <w:rPr>
          <w:rFonts w:ascii="宋体" w:cs="宋体"/>
          <w:color w:val="000000"/>
          <w:sz w:val="24"/>
        </w:rPr>
      </w:pP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172720</wp:posOffset>
                </wp:positionV>
                <wp:extent cx="1257300" cy="520700"/>
                <wp:effectExtent l="4445" t="4445" r="14605" b="8255"/>
                <wp:wrapTight wrapText="bothSides">
                  <wp:wrapPolygon>
                    <wp:start x="3764" y="-393"/>
                    <wp:lineTo x="164" y="18458"/>
                    <wp:lineTo x="-164" y="21207"/>
                    <wp:lineTo x="21764" y="21207"/>
                    <wp:lineTo x="16364" y="-393"/>
                    <wp:lineTo x="3764" y="-393"/>
                  </wp:wrapPolygon>
                </wp:wrapTight>
                <wp:docPr id="53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520700"/>
                          <a:chOff x="2601" y="2013"/>
                          <a:chExt cx="2880" cy="1092"/>
                        </a:xfrm>
                      </wpg:grpSpPr>
                      <wps:wsp>
                        <wps:cNvPr id="46" name="直线 67"/>
                        <wps:cNvSpPr/>
                        <wps:spPr>
                          <a:xfrm>
                            <a:off x="3141" y="2013"/>
                            <a:ext cx="16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68"/>
                        <wps:cNvSpPr/>
                        <wps:spPr>
                          <a:xfrm>
                            <a:off x="2601" y="3105"/>
                            <a:ext cx="28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69"/>
                        <wps:cNvSpPr/>
                        <wps:spPr>
                          <a:xfrm flipH="1">
                            <a:off x="2601" y="2013"/>
                            <a:ext cx="54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70"/>
                        <wps:cNvSpPr/>
                        <wps:spPr>
                          <a:xfrm flipH="1">
                            <a:off x="3861" y="2013"/>
                            <a:ext cx="54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71"/>
                        <wps:cNvSpPr/>
                        <wps:spPr>
                          <a:xfrm flipH="1">
                            <a:off x="4221" y="2013"/>
                            <a:ext cx="54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72"/>
                        <wps:cNvSpPr/>
                        <wps:spPr>
                          <a:xfrm>
                            <a:off x="3141" y="2013"/>
                            <a:ext cx="72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73"/>
                        <wps:cNvSpPr/>
                        <wps:spPr>
                          <a:xfrm>
                            <a:off x="4761" y="2013"/>
                            <a:ext cx="720" cy="10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6" o:spid="_x0000_s1026" o:spt="203" style="position:absolute;left:0pt;margin-left:234pt;margin-top:13.6pt;height:41pt;width:99pt;mso-wrap-distance-left:9pt;mso-wrap-distance-right:9pt;z-index:251687936;mso-width-relative:page;mso-height-relative:page;" coordorigin="2601,2013" coordsize="2880,1092" wrapcoords="3764 -393 164 18458 -164 21207 21764 21207 16364 -393 3764 -393" o:gfxdata="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55vXI2gAAAAoBAAAPAAAAAAAAAAEAIAAAACIAAABkcnMvZG93bnJldi54&#10;bWxQSwECFAAUAAAACACHTuJAvxmWHhUDAABGEQAADgAAAAAAAAABACAAAAApAQAAZHJzL2Uyb0Rv&#10;Yy54bWxQSwUGAAAAAAYABgBZAQAAsAYAAAAA&#10;">
                <o:lock v:ext="edit" aspectratio="f"/>
                <v:line id="直线 67" o:spid="_x0000_s1026" o:spt="20" style="position:absolute;left:3141;top:2013;height:0;width:162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8" o:spid="_x0000_s1026" o:spt="20" style="position:absolute;left:2601;top:3105;height:0;width:288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9" o:spid="_x0000_s1026" o:spt="20" style="position:absolute;left:2601;top:2013;flip:x;height:1092;width:540;" filled="f" stroked="t" coordsize="21600,21600" o:gfxdata="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v3zZm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0" o:spid="_x0000_s1026" o:spt="20" style="position:absolute;left:3861;top:2013;flip:x;height:1092;width:540;" filled="f" stroked="t" coordsize="21600,21600" o:gfxdata="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u2g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1" o:spid="_x0000_s1026" o:spt="20" style="position:absolute;left:4221;top:2013;flip:x;height:1092;width:540;" filled="f" stroked="t" coordsize="21600,21600" o:gfxdata="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BYV0K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2" o:spid="_x0000_s1026" o:spt="20" style="position:absolute;left:3141;top:2013;height:1092;width:720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3" o:spid="_x0000_s1026" o:spt="20" style="position:absolute;left:4761;top:2013;height:1092;width:72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．右图中有（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）个三角形。</w:t>
      </w:r>
    </w:p>
    <w:p>
      <w:pPr>
        <w:spacing w:line="360" w:lineRule="auto"/>
        <w:ind w:firstLine="360" w:firstLineChars="1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有（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）个梯形。</w:t>
      </w:r>
    </w:p>
    <w:p>
      <w:pPr>
        <w:spacing w:line="360" w:lineRule="auto"/>
        <w:ind w:firstLine="720" w:firstLineChars="30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有（</w:t>
      </w:r>
      <w:r>
        <w:rPr>
          <w:rFonts w:ascii="宋体" w:hAnsi="宋体" w:cs="宋体"/>
          <w:color w:val="000000"/>
          <w:sz w:val="24"/>
        </w:rPr>
        <w:t xml:space="preserve">    </w:t>
      </w:r>
      <w:r>
        <w:rPr>
          <w:rFonts w:hint="eastAsia" w:ascii="宋体" w:hAnsi="宋体" w:cs="宋体"/>
          <w:color w:val="000000"/>
          <w:sz w:val="24"/>
        </w:rPr>
        <w:t>）个平行四边形。</w:t>
      </w:r>
    </w:p>
    <w:p>
      <w:pPr>
        <w:spacing w:line="360" w:lineRule="auto"/>
        <w:ind w:firstLine="360" w:firstLineChars="15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2.</w:t>
      </w:r>
      <w:r>
        <w:rPr>
          <w:rFonts w:hint="eastAsia" w:ascii="宋体" w:hAnsi="宋体" w:cs="宋体"/>
          <w:color w:val="000000"/>
          <w:sz w:val="24"/>
        </w:rPr>
        <w:t>右图是一个直角三角形，已知∠</w:t>
      </w:r>
      <w:r>
        <w:rPr>
          <w:rFonts w:ascii="宋体" w:hAnsi="宋体" w:cs="宋体"/>
          <w:color w:val="000000"/>
          <w:sz w:val="24"/>
        </w:rPr>
        <w:t>1=60</w:t>
      </w:r>
      <w:r>
        <w:rPr>
          <w:rFonts w:ascii="宋体" w:hAnsi="宋体" w:cs="宋体"/>
          <w:color w:val="000000"/>
          <w:sz w:val="24"/>
          <w:vertAlign w:val="superscript"/>
        </w:rPr>
        <w:t>0</w:t>
      </w:r>
      <w:r>
        <w:rPr>
          <w:rFonts w:hint="eastAsia" w:ascii="宋体" w:hAnsi="宋体" w:cs="宋体"/>
          <w:color w:val="000000"/>
          <w:sz w:val="24"/>
        </w:rPr>
        <w:t>，求∠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和∠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各是多少度？</w:t>
      </w:r>
    </w:p>
    <w:p>
      <w:pPr>
        <w:spacing w:line="360" w:lineRule="auto"/>
        <w:ind w:firstLine="630" w:firstLineChars="300"/>
        <w:rPr>
          <w:rFonts w:ascii="宋体" w:cs="宋体"/>
          <w:color w:val="000000"/>
          <w:sz w:val="24"/>
          <w:vertAlign w:val="superscript"/>
        </w:rPr>
      </w:pPr>
      <w: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</wp:posOffset>
                </wp:positionV>
                <wp:extent cx="1028700" cy="523240"/>
                <wp:effectExtent l="6350" t="8255" r="12700" b="1905"/>
                <wp:wrapTight wrapText="bothSides">
                  <wp:wrapPolygon>
                    <wp:start x="-400" y="0"/>
                    <wp:lineTo x="-400" y="20422"/>
                    <wp:lineTo x="21800" y="20422"/>
                    <wp:lineTo x="20200" y="18851"/>
                    <wp:lineTo x="21400" y="15709"/>
                    <wp:lineTo x="21600" y="10211"/>
                    <wp:lineTo x="5800" y="6284"/>
                    <wp:lineTo x="600" y="0"/>
                    <wp:lineTo x="-400" y="0"/>
                  </wp:wrapPolygon>
                </wp:wrapTight>
                <wp:docPr id="84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523240"/>
                          <a:chOff x="2601" y="13401"/>
                          <a:chExt cx="1800" cy="975"/>
                        </a:xfrm>
                      </wpg:grpSpPr>
                      <wps:wsp>
                        <wps:cNvPr id="73" name="直线 75"/>
                        <wps:cNvSpPr/>
                        <wps:spPr>
                          <a:xfrm>
                            <a:off x="3906" y="14346"/>
                            <a:ext cx="49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83" name="组合 76"/>
                        <wpg:cNvGrpSpPr/>
                        <wpg:grpSpPr>
                          <a:xfrm>
                            <a:off x="2601" y="13401"/>
                            <a:ext cx="1755" cy="975"/>
                            <a:chOff x="2601" y="13245"/>
                            <a:chExt cx="1755" cy="975"/>
                          </a:xfrm>
                        </wpg:grpSpPr>
                        <wps:wsp>
                          <wps:cNvPr id="74" name="自选图形 77"/>
                          <wps:cNvSpPr/>
                          <wps:spPr>
                            <a:xfrm>
                              <a:off x="2601" y="13245"/>
                              <a:ext cx="1440" cy="936"/>
                            </a:xfrm>
                            <a:prstGeom prst="rtTriangl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5" name="直线 78"/>
                          <wps:cNvSpPr/>
                          <wps:spPr>
                            <a:xfrm>
                              <a:off x="2601" y="14025"/>
                              <a:ext cx="1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直线 79"/>
                          <wps:cNvSpPr/>
                          <wps:spPr>
                            <a:xfrm>
                              <a:off x="2781" y="14025"/>
                              <a:ext cx="0" cy="156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7" name="自选图形 80"/>
                          <wps:cNvSpPr/>
                          <wps:spPr>
                            <a:xfrm rot="-10290244" flipH="1">
                              <a:off x="2601" y="13371"/>
                              <a:ext cx="180" cy="156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A3" fmla="val 0"/>
                                <a:gd name="G0" fmla="+- A2 0 0"/>
                                <a:gd name="G1" fmla="+- A1 0 0"/>
                                <a:gd name="G2" fmla="+- A2 0 A1"/>
                                <a:gd name="G3" fmla="+- 10800 0 0"/>
                                <a:gd name="G4" fmla="+- 0 0 A2"/>
                                <a:gd name="T0" fmla="*/ 360 60000 1"/>
                                <a:gd name="T1" fmla="*/ 0 60000 1"/>
                                <a:gd name="T2" fmla="+- T0 0 T1"/>
                                <a:gd name="G5" fmla="+- G2 T2 0"/>
                                <a:gd name="G6" fmla="?: G2 G2 G5"/>
                                <a:gd name="G7" fmla="+- 0 0 G6"/>
                                <a:gd name="G8" fmla="+- A3 0 0"/>
                                <a:gd name="G9" fmla="+- 0 0 A1"/>
                                <a:gd name="G10" fmla="+- A3 0 2700"/>
                                <a:gd name="G11" fmla="cos G10 A2"/>
                                <a:gd name="G12" fmla="sin G10 A2"/>
                                <a:gd name="G13" fmla="cos 13500 A2"/>
                                <a:gd name="G14" fmla="sin 13500 A2"/>
                                <a:gd name="G15" fmla="+- G11 10800 0"/>
                                <a:gd name="G16" fmla="+- G12 10800 0"/>
                                <a:gd name="G17" fmla="+- G13 10800 0"/>
                                <a:gd name="G18" fmla="+- G14 10800 0"/>
                                <a:gd name="G19" fmla="*/ A3 1 2"/>
                                <a:gd name="G20" fmla="+- G19 5400 0"/>
                                <a:gd name="G21" fmla="cos G20 A2"/>
                                <a:gd name="G22" fmla="sin G20 A2"/>
                                <a:gd name="G23" fmla="+- G21 10800 0"/>
                                <a:gd name="G24" fmla="+- G12 G23 G22"/>
                                <a:gd name="G25" fmla="+- G22 G23 G11"/>
                                <a:gd name="G26" fmla="cos 10800 A2"/>
                                <a:gd name="G27" fmla="sin 10800 A2"/>
                                <a:gd name="G28" fmla="cos A3 A2"/>
                                <a:gd name="G29" fmla="sin A3 A2"/>
                                <a:gd name="G30" fmla="+- G26 10800 0"/>
                                <a:gd name="G31" fmla="+- G27 10800 0"/>
                                <a:gd name="G32" fmla="+- G28 10800 0"/>
                                <a:gd name="G33" fmla="+- G29 10800 0"/>
                                <a:gd name="G34" fmla="+- G19 5400 0"/>
                                <a:gd name="G35" fmla="cos G34 A1"/>
                                <a:gd name="G36" fmla="sin G34 A1"/>
                                <a:gd name="G37" fmla="pin A1 A2 0"/>
                                <a:gd name="T3" fmla="*/ 180 60000 1"/>
                                <a:gd name="T4" fmla="*/ 0 60000 1"/>
                                <a:gd name="T5" fmla="+- T3 0 T4"/>
                                <a:gd name="G38" fmla="+- G37 T5 0"/>
                                <a:gd name="G39" fmla="?: G2 G37 G38"/>
                                <a:gd name="G40" fmla="cos 10800 G39"/>
                                <a:gd name="G41" fmla="sin 10800 G39"/>
                                <a:gd name="G42" fmla="cos A3 G39"/>
                                <a:gd name="G43" fmla="sin A3 G39"/>
                                <a:gd name="G44" fmla="+- G40 10800 0"/>
                                <a:gd name="G45" fmla="+- G41 10800 0"/>
                                <a:gd name="G46" fmla="+- G42 10800 0"/>
                                <a:gd name="G47" fmla="+- G43 10800 0"/>
                                <a:gd name="G48" fmla="+- G35 10800 0"/>
                                <a:gd name="G49" fmla="+- G36 10800 0"/>
                                <a:gd name="txL" fmla="*/ 3163 w 21600"/>
                                <a:gd name="txT" fmla="*/ 3163 h 21600"/>
                                <a:gd name="txR" fmla="*/ 18437 w 21600"/>
                                <a:gd name="txB" fmla="*/ 18437 h 21600"/>
                              </a:gdLst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180" y="156"/>
                                </a:cxn>
                                <a:cxn ang="0">
                                  <a:pos x="0" y="156"/>
                                </a:cxn>
                              </a:cxnLst>
                              <a:rect l="txL" t="txT" r="txR" b="txB"/>
                              <a:pathLst>
                                <a:path w="21600" h="21600" fill="none">
                                  <a:moveTo>
                                    <a:pt x="0" y="-1"/>
                                  </a:moveTo>
                                  <a:cubicBezTo>
                                    <a:pt x="11929" y="-1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>
                                  <a:moveTo>
                                    <a:pt x="0" y="-1"/>
                                  </a:moveTo>
                                  <a:cubicBezTo>
                                    <a:pt x="11929" y="-1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lnTo>
                                    <a:pt x="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8" name="自选图形 81"/>
                          <wps:cNvSpPr/>
                          <wps:spPr>
                            <a:xfrm rot="-5837087">
                              <a:off x="3663" y="13953"/>
                              <a:ext cx="167" cy="237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A3" fmla="val 0"/>
                                <a:gd name="G0" fmla="+- A2 0 0"/>
                                <a:gd name="G1" fmla="+- A1 0 0"/>
                                <a:gd name="G2" fmla="+- A2 0 A1"/>
                                <a:gd name="G3" fmla="+- 10800 0 0"/>
                                <a:gd name="G4" fmla="+- 0 0 A2"/>
                                <a:gd name="T0" fmla="*/ 360 60000 1"/>
                                <a:gd name="T1" fmla="*/ 0 60000 1"/>
                                <a:gd name="T2" fmla="+- T0 0 T1"/>
                                <a:gd name="G5" fmla="+- G2 T2 0"/>
                                <a:gd name="G6" fmla="?: G2 G2 G5"/>
                                <a:gd name="G7" fmla="+- 0 0 G6"/>
                                <a:gd name="G8" fmla="+- A3 0 0"/>
                                <a:gd name="G9" fmla="+- 0 0 A1"/>
                                <a:gd name="G10" fmla="+- A3 0 2700"/>
                                <a:gd name="G11" fmla="cos G10 A2"/>
                                <a:gd name="G12" fmla="sin G10 A2"/>
                                <a:gd name="G13" fmla="cos 13500 A2"/>
                                <a:gd name="G14" fmla="sin 13500 A2"/>
                                <a:gd name="G15" fmla="+- G11 10800 0"/>
                                <a:gd name="G16" fmla="+- G12 10800 0"/>
                                <a:gd name="G17" fmla="+- G13 10800 0"/>
                                <a:gd name="G18" fmla="+- G14 10800 0"/>
                                <a:gd name="G19" fmla="*/ A3 1 2"/>
                                <a:gd name="G20" fmla="+- G19 5400 0"/>
                                <a:gd name="G21" fmla="cos G20 A2"/>
                                <a:gd name="G22" fmla="sin G20 A2"/>
                                <a:gd name="G23" fmla="+- G21 10800 0"/>
                                <a:gd name="G24" fmla="+- G12 G23 G22"/>
                                <a:gd name="G25" fmla="+- G22 G23 G11"/>
                                <a:gd name="G26" fmla="cos 10800 A2"/>
                                <a:gd name="G27" fmla="sin 10800 A2"/>
                                <a:gd name="G28" fmla="cos A3 A2"/>
                                <a:gd name="G29" fmla="sin A3 A2"/>
                                <a:gd name="G30" fmla="+- G26 10800 0"/>
                                <a:gd name="G31" fmla="+- G27 10800 0"/>
                                <a:gd name="G32" fmla="+- G28 10800 0"/>
                                <a:gd name="G33" fmla="+- G29 10800 0"/>
                                <a:gd name="G34" fmla="+- G19 5400 0"/>
                                <a:gd name="G35" fmla="cos G34 A1"/>
                                <a:gd name="G36" fmla="sin G34 A1"/>
                                <a:gd name="G37" fmla="pin A1 A2 0"/>
                                <a:gd name="T3" fmla="*/ 180 60000 1"/>
                                <a:gd name="T4" fmla="*/ 0 60000 1"/>
                                <a:gd name="T5" fmla="+- T3 0 T4"/>
                                <a:gd name="G38" fmla="+- G37 T5 0"/>
                                <a:gd name="G39" fmla="?: G2 G37 G38"/>
                                <a:gd name="G40" fmla="cos 10800 G39"/>
                                <a:gd name="G41" fmla="sin 10800 G39"/>
                                <a:gd name="G42" fmla="cos A3 G39"/>
                                <a:gd name="G43" fmla="sin A3 G39"/>
                                <a:gd name="G44" fmla="+- G40 10800 0"/>
                                <a:gd name="G45" fmla="+- G41 10800 0"/>
                                <a:gd name="G46" fmla="+- G42 10800 0"/>
                                <a:gd name="G47" fmla="+- G43 10800 0"/>
                                <a:gd name="G48" fmla="+- G35 10800 0"/>
                                <a:gd name="G49" fmla="+- G36 10800 0"/>
                                <a:gd name="txL" fmla="*/ 3163 w 21600"/>
                                <a:gd name="txT" fmla="*/ 3163 h 21600"/>
                                <a:gd name="txR" fmla="*/ 18437 w 21600"/>
                                <a:gd name="txB" fmla="*/ 18437 h 21600"/>
                              </a:gdLst>
                              <a:ahLst/>
                              <a:cxnLst>
                                <a:cxn ang="0">
                                  <a:pos x="0" y="1"/>
                                </a:cxn>
                                <a:cxn ang="0">
                                  <a:pos x="167" y="129"/>
                                </a:cxn>
                                <a:cxn ang="0">
                                  <a:pos x="18" y="237"/>
                                </a:cxn>
                              </a:cxnLst>
                              <a:rect l="txL" t="txT" r="txR" b="txB"/>
                              <a:pathLst>
                                <a:path w="21600" h="21600" fill="none">
                                  <a:moveTo>
                                    <a:pt x="-1" y="122"/>
                                  </a:moveTo>
                                  <a:cubicBezTo>
                                    <a:pt x="763" y="40"/>
                                    <a:pt x="1530" y="-1"/>
                                    <a:pt x="2298" y="-1"/>
                                  </a:cubicBezTo>
                                  <a:cubicBezTo>
                                    <a:pt x="10403" y="-1"/>
                                    <a:pt x="17826" y="4537"/>
                                    <a:pt x="21521" y="11751"/>
                                  </a:cubicBezTo>
                                </a:path>
                                <a:path w="21600" h="21600" stroke="0">
                                  <a:moveTo>
                                    <a:pt x="-1" y="122"/>
                                  </a:moveTo>
                                  <a:cubicBezTo>
                                    <a:pt x="763" y="40"/>
                                    <a:pt x="1530" y="-1"/>
                                    <a:pt x="2298" y="-1"/>
                                  </a:cubicBezTo>
                                  <a:cubicBezTo>
                                    <a:pt x="10403" y="-1"/>
                                    <a:pt x="17826" y="4537"/>
                                    <a:pt x="21521" y="11751"/>
                                  </a:cubicBezTo>
                                  <a:lnTo>
                                    <a:pt x="2298" y="21600"/>
                                  </a:lnTo>
                                  <a:lnTo>
                                    <a:pt x="-1" y="1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9" name="自选图形 82"/>
                          <wps:cNvSpPr/>
                          <wps:spPr>
                            <a:xfrm>
                              <a:off x="3912" y="14065"/>
                              <a:ext cx="318" cy="155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A3" fmla="val 0"/>
                                <a:gd name="G0" fmla="+- A2 0 0"/>
                                <a:gd name="G1" fmla="+- A1 0 0"/>
                                <a:gd name="G2" fmla="+- A2 0 A1"/>
                                <a:gd name="G3" fmla="+- 10800 0 0"/>
                                <a:gd name="G4" fmla="+- 0 0 A2"/>
                                <a:gd name="T0" fmla="*/ 360 60000 1"/>
                                <a:gd name="T1" fmla="*/ 0 60000 1"/>
                                <a:gd name="T2" fmla="+- T0 0 T1"/>
                                <a:gd name="G5" fmla="+- G2 T2 0"/>
                                <a:gd name="G6" fmla="?: G2 G2 G5"/>
                                <a:gd name="G7" fmla="+- 0 0 G6"/>
                                <a:gd name="G8" fmla="+- A3 0 0"/>
                                <a:gd name="G9" fmla="+- 0 0 A1"/>
                                <a:gd name="G10" fmla="+- A3 0 2700"/>
                                <a:gd name="G11" fmla="cos G10 A2"/>
                                <a:gd name="G12" fmla="sin G10 A2"/>
                                <a:gd name="G13" fmla="cos 13500 A2"/>
                                <a:gd name="G14" fmla="sin 13500 A2"/>
                                <a:gd name="G15" fmla="+- G11 10800 0"/>
                                <a:gd name="G16" fmla="+- G12 10800 0"/>
                                <a:gd name="G17" fmla="+- G13 10800 0"/>
                                <a:gd name="G18" fmla="+- G14 10800 0"/>
                                <a:gd name="G19" fmla="*/ A3 1 2"/>
                                <a:gd name="G20" fmla="+- G19 5400 0"/>
                                <a:gd name="G21" fmla="cos G20 A2"/>
                                <a:gd name="G22" fmla="sin G20 A2"/>
                                <a:gd name="G23" fmla="+- G21 10800 0"/>
                                <a:gd name="G24" fmla="+- G12 G23 G22"/>
                                <a:gd name="G25" fmla="+- G22 G23 G11"/>
                                <a:gd name="G26" fmla="cos 10800 A2"/>
                                <a:gd name="G27" fmla="sin 10800 A2"/>
                                <a:gd name="G28" fmla="cos A3 A2"/>
                                <a:gd name="G29" fmla="sin A3 A2"/>
                                <a:gd name="G30" fmla="+- G26 10800 0"/>
                                <a:gd name="G31" fmla="+- G27 10800 0"/>
                                <a:gd name="G32" fmla="+- G28 10800 0"/>
                                <a:gd name="G33" fmla="+- G29 10800 0"/>
                                <a:gd name="G34" fmla="+- G19 5400 0"/>
                                <a:gd name="G35" fmla="cos G34 A1"/>
                                <a:gd name="G36" fmla="sin G34 A1"/>
                                <a:gd name="G37" fmla="pin A1 A2 0"/>
                                <a:gd name="T3" fmla="*/ 180 60000 1"/>
                                <a:gd name="T4" fmla="*/ 0 60000 1"/>
                                <a:gd name="T5" fmla="+- T3 0 T4"/>
                                <a:gd name="G38" fmla="+- G37 T5 0"/>
                                <a:gd name="G39" fmla="?: G2 G37 G38"/>
                                <a:gd name="G40" fmla="cos 10800 G39"/>
                                <a:gd name="G41" fmla="sin 10800 G39"/>
                                <a:gd name="G42" fmla="cos A3 G39"/>
                                <a:gd name="G43" fmla="sin A3 G39"/>
                                <a:gd name="G44" fmla="+- G40 10800 0"/>
                                <a:gd name="G45" fmla="+- G41 10800 0"/>
                                <a:gd name="G46" fmla="+- G42 10800 0"/>
                                <a:gd name="G47" fmla="+- G43 10800 0"/>
                                <a:gd name="G48" fmla="+- G35 10800 0"/>
                                <a:gd name="G49" fmla="+- G36 10800 0"/>
                                <a:gd name="txL" fmla="*/ 3163 w 21600"/>
                                <a:gd name="txT" fmla="*/ 3163 h 21600"/>
                                <a:gd name="txR" fmla="*/ 18437 w 21600"/>
                                <a:gd name="txB" fmla="*/ 18437 h 21600"/>
                              </a:gdLst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318" y="94"/>
                                </a:cxn>
                                <a:cxn ang="0">
                                  <a:pos x="22" y="155"/>
                                </a:cxn>
                              </a:cxnLst>
                              <a:rect l="txL" t="txT" r="txR" b="txB"/>
                              <a:pathLst>
                                <a:path w="21600" h="21600" fill="none">
                                  <a:moveTo>
                                    <a:pt x="-1" y="48"/>
                                  </a:moveTo>
                                  <a:cubicBezTo>
                                    <a:pt x="481" y="16"/>
                                    <a:pt x="964" y="-1"/>
                                    <a:pt x="1447" y="-1"/>
                                  </a:cubicBezTo>
                                  <a:cubicBezTo>
                                    <a:pt x="10079" y="-1"/>
                                    <a:pt x="17883" y="5140"/>
                                    <a:pt x="21292" y="13071"/>
                                  </a:cubicBezTo>
                                </a:path>
                                <a:path w="21600" h="21600" stroke="0">
                                  <a:moveTo>
                                    <a:pt x="-1" y="48"/>
                                  </a:moveTo>
                                  <a:cubicBezTo>
                                    <a:pt x="481" y="16"/>
                                    <a:pt x="964" y="-1"/>
                                    <a:pt x="1447" y="-1"/>
                                  </a:cubicBezTo>
                                  <a:cubicBezTo>
                                    <a:pt x="10079" y="-1"/>
                                    <a:pt x="17883" y="5140"/>
                                    <a:pt x="21292" y="13071"/>
                                  </a:cubicBezTo>
                                  <a:lnTo>
                                    <a:pt x="1447" y="21600"/>
                                  </a:lnTo>
                                  <a:lnTo>
                                    <a:pt x="-1" y="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文本框 83"/>
                          <wps:cNvSpPr txBox="1"/>
                          <wps:spPr>
                            <a:xfrm>
                              <a:off x="2646" y="13557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1" name="文本框 84"/>
                          <wps:cNvSpPr txBox="1"/>
                          <wps:spPr>
                            <a:xfrm>
                              <a:off x="3141" y="13869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right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2" name="文本框 85"/>
                          <wps:cNvSpPr txBox="1"/>
                          <wps:spPr>
                            <a:xfrm>
                              <a:off x="3996" y="13713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4" o:spid="_x0000_s1026" o:spt="203" style="position:absolute;left:0pt;margin-left:45pt;margin-top:9pt;height:41.2pt;width:81pt;mso-wrap-distance-left:9pt;mso-wrap-distance-right:9pt;z-index:251693056;mso-width-relative:page;mso-height-relative:page;" coordorigin="2601,13401" coordsize="1800,975" wrapcoords="-400 0 -400 20422 21800 20422 20200 18851 21400 15709 21600 10211 5800 6284 600 0 -400 0" o:gfxdata="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">
                <o:lock v:ext="edit" aspectratio="f"/>
                <v:line id="直线 75" o:spid="_x0000_s1026" o:spt="20" style="position:absolute;left:3906;top:14346;height:0;width:495;" filled="f" stroked="t" coordsize="21600,21600" o:gfxdata="UEsDBAoAAAAAAIdO4kAAAAAAAAAAAAAAAAAEAAAAZHJzL1BLAwQUAAAACACHTuJACjGrf7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+Ex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Grf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group id="组合 76" o:spid="_x0000_s1026" o:spt="203" style="position:absolute;left:2601;top:13401;height:975;width:1755;" coordorigin="2601,13245" coordsize="1755,975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自选图形 77" o:spid="_x0000_s1026" o:spt="6" type="#_x0000_t6" style="position:absolute;left:2601;top:13245;height:936;width:1440;" fillcolor="#FFFFFF" filled="t" stroked="t" coordsize="21600,21600" o:gfxdata="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sNUt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直线 78" o:spid="_x0000_s1026" o:spt="20" style="position:absolute;left:2601;top:14025;height:0;width:18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79" o:spid="_x0000_s1026" o:spt="20" style="position:absolute;left:2781;top:14025;height:156;width:0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shape id="自选图形 80" o:spid="_x0000_s1026" o:spt="100" style="position:absolute;left:2601;top:13371;flip:x;height:156;width:180;rotation:11239691f;" filled="f" stroked="t" coordsize="21600,21600" o:gfxdata="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6Eenb4A&#10;AADbAAAADwAAAAAAAAABACAAAAAiAAAAZHJzL2Rvd25yZXYueG1sUEsBAhQAFAAAAAgAh07iQDMv&#10;BZ47AAAAOQAAABAAAAAAAAAAAQAgAAAADQEAAGRycy9zaGFwZXhtbC54bWxQSwUGAAAAAAYABgBb&#10;AQAAtwMAAAAA&#10;" path="m0,-1nfc11929,-1,21600,9670,21600,21600em0,-1nsc11929,-1,21600,9670,21600,21600l0,21600,0,-1xe">
                    <v:path o:connectlocs="0,0;180,156;0,156" o:connectangles="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81" o:spid="_x0000_s1026" o:spt="100" style="position:absolute;left:3663;top:13953;height:237;width:167;rotation:-6375656f;" filled="f" stroked="t" coordsize="21600,21600" o:gfxdata="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MrQG7sAAADb&#10;AAAADwAAAAAAAAABACAAAAAiAAAAZHJzL2Rvd25yZXYueG1sUEsBAhQAFAAAAAgAh07iQDMvBZ47&#10;AAAAOQAAABAAAAAAAAAAAQAgAAAACgEAAGRycy9zaGFwZXhtbC54bWxQSwUGAAAAAAYABgBbAQAA&#10;tAMAAAAA&#10;" path="m-1,122nfc763,40,1530,-1,2298,-1c10403,-1,17826,4537,21521,11751em-1,122nsc763,40,1530,-1,2298,-1c10403,-1,17826,4537,21521,11751l2298,21600,-1,122xe">
                    <v:path o:connectlocs="0,1;167,129;18,237" o:connectangles="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自选图形 82" o:spid="_x0000_s1026" o:spt="100" style="position:absolute;left:3912;top:14065;height:155;width:318;" filled="f" stroked="t" coordsize="21600,21600" o:gfxdata="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vplvQAA&#10;ANsAAAAPAAAAAAAAAAEAIAAAACIAAABkcnMvZG93bnJldi54bWxQSwECFAAUAAAACACHTuJAMy8F&#10;njsAAAA5AAAAEAAAAAAAAAABACAAAAAMAQAAZHJzL3NoYXBleG1sLnhtbFBLBQYAAAAABgAGAFsB&#10;AAC2AwAAAAA=&#10;" path="m-1,48nfc481,16,964,-1,1447,-1c10079,-1,17883,5140,21292,13071em-1,48nsc481,16,964,-1,1447,-1c10079,-1,17883,5140,21292,13071l1447,21600,-1,48xe">
                    <v:path o:connectlocs="0,0;318,94;22,155" o:connectangles="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文本框 83" o:spid="_x0000_s1026" o:spt="202" type="#_x0000_t202" style="position:absolute;left:2646;top:13557;height:312;width:360;" fillcolor="#FFFFFF" filled="t" stroked="f" coordsize="21600,21600" o:gfxdata="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4bEta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shape id="文本框 84" o:spid="_x0000_s1026" o:spt="202" type="#_x0000_t202" style="position:absolute;left:3141;top:13869;height:312;width:360;" fillcolor="#FFFFFF" filled="t" stroked="f" coordsize="21600,21600" o:gfxdata="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Ve3Tb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right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  <v:shape id="文本框 85" o:spid="_x0000_s1026" o:spt="202" type="#_x0000_t202" style="position:absolute;left:3996;top:13713;height:312;width:360;" fillcolor="#FFFFFF" filled="t" stroked="f" coordsize="21600,21600" o:gfxdata="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UpOr4A&#10;AADbAAAADwAAAAAAAAABACAAAAAiAAAAZHJzL2Rvd25yZXYueG1sUEsBAhQAFAAAAAgAh07iQDMv&#10;BZ47AAAAOQAAABAAAAAAAAAAAQAgAAAADQEAAGRycy9zaGFwZXhtbC54bWxQSwUGAAAAAAYABgBb&#10;AQAAtwMAAAAA&#10;">
                    <v:fill on="t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</w:p>
    <w:p>
      <w:pPr>
        <w:spacing w:line="360" w:lineRule="auto"/>
        <w:ind w:firstLine="720" w:firstLineChars="300"/>
        <w:rPr>
          <w:rFonts w:ascii="宋体" w:cs="宋体"/>
          <w:color w:val="000000"/>
          <w:sz w:val="24"/>
          <w:vertAlign w:val="superscript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ind w:firstLine="360" w:firstLineChars="150"/>
        <w:rPr>
          <w:rFonts w:asci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．</w:t>
      </w:r>
      <w:r>
        <w:rPr>
          <w:rFonts w:hint="eastAsia" w:ascii="宋体" w:hAnsi="宋体" w:cs="宋体"/>
          <w:color w:val="000000"/>
          <w:sz w:val="24"/>
        </w:rPr>
        <w:t>一根电线，用去</w:t>
      </w:r>
      <w:r>
        <w:rPr>
          <w:rFonts w:ascii="宋体" w:hAnsi="宋体" w:cs="宋体"/>
          <w:color w:val="000000"/>
          <w:sz w:val="24"/>
        </w:rPr>
        <w:t>32.87</w:t>
      </w:r>
      <w:r>
        <w:rPr>
          <w:rFonts w:hint="eastAsia" w:ascii="宋体" w:hAnsi="宋体" w:cs="宋体"/>
          <w:color w:val="000000"/>
          <w:sz w:val="24"/>
        </w:rPr>
        <w:t>米，比剩下的多</w:t>
      </w:r>
      <w:r>
        <w:rPr>
          <w:rFonts w:ascii="宋体" w:hAnsi="宋体" w:cs="宋体"/>
          <w:color w:val="000000"/>
          <w:sz w:val="24"/>
        </w:rPr>
        <w:t>8.99</w:t>
      </w:r>
      <w:r>
        <w:rPr>
          <w:rFonts w:hint="eastAsia" w:ascii="宋体" w:hAnsi="宋体" w:cs="宋体"/>
          <w:color w:val="000000"/>
          <w:sz w:val="24"/>
        </w:rPr>
        <w:t>米，这根电线原来长多少米？</w:t>
      </w:r>
      <w:r>
        <w:rPr>
          <w:rFonts w:ascii="宋体" w:hAnsi="宋体" w:cs="宋体"/>
          <w:bCs/>
          <w:color w:val="000000"/>
          <w:sz w:val="24"/>
        </w:rPr>
        <w:t xml:space="preserve"> </w:t>
      </w:r>
    </w:p>
    <w:p>
      <w:pPr>
        <w:spacing w:line="360" w:lineRule="auto"/>
        <w:ind w:firstLine="435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435"/>
        <w:rPr>
          <w:rFonts w:ascii="宋体" w:cs="宋体"/>
          <w:color w:val="000000"/>
          <w:sz w:val="24"/>
        </w:rPr>
      </w:pPr>
    </w:p>
    <w:p>
      <w:pPr>
        <w:spacing w:line="360" w:lineRule="auto"/>
        <w:ind w:firstLine="435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ind w:left="479" w:leftChars="114" w:hanging="240" w:hangingChars="1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4.</w:t>
      </w:r>
      <w:r>
        <w:rPr>
          <w:rFonts w:hint="eastAsia" w:ascii="宋体" w:hAnsi="宋体" w:cs="宋体"/>
          <w:color w:val="000000"/>
          <w:sz w:val="24"/>
        </w:rPr>
        <w:t>小明家的电表上月读数是</w:t>
      </w:r>
      <w:r>
        <w:rPr>
          <w:rFonts w:ascii="宋体" w:hAnsi="宋体" w:cs="宋体"/>
          <w:color w:val="000000"/>
          <w:sz w:val="24"/>
        </w:rPr>
        <w:t>632</w:t>
      </w:r>
      <w:r>
        <w:rPr>
          <w:rFonts w:hint="eastAsia" w:ascii="宋体" w:hAnsi="宋体" w:cs="宋体"/>
          <w:color w:val="000000"/>
          <w:sz w:val="24"/>
        </w:rPr>
        <w:t>千瓦时，本月读数是</w:t>
      </w:r>
      <w:r>
        <w:rPr>
          <w:rFonts w:ascii="宋体" w:hAnsi="宋体" w:cs="宋体"/>
          <w:color w:val="000000"/>
          <w:sz w:val="24"/>
        </w:rPr>
        <w:t>801</w:t>
      </w:r>
      <w:r>
        <w:rPr>
          <w:rFonts w:hint="eastAsia" w:ascii="宋体" w:hAnsi="宋体" w:cs="宋体"/>
          <w:color w:val="000000"/>
          <w:sz w:val="24"/>
        </w:rPr>
        <w:t>千瓦时。按照每千瓦时</w:t>
      </w:r>
      <w:r>
        <w:rPr>
          <w:rFonts w:ascii="宋体" w:hAnsi="宋体" w:cs="宋体"/>
          <w:color w:val="000000"/>
          <w:sz w:val="24"/>
        </w:rPr>
        <w:t>0.45</w:t>
      </w:r>
      <w:r>
        <w:rPr>
          <w:rFonts w:hint="eastAsia" w:ascii="宋体" w:hAnsi="宋体" w:cs="宋体"/>
          <w:color w:val="000000"/>
          <w:sz w:val="24"/>
        </w:rPr>
        <w:t>元计算，小明家这个月应交电费多少元？</w:t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  <w:r>
        <w:pict>
          <v:group id="_x0000_s1110" o:spid="_x0000_s1110" o:spt="203" style="position:absolute;left:0pt;margin-left:222.6pt;margin-top:22.15pt;height:70.2pt;width:252pt;z-index:251694080;mso-width-relative:page;mso-height-relative:page;" coordorigin="5769,4614" coordsize="5040,1404">
            <o:lock v:ext="edit"/>
            <v:shape id="_x0000_s1111" o:spid="_x0000_s1111" o:spt="75" type="#_x0000_t75" style="position:absolute;left:5769;top:4614;height:1404;width:4905;" o:ole="t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112" o:spid="_x0000_s1112" o:spt="62" type="#_x0000_t62" style="position:absolute;left:5949;top:4770;height:331;width:1443;" coordsize="21600,21600" adj="4565,29235">
              <v:path/>
              <v:fill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65</w:t>
                    </w:r>
                    <w:r>
                      <w:rPr>
                        <w:rFonts w:hint="eastAsia"/>
                        <w:sz w:val="24"/>
                      </w:rPr>
                      <w:t>千米</w:t>
                    </w:r>
                    <w:r>
                      <w:rPr>
                        <w:sz w:val="24"/>
                      </w:rPr>
                      <w:t>/</w:t>
                    </w:r>
                    <w:r>
                      <w:rPr>
                        <w:rFonts w:hint="eastAsia"/>
                        <w:sz w:val="24"/>
                      </w:rPr>
                      <w:t>时</w:t>
                    </w:r>
                  </w:p>
                </w:txbxContent>
              </v:textbox>
            </v:shape>
            <v:shape id="_x0000_s1113" o:spid="_x0000_s1113" o:spt="61" type="#_x0000_t61" style="position:absolute;left:9729;top:4857;height:291;width:1080;" coordsize="21600,21600" adj="1060,28916">
              <v:path/>
              <v:fill focussize="0,0"/>
              <v:stroke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80</w:t>
                    </w:r>
                    <w:r>
                      <w:rPr>
                        <w:rFonts w:hint="eastAsia"/>
                        <w:sz w:val="24"/>
                      </w:rPr>
                      <w:t>千米</w:t>
                    </w:r>
                    <w:r>
                      <w:rPr>
                        <w:sz w:val="24"/>
                      </w:rPr>
                      <w:t>/</w:t>
                    </w:r>
                    <w:r>
                      <w:rPr>
                        <w:rFonts w:hint="eastAsia"/>
                        <w:sz w:val="24"/>
                      </w:rPr>
                      <w:t>时</w:t>
                    </w:r>
                  </w:p>
                </w:txbxContent>
              </v:textbox>
            </v:shape>
            <v:shape id="_x0000_s1114" o:spid="_x0000_s1114" o:spt="202" type="#_x0000_t202" style="position:absolute;left:8154;top:4736;height:243;width:900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165</w:t>
                    </w:r>
                    <w:r>
                      <w:rPr>
                        <w:rFonts w:hint="eastAsia"/>
                        <w:sz w:val="24"/>
                      </w:rPr>
                      <w:t>千米</w:t>
                    </w:r>
                  </w:p>
                </w:txbxContent>
              </v:textbox>
            </v:shape>
          </v:group>
          <o:OLEObject Type="Embed" ProgID="PBrush" ShapeID="_x0000_s1111" DrawAspect="Content" ObjectID="_1468075725" r:id="rId29">
            <o:LockedField>false</o:LockedField>
          </o:OLEObject>
        </w:pict>
      </w:r>
    </w:p>
    <w:p>
      <w:pPr>
        <w:spacing w:line="360" w:lineRule="auto"/>
        <w:ind w:firstLine="240" w:firstLineChars="1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5</w:t>
      </w:r>
      <w:r>
        <w:rPr>
          <w:rFonts w:hint="eastAsia" w:ascii="宋体" w:hAnsi="宋体" w:cs="宋体"/>
          <w:color w:val="000000"/>
          <w:sz w:val="24"/>
        </w:rPr>
        <w:t>．</w:t>
      </w:r>
      <w:r>
        <w:rPr>
          <w:rFonts w:hint="eastAsia" w:ascii="宋体" w:hAnsi="宋体" w:cs="宋体"/>
          <w:bCs/>
          <w:color w:val="000000"/>
          <w:sz w:val="24"/>
        </w:rPr>
        <w:t>几小时后小汽车能赶上前面的货车？</w:t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w w:val="150"/>
          <w:sz w:val="24"/>
        </w:rPr>
      </w:pPr>
    </w:p>
    <w:p>
      <w:pPr>
        <w:spacing w:line="360" w:lineRule="auto"/>
        <w:jc w:val="center"/>
        <w:rPr>
          <w:rFonts w:asci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B</w:t>
      </w:r>
      <w:r>
        <w:rPr>
          <w:rFonts w:hint="eastAsia" w:ascii="宋体" w:hAnsi="宋体"/>
          <w:b/>
          <w:color w:val="000000"/>
          <w:sz w:val="32"/>
          <w:szCs w:val="32"/>
        </w:rPr>
        <w:t>卷</w:t>
      </w:r>
      <w:r>
        <w:rPr>
          <w:rFonts w:ascii="宋体" w:hAnsi="宋体"/>
          <w:b/>
          <w:color w:val="000000"/>
          <w:sz w:val="32"/>
          <w:szCs w:val="32"/>
        </w:rPr>
        <w:t xml:space="preserve">   (</w:t>
      </w:r>
      <w:r>
        <w:rPr>
          <w:rFonts w:hint="eastAsia" w:ascii="宋体" w:hAnsi="宋体"/>
          <w:b/>
          <w:color w:val="000000"/>
          <w:sz w:val="32"/>
          <w:szCs w:val="32"/>
        </w:rPr>
        <w:t>每题</w:t>
      </w:r>
      <w:r>
        <w:rPr>
          <w:rFonts w:ascii="宋体" w:hAnsi="宋体"/>
          <w:b/>
          <w:color w:val="000000"/>
          <w:sz w:val="32"/>
          <w:szCs w:val="32"/>
        </w:rPr>
        <w:t>4</w:t>
      </w:r>
      <w:r>
        <w:rPr>
          <w:rFonts w:hint="eastAsia" w:ascii="宋体" w:hAnsi="宋体"/>
          <w:b/>
          <w:color w:val="000000"/>
          <w:sz w:val="32"/>
          <w:szCs w:val="32"/>
        </w:rPr>
        <w:t>分</w:t>
      </w:r>
      <w:r>
        <w:rPr>
          <w:rFonts w:ascii="宋体"/>
          <w:b/>
          <w:color w:val="000000"/>
          <w:sz w:val="32"/>
          <w:szCs w:val="32"/>
        </w:rPr>
        <w:t>,</w:t>
      </w:r>
      <w:r>
        <w:rPr>
          <w:rFonts w:hint="eastAsia" w:ascii="宋体" w:hAnsi="宋体"/>
          <w:b/>
          <w:color w:val="000000"/>
          <w:sz w:val="32"/>
          <w:szCs w:val="32"/>
        </w:rPr>
        <w:t>共</w:t>
      </w:r>
      <w:r>
        <w:rPr>
          <w:rFonts w:ascii="宋体" w:hAnsi="宋体"/>
          <w:b/>
          <w:color w:val="000000"/>
          <w:sz w:val="32"/>
          <w:szCs w:val="32"/>
        </w:rPr>
        <w:t>20</w:t>
      </w:r>
      <w:r>
        <w:rPr>
          <w:rFonts w:hint="eastAsia" w:ascii="宋体" w:hAnsi="宋体"/>
          <w:b/>
          <w:color w:val="000000"/>
          <w:sz w:val="32"/>
          <w:szCs w:val="32"/>
        </w:rPr>
        <w:t>分</w:t>
      </w:r>
      <w:r>
        <w:rPr>
          <w:rFonts w:ascii="宋体" w:hAnsi="宋体"/>
          <w:b/>
          <w:color w:val="000000"/>
          <w:sz w:val="32"/>
          <w:szCs w:val="32"/>
        </w:rPr>
        <w:t>)</w:t>
      </w:r>
    </w:p>
    <w:p>
      <w:pPr>
        <w:spacing w:line="360" w:lineRule="auto"/>
        <w:jc w:val="center"/>
        <w:rPr>
          <w:rFonts w:ascii="宋体"/>
          <w:b/>
          <w:color w:val="000000"/>
          <w:sz w:val="32"/>
          <w:szCs w:val="32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 xml:space="preserve">1. </w:t>
      </w:r>
      <w:r>
        <w:rPr>
          <w:rFonts w:hint="eastAsia" w:ascii="宋体" w:hAnsi="宋体" w:cs="宋体"/>
          <w:bCs/>
          <w:color w:val="000000"/>
          <w:sz w:val="24"/>
        </w:rPr>
        <w:t>如果ａ＆ｂ</w:t>
      </w:r>
      <w:r>
        <w:rPr>
          <w:rFonts w:ascii="宋体" w:hAnsi="宋体" w:cs="宋体"/>
          <w:bCs/>
          <w:color w:val="000000"/>
          <w:sz w:val="24"/>
        </w:rPr>
        <w:t>=</w:t>
      </w:r>
      <w:r>
        <w:rPr>
          <w:rFonts w:hint="eastAsia" w:ascii="宋体" w:hAnsi="宋体" w:cs="宋体"/>
          <w:bCs/>
          <w:color w:val="000000"/>
          <w:sz w:val="24"/>
        </w:rPr>
        <w:t>ａ</w:t>
      </w:r>
      <w:r>
        <w:rPr>
          <w:rFonts w:ascii="宋体" w:hAnsi="宋体" w:cs="宋体"/>
          <w:bCs/>
          <w:color w:val="000000"/>
          <w:sz w:val="24"/>
        </w:rPr>
        <w:t>+</w:t>
      </w:r>
      <w:r>
        <w:rPr>
          <w:rFonts w:hint="eastAsia" w:ascii="宋体" w:hAnsi="宋体" w:cs="宋体"/>
          <w:bCs/>
          <w:color w:val="000000"/>
          <w:sz w:val="24"/>
        </w:rPr>
        <w:t>ｂ÷</w:t>
      </w:r>
      <w:r>
        <w:rPr>
          <w:rFonts w:ascii="宋体" w:hAnsi="宋体" w:cs="宋体"/>
          <w:bCs/>
          <w:color w:val="000000"/>
          <w:sz w:val="24"/>
        </w:rPr>
        <w:t>10</w:t>
      </w:r>
      <w:r>
        <w:rPr>
          <w:rFonts w:hint="eastAsia" w:ascii="宋体" w:hAnsi="宋体" w:cs="宋体"/>
          <w:bCs/>
          <w:color w:val="000000"/>
          <w:sz w:val="24"/>
        </w:rPr>
        <w:t>，那么</w:t>
      </w:r>
      <w:r>
        <w:rPr>
          <w:rFonts w:ascii="宋体" w:hAnsi="宋体" w:cs="宋体"/>
          <w:bCs/>
          <w:color w:val="000000"/>
          <w:sz w:val="24"/>
        </w:rPr>
        <w:t>2</w:t>
      </w:r>
      <w:r>
        <w:rPr>
          <w:rFonts w:hint="eastAsia" w:ascii="宋体" w:hAnsi="宋体" w:cs="宋体"/>
          <w:bCs/>
          <w:color w:val="000000"/>
          <w:sz w:val="24"/>
        </w:rPr>
        <w:t>＆</w:t>
      </w:r>
      <w:r>
        <w:rPr>
          <w:rFonts w:ascii="宋体" w:hAnsi="宋体" w:cs="宋体"/>
          <w:bCs/>
          <w:color w:val="000000"/>
          <w:sz w:val="24"/>
        </w:rPr>
        <w:t>5=</w:t>
      </w:r>
      <w:r>
        <w:rPr>
          <w:rFonts w:hint="eastAsia" w:ascii="宋体" w:hAnsi="宋体" w:cs="宋体"/>
          <w:bCs/>
          <w:color w:val="000000"/>
          <w:sz w:val="24"/>
        </w:rPr>
        <w:t>（</w:t>
      </w:r>
      <w:r>
        <w:rPr>
          <w:rFonts w:ascii="宋体" w:hAnsi="宋体" w:cs="宋体"/>
          <w:bCs/>
          <w:color w:val="000000"/>
          <w:sz w:val="24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）。</w:t>
      </w:r>
    </w:p>
    <w:p>
      <w:pPr>
        <w:spacing w:line="360" w:lineRule="auto"/>
        <w:rPr>
          <w:rFonts w:asci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2.</w:t>
      </w:r>
      <w:r>
        <w:rPr>
          <w:rFonts w:hint="eastAsia" w:ascii="宋体" w:hAnsi="宋体" w:cs="宋体"/>
          <w:bCs/>
          <w:color w:val="000000"/>
          <w:sz w:val="24"/>
        </w:rPr>
        <w:t>已经</w:t>
      </w:r>
      <w:r>
        <w:rPr>
          <w:rFonts w:ascii="宋体" w:hAnsi="宋体" w:cs="宋体"/>
          <w:bCs/>
          <w:color w:val="000000"/>
          <w:sz w:val="24"/>
        </w:rPr>
        <w:t>0.1+0.2+0.3+</w:t>
      </w:r>
      <w:r>
        <w:rPr>
          <w:rFonts w:hint="eastAsia" w:ascii="宋体" w:hAnsi="宋体" w:cs="宋体"/>
          <w:bCs/>
          <w:color w:val="000000"/>
          <w:sz w:val="24"/>
        </w:rPr>
        <w:t>……</w:t>
      </w:r>
      <w:r>
        <w:rPr>
          <w:rFonts w:ascii="宋体" w:hAnsi="宋体" w:cs="宋体"/>
          <w:bCs/>
          <w:color w:val="000000"/>
          <w:sz w:val="24"/>
        </w:rPr>
        <w:t>+ 1.9 + 2 =21</w:t>
      </w:r>
      <w:r>
        <w:rPr>
          <w:rFonts w:hint="eastAsia" w:ascii="宋体" w:hAnsi="宋体" w:cs="宋体"/>
          <w:bCs/>
          <w:color w:val="000000"/>
          <w:sz w:val="24"/>
        </w:rPr>
        <w:t>，那么</w:t>
      </w:r>
      <w:r>
        <w:rPr>
          <w:rFonts w:ascii="宋体" w:hAnsi="宋体" w:cs="宋体"/>
          <w:bCs/>
          <w:color w:val="000000"/>
          <w:sz w:val="24"/>
        </w:rPr>
        <w:t>0.1+0.2+0.3+</w:t>
      </w:r>
      <w:r>
        <w:rPr>
          <w:rFonts w:hint="eastAsia" w:ascii="宋体" w:hAnsi="宋体" w:cs="宋体"/>
          <w:bCs/>
          <w:color w:val="000000"/>
          <w:sz w:val="24"/>
        </w:rPr>
        <w:t>……</w:t>
      </w:r>
      <w:r>
        <w:rPr>
          <w:rFonts w:ascii="宋体" w:hAnsi="宋体" w:cs="宋体"/>
          <w:bCs/>
          <w:color w:val="000000"/>
          <w:sz w:val="24"/>
        </w:rPr>
        <w:t>+ 1.9 - 2</w:t>
      </w:r>
      <w:r>
        <w:rPr>
          <w:rFonts w:hint="eastAsia" w:ascii="宋体" w:hAnsi="宋体" w:cs="宋体"/>
          <w:bCs/>
          <w:color w:val="000000"/>
          <w:sz w:val="24"/>
        </w:rPr>
        <w:t>的结果是多少？</w:t>
      </w: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3.</w:t>
      </w:r>
      <w:r>
        <w:rPr>
          <w:rFonts w:hint="eastAsia" w:ascii="宋体" w:hAnsi="宋体" w:cs="宋体"/>
          <w:bCs/>
          <w:color w:val="000000"/>
          <w:sz w:val="24"/>
        </w:rPr>
        <w:t>下面是一个正方体的</w:t>
      </w:r>
      <w:r>
        <w:rPr>
          <w:rFonts w:ascii="宋体" w:hAnsi="宋体" w:cs="宋体"/>
          <w:bCs/>
          <w:color w:val="000000"/>
          <w:sz w:val="24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种不同摆放方式，它的</w:t>
      </w:r>
      <w:r>
        <w:rPr>
          <w:rFonts w:ascii="宋体" w:hAnsi="宋体" w:cs="宋体"/>
          <w:bCs/>
          <w:color w:val="000000"/>
          <w:sz w:val="24"/>
        </w:rPr>
        <w:t>6</w:t>
      </w:r>
      <w:r>
        <w:rPr>
          <w:rFonts w:hint="eastAsia" w:ascii="宋体" w:hAnsi="宋体" w:cs="宋体"/>
          <w:bCs/>
          <w:color w:val="000000"/>
          <w:sz w:val="24"/>
        </w:rPr>
        <w:t>个面上分别写着数字</w:t>
      </w:r>
      <w:r>
        <w:rPr>
          <w:rFonts w:ascii="宋体" w:hAnsi="宋体" w:cs="宋体"/>
          <w:bCs/>
          <w:color w:val="000000"/>
          <w:sz w:val="24"/>
        </w:rPr>
        <w:t>1</w:t>
      </w:r>
      <w:r>
        <w:rPr>
          <w:rFonts w:hint="eastAsia" w:ascii="宋体" w:hAnsi="宋体" w:cs="宋体"/>
          <w:bCs/>
          <w:color w:val="000000"/>
          <w:sz w:val="24"/>
        </w:rPr>
        <w:t>至</w:t>
      </w:r>
      <w:r>
        <w:rPr>
          <w:rFonts w:ascii="宋体" w:hAnsi="宋体" w:cs="宋体"/>
          <w:bCs/>
          <w:color w:val="000000"/>
          <w:sz w:val="24"/>
        </w:rPr>
        <w:t>6</w:t>
      </w:r>
      <w:r>
        <w:rPr>
          <w:rFonts w:hint="eastAsia" w:ascii="宋体" w:hAnsi="宋体" w:cs="宋体"/>
          <w:bCs/>
          <w:color w:val="000000"/>
          <w:sz w:val="24"/>
        </w:rPr>
        <w:t>。请你猜</w:t>
      </w:r>
      <w:r>
        <w:rPr>
          <w:rFonts w:hint="eastAsia" w:ascii="宋体" w:hAnsi="宋体" w:cs="宋体"/>
          <w:color w:val="000000"/>
          <w:sz w:val="24"/>
        </w:rPr>
        <w:t>一猜，正方体</w:t>
      </w:r>
      <w:r>
        <w:rPr>
          <w:rFonts w:ascii="宋体" w:hAnsi="宋体" w:cs="宋体"/>
          <w:color w:val="000000"/>
          <w:sz w:val="24"/>
        </w:rPr>
        <w:t>6</w:t>
      </w:r>
      <w:r>
        <w:rPr>
          <w:rFonts w:hint="eastAsia" w:ascii="宋体" w:hAnsi="宋体" w:cs="宋体"/>
          <w:color w:val="000000"/>
          <w:sz w:val="24"/>
        </w:rPr>
        <w:t>的对面是数字（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），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的对面是数字（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），</w:t>
      </w:r>
      <w:r>
        <w:rPr>
          <w:rFonts w:ascii="宋体" w:hAnsi="宋体" w:cs="宋体"/>
          <w:color w:val="000000"/>
          <w:sz w:val="24"/>
        </w:rPr>
        <w:t>5</w:t>
      </w:r>
      <w:r>
        <w:rPr>
          <w:rFonts w:hint="eastAsia" w:ascii="宋体" w:hAnsi="宋体" w:cs="宋体"/>
          <w:color w:val="000000"/>
          <w:sz w:val="24"/>
        </w:rPr>
        <w:t>的对面是数字（</w:t>
      </w: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）。</w:t>
      </w:r>
    </w:p>
    <w:p>
      <w:pPr>
        <w:pStyle w:val="14"/>
        <w:spacing w:line="360" w:lineRule="auto"/>
        <w:ind w:firstLine="31680"/>
        <w:rPr>
          <w:rFonts w:ascii="宋体" w:cs="宋体"/>
          <w:color w:val="000000"/>
          <w:sz w:val="24"/>
        </w:rPr>
      </w:pP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1099185</wp:posOffset>
            </wp:positionH>
            <wp:positionV relativeFrom="paragraph">
              <wp:posOffset>80645</wp:posOffset>
            </wp:positionV>
            <wp:extent cx="2524125" cy="800735"/>
            <wp:effectExtent l="0" t="0" r="9525" b="18415"/>
            <wp:wrapNone/>
            <wp:docPr id="85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9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bCs/>
          <w:color w:val="000000"/>
          <w:sz w:val="24"/>
        </w:rPr>
        <w:t>．</w:t>
      </w:r>
      <w:r>
        <w:rPr>
          <w:rFonts w:ascii="宋体" w:hAnsi="宋体" w:cs="宋体"/>
          <w:bCs/>
          <w:color w:val="000000"/>
          <w:sz w:val="24"/>
        </w:rPr>
        <w:t>4</w:t>
      </w:r>
      <w:r>
        <w:rPr>
          <w:rFonts w:hint="eastAsia" w:ascii="宋体" w:hAnsi="宋体" w:cs="宋体"/>
          <w:bCs/>
          <w:color w:val="000000"/>
          <w:sz w:val="24"/>
        </w:rPr>
        <w:t>只大猫和</w:t>
      </w:r>
      <w:r>
        <w:rPr>
          <w:rFonts w:ascii="宋体" w:hAnsi="宋体" w:cs="宋体"/>
          <w:bCs/>
          <w:color w:val="000000"/>
          <w:sz w:val="24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只小猫共重</w:t>
      </w:r>
      <w:r>
        <w:rPr>
          <w:rFonts w:ascii="宋体" w:hAnsi="宋体" w:cs="宋体"/>
          <w:bCs/>
          <w:color w:val="000000"/>
          <w:sz w:val="24"/>
        </w:rPr>
        <w:t>11</w:t>
      </w:r>
      <w:r>
        <w:rPr>
          <w:rFonts w:hint="eastAsia" w:ascii="宋体" w:hAnsi="宋体" w:cs="宋体"/>
          <w:bCs/>
          <w:color w:val="000000"/>
          <w:sz w:val="24"/>
        </w:rPr>
        <w:t>千克，</w:t>
      </w:r>
      <w:r>
        <w:rPr>
          <w:rFonts w:ascii="宋体" w:hAnsi="宋体" w:cs="宋体"/>
          <w:bCs/>
          <w:color w:val="000000"/>
          <w:sz w:val="24"/>
        </w:rPr>
        <w:t>3</w:t>
      </w:r>
      <w:r>
        <w:rPr>
          <w:rFonts w:hint="eastAsia" w:ascii="宋体" w:hAnsi="宋体" w:cs="宋体"/>
          <w:bCs/>
          <w:color w:val="000000"/>
          <w:sz w:val="24"/>
        </w:rPr>
        <w:t>只大猫和</w:t>
      </w:r>
      <w:r>
        <w:rPr>
          <w:rFonts w:ascii="宋体" w:hAnsi="宋体" w:cs="宋体"/>
          <w:bCs/>
          <w:color w:val="000000"/>
          <w:sz w:val="24"/>
        </w:rPr>
        <w:t>4</w:t>
      </w:r>
      <w:r>
        <w:rPr>
          <w:rFonts w:hint="eastAsia" w:ascii="宋体" w:hAnsi="宋体" w:cs="宋体"/>
          <w:bCs/>
          <w:color w:val="000000"/>
          <w:sz w:val="24"/>
        </w:rPr>
        <w:t>只小猫共重</w:t>
      </w:r>
      <w:r>
        <w:rPr>
          <w:rFonts w:ascii="宋体" w:hAnsi="宋体" w:cs="宋体"/>
          <w:bCs/>
          <w:color w:val="000000"/>
          <w:sz w:val="24"/>
        </w:rPr>
        <w:t>10</w:t>
      </w:r>
      <w:r>
        <w:rPr>
          <w:rFonts w:hint="eastAsia" w:ascii="宋体" w:hAnsi="宋体" w:cs="宋体"/>
          <w:bCs/>
          <w:color w:val="000000"/>
          <w:sz w:val="24"/>
        </w:rPr>
        <w:t>千克，每只大猫的重量相等，每只小猫的重量也相等。每只大猫和每只小猫的重量各是多少？</w:t>
      </w: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</w:p>
    <w:p>
      <w:pPr>
        <w:spacing w:line="360" w:lineRule="auto"/>
        <w:rPr>
          <w:rFonts w:ascii="宋体" w:cs="宋体"/>
          <w:bCs/>
          <w:color w:val="000000"/>
          <w:sz w:val="24"/>
        </w:rPr>
      </w:pPr>
      <w:r>
        <w:rPr>
          <w:rFonts w:ascii="宋体" w:hAnsi="宋体" w:cs="宋体"/>
          <w:bCs/>
          <w:color w:val="000000"/>
          <w:sz w:val="24"/>
        </w:rPr>
        <w:t>5</w:t>
      </w:r>
      <w:r>
        <w:rPr>
          <w:rFonts w:hint="eastAsia" w:ascii="宋体" w:hAnsi="宋体" w:cs="宋体"/>
          <w:bCs/>
          <w:color w:val="000000"/>
          <w:sz w:val="24"/>
        </w:rPr>
        <w:t>．学校买来一些毽子，分给全校各班。如果每班</w:t>
      </w:r>
      <w:r>
        <w:rPr>
          <w:rFonts w:ascii="宋体" w:hAnsi="宋体" w:cs="宋体"/>
          <w:bCs/>
          <w:color w:val="000000"/>
          <w:sz w:val="24"/>
        </w:rPr>
        <w:t>16</w:t>
      </w:r>
      <w:r>
        <w:rPr>
          <w:rFonts w:hint="eastAsia" w:ascii="宋体" w:hAnsi="宋体" w:cs="宋体"/>
          <w:bCs/>
          <w:color w:val="000000"/>
          <w:sz w:val="24"/>
        </w:rPr>
        <w:t>个，恰好分完；如果少给</w:t>
      </w:r>
      <w:r>
        <w:rPr>
          <w:rFonts w:ascii="宋体" w:hAnsi="宋体" w:cs="宋体"/>
          <w:bCs/>
          <w:color w:val="000000"/>
          <w:sz w:val="24"/>
        </w:rPr>
        <w:t>2</w:t>
      </w:r>
      <w:r>
        <w:rPr>
          <w:rFonts w:hint="eastAsia" w:ascii="宋体" w:hAnsi="宋体" w:cs="宋体"/>
          <w:bCs/>
          <w:color w:val="000000"/>
          <w:sz w:val="24"/>
        </w:rPr>
        <w:t>个班，每个班多分</w:t>
      </w:r>
      <w:r>
        <w:rPr>
          <w:rFonts w:ascii="宋体" w:hAnsi="宋体" w:cs="宋体"/>
          <w:bCs/>
          <w:color w:val="000000"/>
          <w:sz w:val="24"/>
        </w:rPr>
        <w:t>1</w:t>
      </w:r>
      <w:r>
        <w:rPr>
          <w:rFonts w:hint="eastAsia" w:ascii="宋体" w:hAnsi="宋体" w:cs="宋体"/>
          <w:bCs/>
          <w:color w:val="000000"/>
          <w:sz w:val="24"/>
        </w:rPr>
        <w:t>个，还剩</w:t>
      </w:r>
      <w:r>
        <w:rPr>
          <w:rFonts w:ascii="宋体" w:hAnsi="宋体" w:cs="宋体"/>
          <w:bCs/>
          <w:color w:val="000000"/>
          <w:sz w:val="24"/>
        </w:rPr>
        <w:t>10</w:t>
      </w:r>
      <w:r>
        <w:rPr>
          <w:rFonts w:hint="eastAsia" w:ascii="宋体" w:hAnsi="宋体" w:cs="宋体"/>
          <w:bCs/>
          <w:color w:val="000000"/>
          <w:sz w:val="24"/>
        </w:rPr>
        <w:t>个。班级和毽子各多少个？</w:t>
      </w:r>
    </w:p>
    <w:p>
      <w:pPr>
        <w:spacing w:line="360" w:lineRule="auto"/>
        <w:ind w:right="840"/>
        <w:jc w:val="left"/>
        <w:rPr>
          <w:rFonts w:ascii="宋体" w:cs="宋体"/>
          <w:color w:val="000000"/>
          <w:sz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E67BC"/>
    <w:rsid w:val="003C1FBF"/>
    <w:rsid w:val="005A730B"/>
    <w:rsid w:val="00756470"/>
    <w:rsid w:val="00800FD0"/>
    <w:rsid w:val="00AB3A13"/>
    <w:rsid w:val="00C71EC1"/>
    <w:rsid w:val="00CA6BE1"/>
    <w:rsid w:val="02F4423F"/>
    <w:rsid w:val="036D55AD"/>
    <w:rsid w:val="036D6D30"/>
    <w:rsid w:val="081A0C62"/>
    <w:rsid w:val="087821B4"/>
    <w:rsid w:val="0992752F"/>
    <w:rsid w:val="0BDE4345"/>
    <w:rsid w:val="0CD2759F"/>
    <w:rsid w:val="0D062E5C"/>
    <w:rsid w:val="0D9800FF"/>
    <w:rsid w:val="10397DAD"/>
    <w:rsid w:val="10E3207D"/>
    <w:rsid w:val="11EC09A6"/>
    <w:rsid w:val="127F2C82"/>
    <w:rsid w:val="15C87EF3"/>
    <w:rsid w:val="19C14656"/>
    <w:rsid w:val="1A8E4A6D"/>
    <w:rsid w:val="1B325DFC"/>
    <w:rsid w:val="1C8E1BB0"/>
    <w:rsid w:val="20184900"/>
    <w:rsid w:val="218F46E3"/>
    <w:rsid w:val="2413143C"/>
    <w:rsid w:val="24F4036B"/>
    <w:rsid w:val="25327EC8"/>
    <w:rsid w:val="25BD4F3F"/>
    <w:rsid w:val="26A67094"/>
    <w:rsid w:val="2751658C"/>
    <w:rsid w:val="2942013F"/>
    <w:rsid w:val="2A61484D"/>
    <w:rsid w:val="2AA46F66"/>
    <w:rsid w:val="2F36740D"/>
    <w:rsid w:val="31AE12B3"/>
    <w:rsid w:val="31EC5CDD"/>
    <w:rsid w:val="32954BA3"/>
    <w:rsid w:val="38A939A1"/>
    <w:rsid w:val="3DE17226"/>
    <w:rsid w:val="40B37933"/>
    <w:rsid w:val="437E67BC"/>
    <w:rsid w:val="443208CA"/>
    <w:rsid w:val="46613F19"/>
    <w:rsid w:val="472F2379"/>
    <w:rsid w:val="473851D5"/>
    <w:rsid w:val="48D1475C"/>
    <w:rsid w:val="490756B1"/>
    <w:rsid w:val="4EBC343D"/>
    <w:rsid w:val="50D7739F"/>
    <w:rsid w:val="51122F1C"/>
    <w:rsid w:val="525146C6"/>
    <w:rsid w:val="534D4E12"/>
    <w:rsid w:val="53B34D96"/>
    <w:rsid w:val="55834545"/>
    <w:rsid w:val="565058EF"/>
    <w:rsid w:val="59975DBA"/>
    <w:rsid w:val="5A0D6D92"/>
    <w:rsid w:val="5A9A5EFB"/>
    <w:rsid w:val="5B847DB4"/>
    <w:rsid w:val="5BAC73C4"/>
    <w:rsid w:val="5BF23686"/>
    <w:rsid w:val="5CF754A4"/>
    <w:rsid w:val="5D1F1638"/>
    <w:rsid w:val="5DAB52F4"/>
    <w:rsid w:val="5F092E8D"/>
    <w:rsid w:val="61D31616"/>
    <w:rsid w:val="61D934DB"/>
    <w:rsid w:val="61FA7E95"/>
    <w:rsid w:val="62754A98"/>
    <w:rsid w:val="62853A67"/>
    <w:rsid w:val="6384174E"/>
    <w:rsid w:val="65E62A73"/>
    <w:rsid w:val="67361BF8"/>
    <w:rsid w:val="67B30834"/>
    <w:rsid w:val="6B245AE0"/>
    <w:rsid w:val="6B4B72FB"/>
    <w:rsid w:val="6CA241D2"/>
    <w:rsid w:val="6FB64E30"/>
    <w:rsid w:val="6FC8478C"/>
    <w:rsid w:val="706E7745"/>
    <w:rsid w:val="70FC2583"/>
    <w:rsid w:val="743B7C3B"/>
    <w:rsid w:val="75707268"/>
    <w:rsid w:val="75D56302"/>
    <w:rsid w:val="77E04260"/>
    <w:rsid w:val="780742DA"/>
    <w:rsid w:val="78704AC2"/>
    <w:rsid w:val="787A655F"/>
    <w:rsid w:val="78FD0877"/>
    <w:rsid w:val="7A84364B"/>
    <w:rsid w:val="7C1A3E5E"/>
    <w:rsid w:val="7C8C4EC5"/>
    <w:rsid w:val="7D654A01"/>
    <w:rsid w:val="7E0F7435"/>
    <w:rsid w:val="7E196A57"/>
    <w:rsid w:val="7E2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uiPriority w:val="9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uiPriority w:val="99"/>
    <w:rPr>
      <w:rFonts w:cs="Times New Roman"/>
    </w:rPr>
  </w:style>
  <w:style w:type="character" w:styleId="10">
    <w:name w:val="Hyperlink"/>
    <w:basedOn w:val="7"/>
    <w:uiPriority w:val="99"/>
    <w:rPr>
      <w:rFonts w:cs="Times New Roman"/>
      <w:color w:val="0000FF"/>
      <w:u w:val="single"/>
    </w:rPr>
  </w:style>
  <w:style w:type="character" w:customStyle="1" w:styleId="11">
    <w:name w:val="Footer Char"/>
    <w:basedOn w:val="7"/>
    <w:link w:val="2"/>
    <w:semiHidden/>
    <w:uiPriority w:val="99"/>
    <w:rPr>
      <w:rFonts w:ascii="Calibri" w:hAnsi="Calibri"/>
      <w:sz w:val="18"/>
      <w:szCs w:val="18"/>
    </w:rPr>
  </w:style>
  <w:style w:type="character" w:customStyle="1" w:styleId="12">
    <w:name w:val="Header Char"/>
    <w:basedOn w:val="7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3">
    <w:name w:val="fieldtip"/>
    <w:uiPriority w:val="99"/>
    <w:rPr>
      <w:sz w:val="18"/>
      <w:shd w:val="clear" w:color="auto" w:fill="A9C9E2"/>
    </w:rPr>
  </w:style>
  <w:style w:type="paragraph" w:customStyle="1" w:styleId="14">
    <w:name w:val="List Paragraph1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theme" Target="theme/theme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11"/>
    <customShpInfo spid="_x0000_s1112"/>
    <customShpInfo spid="_x0000_s1113"/>
    <customShpInfo spid="_x0000_s1114"/>
    <customShpInfo spid="_x0000_s111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1314</Words>
  <Characters>1534</Characters>
  <Lines>0</Lines>
  <Paragraphs>0</Paragraphs>
  <TotalTime>10</TotalTime>
  <ScaleCrop>false</ScaleCrop>
  <LinksUpToDate>false</LinksUpToDate>
  <CharactersWithSpaces>2237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2019-01-09T09:28:00Z</dcterms:created>
  <dc:creator>。</dc:creator>
  <cp:lastModifiedBy>。</cp:lastModifiedBy>
  <dcterms:modified xsi:type="dcterms:W3CDTF">2023-03-16T07:57:59Z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94B4F7FE413A42E1AA352CF4BD04F4E6</vt:lpwstr>
  </property>
</Properties>
</file>