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11341100</wp:posOffset>
            </wp:positionV>
            <wp:extent cx="2921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6"/>
          <w:szCs w:val="36"/>
        </w:rPr>
        <w:t>北师大版小学数学四年级下册</w:t>
      </w:r>
      <w:r>
        <w:rPr>
          <w:rFonts w:hint="eastAsia" w:ascii="Calibri" w:hAnsi="Calibri"/>
          <w:b/>
          <w:sz w:val="36"/>
          <w:szCs w:val="36"/>
        </w:rPr>
        <w:t>第</w:t>
      </w:r>
      <w:r>
        <w:rPr>
          <w:rFonts w:hint="eastAsia" w:ascii="Calibri" w:hAnsi="Calibri"/>
          <w:b/>
          <w:sz w:val="36"/>
          <w:szCs w:val="36"/>
          <w:lang w:eastAsia="zh-CN"/>
        </w:rPr>
        <w:t>五</w:t>
      </w:r>
      <w:r>
        <w:rPr>
          <w:rFonts w:hint="eastAsia" w:ascii="Calibri" w:hAnsi="Calibri"/>
          <w:b/>
          <w:sz w:val="36"/>
          <w:szCs w:val="36"/>
        </w:rPr>
        <w:t>单元</w:t>
      </w:r>
      <w:r>
        <w:rPr>
          <w:rFonts w:hint="eastAsia" w:ascii="宋体" w:hAnsi="宋体"/>
          <w:b/>
          <w:bCs/>
          <w:sz w:val="36"/>
          <w:szCs w:val="36"/>
        </w:rPr>
        <w:t>练习题（强化篇）</w:t>
      </w:r>
    </w:p>
    <w:p>
      <w:pPr>
        <w:rPr>
          <w:rFonts w:hint="eastAsia" w:ascii="Calibri" w:hAnsi="Calibri"/>
          <w:b/>
          <w:sz w:val="21"/>
          <w:szCs w:val="22"/>
        </w:rPr>
      </w:pPr>
    </w:p>
    <w:p>
      <w:pPr>
        <w:ind w:firstLine="6114" w:firstLineChars="2900"/>
        <w:rPr>
          <w:rFonts w:hint="default" w:ascii="Calibri" w:hAnsi="Calibri" w:eastAsia="宋体"/>
          <w:b/>
          <w:sz w:val="21"/>
          <w:szCs w:val="22"/>
          <w:u w:val="single"/>
          <w:lang w:val="en-US" w:eastAsia="zh-CN"/>
        </w:rPr>
      </w:pPr>
      <w:r>
        <w:rPr>
          <w:rFonts w:hint="eastAsia" w:ascii="Calibri" w:hAnsi="Calibri"/>
          <w:b/>
          <w:sz w:val="21"/>
          <w:szCs w:val="22"/>
          <w:lang w:val="en-US" w:eastAsia="zh-CN"/>
        </w:rPr>
        <w:t>姓名：</w:t>
      </w:r>
      <w:r>
        <w:rPr>
          <w:rFonts w:hint="eastAsia" w:ascii="Calibri" w:hAnsi="Calibri"/>
          <w:b/>
          <w:sz w:val="21"/>
          <w:szCs w:val="22"/>
          <w:u w:val="single"/>
          <w:lang w:val="en-US" w:eastAsia="zh-CN"/>
        </w:rPr>
        <w:t xml:space="preserve">                         </w:t>
      </w:r>
    </w:p>
    <w:p>
      <w:pPr>
        <w:rPr>
          <w:rFonts w:hint="eastAsia" w:ascii="Calibri" w:hAnsi="Calibri"/>
          <w:b/>
          <w:bCs/>
          <w:sz w:val="28"/>
          <w:szCs w:val="28"/>
        </w:rPr>
      </w:pPr>
      <w:r>
        <w:rPr>
          <w:rFonts w:hint="eastAsia" w:ascii="Calibri" w:hAnsi="Calibri"/>
          <w:b/>
          <w:bCs/>
          <w:sz w:val="28"/>
          <w:szCs w:val="28"/>
        </w:rPr>
        <w:t>一、填一填。</w:t>
      </w:r>
    </w:p>
    <w:p>
      <w:pPr>
        <w:rPr>
          <w:rFonts w:hint="eastAsia" w:ascii="Calibri" w:hAnsi="Calibri" w:eastAsia="宋体"/>
          <w:sz w:val="24"/>
          <w:szCs w:val="24"/>
          <w:lang w:eastAsia="zh-CN"/>
        </w:rPr>
      </w:pPr>
      <w:r>
        <w:rPr>
          <w:rFonts w:hint="eastAsia" w:ascii="Calibri" w:hAnsi="Calibri"/>
          <w:sz w:val="24"/>
          <w:szCs w:val="24"/>
        </w:rPr>
        <w:t>1. 如果9x＋15＝177，那么4.3x＝（</w:t>
      </w:r>
      <w:r>
        <w:rPr>
          <w:rFonts w:hint="eastAsia" w:ascii="Calibri" w:hAnsi="Calibri"/>
          <w:sz w:val="24"/>
          <w:szCs w:val="24"/>
          <w:lang w:val="en-US" w:eastAsia="zh-CN"/>
        </w:rPr>
        <w:t xml:space="preserve">        </w:t>
      </w:r>
      <w:r>
        <w:rPr>
          <w:rFonts w:hint="eastAsia" w:ascii="Calibri" w:hAnsi="Calibri"/>
          <w:sz w:val="24"/>
          <w:szCs w:val="24"/>
        </w:rPr>
        <w:t>）</w:t>
      </w:r>
      <w:r>
        <w:rPr>
          <w:rFonts w:hint="eastAsia" w:ascii="Calibri" w:hAnsi="Calibri"/>
          <w:sz w:val="24"/>
          <w:szCs w:val="24"/>
          <w:lang w:eastAsia="zh-CN"/>
        </w:rPr>
        <w:t>。</w:t>
      </w: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.一个数除以7，商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余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 xml:space="preserve">，这个数是（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）。</w:t>
      </w: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3.牧场里有黄牛x只，奶牛的头数比黄牛的3倍少5头，奶牛有（           ）头</w:t>
      </w: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4.小琳买了2支钢笔，每支x元，付出20元，应找回（         ）元。</w:t>
      </w: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四（2）班女生有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人，男生有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人，平均分成6组，每组有（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）人。</w:t>
      </w:r>
    </w:p>
    <w:p>
      <w:pPr>
        <w:jc w:val="both"/>
        <w:rPr>
          <w:rFonts w:hint="default" w:ascii="Calibri" w:hAnsi="Calibri" w:eastAsia="宋体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>6.  2.5、 5、 7.5、 10、 ···第n个数是（      ）。</w:t>
      </w:r>
    </w:p>
    <w:p>
      <w:pPr>
        <w:rPr>
          <w:rFonts w:hint="eastAsia" w:ascii="Calibri" w:hAnsi="Calibri"/>
          <w:b/>
          <w:bCs/>
          <w:sz w:val="28"/>
          <w:szCs w:val="28"/>
        </w:rPr>
      </w:pPr>
      <w:r>
        <w:rPr>
          <w:rFonts w:hint="eastAsia" w:ascii="Calibri" w:hAnsi="Calibri"/>
          <w:b/>
          <w:bCs/>
          <w:sz w:val="28"/>
          <w:szCs w:val="28"/>
        </w:rPr>
        <w:t>二、解方程。</w:t>
      </w:r>
    </w:p>
    <w:p>
      <w:pPr>
        <w:rPr>
          <w:rFonts w:hint="default" w:ascii="Calibri" w:hAnsi="Calibri" w:eastAsia="宋体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</w:rPr>
        <w:t xml:space="preserve">15.6-ⅹ=1.23             1.5ⅹ=2.25           32.8÷ⅹ=4.1 </w:t>
      </w:r>
      <w:r>
        <w:rPr>
          <w:rFonts w:hint="eastAsia" w:ascii="Calibri" w:hAnsi="Calibri"/>
          <w:sz w:val="24"/>
          <w:szCs w:val="24"/>
          <w:lang w:val="en-US" w:eastAsia="zh-CN"/>
        </w:rPr>
        <w:t xml:space="preserve">          x÷2.5＝0.4×5</w:t>
      </w:r>
    </w:p>
    <w:p>
      <w:pPr>
        <w:rPr>
          <w:rFonts w:hint="eastAsia" w:ascii="Calibri" w:hAnsi="Calibri" w:eastAsia="宋体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Calibri" w:hAnsi="Calibri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 xml:space="preserve"> 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rPr>
          <w:rFonts w:hint="eastAsia" w:ascii="Calibri" w:hAnsi="Calibri"/>
          <w:sz w:val="24"/>
          <w:szCs w:val="24"/>
          <w:lang w:val="en-US" w:eastAsia="zh-CN"/>
        </w:rPr>
      </w:pPr>
    </w:p>
    <w:p>
      <w:pPr>
        <w:rPr>
          <w:rFonts w:hint="eastAsia" w:ascii="Calibri" w:hAnsi="Calibri"/>
          <w:sz w:val="24"/>
          <w:szCs w:val="24"/>
          <w:lang w:val="en-US" w:eastAsia="zh-CN"/>
        </w:rPr>
      </w:pPr>
    </w:p>
    <w:p>
      <w:pPr>
        <w:rPr>
          <w:rFonts w:hint="default" w:ascii="Calibri" w:hAnsi="Calibri" w:eastAsia="宋体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</w:rPr>
        <w:t>ⅹ+5.1ⅹ=18.3          0.8ⅹ-1.6=3.2         3.5ⅹ-2.1ⅹ=0.28</w:t>
      </w:r>
      <w:r>
        <w:rPr>
          <w:rFonts w:hint="eastAsia" w:ascii="Calibri" w:hAnsi="Calibri"/>
          <w:sz w:val="24"/>
          <w:szCs w:val="24"/>
          <w:lang w:val="en-US" w:eastAsia="zh-CN"/>
        </w:rPr>
        <w:t xml:space="preserve">         </w:t>
      </w:r>
      <w:r>
        <w:rPr>
          <w:rFonts w:hint="eastAsia"/>
        </w:rPr>
        <w:t>（n＋46）÷9＝28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3011805</wp:posOffset>
            </wp:positionH>
            <wp:positionV relativeFrom="paragraph">
              <wp:posOffset>175895</wp:posOffset>
            </wp:positionV>
            <wp:extent cx="1940560" cy="850265"/>
            <wp:effectExtent l="0" t="0" r="2540" b="6985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lum bright="-17999" contras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看图列方程并求解。</w:t>
      </w:r>
    </w:p>
    <w:p>
      <w:pPr>
        <w:numPr>
          <w:ilvl w:val="0"/>
          <w:numId w:val="0"/>
        </w:numPr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74930</wp:posOffset>
            </wp:positionV>
            <wp:extent cx="2011680" cy="650240"/>
            <wp:effectExtent l="0" t="0" r="7620" b="1651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lum bright="-35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42545</wp:posOffset>
            </wp:positionV>
            <wp:extent cx="1760220" cy="771525"/>
            <wp:effectExtent l="0" t="0" r="11430" b="9525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rcRect t="5154" r="600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99060</wp:posOffset>
            </wp:positionV>
            <wp:extent cx="1758950" cy="905510"/>
            <wp:effectExtent l="0" t="0" r="12700" b="889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9999" contrast="4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ind w:firstLine="562" w:firstLineChars="200"/>
        <w:rPr>
          <w:rFonts w:hint="eastAsia" w:ascii="Calibri" w:hAnsi="Calibri"/>
          <w:b/>
          <w:bCs/>
          <w:sz w:val="28"/>
          <w:szCs w:val="28"/>
        </w:rPr>
      </w:pPr>
      <w:r>
        <w:rPr>
          <w:rFonts w:hint="eastAsia" w:ascii="Calibri" w:hAnsi="Calibri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Calibri" w:hAnsi="Calibri"/>
          <w:b/>
          <w:bCs/>
          <w:sz w:val="28"/>
          <w:szCs w:val="28"/>
        </w:rPr>
        <w:t>列方程求</w:t>
      </w:r>
      <w:r>
        <w:rPr>
          <w:rFonts w:hint="eastAsia" w:ascii="Calibri" w:hAnsi="Calibri"/>
          <w:b/>
          <w:bCs/>
          <w:sz w:val="28"/>
          <w:szCs w:val="28"/>
          <w:lang w:val="en-US" w:eastAsia="zh-CN"/>
        </w:rPr>
        <w:t>未知数</w:t>
      </w:r>
      <w:r>
        <w:rPr>
          <w:rFonts w:hint="eastAsia" w:ascii="Calibri" w:hAnsi="Calibri"/>
          <w:b/>
          <w:bCs/>
          <w:sz w:val="28"/>
          <w:szCs w:val="28"/>
        </w:rPr>
        <w:t>。</w:t>
      </w:r>
    </w:p>
    <w:p>
      <w:pPr>
        <w:ind w:firstLine="720" w:firstLineChars="30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（1）一个数比2.5多13.6,求这个数。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ind w:firstLine="720" w:firstLineChars="30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（2）一个数的5倍比28大1.5,求ⅹ。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 w:eastAsia="宋体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720" w:firstLineChars="30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（</w:t>
      </w:r>
      <w:r>
        <w:rPr>
          <w:rFonts w:hint="eastAsia" w:ascii="Calibri" w:hAnsi="Calibri"/>
          <w:sz w:val="24"/>
          <w:szCs w:val="24"/>
          <w:lang w:val="en-US" w:eastAsia="zh-CN"/>
        </w:rPr>
        <w:t>3</w:t>
      </w:r>
      <w:r>
        <w:rPr>
          <w:rFonts w:hint="eastAsia" w:ascii="Calibri" w:hAnsi="Calibri"/>
          <w:sz w:val="24"/>
          <w:szCs w:val="24"/>
        </w:rPr>
        <w:t>）一个数的15倍比ⅹ的8倍少5，这个数是1.8，求ⅹ。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/>
          <w:sz w:val="24"/>
          <w:szCs w:val="24"/>
        </w:rPr>
      </w:pPr>
    </w:p>
    <w:p>
      <w:pPr>
        <w:numPr>
          <w:ilvl w:val="0"/>
          <w:numId w:val="0"/>
        </w:numPr>
        <w:ind w:firstLine="720" w:firstLineChars="30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（</w:t>
      </w:r>
      <w:r>
        <w:rPr>
          <w:rFonts w:hint="eastAsia" w:ascii="Calibri" w:hAnsi="Calibri"/>
          <w:sz w:val="24"/>
          <w:szCs w:val="24"/>
          <w:lang w:val="en-US" w:eastAsia="zh-CN"/>
        </w:rPr>
        <w:t>4</w:t>
      </w:r>
      <w:r>
        <w:rPr>
          <w:rFonts w:hint="eastAsia" w:ascii="Calibri" w:hAnsi="Calibri"/>
          <w:sz w:val="24"/>
          <w:szCs w:val="24"/>
        </w:rPr>
        <w:t>）三个连续奇数的和是57,中间的数是m，列方程求m的值</w:t>
      </w:r>
      <w:r>
        <w:rPr>
          <w:rFonts w:hint="eastAsia" w:ascii="Calibri" w:hAnsi="Calibri"/>
          <w:sz w:val="24"/>
          <w:szCs w:val="24"/>
          <w:lang w:eastAsia="zh-CN"/>
        </w:rPr>
        <w:t>。</w:t>
      </w: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rPr>
          <w:rFonts w:hint="eastAsia" w:ascii="Calibri" w:hAnsi="Calibri"/>
          <w:b/>
          <w:bCs/>
          <w:sz w:val="28"/>
          <w:szCs w:val="28"/>
        </w:rPr>
      </w:pPr>
      <w:r>
        <w:rPr>
          <w:rFonts w:hint="eastAsia" w:ascii="Calibri" w:hAnsi="Calibri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Calibri" w:hAnsi="Calibri"/>
          <w:b/>
          <w:bCs/>
          <w:sz w:val="28"/>
          <w:szCs w:val="28"/>
        </w:rPr>
        <w:t>列方程解应用题。</w:t>
      </w: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1．有一个电视屏幕的周长是3.6米, 已知长是宽的2倍。长和宽分别是多少米?</w:t>
      </w: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2．某厂男工人数比女工人数的3倍少70人，男工有130人，女工有多少人？男女工共有多少人？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爸爸今年32岁，比儿子的年龄的3倍还大5岁，儿子今年多少岁？</w:t>
      </w:r>
    </w:p>
    <w:p>
      <w:pPr>
        <w:numPr>
          <w:ilvl w:val="0"/>
          <w:numId w:val="0"/>
        </w:num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4、小萌买了一个练习本和一枝铅笔，一共花了1.8元，已知练习本的价钱是铅笔的2倍，铅笔和练习本的单价各多少元？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5、世界上最轻的鸟是蜂鸟。一只应麻雀的体重是81克，比蜂鸟的50倍少19克，一只蜂鸟重多少克？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6、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一个等腰三角形的周长是40厘米，底边长是12厘米，每条腰长是多少厘米</w:t>
      </w:r>
      <w:r>
        <w:rPr>
          <w:rFonts w:hint="eastAsia" w:ascii="Calibri" w:hAnsi="Calibri"/>
          <w:sz w:val="24"/>
          <w:szCs w:val="24"/>
        </w:rPr>
        <w:t>？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7、</w:t>
      </w:r>
      <w:r>
        <w:rPr>
          <w:rFonts w:ascii="Calibri" w:hAnsi="Calibri"/>
          <w:sz w:val="24"/>
          <w:szCs w:val="24"/>
        </w:rPr>
        <w:t>甲、乙两个车间共有工人312人，甲车间的人数是乙车间的1.4倍，两车间各有多少人？</w:t>
      </w: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4"/>
          <w:szCs w:val="24"/>
        </w:rPr>
      </w:pPr>
    </w:p>
    <w:p>
      <w:pPr>
        <w:numPr>
          <w:ilvl w:val="0"/>
          <w:numId w:val="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商店运来12筐梨和20筐苹果，一共重1500千克，每筐梨重50千克，每筐苹果重多少千克？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9、汽车每时行60千米，摩托车每时行30千米，汽车和摩托车分别从甲、乙两地同时相对开出，4时后相遇，相遇后摩托车继续前行至甲地。问摩托车从相遇后到达甲地需行多少时？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10、一座大桥长2200米，一列火车全长400米，火车以每秒20米的速度行驶，从火车上桥到离开桥需要多长时间？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11、城东小学有篮球、足球和排球共95个，其中足球比排球少5个，排球的个数是篮球个数的2倍。篮球、足球和排球各有多少个？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ascii="Calibri" w:hAnsi="Calibri"/>
          <w:sz w:val="24"/>
          <w:szCs w:val="24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</w:pPr>
    </w:p>
    <w:p>
      <w:pPr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  <w:szCs w:val="28"/>
        </w:rPr>
        <w:t xml:space="preserve">甲、乙、丙三辆汽车，甲车的速度是乙车的3倍，丙车的速度比乙车的2倍慢30千米/时。  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如果用m表示乙车的速度，请表示出丙车的速度。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如果m＝60千米/时，丙车的速度是多少？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2"/>
        </w:rPr>
      </w:pPr>
      <w:r>
        <w:rPr>
          <w:rFonts w:hint="eastAsia" w:ascii="宋体" w:hAnsi="宋体" w:eastAsia="宋体" w:cs="宋体"/>
          <w:sz w:val="24"/>
          <w:szCs w:val="28"/>
        </w:rPr>
        <w:t>（3）如果甲车的速度比乙车的速度快80千米/时，甲、乙两车的速度分别是多少？</w:t>
      </w:r>
      <w:r>
        <w:rPr>
          <w:rFonts w:hint="eastAsia" w:ascii="宋体" w:hAnsi="宋体" w:eastAsia="宋体" w:cs="宋体"/>
          <w:sz w:val="21"/>
          <w:szCs w:val="22"/>
        </w:rPr>
        <w:t xml:space="preserve">     </w:t>
      </w:r>
    </w:p>
    <w:p>
      <w:pPr>
        <w:rPr>
          <w:rFonts w:hint="eastAsia" w:ascii="宋体" w:hAnsi="宋体" w:eastAsia="宋体" w:cs="宋体"/>
          <w:sz w:val="21"/>
          <w:szCs w:val="22"/>
        </w:rPr>
      </w:pPr>
    </w:p>
    <w:p>
      <w:pPr>
        <w:rPr>
          <w:rFonts w:hint="eastAsia" w:ascii="Calibri" w:hAnsi="Calibri"/>
          <w:sz w:val="21"/>
          <w:szCs w:val="2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39" w:orient="landscape"/>
          <w:pgMar w:top="748" w:right="1020" w:bottom="935" w:left="1020" w:header="57" w:footer="397" w:gutter="0"/>
          <w:paperSrc/>
          <w:cols w:space="1007" w:num="2"/>
          <w:docGrid w:type="lines" w:linePitch="326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             </w:t>
    </w:r>
  </w:p>
  <w:p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534BC"/>
    <w:multiLevelType w:val="singleLevel"/>
    <w:tmpl w:val="C0C534B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59312E"/>
    <w:multiLevelType w:val="singleLevel"/>
    <w:tmpl w:val="EF59312E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3AB250B6"/>
    <w:multiLevelType w:val="singleLevel"/>
    <w:tmpl w:val="3AB250B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9393D56"/>
    <w:multiLevelType w:val="singleLevel"/>
    <w:tmpl w:val="49393D5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attachedTemplate r:id="rId1"/>
  <w:documentProtection w:enforcement="0"/>
  <w:defaultTabStop w:val="420"/>
  <w:evenAndOddHeaders w:val="1"/>
  <w:drawingGridHorizontalSpacing w:val="240"/>
  <w:drawingGridVerticalSpacing w:val="165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923AF"/>
    <w:rsid w:val="000C4BA4"/>
    <w:rsid w:val="001F359E"/>
    <w:rsid w:val="002C3C37"/>
    <w:rsid w:val="00347B44"/>
    <w:rsid w:val="00356B2B"/>
    <w:rsid w:val="0039195B"/>
    <w:rsid w:val="004151FC"/>
    <w:rsid w:val="0052636F"/>
    <w:rsid w:val="005C249F"/>
    <w:rsid w:val="006A7A09"/>
    <w:rsid w:val="007047FB"/>
    <w:rsid w:val="00707C34"/>
    <w:rsid w:val="00724FC4"/>
    <w:rsid w:val="0076534B"/>
    <w:rsid w:val="00797646"/>
    <w:rsid w:val="007C44EA"/>
    <w:rsid w:val="00827716"/>
    <w:rsid w:val="008437B8"/>
    <w:rsid w:val="00850A1D"/>
    <w:rsid w:val="008966D2"/>
    <w:rsid w:val="008B046A"/>
    <w:rsid w:val="008F47C7"/>
    <w:rsid w:val="0092330F"/>
    <w:rsid w:val="00A4428B"/>
    <w:rsid w:val="00A924E7"/>
    <w:rsid w:val="00AB046E"/>
    <w:rsid w:val="00C02FC6"/>
    <w:rsid w:val="00C30580"/>
    <w:rsid w:val="00C67255"/>
    <w:rsid w:val="00CB7D6E"/>
    <w:rsid w:val="00CF14FD"/>
    <w:rsid w:val="00CF27D3"/>
    <w:rsid w:val="00D166DF"/>
    <w:rsid w:val="00D514B9"/>
    <w:rsid w:val="00E205E1"/>
    <w:rsid w:val="00E72B3A"/>
    <w:rsid w:val="00EC1589"/>
    <w:rsid w:val="00FA17CA"/>
    <w:rsid w:val="0446337D"/>
    <w:rsid w:val="133E44A0"/>
    <w:rsid w:val="13FF0CB3"/>
    <w:rsid w:val="161C421D"/>
    <w:rsid w:val="1DC12967"/>
    <w:rsid w:val="231F150E"/>
    <w:rsid w:val="393D324C"/>
    <w:rsid w:val="480550FF"/>
    <w:rsid w:val="589D6CB8"/>
    <w:rsid w:val="59057C8C"/>
    <w:rsid w:val="59105B72"/>
    <w:rsid w:val="59AC02AD"/>
    <w:rsid w:val="6DA144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sz w:val="18"/>
      <w:szCs w:val="2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1"/>
    <w:uiPriority w:val="0"/>
    <w:rPr>
      <w:rFonts w:hAnsi="Courier New"/>
      <w:kern w:val="2"/>
      <w:sz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2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sz w:val="24"/>
      <w:szCs w:val="21"/>
    </w:rPr>
  </w:style>
  <w:style w:type="character" w:customStyle="1" w:styleId="10">
    <w:name w:val="纯文本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纯文本 Char"/>
    <w:link w:val="4"/>
    <w:uiPriority w:val="0"/>
    <w:rPr>
      <w:rFonts w:hAnsi="Courier New"/>
      <w:kern w:val="2"/>
      <w:sz w:val="21"/>
    </w:rPr>
  </w:style>
  <w:style w:type="character" w:customStyle="1" w:styleId="12">
    <w:name w:val="普通(网站) Char"/>
    <w:link w:val="7"/>
    <w:uiPriority w:val="0"/>
    <w:rPr>
      <w:rFonts w:ascii="宋体" w:hAnsi="宋体" w:cs="宋体"/>
      <w:sz w:val="24"/>
      <w:szCs w:val="21"/>
    </w:rPr>
  </w:style>
  <w:style w:type="paragraph" w:customStyle="1" w:styleId="13">
    <w:name w:val="简单回函地址"/>
    <w:basedOn w:val="1"/>
    <w:uiPriority w:val="0"/>
    <w:rPr>
      <w:sz w:val="21"/>
      <w:szCs w:val="20"/>
    </w:rPr>
  </w:style>
  <w:style w:type="paragraph" w:customStyle="1" w:styleId="14">
    <w:name w:val="Roman斜体"/>
    <w:basedOn w:val="1"/>
    <w:uiPriority w:val="0"/>
    <w:pPr>
      <w:spacing w:line="0" w:lineRule="atLeast"/>
      <w:jc w:val="center"/>
    </w:pPr>
    <w:rPr>
      <w:i/>
      <w:iCs/>
      <w:color w:val="000000"/>
      <w:sz w:val="21"/>
      <w:szCs w:val="20"/>
    </w:rPr>
  </w:style>
  <w:style w:type="paragraph" w:customStyle="1" w:styleId="15">
    <w:name w:val="Book倾斜"/>
    <w:basedOn w:val="1"/>
    <w:uiPriority w:val="0"/>
    <w:pPr>
      <w:spacing w:line="0" w:lineRule="atLeast"/>
      <w:jc w:val="center"/>
    </w:pPr>
    <w:rPr>
      <w:rFonts w:ascii="Book Antiqua" w:hAnsi="Book Antiqua"/>
      <w:i/>
      <w:iCs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21452;&#38754;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双面试卷模板</Template>
  <Pages>3</Pages>
  <Words>945</Words>
  <Characters>1083</Characters>
  <Lines>46</Lines>
  <Paragraphs>12</Paragraphs>
  <TotalTime>157272000</TotalTime>
  <ScaleCrop>false</ScaleCrop>
  <LinksUpToDate>false</LinksUpToDate>
  <CharactersWithSpaces>1252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2013-06-07T06:37:00Z</dcterms:created>
  <dc:creator>Administrator.USER-20190317HC</dc:creator>
  <cp:lastModifiedBy>。</cp:lastModifiedBy>
  <cp:lastPrinted>2021-06-06T05:46:00Z</cp:lastPrinted>
  <dcterms:modified xsi:type="dcterms:W3CDTF">2023-03-16T09:11:18Z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0732AB01ABF44B74A492A9B67C74955C</vt:lpwstr>
  </property>
</Properties>
</file>