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Comic Sans MS" w:hAnsi="Comic Sans MS"/>
          <w:b/>
          <w:bCs/>
          <w:szCs w:val="21"/>
        </w:rPr>
      </w:pPr>
      <w:r>
        <w:rPr>
          <w:rFonts w:ascii="Comic Sans MS" w:hAnsi="Comic Sans MS"/>
          <w:b/>
          <w:bCs/>
          <w:szCs w:val="21"/>
        </w:rPr>
        <w:t>Module 6 Unit 2 I’ve got a stamp from China.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一、为下列单词，选择正确的汉语意思。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(    ) 1. knife  </w:t>
      </w: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 xml:space="preserve">      </w:t>
      </w:r>
      <w:r>
        <w:rPr>
          <w:rFonts w:ascii="Comic Sans MS" w:hAnsi="Comic Sans MS"/>
          <w:szCs w:val="21"/>
        </w:rPr>
        <w:tab/>
      </w:r>
      <w:r>
        <w:rPr>
          <w:rFonts w:hint="eastAsia"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 xml:space="preserve">A. 餐具  </w:t>
      </w: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>B. 餐刀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(    ) 2. fork </w:t>
      </w: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 xml:space="preserve">      </w:t>
      </w:r>
      <w:r>
        <w:rPr>
          <w:rFonts w:ascii="Comic Sans MS" w:hAnsi="Comic Sans MS"/>
          <w:szCs w:val="21"/>
        </w:rPr>
        <w:tab/>
      </w:r>
      <w:r>
        <w:rPr>
          <w:rFonts w:hint="eastAsia"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 xml:space="preserve">A. 餐叉  </w:t>
      </w: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>B. 勺子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(    ) 3. chopsticks </w:t>
      </w: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/>
          <w:szCs w:val="21"/>
        </w:rPr>
        <w:tab/>
      </w:r>
      <w:r>
        <w:rPr>
          <w:rFonts w:hint="eastAsia"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 xml:space="preserve">A. 棍子  </w:t>
      </w: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>B. 筷子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(    ) 4. Japanese </w:t>
      </w: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 xml:space="preserve">      </w:t>
      </w: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 xml:space="preserve">A. 日本的  </w:t>
      </w: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>B. 日本</w:t>
      </w:r>
    </w:p>
    <w:p>
      <w:pPr>
        <w:spacing w:line="360" w:lineRule="auto"/>
        <w:rPr>
          <w:rFonts w:ascii="Comic Sans MS" w:hAnsi="Comic Sans MS"/>
          <w:szCs w:val="21"/>
        </w:rPr>
      </w:pPr>
      <w:bookmarkStart w:id="0" w:name="_Hlk40188312"/>
      <w:r>
        <w:rPr>
          <w:rFonts w:ascii="Comic Sans MS" w:hAnsi="Comic Sans MS"/>
          <w:szCs w:val="21"/>
        </w:rPr>
        <w:t>二、翻译。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(1) a knife and fork _</w:t>
      </w:r>
      <w:bookmarkStart w:id="1" w:name="_Hlk40188263"/>
      <w:r>
        <w:rPr>
          <w:rFonts w:ascii="Comic Sans MS" w:hAnsi="Comic Sans MS"/>
          <w:szCs w:val="21"/>
        </w:rPr>
        <w:t>______________</w:t>
      </w:r>
    </w:p>
    <w:bookmarkEnd w:id="1"/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(2) a Chinese kite ______________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(3) a book about the US ______________ 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(4) a stamp from Canada ______________</w:t>
      </w:r>
    </w:p>
    <w:bookmarkEnd w:id="0"/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三、单项选择。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(    ) 1. I ________ some stamps from the US.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 xml:space="preserve">A. have get </w:t>
      </w: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 xml:space="preserve">B. has got  </w:t>
      </w: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>C. have got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(    ) 2. We can write about our ________ in the letter.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 xml:space="preserve">A. hobbies </w:t>
      </w: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 xml:space="preserve">B. hobby  </w:t>
      </w: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>C. hobbys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(    ) 3. Australia is a big country ________ I live in the east of it. 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>A. but</w:t>
      </w: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 xml:space="preserve">     </w:t>
      </w: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 xml:space="preserve">B. and       </w:t>
      </w: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>C. or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(    ) 4. I’d like to have an English pen friend ________ I’m learning English now.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 xml:space="preserve">A. so </w:t>
      </w: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 xml:space="preserve">     </w:t>
      </w: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>B. because</w:t>
      </w: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 xml:space="preserve">     </w:t>
      </w: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>C. and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(    ) 5. —Have you got a book about Canada or a book about Japan? 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—________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>A. Yes, I have.</w:t>
      </w: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 xml:space="preserve">    B. No, I haven’t got a book about Japan.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>C. I’ve got a book about Canada, but I haven’t got a book about Japan.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四、连词成句。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1. got,   I’ve,   stamp,   a,   Australia,   from   (.) 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_______________________________________________________________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2. have,   a new football,   got,   you,   a new basketball,   or   (?) 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_______________________________________________________________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3. pen friend,   you,   can,   be,   too,   my   (.) 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_______________________________________________________________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4. we,   every,   day,   have,   classes,   in the morning   (.) 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_______________________________________________________________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5. haven’t,   I,   chopsticks,   got,   any,   China,   from   (.) 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_______________________________________________________________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五、选择合适的句子，补全对话。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A. Where is she from?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B. Her name is Sue.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C. They don’t go to school because they live far from any schools.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D. Have you got a pen friend or a phone friend?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E. Has she got any brothers or sisters?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Mike: (1) ________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Mary: I have got a pen friend. (2) ________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Mike: (3) ________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Mary: She is from the US and she lives in the west.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Mike: (4) ________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Mary: She has got a sister, but she hasn’t got any brothers.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Mike: What classes are they in?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Mary: (5) ________ Their mother teaches them at home.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Mike: Wow! That’s great!</w:t>
      </w:r>
    </w:p>
    <w:p>
      <w:pPr>
        <w:spacing w:line="360" w:lineRule="auto"/>
        <w:rPr>
          <w:rFonts w:ascii="Comic Sans MS" w:hAnsi="Comic Sans MS"/>
          <w:szCs w:val="21"/>
        </w:rPr>
      </w:pPr>
    </w:p>
    <w:p>
      <w:pPr>
        <w:spacing w:line="360" w:lineRule="auto"/>
        <w:rPr>
          <w:rFonts w:ascii="Comic Sans MS" w:hAnsi="Comic Sans MS"/>
          <w:szCs w:val="21"/>
        </w:rPr>
      </w:pP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 </w:t>
      </w:r>
    </w:p>
    <w:p>
      <w:pPr>
        <w:spacing w:line="360" w:lineRule="auto"/>
        <w:rPr>
          <w:rFonts w:ascii="Comic Sans MS" w:hAnsi="Comic Sans MS"/>
          <w:szCs w:val="21"/>
        </w:rPr>
      </w:pPr>
    </w:p>
    <w:p>
      <w:pPr>
        <w:spacing w:line="360" w:lineRule="auto"/>
        <w:rPr>
          <w:rFonts w:ascii="Comic Sans MS" w:hAnsi="Comic Sans MS"/>
          <w:szCs w:val="21"/>
        </w:rPr>
      </w:pPr>
    </w:p>
    <w:p>
      <w:pPr>
        <w:spacing w:line="360" w:lineRule="auto"/>
        <w:rPr>
          <w:rFonts w:ascii="Comic Sans MS" w:hAnsi="Comic Sans MS"/>
          <w:szCs w:val="21"/>
        </w:rPr>
      </w:pPr>
      <w:bookmarkStart w:id="2" w:name="_GoBack"/>
      <w:bookmarkEnd w:id="2"/>
    </w:p>
    <w:p>
      <w:pPr>
        <w:spacing w:line="360" w:lineRule="auto"/>
        <w:rPr>
          <w:rFonts w:ascii="Comic Sans MS" w:hAnsi="Comic Sans MS"/>
          <w:szCs w:val="21"/>
        </w:rPr>
      </w:pPr>
    </w:p>
    <w:p>
      <w:pPr>
        <w:spacing w:line="360" w:lineRule="auto"/>
        <w:rPr>
          <w:rFonts w:ascii="Comic Sans MS" w:hAnsi="Comic Sans MS"/>
          <w:szCs w:val="21"/>
        </w:rPr>
      </w:pPr>
    </w:p>
    <w:p>
      <w:pPr>
        <w:spacing w:line="360" w:lineRule="auto"/>
        <w:rPr>
          <w:rFonts w:ascii="Comic Sans MS" w:hAnsi="Comic Sans MS"/>
          <w:szCs w:val="21"/>
        </w:rPr>
      </w:pPr>
    </w:p>
    <w:p>
      <w:pPr>
        <w:spacing w:line="360" w:lineRule="auto"/>
        <w:rPr>
          <w:rFonts w:ascii="Comic Sans MS" w:hAnsi="Comic Sans MS"/>
          <w:szCs w:val="21"/>
        </w:rPr>
      </w:pP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参考答案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一、1-4 BABA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二、翻译。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(1) 一副刀叉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(2) 一个中国风筝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(3)一本 关于英国的书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(4) 一张来自加拿大的邮票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三、1-5 CABBC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四、1. I’ve got a stamp from Australia.</w:t>
      </w:r>
    </w:p>
    <w:p>
      <w:pPr>
        <w:spacing w:line="360" w:lineRule="auto"/>
        <w:ind w:firstLine="420" w:firstLineChars="200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2. Have you got a new basketball or a new football?</w:t>
      </w:r>
    </w:p>
    <w:p>
      <w:pPr>
        <w:spacing w:line="360" w:lineRule="auto"/>
        <w:ind w:firstLine="420" w:firstLineChars="200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3. You can be my pen friend too.</w:t>
      </w:r>
    </w:p>
    <w:p>
      <w:pPr>
        <w:spacing w:line="360" w:lineRule="auto"/>
        <w:ind w:firstLine="420" w:firstLineChars="200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4. We have classes in the morning every day.</w:t>
      </w:r>
    </w:p>
    <w:p>
      <w:pPr>
        <w:spacing w:line="360" w:lineRule="auto"/>
        <w:ind w:firstLine="420" w:firstLineChars="200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5. I haven’t got any chopsticks from China.</w:t>
      </w:r>
    </w:p>
    <w:p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五、(1)-(5) DBAEC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mic Sans MS">
    <w:panose1 w:val="030F0702030302020204"/>
    <w:charset w:val="00"/>
    <w:family w:val="script"/>
    <w:pitch w:val="default"/>
    <w:sig w:usb0="00000287" w:usb1="00000013" w:usb2="00000000" w:usb3="00000000" w:csb0="2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33214634"/>
    <w:rsid w:val="000E5091"/>
    <w:rsid w:val="001B73E0"/>
    <w:rsid w:val="001C0B00"/>
    <w:rsid w:val="001F6119"/>
    <w:rsid w:val="00270D11"/>
    <w:rsid w:val="002B7372"/>
    <w:rsid w:val="002E5717"/>
    <w:rsid w:val="00315EBB"/>
    <w:rsid w:val="00372B4E"/>
    <w:rsid w:val="0040242B"/>
    <w:rsid w:val="004A3556"/>
    <w:rsid w:val="004A7283"/>
    <w:rsid w:val="00545C0B"/>
    <w:rsid w:val="005A1E3E"/>
    <w:rsid w:val="005B7FA1"/>
    <w:rsid w:val="0062663A"/>
    <w:rsid w:val="00674BBD"/>
    <w:rsid w:val="006A26E3"/>
    <w:rsid w:val="00776D97"/>
    <w:rsid w:val="00787EB8"/>
    <w:rsid w:val="009A7FA9"/>
    <w:rsid w:val="00A22C27"/>
    <w:rsid w:val="00AB7494"/>
    <w:rsid w:val="00BF78F9"/>
    <w:rsid w:val="00CA2359"/>
    <w:rsid w:val="00CD723C"/>
    <w:rsid w:val="00CE15D1"/>
    <w:rsid w:val="00D51875"/>
    <w:rsid w:val="00D75C28"/>
    <w:rsid w:val="00E6486E"/>
    <w:rsid w:val="00F90104"/>
    <w:rsid w:val="00FD5DE5"/>
    <w:rsid w:val="33214634"/>
    <w:rsid w:val="65473644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3</Pages>
  <Words>506</Words>
  <Characters>1909</Characters>
  <Lines>17</Lines>
  <Paragraphs>5</Paragraphs>
  <TotalTime>84</TotalTime>
  <ScaleCrop>false</ScaleCrop>
  <LinksUpToDate>false</LinksUpToDate>
  <CharactersWithSpaces>2458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2018-09-05T06:15:00Z</dcterms:created>
  <dc:creator>Administrator</dc:creator>
  <cp:lastModifiedBy>所儿</cp:lastModifiedBy>
  <dcterms:modified xsi:type="dcterms:W3CDTF">2023-04-15T07:58:26Z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3FE5C0B6D6994ABF9F3BE57F9718BE81_12</vt:lpwstr>
  </property>
</Properties>
</file>