
<file path=[Content_Types].xml><?xml version="1.0" encoding="utf-8"?>
<Types xmlns="http://schemas.openxmlformats.org/package/2006/content-types">
  <Default Extension="jpeg" ContentType="image/jpeg"/>
  <Default Extension="png" ContentType="image/png"/>
  <Default Extension="wmf" ContentType="image/x-wmf"/>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mbeddings/oleObject1.bin" ContentType="application/vnd.openxmlformats-officedocument.oleObject"/>
  <Override PartName="/word/embeddings/oleObject10.bin" ContentType="application/vnd.openxmlformats-officedocument.oleObject"/>
  <Override PartName="/word/embeddings/oleObject100.bin" ContentType="application/vnd.openxmlformats-officedocument.oleObject"/>
  <Override PartName="/word/embeddings/oleObject101.bin" ContentType="application/vnd.openxmlformats-officedocument.oleObject"/>
  <Override PartName="/word/embeddings/oleObject102.bin" ContentType="application/vnd.openxmlformats-officedocument.oleObject"/>
  <Override PartName="/word/embeddings/oleObject103.bin" ContentType="application/vnd.openxmlformats-officedocument.oleObject"/>
  <Override PartName="/word/embeddings/oleObject104.bin" ContentType="application/vnd.openxmlformats-officedocument.oleObject"/>
  <Override PartName="/word/embeddings/oleObject105.bin" ContentType="application/vnd.openxmlformats-officedocument.oleObject"/>
  <Override PartName="/word/embeddings/oleObject106.bin" ContentType="application/vnd.openxmlformats-officedocument.oleObject"/>
  <Override PartName="/word/embeddings/oleObject107.bin" ContentType="application/vnd.openxmlformats-officedocument.oleObject"/>
  <Override PartName="/word/embeddings/oleObject108.bin" ContentType="application/vnd.openxmlformats-officedocument.oleObject"/>
  <Override PartName="/word/embeddings/oleObject109.bin" ContentType="application/vnd.openxmlformats-officedocument.oleObject"/>
  <Override PartName="/word/embeddings/oleObject11.bin" ContentType="application/vnd.openxmlformats-officedocument.oleObject"/>
  <Override PartName="/word/embeddings/oleObject110.bin" ContentType="application/vnd.openxmlformats-officedocument.oleObject"/>
  <Override PartName="/word/embeddings/oleObject111.bin" ContentType="application/vnd.openxmlformats-officedocument.oleObject"/>
  <Override PartName="/word/embeddings/oleObject112.bin" ContentType="application/vnd.openxmlformats-officedocument.oleObject"/>
  <Override PartName="/word/embeddings/oleObject113.bin" ContentType="application/vnd.openxmlformats-officedocument.oleObject"/>
  <Override PartName="/word/embeddings/oleObject114.bin" ContentType="application/vnd.openxmlformats-officedocument.oleObject"/>
  <Override PartName="/word/embeddings/oleObject115.bin" ContentType="application/vnd.openxmlformats-officedocument.oleObject"/>
  <Override PartName="/word/embeddings/oleObject116.bin" ContentType="application/vnd.openxmlformats-officedocument.oleObject"/>
  <Override PartName="/word/embeddings/oleObject117.bin" ContentType="application/vnd.openxmlformats-officedocument.oleObject"/>
  <Override PartName="/word/embeddings/oleObject118.bin" ContentType="application/vnd.openxmlformats-officedocument.oleObject"/>
  <Override PartName="/word/embeddings/oleObject119.bin" ContentType="application/vnd.openxmlformats-officedocument.oleObject"/>
  <Override PartName="/word/embeddings/oleObject12.bin" ContentType="application/vnd.openxmlformats-officedocument.oleObject"/>
  <Override PartName="/word/embeddings/oleObject120.bin" ContentType="application/vnd.openxmlformats-officedocument.oleObject"/>
  <Override PartName="/word/embeddings/oleObject121.bin" ContentType="application/vnd.openxmlformats-officedocument.oleObject"/>
  <Override PartName="/word/embeddings/oleObject122.bin" ContentType="application/vnd.openxmlformats-officedocument.oleObject"/>
  <Override PartName="/word/embeddings/oleObject123.bin" ContentType="application/vnd.openxmlformats-officedocument.oleObject"/>
  <Override PartName="/word/embeddings/oleObject124.bin" ContentType="application/vnd.openxmlformats-officedocument.oleObject"/>
  <Override PartName="/word/embeddings/oleObject125.bin" ContentType="application/vnd.openxmlformats-officedocument.oleObject"/>
  <Override PartName="/word/embeddings/oleObject126.bin" ContentType="application/vnd.openxmlformats-officedocument.oleObject"/>
  <Override PartName="/word/embeddings/oleObject127.bin" ContentType="application/vnd.openxmlformats-officedocument.oleObject"/>
  <Override PartName="/word/embeddings/oleObject128.bin" ContentType="application/vnd.openxmlformats-officedocument.oleObject"/>
  <Override PartName="/word/embeddings/oleObject129.bin" ContentType="application/vnd.openxmlformats-officedocument.oleObject"/>
  <Override PartName="/word/embeddings/oleObject13.bin" ContentType="application/vnd.openxmlformats-officedocument.oleObject"/>
  <Override PartName="/word/embeddings/oleObject130.bin" ContentType="application/vnd.openxmlformats-officedocument.oleObject"/>
  <Override PartName="/word/embeddings/oleObject131.bin" ContentType="application/vnd.openxmlformats-officedocument.oleObject"/>
  <Override PartName="/word/embeddings/oleObject132.bin" ContentType="application/vnd.openxmlformats-officedocument.oleObject"/>
  <Override PartName="/word/embeddings/oleObject133.bin" ContentType="application/vnd.openxmlformats-officedocument.oleObject"/>
  <Override PartName="/word/embeddings/oleObject134.bin" ContentType="application/vnd.openxmlformats-officedocument.oleObject"/>
  <Override PartName="/word/embeddings/oleObject135.bin" ContentType="application/vnd.openxmlformats-officedocument.oleObject"/>
  <Override PartName="/word/embeddings/oleObject136.bin" ContentType="application/vnd.openxmlformats-officedocument.oleObject"/>
  <Override PartName="/word/embeddings/oleObject137.bin" ContentType="application/vnd.openxmlformats-officedocument.oleObject"/>
  <Override PartName="/word/embeddings/oleObject138.bin" ContentType="application/vnd.openxmlformats-officedocument.oleObject"/>
  <Override PartName="/word/embeddings/oleObject139.bin" ContentType="application/vnd.openxmlformats-officedocument.oleObject"/>
  <Override PartName="/word/embeddings/oleObject14.bin" ContentType="application/vnd.openxmlformats-officedocument.oleObject"/>
  <Override PartName="/word/embeddings/oleObject140.bin" ContentType="application/vnd.openxmlformats-officedocument.oleObject"/>
  <Override PartName="/word/embeddings/oleObject141.bin" ContentType="application/vnd.openxmlformats-officedocument.oleObject"/>
  <Override PartName="/word/embeddings/oleObject142.bin" ContentType="application/vnd.openxmlformats-officedocument.oleObject"/>
  <Override PartName="/word/embeddings/oleObject143.bin" ContentType="application/vnd.openxmlformats-officedocument.oleObject"/>
  <Override PartName="/word/embeddings/oleObject144.bin" ContentType="application/vnd.openxmlformats-officedocument.oleObject"/>
  <Override PartName="/word/embeddings/oleObject145.bin" ContentType="application/vnd.openxmlformats-officedocument.oleObject"/>
  <Override PartName="/word/embeddings/oleObject146.bin" ContentType="application/vnd.openxmlformats-officedocument.oleObject"/>
  <Override PartName="/word/embeddings/oleObject147.bin" ContentType="application/vnd.openxmlformats-officedocument.oleObject"/>
  <Override PartName="/word/embeddings/oleObject148.bin" ContentType="application/vnd.openxmlformats-officedocument.oleObject"/>
  <Override PartName="/word/embeddings/oleObject149.bin" ContentType="application/vnd.openxmlformats-officedocument.oleObject"/>
  <Override PartName="/word/embeddings/oleObject15.bin" ContentType="application/vnd.openxmlformats-officedocument.oleObject"/>
  <Override PartName="/word/embeddings/oleObject150.bin" ContentType="application/vnd.openxmlformats-officedocument.oleObject"/>
  <Override PartName="/word/embeddings/oleObject151.bin" ContentType="application/vnd.openxmlformats-officedocument.oleObject"/>
  <Override PartName="/word/embeddings/oleObject152.bin" ContentType="application/vnd.openxmlformats-officedocument.oleObject"/>
  <Override PartName="/word/embeddings/oleObject153.bin" ContentType="application/vnd.openxmlformats-officedocument.oleObject"/>
  <Override PartName="/word/embeddings/oleObject154.bin" ContentType="application/vnd.openxmlformats-officedocument.oleObject"/>
  <Override PartName="/word/embeddings/oleObject155.bin" ContentType="application/vnd.openxmlformats-officedocument.oleObject"/>
  <Override PartName="/word/embeddings/oleObject156.bin" ContentType="application/vnd.openxmlformats-officedocument.oleObject"/>
  <Override PartName="/word/embeddings/oleObject157.bin" ContentType="application/vnd.openxmlformats-officedocument.oleObject"/>
  <Override PartName="/word/embeddings/oleObject158.bin" ContentType="application/vnd.openxmlformats-officedocument.oleObject"/>
  <Override PartName="/word/embeddings/oleObject159.bin" ContentType="application/vnd.openxmlformats-officedocument.oleObject"/>
  <Override PartName="/word/embeddings/oleObject16.bin" ContentType="application/vnd.openxmlformats-officedocument.oleObject"/>
  <Override PartName="/word/embeddings/oleObject160.bin" ContentType="application/vnd.openxmlformats-officedocument.oleObject"/>
  <Override PartName="/word/embeddings/oleObject161.bin" ContentType="application/vnd.openxmlformats-officedocument.oleObject"/>
  <Override PartName="/word/embeddings/oleObject162.bin" ContentType="application/vnd.openxmlformats-officedocument.oleObject"/>
  <Override PartName="/word/embeddings/oleObject163.bin" ContentType="application/vnd.openxmlformats-officedocument.oleObject"/>
  <Override PartName="/word/embeddings/oleObject164.bin" ContentType="application/vnd.openxmlformats-officedocument.oleObject"/>
  <Override PartName="/word/embeddings/oleObject165.bin" ContentType="application/vnd.openxmlformats-officedocument.oleObject"/>
  <Override PartName="/word/embeddings/oleObject166.bin" ContentType="application/vnd.openxmlformats-officedocument.oleObject"/>
  <Override PartName="/word/embeddings/oleObject167.bin" ContentType="application/vnd.openxmlformats-officedocument.oleObject"/>
  <Override PartName="/word/embeddings/oleObject168.bin" ContentType="application/vnd.openxmlformats-officedocument.oleObject"/>
  <Override PartName="/word/embeddings/oleObject169.bin" ContentType="application/vnd.openxmlformats-officedocument.oleObject"/>
  <Override PartName="/word/embeddings/oleObject17.bin" ContentType="application/vnd.openxmlformats-officedocument.oleObject"/>
  <Override PartName="/word/embeddings/oleObject170.bin" ContentType="application/vnd.openxmlformats-officedocument.oleObject"/>
  <Override PartName="/word/embeddings/oleObject171.bin" ContentType="application/vnd.openxmlformats-officedocument.oleObject"/>
  <Override PartName="/word/embeddings/oleObject172.bin" ContentType="application/vnd.openxmlformats-officedocument.oleObject"/>
  <Override PartName="/word/embeddings/oleObject173.bin" ContentType="application/vnd.openxmlformats-officedocument.oleObject"/>
  <Override PartName="/word/embeddings/oleObject174.bin" ContentType="application/vnd.openxmlformats-officedocument.oleObject"/>
  <Override PartName="/word/embeddings/oleObject175.bin" ContentType="application/vnd.openxmlformats-officedocument.oleObject"/>
  <Override PartName="/word/embeddings/oleObject176.bin" ContentType="application/vnd.openxmlformats-officedocument.oleObject"/>
  <Override PartName="/word/embeddings/oleObject177.bin" ContentType="application/vnd.openxmlformats-officedocument.oleObject"/>
  <Override PartName="/word/embeddings/oleObject178.bin" ContentType="application/vnd.openxmlformats-officedocument.oleObject"/>
  <Override PartName="/word/embeddings/oleObject179.bin" ContentType="application/vnd.openxmlformats-officedocument.oleObject"/>
  <Override PartName="/word/embeddings/oleObject18.bin" ContentType="application/vnd.openxmlformats-officedocument.oleObject"/>
  <Override PartName="/word/embeddings/oleObject180.bin" ContentType="application/vnd.openxmlformats-officedocument.oleObject"/>
  <Override PartName="/word/embeddings/oleObject181.bin" ContentType="application/vnd.openxmlformats-officedocument.oleObject"/>
  <Override PartName="/word/embeddings/oleObject182.bin" ContentType="application/vnd.openxmlformats-officedocument.oleObject"/>
  <Override PartName="/word/embeddings/oleObject183.bin" ContentType="application/vnd.openxmlformats-officedocument.oleObject"/>
  <Override PartName="/word/embeddings/oleObject184.bin" ContentType="application/vnd.openxmlformats-officedocument.oleObject"/>
  <Override PartName="/word/embeddings/oleObject185.bin" ContentType="application/vnd.openxmlformats-officedocument.oleObject"/>
  <Override PartName="/word/embeddings/oleObject186.bin" ContentType="application/vnd.openxmlformats-officedocument.oleObject"/>
  <Override PartName="/word/embeddings/oleObject187.bin" ContentType="application/vnd.openxmlformats-officedocument.oleObject"/>
  <Override PartName="/word/embeddings/oleObject188.bin" ContentType="application/vnd.openxmlformats-officedocument.oleObject"/>
  <Override PartName="/word/embeddings/oleObject189.bin" ContentType="application/vnd.openxmlformats-officedocument.oleObject"/>
  <Override PartName="/word/embeddings/oleObject19.bin" ContentType="application/vnd.openxmlformats-officedocument.oleObject"/>
  <Override PartName="/word/embeddings/oleObject190.bin" ContentType="application/vnd.openxmlformats-officedocument.oleObject"/>
  <Override PartName="/word/embeddings/oleObject191.bin" ContentType="application/vnd.openxmlformats-officedocument.oleObject"/>
  <Override PartName="/word/embeddings/oleObject192.bin" ContentType="application/vnd.openxmlformats-officedocument.oleObject"/>
  <Override PartName="/word/embeddings/oleObject2.bin" ContentType="application/vnd.openxmlformats-officedocument.oleObject"/>
  <Override PartName="/word/embeddings/oleObject20.bin" ContentType="application/vnd.openxmlformats-officedocument.oleObject"/>
  <Override PartName="/word/embeddings/oleObject21.bin" ContentType="application/vnd.openxmlformats-officedocument.oleObject"/>
  <Override PartName="/word/embeddings/oleObject22.bin" ContentType="application/vnd.openxmlformats-officedocument.oleObject"/>
  <Override PartName="/word/embeddings/oleObject23.bin" ContentType="application/vnd.openxmlformats-officedocument.oleObject"/>
  <Override PartName="/word/embeddings/oleObject24.bin" ContentType="application/vnd.openxmlformats-officedocument.oleObject"/>
  <Override PartName="/word/embeddings/oleObject25.bin" ContentType="application/vnd.openxmlformats-officedocument.oleObject"/>
  <Override PartName="/word/embeddings/oleObject26.bin" ContentType="application/vnd.openxmlformats-officedocument.oleObject"/>
  <Override PartName="/word/embeddings/oleObject27.bin" ContentType="application/vnd.openxmlformats-officedocument.oleObject"/>
  <Override PartName="/word/embeddings/oleObject28.bin" ContentType="application/vnd.openxmlformats-officedocument.oleObject"/>
  <Override PartName="/word/embeddings/oleObject29.bin" ContentType="application/vnd.openxmlformats-officedocument.oleObject"/>
  <Override PartName="/word/embeddings/oleObject3.bin" ContentType="application/vnd.openxmlformats-officedocument.oleObject"/>
  <Override PartName="/word/embeddings/oleObject30.bin" ContentType="application/vnd.openxmlformats-officedocument.oleObject"/>
  <Override PartName="/word/embeddings/oleObject31.bin" ContentType="application/vnd.openxmlformats-officedocument.oleObject"/>
  <Override PartName="/word/embeddings/oleObject32.bin" ContentType="application/vnd.openxmlformats-officedocument.oleObject"/>
  <Override PartName="/word/embeddings/oleObject33.bin" ContentType="application/vnd.openxmlformats-officedocument.oleObject"/>
  <Override PartName="/word/embeddings/oleObject34.bin" ContentType="application/vnd.openxmlformats-officedocument.oleObject"/>
  <Override PartName="/word/embeddings/oleObject35.bin" ContentType="application/vnd.openxmlformats-officedocument.oleObject"/>
  <Override PartName="/word/embeddings/oleObject36.bin" ContentType="application/vnd.openxmlformats-officedocument.oleObject"/>
  <Override PartName="/word/embeddings/oleObject37.bin" ContentType="application/vnd.openxmlformats-officedocument.oleObject"/>
  <Override PartName="/word/embeddings/oleObject38.bin" ContentType="application/vnd.openxmlformats-officedocument.oleObject"/>
  <Override PartName="/word/embeddings/oleObject39.bin" ContentType="application/vnd.openxmlformats-officedocument.oleObject"/>
  <Override PartName="/word/embeddings/oleObject4.bin" ContentType="application/vnd.openxmlformats-officedocument.oleObject"/>
  <Override PartName="/word/embeddings/oleObject40.bin" ContentType="application/vnd.openxmlformats-officedocument.oleObject"/>
  <Override PartName="/word/embeddings/oleObject41.bin" ContentType="application/vnd.openxmlformats-officedocument.oleObject"/>
  <Override PartName="/word/embeddings/oleObject42.bin" ContentType="application/vnd.openxmlformats-officedocument.oleObject"/>
  <Override PartName="/word/embeddings/oleObject43.bin" ContentType="application/vnd.openxmlformats-officedocument.oleObject"/>
  <Override PartName="/word/embeddings/oleObject44.bin" ContentType="application/vnd.openxmlformats-officedocument.oleObject"/>
  <Override PartName="/word/embeddings/oleObject45.bin" ContentType="application/vnd.openxmlformats-officedocument.oleObject"/>
  <Override PartName="/word/embeddings/oleObject46.bin" ContentType="application/vnd.openxmlformats-officedocument.oleObject"/>
  <Override PartName="/word/embeddings/oleObject47.bin" ContentType="application/vnd.openxmlformats-officedocument.oleObject"/>
  <Override PartName="/word/embeddings/oleObject48.bin" ContentType="application/vnd.openxmlformats-officedocument.oleObject"/>
  <Override PartName="/word/embeddings/oleObject49.bin" ContentType="application/vnd.openxmlformats-officedocument.oleObject"/>
  <Override PartName="/word/embeddings/oleObject5.bin" ContentType="application/vnd.openxmlformats-officedocument.oleObject"/>
  <Override PartName="/word/embeddings/oleObject50.bin" ContentType="application/vnd.openxmlformats-officedocument.oleObject"/>
  <Override PartName="/word/embeddings/oleObject51.bin" ContentType="application/vnd.openxmlformats-officedocument.oleObject"/>
  <Override PartName="/word/embeddings/oleObject52.bin" ContentType="application/vnd.openxmlformats-officedocument.oleObject"/>
  <Override PartName="/word/embeddings/oleObject53.bin" ContentType="application/vnd.openxmlformats-officedocument.oleObject"/>
  <Override PartName="/word/embeddings/oleObject54.bin" ContentType="application/vnd.openxmlformats-officedocument.oleObject"/>
  <Override PartName="/word/embeddings/oleObject55.bin" ContentType="application/vnd.openxmlformats-officedocument.oleObject"/>
  <Override PartName="/word/embeddings/oleObject56.bin" ContentType="application/vnd.openxmlformats-officedocument.oleObject"/>
  <Override PartName="/word/embeddings/oleObject57.bin" ContentType="application/vnd.openxmlformats-officedocument.oleObject"/>
  <Override PartName="/word/embeddings/oleObject58.bin" ContentType="application/vnd.openxmlformats-officedocument.oleObject"/>
  <Override PartName="/word/embeddings/oleObject59.bin" ContentType="application/vnd.openxmlformats-officedocument.oleObject"/>
  <Override PartName="/word/embeddings/oleObject6.bin" ContentType="application/vnd.openxmlformats-officedocument.oleObject"/>
  <Override PartName="/word/embeddings/oleObject60.bin" ContentType="application/vnd.openxmlformats-officedocument.oleObject"/>
  <Override PartName="/word/embeddings/oleObject61.bin" ContentType="application/vnd.openxmlformats-officedocument.oleObject"/>
  <Override PartName="/word/embeddings/oleObject62.bin" ContentType="application/vnd.openxmlformats-officedocument.oleObject"/>
  <Override PartName="/word/embeddings/oleObject63.bin" ContentType="application/vnd.openxmlformats-officedocument.oleObject"/>
  <Override PartName="/word/embeddings/oleObject64.bin" ContentType="application/vnd.openxmlformats-officedocument.oleObject"/>
  <Override PartName="/word/embeddings/oleObject65.bin" ContentType="application/vnd.openxmlformats-officedocument.oleObject"/>
  <Override PartName="/word/embeddings/oleObject66.bin" ContentType="application/vnd.openxmlformats-officedocument.oleObject"/>
  <Override PartName="/word/embeddings/oleObject67.bin" ContentType="application/vnd.openxmlformats-officedocument.oleObject"/>
  <Override PartName="/word/embeddings/oleObject68.bin" ContentType="application/vnd.openxmlformats-officedocument.oleObject"/>
  <Override PartName="/word/embeddings/oleObject69.bin" ContentType="application/vnd.openxmlformats-officedocument.oleObject"/>
  <Override PartName="/word/embeddings/oleObject7.bin" ContentType="application/vnd.openxmlformats-officedocument.oleObject"/>
  <Override PartName="/word/embeddings/oleObject70.bin" ContentType="application/vnd.openxmlformats-officedocument.oleObject"/>
  <Override PartName="/word/embeddings/oleObject71.bin" ContentType="application/vnd.openxmlformats-officedocument.oleObject"/>
  <Override PartName="/word/embeddings/oleObject72.bin" ContentType="application/vnd.openxmlformats-officedocument.oleObject"/>
  <Override PartName="/word/embeddings/oleObject73.bin" ContentType="application/vnd.openxmlformats-officedocument.oleObject"/>
  <Override PartName="/word/embeddings/oleObject74.bin" ContentType="application/vnd.openxmlformats-officedocument.oleObject"/>
  <Override PartName="/word/embeddings/oleObject75.bin" ContentType="application/vnd.openxmlformats-officedocument.oleObject"/>
  <Override PartName="/word/embeddings/oleObject76.bin" ContentType="application/vnd.openxmlformats-officedocument.oleObject"/>
  <Override PartName="/word/embeddings/oleObject77.bin" ContentType="application/vnd.openxmlformats-officedocument.oleObject"/>
  <Override PartName="/word/embeddings/oleObject78.bin" ContentType="application/vnd.openxmlformats-officedocument.oleObject"/>
  <Override PartName="/word/embeddings/oleObject79.bin" ContentType="application/vnd.openxmlformats-officedocument.oleObject"/>
  <Override PartName="/word/embeddings/oleObject8.bin" ContentType="application/vnd.openxmlformats-officedocument.oleObject"/>
  <Override PartName="/word/embeddings/oleObject80.bin" ContentType="application/vnd.openxmlformats-officedocument.oleObject"/>
  <Override PartName="/word/embeddings/oleObject81.bin" ContentType="application/vnd.openxmlformats-officedocument.oleObject"/>
  <Override PartName="/word/embeddings/oleObject82.bin" ContentType="application/vnd.openxmlformats-officedocument.oleObject"/>
  <Override PartName="/word/embeddings/oleObject83.bin" ContentType="application/vnd.openxmlformats-officedocument.oleObject"/>
  <Override PartName="/word/embeddings/oleObject84.bin" ContentType="application/vnd.openxmlformats-officedocument.oleObject"/>
  <Override PartName="/word/embeddings/oleObject85.bin" ContentType="application/vnd.openxmlformats-officedocument.oleObject"/>
  <Override PartName="/word/embeddings/oleObject86.bin" ContentType="application/vnd.openxmlformats-officedocument.oleObject"/>
  <Override PartName="/word/embeddings/oleObject87.bin" ContentType="application/vnd.openxmlformats-officedocument.oleObject"/>
  <Override PartName="/word/embeddings/oleObject88.bin" ContentType="application/vnd.openxmlformats-officedocument.oleObject"/>
  <Override PartName="/word/embeddings/oleObject89.bin" ContentType="application/vnd.openxmlformats-officedocument.oleObject"/>
  <Override PartName="/word/embeddings/oleObject9.bin" ContentType="application/vnd.openxmlformats-officedocument.oleObject"/>
  <Override PartName="/word/embeddings/oleObject90.bin" ContentType="application/vnd.openxmlformats-officedocument.oleObject"/>
  <Override PartName="/word/embeddings/oleObject91.bin" ContentType="application/vnd.openxmlformats-officedocument.oleObject"/>
  <Override PartName="/word/embeddings/oleObject92.bin" ContentType="application/vnd.openxmlformats-officedocument.oleObject"/>
  <Override PartName="/word/embeddings/oleObject93.bin" ContentType="application/vnd.openxmlformats-officedocument.oleObject"/>
  <Override PartName="/word/embeddings/oleObject94.bin" ContentType="application/vnd.openxmlformats-officedocument.oleObject"/>
  <Override PartName="/word/embeddings/oleObject95.bin" ContentType="application/vnd.openxmlformats-officedocument.oleObject"/>
  <Override PartName="/word/embeddings/oleObject96.bin" ContentType="application/vnd.openxmlformats-officedocument.oleObject"/>
  <Override PartName="/word/embeddings/oleObject97.bin" ContentType="application/vnd.openxmlformats-officedocument.oleObject"/>
  <Override PartName="/word/embeddings/oleObject98.bin" ContentType="application/vnd.openxmlformats-officedocument.oleObject"/>
  <Override PartName="/word/embeddings/oleObject99.bin" ContentType="application/vnd.openxmlformats-officedocument.oleObject"/>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widowControl/>
        <w:snapToGrid w:val="0"/>
        <w:spacing w:line="0" w:lineRule="atLeast"/>
        <w:jc w:val="center"/>
        <w:rPr>
          <w:rFonts w:ascii="Times New Roman" w:eastAsia="宋体" w:hAnsi="Times New Roman" w:cs="Times New Roman" w:hint="eastAsia"/>
          <w:b/>
          <w:color w:val="auto"/>
          <w:sz w:val="28"/>
          <w:szCs w:val="28"/>
          <w:lang w:eastAsia="zh-CN"/>
        </w:rPr>
      </w:pPr>
      <w:r>
        <w:rPr>
          <w:rFonts w:ascii="Times New Roman" w:hAnsi="Times New Roman" w:cs="Times New Roman" w:hint="eastAsia"/>
          <w:b/>
          <w:color w:val="auto"/>
          <w:sz w:val="28"/>
          <w:szCs w:val="28"/>
          <w:lang w:eastAsia="zh-CN"/>
        </w:rPr>
        <w:drawing>
          <wp:anchor simplePos="0" relativeHeight="251658240" behindDoc="0" locked="0" layoutInCell="1" allowOverlap="1">
            <wp:simplePos x="0" y="0"/>
            <wp:positionH relativeFrom="page">
              <wp:posOffset>11328400</wp:posOffset>
            </wp:positionH>
            <wp:positionV relativeFrom="topMargin">
              <wp:posOffset>10693400</wp:posOffset>
            </wp:positionV>
            <wp:extent cx="304800" cy="266700"/>
            <wp:wrapNone/>
            <wp:docPr id="10022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8149737" name=""/>
                    <pic:cNvPicPr>
                      <a:picLocks noChangeAspect="1"/>
                    </pic:cNvPicPr>
                  </pic:nvPicPr>
                  <pic:blipFill>
                    <a:blip xmlns:r="http://schemas.openxmlformats.org/officeDocument/2006/relationships" r:embed="rId4"/>
                    <a:stretch>
                      <a:fillRect/>
                    </a:stretch>
                  </pic:blipFill>
                  <pic:spPr>
                    <a:xfrm>
                      <a:off x="0" y="0"/>
                      <a:ext cx="304800" cy="266700"/>
                    </a:xfrm>
                    <a:prstGeom prst="rect">
                      <a:avLst/>
                    </a:prstGeom>
                  </pic:spPr>
                </pic:pic>
              </a:graphicData>
            </a:graphic>
          </wp:anchor>
        </w:drawing>
      </w:r>
      <w:r>
        <w:rPr>
          <w:rFonts w:ascii="Times New Roman" w:hAnsi="Times New Roman" w:cs="Times New Roman" w:hint="eastAsia"/>
          <w:b/>
          <w:color w:val="auto"/>
          <w:sz w:val="28"/>
          <w:szCs w:val="28"/>
          <w:lang w:eastAsia="zh-CN"/>
        </w:rPr>
        <w:drawing>
          <wp:anchor simplePos="0" relativeHeight="251659264" behindDoc="0" locked="0" layoutInCell="1" allowOverlap="1">
            <wp:simplePos x="0" y="0"/>
            <wp:positionH relativeFrom="page">
              <wp:posOffset>12001500</wp:posOffset>
            </wp:positionH>
            <wp:positionV relativeFrom="topMargin">
              <wp:posOffset>11341100</wp:posOffset>
            </wp:positionV>
            <wp:extent cx="457200" cy="393700"/>
            <wp:wrapNone/>
            <wp:docPr id="100217"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0168126" name=""/>
                    <pic:cNvPicPr>
                      <a:picLocks noChangeAspect="1"/>
                    </pic:cNvPicPr>
                  </pic:nvPicPr>
                  <pic:blipFill>
                    <a:blip xmlns:r="http://schemas.openxmlformats.org/officeDocument/2006/relationships" r:embed="rId5"/>
                    <a:stretch>
                      <a:fillRect/>
                    </a:stretch>
                  </pic:blipFill>
                  <pic:spPr>
                    <a:xfrm>
                      <a:off x="0" y="0"/>
                      <a:ext cx="457200" cy="393700"/>
                    </a:xfrm>
                    <a:prstGeom prst="rect">
                      <a:avLst/>
                    </a:prstGeom>
                  </pic:spPr>
                </pic:pic>
              </a:graphicData>
            </a:graphic>
          </wp:anchor>
        </w:drawing>
      </w:r>
      <w:r>
        <w:rPr>
          <w:rFonts w:ascii="Times New Roman" w:hAnsi="Times New Roman" w:cs="Times New Roman" w:hint="eastAsia"/>
          <w:b/>
          <w:color w:val="auto"/>
          <w:sz w:val="28"/>
          <w:szCs w:val="28"/>
          <w:lang w:eastAsia="zh-CN"/>
        </w:rPr>
        <w:t>九年级数学下学期期中试卷参考答案</w:t>
      </w:r>
    </w:p>
    <w:p>
      <w:pPr>
        <w:keepNext w:val="0"/>
        <w:keepLines w:val="0"/>
        <w:pageBreakBefore w:val="0"/>
        <w:widowControl w:val="0"/>
        <w:kinsoku/>
        <w:wordWrap/>
        <w:overflowPunct/>
        <w:topLinePunct w:val="0"/>
        <w:autoSpaceDE/>
        <w:autoSpaceDN/>
        <w:bidi w:val="0"/>
        <w:adjustRightInd/>
        <w:snapToGrid w:val="0"/>
        <w:spacing w:line="0" w:lineRule="atLeast"/>
        <w:textAlignment w:val="auto"/>
        <w:rPr>
          <w:rFonts w:ascii="Times New Roman" w:hAnsi="Times New Roman" w:cs="Times New Roman" w:hint="default"/>
          <w:color w:val="auto"/>
          <w:szCs w:val="22"/>
        </w:rPr>
      </w:pPr>
      <w:r>
        <w:rPr>
          <w:rFonts w:ascii="Times New Roman" w:hAnsi="Times New Roman" w:cs="Times New Roman" w:hint="default"/>
          <w:b/>
          <w:color w:val="auto"/>
          <w:szCs w:val="22"/>
        </w:rPr>
        <w:t>一、选择题：</w:t>
      </w:r>
      <w:r>
        <w:rPr>
          <w:rFonts w:ascii="Times New Roman" w:hAnsi="Times New Roman" w:cs="Times New Roman" w:hint="default"/>
          <w:color w:val="auto"/>
          <w:szCs w:val="22"/>
        </w:rPr>
        <w:t xml:space="preserve">1-6  </w:t>
      </w:r>
      <w:r>
        <w:rPr>
          <w:rFonts w:ascii="Times New Roman" w:hAnsi="Times New Roman" w:cs="Times New Roman" w:hint="eastAsia"/>
          <w:i/>
          <w:color w:val="auto"/>
          <w:szCs w:val="22"/>
          <w:lang w:val="en-US" w:eastAsia="zh-CN"/>
        </w:rPr>
        <w:t>AADDBC</w:t>
      </w:r>
      <w:r>
        <w:rPr>
          <w:rFonts w:ascii="Times New Roman" w:hAnsi="Times New Roman" w:cs="Times New Roman" w:hint="default"/>
          <w:color w:val="auto"/>
          <w:szCs w:val="22"/>
        </w:rPr>
        <w:t xml:space="preserve">；  </w:t>
      </w:r>
    </w:p>
    <w:p>
      <w:pPr>
        <w:keepNext w:val="0"/>
        <w:keepLines w:val="0"/>
        <w:pageBreakBefore w:val="0"/>
        <w:widowControl w:val="0"/>
        <w:kinsoku/>
        <w:wordWrap/>
        <w:overflowPunct/>
        <w:topLinePunct w:val="0"/>
        <w:autoSpaceDE/>
        <w:autoSpaceDN/>
        <w:bidi w:val="0"/>
        <w:adjustRightInd/>
        <w:spacing w:line="0" w:lineRule="atLeast"/>
        <w:jc w:val="left"/>
        <w:textAlignment w:val="center"/>
        <w:rPr>
          <w:rFonts w:ascii="Times New Roman" w:hAnsi="Times New Roman" w:cs="Times New Roman" w:hint="default"/>
          <w:color w:val="auto"/>
        </w:rPr>
      </w:pPr>
      <w:r>
        <w:rPr>
          <w:rFonts w:ascii="Times New Roman" w:hAnsi="Times New Roman" w:cs="Times New Roman" w:hint="default"/>
          <w:b/>
          <w:color w:val="auto"/>
          <w:szCs w:val="22"/>
        </w:rPr>
        <w:t>二、填空题：</w:t>
      </w:r>
      <w:r>
        <w:rPr>
          <w:rFonts w:ascii="Times New Roman" w:hAnsi="Times New Roman" w:cs="Times New Roman" w:hint="default"/>
          <w:color w:val="auto"/>
          <w:szCs w:val="22"/>
        </w:rPr>
        <w:t>7、</w:t>
      </w:r>
      <w:r>
        <w:rPr>
          <w:rFonts w:ascii="Times New Roman" w:hAnsi="Times New Roman" w:cs="Times New Roman" w:hint="eastAsia"/>
          <w:color w:val="auto"/>
          <w:lang w:val="en-US" w:eastAsia="zh-CN"/>
        </w:rPr>
        <w:t>2</w:t>
      </w:r>
      <w:r>
        <w:rPr>
          <w:rFonts w:ascii="Times New Roman" w:hAnsi="Times New Roman" w:cs="Times New Roman" w:hint="default"/>
          <w:color w:val="auto"/>
          <w:szCs w:val="22"/>
        </w:rPr>
        <w:t>；8、</w:t>
      </w:r>
      <w:r>
        <w:rPr>
          <w:rStyle w:val="DefaultParagraphFont"/>
          <w:rFonts w:ascii="Times New Roman" w:eastAsia="新宋体" w:hAnsi="Times New Roman" w:cs="Times New Roman"/>
          <w:kern w:val="2"/>
          <w:sz w:val="21"/>
          <w:szCs w:val="21"/>
          <w:u w:val="none"/>
          <w:lang w:val="en-US" w:eastAsia="zh-CN" w:bidi="ar-SA"/>
        </w:rPr>
        <w:t>2</w:t>
      </w:r>
      <w:r>
        <w:rPr>
          <w:rFonts w:ascii="Times New Roman" w:hAnsi="Times New Roman" w:cs="Times New Roman" w:hint="default"/>
          <w:color w:val="auto"/>
        </w:rPr>
        <w:t>；9、</w:t>
      </w:r>
      <w:r>
        <w:rPr>
          <w:rStyle w:val="DefaultParagraphFont"/>
          <w:rFonts w:ascii="Times New Roman" w:eastAsia="新宋体" w:hAnsi="Times New Roman" w:cs="Times New Roman"/>
          <w:kern w:val="2"/>
          <w:sz w:val="21"/>
          <w:szCs w:val="21"/>
          <w:u w:val="none"/>
          <w:lang w:val="en-US" w:eastAsia="zh-CN" w:bidi="ar-SA"/>
        </w:rPr>
        <w:t>16</w:t>
      </w:r>
      <w:r>
        <w:rPr>
          <w:rFonts w:ascii="Times New Roman" w:hAnsi="Times New Roman" w:cs="Times New Roman" w:hint="default"/>
          <w:color w:val="auto"/>
        </w:rPr>
        <w:t>；10、</w:t>
      </w:r>
      <w:r>
        <w:rPr>
          <w:rFonts w:hint="default"/>
        </w:rPr>
        <w:obj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ject 1727" o:spid="_x0000_i1025" type="#_x0000_t75" style="width:56.01pt;height:47pt;mso-position-horizontal-relative:page;mso-position-vertical-relative:page;mso-wrap-style:square" o:oleicon="f" o:ole="" o:preferrelative="t" filled="f" stroked="f">
            <v:stroke linestyle="single"/>
            <v:imagedata r:id="rId6" o:title=""/>
            <v:path o:extrusionok="f"/>
            <o:lock v:ext="edit" aspectratio="t"/>
          </v:shape>
          <o:OLEObject Type="Embed" ProgID="Equation.DSMT4" ShapeID="Object 1727" DrawAspect="Content" ObjectID="_1234567890" r:id="rId7"/>
        </w:object>
      </w:r>
      <w:r>
        <w:rPr>
          <w:rFonts w:ascii="Times New Roman" w:hAnsi="Times New Roman" w:cs="Times New Roman" w:hint="default"/>
          <w:color w:val="auto"/>
        </w:rPr>
        <w:t>；11、</w:t>
      </w:r>
      <w:r>
        <w:object>
          <v:shape id="Object 1728" o:spid="_x0000_i1026" type="#_x0000_t75" style="width:26.98pt;height:29.98pt;mso-position-horizontal-relative:page;mso-position-vertical-relative:page;mso-wrap-style:square" o:oleicon="f" o:ole="" filled="f" stroked="f">
            <v:stroke linestyle="single"/>
            <v:imagedata r:id="rId8" o:title=""/>
            <v:path o:extrusionok="f"/>
            <o:lock v:ext="edit" aspectratio="t"/>
          </v:shape>
          <o:OLEObject Type="Embed" ProgID="Equation.DSMT4" ShapeID="Object 1728" DrawAspect="Content" ObjectID="_1234567891" r:id="rId9"/>
        </w:object>
      </w:r>
      <w:r>
        <w:rPr>
          <w:rFonts w:ascii="Times New Roman" w:hAnsi="Times New Roman" w:cs="Times New Roman" w:hint="default"/>
          <w:color w:val="auto"/>
        </w:rPr>
        <w:t>；</w:t>
      </w:r>
    </w:p>
    <w:p>
      <w:pPr>
        <w:keepNext w:val="0"/>
        <w:keepLines w:val="0"/>
        <w:pageBreakBefore w:val="0"/>
        <w:widowControl w:val="0"/>
        <w:kinsoku/>
        <w:wordWrap/>
        <w:overflowPunct/>
        <w:topLinePunct w:val="0"/>
        <w:autoSpaceDE/>
        <w:autoSpaceDN/>
        <w:bidi w:val="0"/>
        <w:adjustRightInd/>
        <w:snapToGrid w:val="0"/>
        <w:spacing w:line="0" w:lineRule="atLeast"/>
        <w:ind w:firstLine="420" w:firstLineChars="200"/>
        <w:jc w:val="left"/>
        <w:rPr>
          <w:rFonts w:ascii="Times New Roman" w:hAnsi="Times New Roman" w:cs="Times New Roman" w:hint="default"/>
          <w:color w:val="000000"/>
          <w:szCs w:val="21"/>
        </w:rPr>
      </w:pPr>
      <w:r>
        <w:rPr>
          <w:rFonts w:ascii="Times New Roman" w:hAnsi="Times New Roman" w:cs="Times New Roman" w:hint="default"/>
          <w:color w:val="000000"/>
        </w:rPr>
        <w:t>12、</w:t>
      </w:r>
      <w:r>
        <w:rPr>
          <w:position w:val="-10"/>
        </w:rPr>
        <w:object>
          <v:shape id="Object 1729" o:spid="_x0000_i1027" type="#_x0000_t75" style="width:10.99pt;height:16pt;mso-position-horizontal-relative:page;mso-position-vertical-relative:page;mso-wrap-style:square" o:oleicon="f" o:ole="" o:preferrelative="t" filled="f" stroked="f">
            <v:stroke linestyle="single"/>
            <v:imagedata r:id="rId10" o:title=""/>
            <v:path o:extrusionok="f"/>
            <o:lock v:ext="edit" aspectratio="t"/>
          </v:shape>
          <o:OLEObject Type="Embed" ProgID="Equation.DSMT4" ShapeID="Object 1729" DrawAspect="Content" ObjectID="_1234567892" r:id="rId11"/>
        </w:object>
      </w:r>
      <w:r>
        <w:rPr>
          <w:rFonts w:ascii="Times New Roman" w:hAnsi="Times New Roman" w:cs="Times New Roman" w:hint="default"/>
          <w:lang w:eastAsia="zh-CN"/>
        </w:rPr>
        <w:t>（</w:t>
      </w:r>
      <w:r>
        <w:rPr>
          <w:rFonts w:ascii="Times New Roman" w:hAnsi="Times New Roman" w:cs="Times New Roman" w:hint="default"/>
          <w:lang w:val="en-US" w:eastAsia="zh-CN"/>
        </w:rPr>
        <w:t>0</w:t>
      </w:r>
      <w:r>
        <w:rPr>
          <w:rFonts w:ascii="Times New Roman" w:hAnsi="Times New Roman" w:cs="Times New Roman" w:hint="default"/>
          <w:lang w:eastAsia="zh-CN"/>
        </w:rPr>
        <w:t>，</w:t>
      </w:r>
      <w:r>
        <w:rPr>
          <w:rFonts w:ascii="Times New Roman" w:hAnsi="Times New Roman" w:cs="Times New Roman" w:hint="default"/>
          <w:position w:val="-6"/>
          <w:lang w:eastAsia="zh-CN"/>
        </w:rPr>
        <w:object>
          <v:shape id="Object 1730" o:spid="_x0000_i1028" type="#_x0000_t75" style="width:44.99pt;height:16pt;mso-position-horizontal-relative:page;mso-position-vertical-relative:page;mso-wrap-style:square" o:oleicon="f" o:ole="" o:preferrelative="t" filled="f" stroked="f">
            <v:stroke linestyle="single"/>
            <v:imagedata r:id="rId12" o:title=""/>
            <v:path o:extrusionok="f"/>
            <o:lock v:ext="edit" aspectratio="t"/>
          </v:shape>
          <o:OLEObject Type="Embed" ProgID="Equation.DSMT4" ShapeID="Object 1730" DrawAspect="Content" ObjectID="_1234567893" r:id="rId13"/>
        </w:object>
      </w:r>
      <w:r>
        <w:rPr>
          <w:rFonts w:ascii="Times New Roman" w:hAnsi="Times New Roman" w:cs="Times New Roman" w:hint="default"/>
          <w:lang w:eastAsia="zh-CN"/>
        </w:rPr>
        <w:t>），</w:t>
      </w:r>
      <w:r>
        <w:rPr>
          <w:rFonts w:ascii="Times New Roman" w:hAnsi="Times New Roman" w:cs="Times New Roman" w:hint="default"/>
          <w:position w:val="-10"/>
        </w:rPr>
        <w:object>
          <v:shape id="Object 1731" o:spid="_x0000_i1029" type="#_x0000_t75" style="width:12pt;height:16pt;mso-position-horizontal-relative:page;mso-position-vertical-relative:page;mso-wrap-style:square" o:oleicon="f" o:ole="" o:preferrelative="t" filled="f" stroked="f">
            <v:stroke linestyle="single"/>
            <v:imagedata r:id="rId14" o:title=""/>
            <v:path o:extrusionok="f"/>
            <o:lock v:ext="edit" aspectratio="t"/>
          </v:shape>
          <o:OLEObject Type="Embed" ProgID="Equation.DSMT4" ShapeID="Object 1731" DrawAspect="Content" ObjectID="_1234567894" r:id="rId15"/>
        </w:object>
      </w:r>
      <w:r>
        <w:rPr>
          <w:rFonts w:ascii="Times New Roman" w:hAnsi="Times New Roman" w:cs="Times New Roman" w:hint="default"/>
          <w:lang w:eastAsia="zh-CN"/>
        </w:rPr>
        <w:t>（</w:t>
      </w:r>
      <w:r>
        <w:rPr>
          <w:rFonts w:ascii="Times New Roman" w:hAnsi="Times New Roman" w:cs="Times New Roman" w:hint="default"/>
          <w:lang w:val="en-US" w:eastAsia="zh-CN"/>
        </w:rPr>
        <w:t>0</w:t>
      </w:r>
      <w:r>
        <w:rPr>
          <w:rFonts w:ascii="Times New Roman" w:hAnsi="Times New Roman" w:cs="Times New Roman" w:hint="default"/>
          <w:lang w:eastAsia="zh-CN"/>
        </w:rPr>
        <w:t>，</w:t>
      </w:r>
      <w:r>
        <w:rPr>
          <w:rFonts w:ascii="Times New Roman" w:hAnsi="Times New Roman" w:cs="Times New Roman" w:hint="default"/>
          <w:position w:val="-6"/>
          <w:lang w:eastAsia="zh-CN"/>
        </w:rPr>
        <w:object>
          <v:shape id="Object 1732" o:spid="_x0000_i1030" type="#_x0000_t75" style="width:44.99pt;height:16pt;mso-position-horizontal-relative:page;mso-position-vertical-relative:page;mso-wrap-style:square" o:oleicon="f" o:ole="" o:preferrelative="t" filled="f" stroked="f">
            <v:stroke linestyle="single"/>
            <v:imagedata r:id="rId16" o:title=""/>
            <v:path o:extrusionok="f"/>
            <o:lock v:ext="edit" aspectratio="t"/>
          </v:shape>
          <o:OLEObject Type="Embed" ProgID="Equation.DSMT4" ShapeID="Object 1732" DrawAspect="Content" ObjectID="_1234567895" r:id="rId17"/>
        </w:object>
      </w:r>
      <w:r>
        <w:rPr>
          <w:rFonts w:ascii="Times New Roman" w:hAnsi="Times New Roman" w:cs="Times New Roman" w:hint="default"/>
          <w:lang w:eastAsia="zh-CN"/>
        </w:rPr>
        <w:t>）或</w:t>
      </w:r>
      <w:r>
        <w:rPr>
          <w:rFonts w:ascii="Times New Roman" w:hAnsi="Times New Roman" w:cs="Times New Roman" w:hint="default"/>
          <w:position w:val="-10"/>
        </w:rPr>
        <w:object>
          <v:shape id="Object 1733" o:spid="_x0000_i1031" type="#_x0000_t75" style="width:12pt;height:16pt;mso-position-horizontal-relative:page;mso-position-vertical-relative:page;mso-wrap-style:square" o:oleicon="f" o:ole="" o:preferrelative="t" filled="f" stroked="f">
            <v:stroke linestyle="single"/>
            <v:imagedata r:id="rId14" o:title=""/>
            <v:path o:extrusionok="f"/>
            <o:lock v:ext="edit" aspectratio="t"/>
          </v:shape>
          <o:OLEObject Type="Embed" ProgID="Equation.DSMT4" ShapeID="Object 1733" DrawAspect="Content" ObjectID="_1234567896" r:id="rId18"/>
        </w:object>
      </w:r>
      <w:r>
        <w:rPr>
          <w:rFonts w:ascii="Times New Roman" w:hAnsi="Times New Roman" w:cs="Times New Roman" w:hint="default"/>
          <w:lang w:eastAsia="zh-CN"/>
        </w:rPr>
        <w:t>（</w:t>
      </w:r>
      <w:r>
        <w:rPr>
          <w:rFonts w:ascii="Times New Roman" w:hAnsi="Times New Roman" w:cs="Times New Roman" w:hint="default"/>
          <w:lang w:val="en-US" w:eastAsia="zh-CN"/>
        </w:rPr>
        <w:t>0</w:t>
      </w:r>
      <w:r>
        <w:rPr>
          <w:rFonts w:ascii="Times New Roman" w:hAnsi="Times New Roman" w:cs="Times New Roman" w:hint="default"/>
          <w:lang w:eastAsia="zh-CN"/>
        </w:rPr>
        <w:t>，</w:t>
      </w:r>
      <w:r>
        <w:rPr>
          <w:rFonts w:ascii="Times New Roman" w:hAnsi="Times New Roman" w:cs="Times New Roman" w:hint="default"/>
          <w:position w:val="-4"/>
          <w:lang w:eastAsia="zh-CN"/>
        </w:rPr>
        <w:object>
          <v:shape id="Object 1734" o:spid="_x0000_i1032" type="#_x0000_t75" style="width:14.99pt;height:12pt;mso-position-horizontal-relative:page;mso-position-vertical-relative:page;mso-wrap-style:square" o:oleicon="f" o:ole="" o:preferrelative="t" filled="f" stroked="f">
            <v:stroke linestyle="single"/>
            <v:imagedata r:id="rId19" o:title=""/>
            <v:path o:extrusionok="f"/>
            <o:lock v:ext="edit" aspectratio="t"/>
          </v:shape>
          <o:OLEObject Type="Embed" ProgID="Equation.DSMT4" ShapeID="Object 1734" DrawAspect="Content" ObjectID="_1234567897" r:id="rId20"/>
        </w:object>
      </w:r>
      <w:r>
        <w:rPr>
          <w:rFonts w:hint="eastAsia"/>
          <w:lang w:eastAsia="zh-CN"/>
        </w:rPr>
        <w:t>）</w:t>
      </w:r>
      <w:r>
        <w:rPr>
          <w:rFonts w:ascii="Times New Roman" w:hAnsi="Times New Roman" w:cs="Times New Roman" w:hint="default"/>
          <w:color w:val="000000"/>
          <w:szCs w:val="21"/>
        </w:rPr>
        <w:t>．</w:t>
      </w:r>
    </w:p>
    <w:p>
      <w:pPr>
        <w:keepNext w:val="0"/>
        <w:keepLines w:val="0"/>
        <w:pageBreakBefore w:val="0"/>
        <w:widowControl w:val="0"/>
        <w:kinsoku/>
        <w:wordWrap/>
        <w:overflowPunct/>
        <w:topLinePunct w:val="0"/>
        <w:autoSpaceDE/>
        <w:autoSpaceDN/>
        <w:bidi w:val="0"/>
        <w:adjustRightInd/>
        <w:spacing w:line="0" w:lineRule="atLeast"/>
        <w:jc w:val="left"/>
        <w:textAlignment w:val="auto"/>
        <w:rPr>
          <w:rFonts w:ascii="Times New Roman" w:hAnsi="Times New Roman" w:cs="Times New Roman" w:hint="default"/>
          <w:b/>
          <w:color w:val="auto"/>
          <w:szCs w:val="21"/>
        </w:rPr>
      </w:pPr>
      <w:r>
        <w:rPr>
          <w:rFonts w:ascii="Times New Roman" w:eastAsia="新宋体" w:hAnsi="Times New Roman"/>
          <w:szCs w:val="21"/>
        </w:rPr>
        <w:pict>
          <v:shape id="图片 1490" o:spid="_x0000_s1033" type="#_x0000_t75" alt="菁优网：http://www.jyeoo.com" style="width:72.4pt;height:51.95pt;margin-top:5.95pt;margin-left:315.45pt;mso-wrap-style:square;position:absolute;z-index:-251656192" o:preferrelative="t" filled="f" stroked="f">
            <v:stroke linestyle="single"/>
            <v:imagedata r:id="rId21" o:title="菁优网：http://www.jyeoo.com"/>
            <v:path o:extrusionok="f"/>
            <o:lock v:ext="edit" aspectratio="t"/>
          </v:shape>
        </w:pict>
      </w:r>
      <w:r>
        <w:rPr>
          <w:rFonts w:ascii="Times New Roman" w:hAnsi="Times New Roman" w:cs="Times New Roman" w:hint="default"/>
          <w:b/>
          <w:color w:val="auto"/>
          <w:szCs w:val="22"/>
        </w:rPr>
        <w:t>三、</w:t>
      </w:r>
      <w:r>
        <w:rPr>
          <w:rFonts w:ascii="Times New Roman" w:hAnsi="Times New Roman" w:cs="Times New Roman" w:hint="default"/>
          <w:b/>
          <w:color w:val="auto"/>
          <w:szCs w:val="21"/>
        </w:rPr>
        <w:t>（本大题共5小题，共30分）</w:t>
      </w:r>
    </w:p>
    <w:p>
      <w:pPr>
        <w:pStyle w:val="Normal05"/>
        <w:keepNext w:val="0"/>
        <w:keepLines w:val="0"/>
        <w:pageBreakBefore w:val="0"/>
        <w:widowControl w:val="0"/>
        <w:kinsoku/>
        <w:wordWrap/>
        <w:overflowPunct/>
        <w:topLinePunct w:val="0"/>
        <w:autoSpaceDE/>
        <w:autoSpaceDN/>
        <w:bidi w:val="0"/>
        <w:adjustRightInd/>
        <w:spacing w:line="0" w:lineRule="atLeast"/>
        <w:rPr>
          <w:rFonts w:ascii="Times New Roman" w:hAnsi="Times New Roman" w:cs="Times New Roman" w:hint="eastAsia"/>
          <w:color w:val="auto"/>
          <w:lang w:val="en-US" w:eastAsia="zh-CN"/>
        </w:rPr>
      </w:pPr>
      <w:r>
        <w:rPr>
          <w:rFonts w:ascii="Times New Roman" w:hAnsi="Times New Roman" w:cs="Times New Roman" w:hint="default"/>
          <w:color w:val="auto"/>
          <w:szCs w:val="22"/>
        </w:rPr>
        <w:t>13、（1）</w:t>
      </w:r>
      <w:r>
        <w:rPr>
          <w:rFonts w:ascii="Times New Roman" w:hAnsi="Times New Roman" w:cs="Times New Roman" w:hint="default"/>
          <w:color w:val="auto"/>
          <w:szCs w:val="21"/>
        </w:rPr>
        <w:t xml:space="preserve"> </w:t>
      </w:r>
      <w:r>
        <w:rPr>
          <w:rFonts w:ascii="Times New Roman" w:hAnsi="Times New Roman" w:cs="Times New Roman" w:hint="eastAsia"/>
          <w:color w:val="auto"/>
          <w:lang w:val="en-US" w:eastAsia="zh-CN"/>
        </w:rPr>
        <w:t>解：原式=</w:t>
      </w:r>
      <w:r>
        <w:rPr>
          <w:rFonts w:ascii="Times New Roman" w:hAnsi="Times New Roman" w:cs="Times New Roman" w:hint="eastAsia"/>
          <w:color w:val="auto"/>
          <w:position w:val="-22"/>
          <w:lang w:val="en-US" w:eastAsia="zh-CN"/>
        </w:rPr>
        <w:object>
          <v:shape id="Object 1735" o:spid="_x0000_i1034" type="#_x0000_t75" style="width:96pt;height:28.98pt;mso-position-horizontal-relative:page;mso-position-vertical-relative:page;mso-wrap-style:square" o:oleicon="f" o:ole="" o:preferrelative="t" filled="f" stroked="f">
            <v:stroke linestyle="single"/>
            <v:imagedata r:id="rId22" o:title=""/>
            <v:path o:extrusionok="f"/>
            <o:lock v:ext="edit" aspectratio="t"/>
          </v:shape>
          <o:OLEObject Type="Embed" ProgID="Equation.KSEE3" ShapeID="Object 1735" DrawAspect="Content" ObjectID="_1234567898" r:id="rId23"/>
        </w:object>
      </w:r>
      <w:r>
        <w:rPr>
          <w:rFonts w:ascii="Times New Roman" w:hAnsi="Times New Roman" w:cs="Times New Roman" w:hint="eastAsia"/>
          <w:color w:val="auto"/>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pStyle w:val="Normal05"/>
        <w:keepNext w:val="0"/>
        <w:keepLines w:val="0"/>
        <w:pageBreakBefore w:val="0"/>
        <w:widowControl w:val="0"/>
        <w:kinsoku/>
        <w:wordWrap/>
        <w:overflowPunct/>
        <w:topLinePunct w:val="0"/>
        <w:autoSpaceDE/>
        <w:autoSpaceDN/>
        <w:bidi w:val="0"/>
        <w:adjustRightInd/>
        <w:spacing w:line="0" w:lineRule="atLeast"/>
        <w:rPr>
          <w:rFonts w:ascii="Times New Roman" w:eastAsia="新宋体" w:hAnsi="Times New Roman" w:hint="eastAsia"/>
          <w:sz w:val="21"/>
          <w:szCs w:val="21"/>
        </w:rPr>
      </w:pPr>
      <w:r>
        <w:rPr>
          <w:rFonts w:ascii="Times New Roman" w:hAnsi="Times New Roman" w:cs="Times New Roman" w:hint="eastAsia"/>
          <w:color w:val="auto"/>
          <w:lang w:val="en-US" w:eastAsia="zh-CN"/>
        </w:rPr>
        <w:t xml:space="preserve">                  =</w:t>
      </w:r>
      <w:r>
        <w:rPr>
          <w:rFonts w:ascii="Times New Roman" w:hAnsi="Times New Roman" w:cs="Times New Roman" w:hint="eastAsia"/>
          <w:color w:val="auto"/>
          <w:position w:val="-6"/>
          <w:lang w:val="en-US" w:eastAsia="zh-CN"/>
        </w:rPr>
        <w:object>
          <v:shape id="Object 1736" o:spid="_x0000_i1035" type="#_x0000_t75" style="width:23pt;height:13.01pt;mso-position-horizontal-relative:page;mso-position-vertical-relative:page;mso-wrap-style:square" o:oleicon="f" o:ole="" o:preferrelative="t" filled="f" stroked="f">
            <v:stroke linestyle="single"/>
            <v:imagedata r:id="rId24" o:title=""/>
            <v:path o:extrusionok="f"/>
            <o:lock v:ext="edit" aspectratio="t"/>
          </v:shape>
          <o:OLEObject Type="Embed" ProgID="Equation.KSEE3" ShapeID="Object 1736" DrawAspect="Content" ObjectID="_1234567899" r:id="rId25"/>
        </w:objec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3</w:t>
      </w:r>
      <w:r>
        <w:rPr>
          <w:rFonts w:ascii="Times New Roman" w:hAnsi="Times New Roman" w:cs="Times New Roman" w:hint="default"/>
          <w:color w:val="auto"/>
          <w:szCs w:val="21"/>
        </w:rPr>
        <w:t>分</w:t>
      </w:r>
    </w:p>
    <w:p>
      <w:pPr>
        <w:pStyle w:val="Normal48"/>
        <w:keepNext w:val="0"/>
        <w:keepLines w:val="0"/>
        <w:pageBreakBefore w:val="0"/>
        <w:widowControl w:val="0"/>
        <w:kinsoku/>
        <w:wordWrap/>
        <w:overflowPunct/>
        <w:topLinePunct w:val="0"/>
        <w:autoSpaceDE/>
        <w:autoSpaceDN/>
        <w:bidi w:val="0"/>
        <w:adjustRightInd/>
        <w:spacing w:line="0" w:lineRule="atLeast"/>
        <w:ind w:firstLine="420" w:firstLineChars="200"/>
        <w:rPr>
          <w:rStyle w:val="DefaultParagraphFont"/>
          <w:rFonts w:ascii="Calibri" w:eastAsia="宋体" w:hAnsi="Calibri" w:cs="Times New Roman"/>
          <w:kern w:val="2"/>
          <w:sz w:val="21"/>
          <w:szCs w:val="22"/>
          <w:lang w:val="en-US" w:eastAsia="zh-CN" w:bidi="ar-SA"/>
        </w:rPr>
      </w:pPr>
      <w:r>
        <w:rPr>
          <w:rFonts w:ascii="Times New Roman" w:hAnsi="Times New Roman" w:cs="Times New Roman" w:hint="default"/>
          <w:color w:val="auto"/>
          <w:lang w:eastAsia="zh-CN"/>
        </w:rPr>
        <w:t>（</w:t>
      </w:r>
      <w:r>
        <w:rPr>
          <w:rFonts w:ascii="Times New Roman" w:hAnsi="Times New Roman" w:cs="Times New Roman" w:hint="default"/>
          <w:color w:val="auto"/>
          <w:lang w:val="en-US" w:eastAsia="zh-CN"/>
        </w:rPr>
        <w:t>2</w:t>
      </w:r>
      <w:r>
        <w:rPr>
          <w:rFonts w:ascii="Times New Roman" w:hAnsi="Times New Roman" w:cs="Times New Roman" w:hint="default"/>
          <w:color w:val="auto"/>
          <w:lang w:eastAsia="zh-CN"/>
        </w:rPr>
        <w:t>）</w:t>
      </w:r>
      <w:r>
        <w:rPr>
          <w:rStyle w:val="DefaultParagraphFont"/>
          <w:rFonts w:ascii="Times New Roman" w:eastAsia="新宋体" w:hAnsi="Times New Roman" w:cs="Times New Roman" w:hint="eastAsia"/>
          <w:kern w:val="2"/>
          <w:sz w:val="21"/>
          <w:szCs w:val="21"/>
          <w:lang w:val="en-US" w:eastAsia="zh-CN" w:bidi="ar-SA"/>
        </w:rPr>
        <w:t>解：如图，作</w:t>
      </w:r>
      <w:r>
        <w:rPr>
          <w:position w:val="-4"/>
        </w:rPr>
        <w:object>
          <v:shape id="Object 1737" o:spid="_x0000_i1036" type="#_x0000_t75" style="width:44.26pt;height:12pt;mso-position-horizontal-relative:page;mso-position-vertical-relative:page;mso-wrap-style:square" o:oleicon="f" o:ole="" filled="f" stroked="f">
            <v:stroke linestyle="single"/>
            <v:imagedata r:id="rId26" o:title=""/>
            <v:path o:extrusionok="f"/>
            <o:lock v:ext="edit" aspectratio="t"/>
          </v:shape>
          <o:OLEObject Type="Embed" ProgID="Equation.DSMT4" ShapeID="Object 1737" DrawAspect="Content" ObjectID="_1234567900" r:id="rId27"/>
        </w:object>
      </w:r>
      <w:r>
        <w:rPr>
          <w:rStyle w:val="DefaultParagraphFont"/>
          <w:rFonts w:ascii="Times New Roman" w:eastAsia="新宋体" w:hAnsi="Times New Roman" w:cs="Times New Roman" w:hint="eastAsia"/>
          <w:kern w:val="2"/>
          <w:sz w:val="21"/>
          <w:szCs w:val="21"/>
          <w:lang w:val="en-US" w:eastAsia="zh-CN" w:bidi="ar-SA"/>
        </w:rPr>
        <w:t>于</w:t>
      </w:r>
      <w:r>
        <w:rPr>
          <w:position w:val="-4"/>
        </w:rPr>
        <w:object>
          <v:shape id="Object 1738" o:spid="_x0000_i1037" type="#_x0000_t75" style="width:11.25pt;height:12pt;mso-position-horizontal-relative:page;mso-position-vertical-relative:page;mso-wrap-style:square" o:oleicon="f" o:ole="" filled="f" stroked="f">
            <v:stroke linestyle="single"/>
            <v:imagedata r:id="rId28" o:title=""/>
            <v:path o:extrusionok="f"/>
            <o:lock v:ext="edit" aspectratio="t"/>
          </v:shape>
          <o:OLEObject Type="Embed" ProgID="Equation.DSMT4" ShapeID="Object 1738" DrawAspect="Content" ObjectID="_1234567901" r:id="rId29"/>
        </w:object>
      </w:r>
      <w:r>
        <w:rPr>
          <w:rStyle w:val="DefaultParagraphFont"/>
          <w:rFonts w:ascii="Times New Roman" w:eastAsia="新宋体" w:hAnsi="Times New Roman" w:cs="Times New Roman" w:hint="eastAsia"/>
          <w:kern w:val="2"/>
          <w:sz w:val="21"/>
          <w:szCs w:val="21"/>
          <w:lang w:val="en-US" w:eastAsia="zh-CN" w:bidi="ar-SA"/>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1</w:t>
      </w:r>
      <w:r>
        <w:rPr>
          <w:rFonts w:ascii="Times New Roman" w:hAnsi="Times New Roman" w:cs="Times New Roman" w:hint="default"/>
          <w:color w:val="auto"/>
          <w:szCs w:val="21"/>
        </w:rPr>
        <w:t>分</w:t>
      </w:r>
    </w:p>
    <w:p>
      <w:pPr>
        <w:pStyle w:val="Normal57"/>
        <w:keepNext w:val="0"/>
        <w:keepLines w:val="0"/>
        <w:pageBreakBefore w:val="0"/>
        <w:widowControl w:val="0"/>
        <w:kinsoku/>
        <w:wordWrap/>
        <w:overflowPunct/>
        <w:topLinePunct w:val="0"/>
        <w:autoSpaceDE/>
        <w:autoSpaceDN/>
        <w:bidi w:val="0"/>
        <w:adjustRightInd/>
        <w:spacing w:line="0" w:lineRule="atLeast"/>
        <w:ind w:firstLine="1470" w:firstLineChars="700"/>
        <w:rPr>
          <w:rStyle w:val="DefaultParagraphFont"/>
          <w:rFonts w:ascii="Calibri" w:eastAsia="宋体" w:hAnsi="Calibri" w:cs="Times New Roman"/>
          <w:kern w:val="2"/>
          <w:sz w:val="21"/>
          <w:szCs w:val="22"/>
          <w:lang w:val="en-US" w:eastAsia="zh-CN" w:bidi="ar-SA"/>
        </w:rPr>
      </w:pPr>
      <w:r>
        <w:rPr>
          <w:position w:val="-6"/>
        </w:rPr>
        <w:object>
          <v:shape id="Object 1739" o:spid="_x0000_i1038" type="#_x0000_t75" style="width:101.25pt;height:12.74pt;mso-position-horizontal-relative:page;mso-position-vertical-relative:page;mso-wrap-style:square" o:oleicon="f" o:ole="" filled="f" stroked="f">
            <v:stroke linestyle="single"/>
            <v:imagedata r:id="rId30" o:title=""/>
            <v:path o:extrusionok="f"/>
            <o:lock v:ext="edit" aspectratio="t"/>
          </v:shape>
          <o:OLEObject Type="Embed" ProgID="Equation.DSMT4" ShapeID="Object 1739" DrawAspect="Content" ObjectID="_1234567902" r:id="rId31"/>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740" o:spid="_x0000_i1039" type="#_x0000_t75" style="width:51.74pt;height:12.74pt;mso-position-horizontal-relative:page;mso-position-vertical-relative:page;mso-wrap-style:square" o:oleicon="f" o:ole="" filled="f" stroked="f">
            <v:stroke linestyle="single"/>
            <v:imagedata r:id="rId32" o:title=""/>
            <v:path o:extrusionok="f"/>
            <o:lock v:ext="edit" aspectratio="t"/>
          </v:shape>
          <o:OLEObject Type="Embed" ProgID="Equation.DSMT4" ShapeID="Object 1740" DrawAspect="Content" ObjectID="_1234567903" r:id="rId33"/>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741" o:spid="_x0000_i1040" type="#_x0000_t75" style="width:51pt;height:12.74pt;mso-position-horizontal-relative:page;mso-position-vertical-relative:page;mso-wrap-style:square" o:oleicon="f" o:ole="" filled="f" stroked="f">
            <v:stroke linestyle="single"/>
            <v:imagedata r:id="rId34" o:title=""/>
            <v:path o:extrusionok="f"/>
            <o:lock v:ext="edit" aspectratio="t"/>
          </v:shape>
          <o:OLEObject Type="Embed" ProgID="Equation.DSMT4" ShapeID="Object 1741" DrawAspect="Content" ObjectID="_1234567904" r:id="rId35"/>
        </w:object>
      </w:r>
      <w:r>
        <w:rPr>
          <w:rStyle w:val="DefaultParagraphFont"/>
          <w:rFonts w:ascii="Times New Roman" w:eastAsia="新宋体" w:hAnsi="Times New Roman" w:cs="Times New Roman" w:hint="eastAsia"/>
          <w:kern w:val="2"/>
          <w:sz w:val="21"/>
          <w:szCs w:val="21"/>
          <w:lang w:val="en-US" w:eastAsia="zh-CN" w:bidi="ar-SA"/>
        </w:rPr>
        <w:t>，</w:t>
      </w:r>
    </w:p>
    <w:p>
      <w:pPr>
        <w:pStyle w:val="Normal57"/>
        <w:keepNext w:val="0"/>
        <w:keepLines w:val="0"/>
        <w:pageBreakBefore w:val="0"/>
        <w:widowControl w:val="0"/>
        <w:kinsoku/>
        <w:wordWrap/>
        <w:overflowPunct/>
        <w:topLinePunct w:val="0"/>
        <w:autoSpaceDE/>
        <w:autoSpaceDN/>
        <w:bidi w:val="0"/>
        <w:adjustRightInd/>
        <w:spacing w:line="0" w:lineRule="atLeast"/>
        <w:ind w:firstLine="1470" w:firstLineChars="700"/>
        <w:rPr>
          <w:rStyle w:val="DefaultParagraphFont"/>
          <w:rFonts w:ascii="Calibri" w:eastAsia="宋体" w:hAnsi="Calibri" w:cs="Times New Roman"/>
          <w:kern w:val="2"/>
          <w:sz w:val="21"/>
          <w:szCs w:val="22"/>
          <w:lang w:val="en-US" w:eastAsia="zh-CN" w:bidi="ar-SA"/>
        </w:rPr>
      </w:pPr>
      <w:r>
        <w:rPr>
          <w:position w:val="-6"/>
        </w:rPr>
        <w:object>
          <v:shape id="Object 1742" o:spid="_x0000_i1041" type="#_x0000_t75" style="width:51.74pt;height:12.74pt;mso-position-horizontal-relative:page;mso-position-vertical-relative:page;mso-wrap-style:square" o:oleicon="f" o:ole="" filled="f" stroked="f">
            <v:stroke linestyle="single"/>
            <v:imagedata r:id="rId36" o:title=""/>
            <v:path o:extrusionok="f"/>
            <o:lock v:ext="edit" aspectratio="t"/>
          </v:shape>
          <o:OLEObject Type="Embed" ProgID="Equation.DSMT4" ShapeID="Object 1742" DrawAspect="Content" ObjectID="_1234567905" r:id="rId37"/>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743" o:spid="_x0000_i1042" type="#_x0000_t75" style="width:75.77pt;height:12.74pt;mso-position-horizontal-relative:page;mso-position-vertical-relative:page;mso-wrap-style:square" o:oleicon="f" o:ole="" filled="f" stroked="f">
            <v:stroke linestyle="single"/>
            <v:imagedata r:id="rId38" o:title=""/>
            <v:path o:extrusionok="f"/>
            <o:lock v:ext="edit" aspectratio="t"/>
          </v:shape>
          <o:OLEObject Type="Embed" ProgID="Equation.DSMT4" ShapeID="Object 1743" DrawAspect="Content" ObjectID="_1234567906" r:id="rId39"/>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pStyle w:val="Normal57"/>
        <w:keepNext w:val="0"/>
        <w:keepLines w:val="0"/>
        <w:pageBreakBefore w:val="0"/>
        <w:widowControl w:val="0"/>
        <w:kinsoku/>
        <w:wordWrap/>
        <w:overflowPunct/>
        <w:topLinePunct w:val="0"/>
        <w:autoSpaceDE/>
        <w:autoSpaceDN/>
        <w:bidi w:val="0"/>
        <w:adjustRightInd/>
        <w:spacing w:line="0" w:lineRule="atLeast"/>
        <w:ind w:firstLine="1470" w:firstLineChars="700"/>
        <w:rPr>
          <w:rFonts w:ascii="Times New Roman" w:hAnsi="Times New Roman" w:cs="Times New Roman" w:hint="default"/>
          <w:szCs w:val="21"/>
          <w:lang w:val="en-US" w:eastAsia="zh-CN"/>
        </w:rPr>
      </w:pPr>
      <w:r>
        <w:rPr>
          <w:position w:val="-6"/>
        </w:rPr>
        <w:object>
          <v:shape id="Object 1744" o:spid="_x0000_i1043" type="#_x0000_t75" style="width:147.75pt;height:12.74pt;mso-position-horizontal-relative:page;mso-position-vertical-relative:page;mso-wrap-style:square" o:oleicon="f" o:ole="" filled="f" stroked="f">
            <v:stroke linestyle="single"/>
            <v:imagedata r:id="rId40" o:title=""/>
            <v:path o:extrusionok="f"/>
            <o:lock v:ext="edit" aspectratio="t"/>
          </v:shape>
          <o:OLEObject Type="Embed" ProgID="Equation.DSMT4" ShapeID="Object 1744" DrawAspect="Content" ObjectID="_1234567907" r:id="rId41"/>
        </w:object>
      </w:r>
      <w:r>
        <w:rPr>
          <w:rStyle w:val="DefaultParagraphFont"/>
          <w:rFonts w:ascii="Times New Roman" w:eastAsia="新宋体" w:hAnsi="Times New Roman" w:cs="Times New Roman" w:hint="eastAsia"/>
          <w:kern w:val="2"/>
          <w:sz w:val="21"/>
          <w:szCs w:val="21"/>
          <w:lang w:val="en-US" w:eastAsia="zh-CN" w:bidi="ar-SA"/>
        </w:rPr>
        <w:t>．  （方法不唯一）</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3</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center"/>
        <w:rPr>
          <w:rFonts w:ascii="宋体" w:eastAsia="宋体" w:hAnsi="宋体" w:cs="宋体"/>
          <w:color w:val="000000"/>
        </w:rPr>
      </w:pPr>
      <w:r>
        <w:rPr>
          <w:rFonts w:ascii="Times New Roman" w:hAnsi="Times New Roman" w:cs="Times New Roman" w:hint="default"/>
          <w:color w:val="auto"/>
          <w:szCs w:val="22"/>
        </w:rPr>
        <w:t>14、</w:t>
      </w:r>
      <w:r>
        <w:rPr>
          <w:rFonts w:ascii="宋体" w:eastAsia="宋体" w:hAnsi="宋体" w:cs="宋体"/>
          <w:color w:val="000000"/>
        </w:rPr>
        <w:t>（</w:t>
      </w:r>
      <w:r>
        <w:rPr>
          <w:rFonts w:ascii="Times New Roman" w:eastAsia="Times New Roman" w:hAnsi="Times New Roman" w:cs="Times New Roman"/>
          <w:color w:val="000000"/>
        </w:rPr>
        <w:t>1</w:t>
      </w:r>
      <w:r>
        <w:rPr>
          <w:rFonts w:ascii="宋体" w:eastAsia="宋体" w:hAnsi="宋体" w:cs="宋体"/>
          <w:color w:val="000000"/>
        </w:rPr>
        <w:t>）证明：由题意得：</w:t>
      </w:r>
      <w:r>
        <w:object>
          <v:shape id="Object 1745" o:spid="_x0000_i1044" type="#_x0000_t75" alt="学科网(www.zxxk.com)--教育资源门户，提供试卷、教案、课件、论文、素材以及各类教学资源下载，还有大量而丰富的教学相关资讯！" style="width:109.78pt;height:17.99pt;mso-position-horizontal-relative:page;mso-position-vertical-relative:page;mso-wrap-style:square" o:oleicon="f" o:ole="" filled="f" stroked="f">
            <v:stroke linestyle="single"/>
            <v:imagedata r:id="rId42" o:title="eqId374344d009344923b64a003bc0d11f50"/>
            <v:path o:extrusionok="f"/>
            <o:lock v:ext="edit" aspectratio="t"/>
          </v:shape>
          <o:OLEObject Type="Embed" ProgID="Equation.DSMT4" ShapeID="Object 1745" DrawAspect="Content" ObjectID="_1234567908" r:id="rId43"/>
        </w:object>
      </w:r>
      <w:r>
        <w:rPr>
          <w:rFonts w:ascii="宋体" w:eastAsia="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w:t>
      </w:r>
      <w:r>
        <w:object>
          <v:shape id="Object 1746" o:spid="_x0000_i1045" type="#_x0000_t75" alt="学科网(www.zxxk.com)--教育资源门户，提供试卷、教案、课件、论文、素材以及各类教学资源下载，还有大量而丰富的教学相关资讯！" style="width:189pt;height:16.19pt;mso-position-horizontal-relative:page;mso-position-vertical-relative:page;mso-wrap-style:square" o:oleicon="f" o:ole="" filled="f" stroked="f">
            <v:stroke linestyle="single"/>
            <v:imagedata r:id="rId44" o:title="eqIdcba5fd6dfa0642ae87bf781e605d0ea6"/>
            <v:path o:extrusionok="f"/>
            <o:lock v:ext="edit" aspectratio="t"/>
          </v:shape>
          <o:OLEObject Type="Embed" ProgID="Equation.DSMT4" ShapeID="Object 1746" DrawAspect="Content" ObjectID="_1234567909" r:id="rId45"/>
        </w:object>
      </w:r>
      <w:r>
        <w:rPr>
          <w:rFonts w:ascii="宋体" w:eastAsia="宋体" w:hAnsi="宋体" w:cs="宋体"/>
          <w:color w:val="000000"/>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w:t>
      </w:r>
      <w:r>
        <w:object>
          <v:shape id="Object 1747" o:spid="_x0000_i1046" type="#_x0000_t75" alt="学科网(www.zxxk.com)--教育资源门户，提供试卷、教案、课件、论文、素材以及各类教学资源下载，还有大量而丰富的教学相关资讯！" style="width:34.98pt;height:16pt;mso-position-horizontal-relative:page;mso-position-vertical-relative:page;mso-wrap-style:square" o:oleicon="f" o:ole="" filled="f" stroked="f">
            <v:stroke linestyle="single"/>
            <v:imagedata r:id="rId46" o:title="eqId29ddc7035b374318a102b0357b31e7e1"/>
            <v:path o:extrusionok="f"/>
            <o:lock v:ext="edit" aspectratio="t"/>
          </v:shape>
          <o:OLEObject Type="Embed" ProgID="Equation.DSMT4" ShapeID="Object 1747" DrawAspect="Content" ObjectID="_1234567910" r:id="rId47"/>
        </w:object>
      </w:r>
      <w:r>
        <w:rPr>
          <w:rFonts w:ascii="宋体" w:eastAsia="宋体" w:hAnsi="宋体" w:cs="宋体"/>
          <w:color w:val="000000"/>
        </w:rPr>
        <w:t>，∴</w:t>
      </w:r>
      <w:r>
        <w:object>
          <v:shape id="Object 1748" o:spid="_x0000_i1047" type="#_x0000_t75" alt="学科网(www.zxxk.com)--教育资源门户，提供试卷、教案、课件、论文、素材以及各类教学资源下载，还有大量而丰富的教学相关资讯！" style="width:61.19pt;height:16.19pt;mso-position-horizontal-relative:page;mso-position-vertical-relative:page;mso-wrap-style:square" o:oleicon="f" o:ole="" filled="f" stroked="f">
            <v:stroke linestyle="single"/>
            <v:imagedata r:id="rId48" o:title="eqId05b0809d2f8f46b7a05ae802d0cfba71"/>
            <v:path o:extrusionok="f"/>
            <o:lock v:ext="edit" aspectratio="t"/>
          </v:shape>
          <o:OLEObject Type="Embed" ProgID="Equation.DSMT4" ShapeID="Object 1748" DrawAspect="Content" ObjectID="_1234567911" r:id="rId49"/>
        </w:object>
      </w:r>
      <w:r>
        <w:rPr>
          <w:rFonts w:ascii="宋体" w:eastAsia="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∴该方程总有两个实数根；</w:t>
      </w:r>
      <w:r>
        <w:rPr>
          <w:rFonts w:ascii="宋体" w:eastAsia="宋体" w:hAnsi="宋体" w:cs="宋体" w:hint="eastAsia"/>
          <w:color w:val="000000"/>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3</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ind w:left="840" w:hanging="420" w:leftChars="200" w:hangingChars="200"/>
        <w:jc w:val="left"/>
        <w:textAlignment w:val="center"/>
        <w:rPr>
          <w:rFonts w:ascii="宋体" w:eastAsia="宋体" w:hAnsi="宋体" w:cs="宋体"/>
          <w:color w:val="000000"/>
        </w:rPr>
      </w:pPr>
      <w:r>
        <w:rPr>
          <w:rFonts w:ascii="宋体" w:eastAsia="宋体" w:hAnsi="宋体" w:cs="宋体"/>
          <w:color w:val="000000"/>
        </w:rPr>
        <w:t>（</w:t>
      </w:r>
      <w:r>
        <w:rPr>
          <w:rFonts w:ascii="Times New Roman" w:eastAsia="Times New Roman" w:hAnsi="Times New Roman" w:cs="Times New Roman"/>
          <w:color w:val="000000"/>
        </w:rPr>
        <w:t>2</w:t>
      </w:r>
      <w:r>
        <w:rPr>
          <w:rFonts w:ascii="宋体" w:eastAsia="宋体" w:hAnsi="宋体" w:cs="宋体"/>
          <w:color w:val="000000"/>
        </w:rPr>
        <w:t>）解：设关于</w:t>
      </w:r>
      <w:r>
        <w:object>
          <v:shape id="Object 1749" o:spid="_x0000_i1048" type="#_x0000_t75" alt="学科网(www.zxxk.com)--教育资源门户，提供试卷、教案、课件、论文、素材以及各类教学资源下载，还有大量而丰富的教学相关资讯！" style="width:9.65pt;height:11.3pt;mso-position-horizontal-relative:page;mso-position-vertical-relative:page;mso-wrap-style:square" o:oleicon="f" o:ole="" filled="f" stroked="f">
            <v:stroke linestyle="single"/>
            <v:imagedata r:id="rId50" o:title="eqIda9cd3f94eb8045438f75e9daccfa7200"/>
            <v:path o:extrusionok="f"/>
            <o:lock v:ext="edit" aspectratio="t"/>
          </v:shape>
          <o:OLEObject Type="Embed" ProgID="Equation.DSMT4" ShapeID="Object 1749" DrawAspect="Content" ObjectID="_1234567912" r:id="rId51"/>
        </w:object>
      </w:r>
      <w:r>
        <w:rPr>
          <w:rFonts w:ascii="宋体" w:eastAsia="宋体" w:hAnsi="宋体" w:cs="宋体"/>
          <w:color w:val="000000"/>
        </w:rPr>
        <w:t>的一元二次方程</w:t>
      </w:r>
      <w:r>
        <w:object>
          <v:shape id="Object 1750" o:spid="_x0000_i1049" type="#_x0000_t75" alt="学科网(www.zxxk.com)--教育资源门户，提供试卷、教案、课件、论文、素材以及各类教学资源下载，还有大量而丰富的教学相关资讯！" style="width:94pt;height:16pt;mso-position-horizontal-relative:page;mso-position-vertical-relative:page;mso-wrap-style:square" o:oleicon="f" o:ole="" filled="f" stroked="f">
            <v:stroke linestyle="single"/>
            <v:imagedata r:id="rId52" o:title="eqId018e302ed74540598f83a3ccb69510a1"/>
            <v:path o:extrusionok="f"/>
            <o:lock v:ext="edit" aspectratio="t"/>
          </v:shape>
          <o:OLEObject Type="Embed" ProgID="Equation.DSMT4" ShapeID="Object 1750" DrawAspect="Content" ObjectID="_1234567913" r:id="rId53"/>
        </w:object>
      </w:r>
      <w:r>
        <w:rPr>
          <w:rFonts w:ascii="宋体" w:eastAsia="宋体" w:hAnsi="宋体" w:cs="宋体"/>
          <w:color w:val="000000"/>
        </w:rPr>
        <w:t>的两实数根为</w:t>
      </w:r>
      <w:r>
        <w:object>
          <v:shape id="Object 1751" o:spid="_x0000_i1050" type="#_x0000_t75" alt="学科网(www.zxxk.com)--教育资源门户，提供试卷、教案、课件、论文、素材以及各类教学资源下载，还有大量而丰富的教学相关资讯！" style="width:24pt;height:15.74pt;mso-position-horizontal-relative:page;mso-position-vertical-relative:page;mso-wrap-style:square" o:oleicon="f" o:ole="" filled="f" stroked="f">
            <v:stroke linestyle="single"/>
            <v:imagedata r:id="rId54" o:title="eqIdca06d7ef3b984e8c8fb8f7d217749d05"/>
            <v:path o:extrusionok="f"/>
            <o:lock v:ext="edit" aspectratio="t"/>
          </v:shape>
          <o:OLEObject Type="Embed" ProgID="Equation.DSMT4" ShapeID="Object 1751" DrawAspect="Content" ObjectID="_1234567914" r:id="rId55"/>
        </w:object>
      </w:r>
      <w:r>
        <w:rPr>
          <w:rFonts w:ascii="宋体" w:eastAsia="宋体" w:hAnsi="宋体" w:cs="宋体"/>
          <w:color w:val="000000"/>
        </w:rPr>
        <w:t>，则有：</w:t>
      </w:r>
      <w:r>
        <w:object>
          <v:shape id="Object 1752" o:spid="_x0000_i1051" type="#_x0000_t75" alt="学科网(www.zxxk.com)--教育资源门户，提供试卷、教案、课件、论文、素材以及各类教学资源下载，还有大量而丰富的教学相关资讯！" style="width:121.81pt;height:19.2pt;mso-position-horizontal-relative:page;mso-position-vertical-relative:page;mso-wrap-style:square" o:oleicon="f" o:ole="" filled="f" stroked="f">
            <v:stroke linestyle="single"/>
            <v:imagedata r:id="rId56" o:title="eqIdaf681fc0e0e447f2b5ca6190c58e2f29"/>
            <v:path o:extrusionok="f"/>
            <o:lock v:ext="edit" aspectratio="t"/>
          </v:shape>
          <o:OLEObject Type="Embed" ProgID="Equation.DSMT4" ShapeID="Object 1752" DrawAspect="Content" ObjectID="_1234567915" r:id="rId57"/>
        </w:object>
      </w:r>
      <w:r>
        <w:rPr>
          <w:rFonts w:ascii="宋体" w:eastAsia="宋体" w:hAnsi="宋体" w:cs="宋体"/>
          <w:color w:val="000000"/>
        </w:rPr>
        <w:t>，</w:t>
      </w:r>
      <w:r>
        <w:rPr>
          <w:rFonts w:ascii="宋体" w:eastAsia="宋体" w:hAnsi="宋体" w:cs="宋体" w:hint="eastAsia"/>
          <w:color w:val="000000"/>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4</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w:t>
      </w:r>
      <w:r>
        <w:object>
          <v:shape id="Object 1753" o:spid="_x0000_i1052" type="#_x0000_t75" alt="学科网(www.zxxk.com)--教育资源门户，提供试卷、教案、课件、论文、素材以及各类教学资源下载，还有大量而丰富的教学相关资讯！" style="width:56.23pt;height:20.25pt;mso-position-horizontal-relative:page;mso-position-vertical-relative:page;mso-wrap-style:square" o:oleicon="f" o:ole="" filled="f" stroked="f">
            <v:stroke linestyle="single"/>
            <v:imagedata r:id="rId58" o:title="eqId175c6e8a91d44885bc638974eab7ce00"/>
            <v:path o:extrusionok="f"/>
            <o:lock v:ext="edit" aspectratio="t"/>
          </v:shape>
          <o:OLEObject Type="Embed" ProgID="Equation.DSMT4" ShapeID="Object 1753" DrawAspect="Content" ObjectID="_1234567916" r:id="rId59"/>
        </w:object>
      </w:r>
      <w:r>
        <w:rPr>
          <w:rFonts w:ascii="宋体" w:eastAsia="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w:t>
      </w:r>
      <w:r>
        <w:object>
          <v:shape id="Object 1754" o:spid="_x0000_i1053" type="#_x0000_t75" alt="学科网(www.zxxk.com)--教育资源门户，提供试卷、教案、课件、论文、素材以及各类教学资源下载，还有大量而丰富的教学相关资讯！" style="width:231pt;height:22.19pt;mso-position-horizontal-relative:page;mso-position-vertical-relative:page;mso-wrap-style:square" o:oleicon="f" o:ole="" filled="f" stroked="f">
            <v:stroke linestyle="single"/>
            <v:imagedata r:id="rId60" o:title="eqIdfd4705ffaf24451faa7363daa0d83500"/>
            <v:path o:extrusionok="f"/>
            <o:lock v:ext="edit" aspectratio="t"/>
          </v:shape>
          <o:OLEObject Type="Embed" ProgID="Equation.DSMT4" ShapeID="Object 1754" DrawAspect="Content" ObjectID="_1234567917" r:id="rId61"/>
        </w:object>
      </w:r>
      <w:r>
        <w:rPr>
          <w:rFonts w:ascii="宋体" w:eastAsia="宋体" w:hAnsi="宋体" w:cs="宋体"/>
          <w:color w:val="000000"/>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5</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宋体" w:eastAsia="宋体" w:hAnsi="宋体" w:cs="宋体"/>
          <w:color w:val="000000"/>
        </w:rPr>
      </w:pPr>
      <w:r>
        <w:rPr>
          <w:rFonts w:ascii="宋体" w:eastAsia="宋体" w:hAnsi="宋体" w:cs="宋体"/>
          <w:color w:val="000000"/>
        </w:rPr>
        <w:t>解得：</w:t>
      </w:r>
      <w:r>
        <w:object>
          <v:shape id="Object 1755" o:spid="_x0000_i1054" type="#_x0000_t75" alt="学科网(www.zxxk.com)--教育资源门户，提供试卷、教案、课件、论文、素材以及各类教学资源下载，还有大量而丰富的教学相关资讯！" style="width:35.99pt;height:13.8pt;mso-position-horizontal-relative:page;mso-position-vertical-relative:page;mso-wrap-style:square" o:oleicon="f" o:ole="" filled="f" stroked="f">
            <v:stroke linestyle="single"/>
            <v:imagedata r:id="rId62" o:title="eqIda8a43f5f05c44a8693d5a5f97ab5baf1"/>
            <v:path o:extrusionok="f"/>
            <o:lock v:ext="edit" aspectratio="t"/>
          </v:shape>
          <o:OLEObject Type="Embed" ProgID="Equation.DSMT4" ShapeID="Object 1755" DrawAspect="Content" ObjectID="_1234567918" r:id="rId63"/>
        </w:object>
      </w:r>
      <w:r>
        <w:rPr>
          <w:rFonts w:ascii="宋体" w:eastAsia="宋体" w:hAnsi="宋体" w:cs="宋体"/>
          <w:color w:val="000000"/>
        </w:rPr>
        <w:t>，</w:t>
      </w:r>
    </w:p>
    <w:p>
      <w:pPr>
        <w:keepNext w:val="0"/>
        <w:keepLines w:val="0"/>
        <w:pageBreakBefore w:val="0"/>
        <w:widowControl w:val="0"/>
        <w:kinsoku/>
        <w:wordWrap/>
        <w:overflowPunct/>
        <w:topLinePunct w:val="0"/>
        <w:autoSpaceDE/>
        <w:autoSpaceDN/>
        <w:bidi w:val="0"/>
        <w:adjustRightInd/>
        <w:snapToGrid/>
        <w:spacing w:line="0" w:lineRule="atLeast"/>
        <w:ind w:firstLine="840" w:firstLineChars="400"/>
        <w:jc w:val="left"/>
        <w:textAlignment w:val="center"/>
        <w:rPr>
          <w:rFonts w:ascii="Times New Roman" w:hAnsi="Times New Roman" w:cs="Times New Roman" w:hint="default"/>
          <w:szCs w:val="21"/>
          <w:lang w:val="en-US" w:eastAsia="zh-CN"/>
        </w:rPr>
      </w:pPr>
      <w:r>
        <w:rPr>
          <w:rFonts w:ascii="宋体" w:eastAsia="宋体" w:hAnsi="宋体" w:cs="宋体"/>
          <w:color w:val="000000"/>
        </w:rPr>
        <w:t>∵</w:t>
      </w:r>
      <w:r>
        <w:object>
          <v:shape id="Object 1756" o:spid="_x0000_i1055" type="#_x0000_t75" alt="学科网(www.zxxk.com)--教育资源门户，提供试卷、教案、课件、论文、素材以及各类教学资源下载，还有大量而丰富的教学相关资讯！" style="width:30.04pt;height:13.75pt;mso-position-horizontal-relative:page;mso-position-vertical-relative:page;mso-wrap-style:square" o:oleicon="f" o:ole="" filled="f" stroked="f">
            <v:stroke linestyle="single"/>
            <v:imagedata r:id="rId64" o:title="eqId6a13e7b7d92849eba6c91758c54a673f"/>
            <v:path o:extrusionok="f"/>
            <o:lock v:ext="edit" aspectratio="t"/>
          </v:shape>
          <o:OLEObject Type="Embed" ProgID="Equation.DSMT4" ShapeID="Object 1756" DrawAspect="Content" ObjectID="_1234567919" r:id="rId65"/>
        </w:object>
      </w:r>
      <w:r>
        <w:rPr>
          <w:rFonts w:ascii="宋体" w:eastAsia="宋体" w:hAnsi="宋体" w:cs="宋体"/>
          <w:color w:val="000000"/>
        </w:rPr>
        <w:t>，∴</w:t>
      </w:r>
      <w:r>
        <w:object>
          <v:shape id="Object 1757" o:spid="_x0000_i1056" type="#_x0000_t75" alt="学科网(www.zxxk.com)--教育资源门户，提供试卷、教案、课件、论文、素材以及各类教学资源下载，还有大量而丰富的教学相关资讯！" style="width:28.2pt;height:13.81pt;mso-position-horizontal-relative:page;mso-position-vertical-relative:page;mso-wrap-style:square" o:oleicon="f" o:ole="" filled="f" stroked="f">
            <v:stroke linestyle="single"/>
            <v:imagedata r:id="rId66" o:title="eqId3c22cfd4c94b43f6b5a16b48fb40e867"/>
            <v:path o:extrusionok="f"/>
            <o:lock v:ext="edit" aspectratio="t"/>
          </v:shape>
          <o:OLEObject Type="Embed" ProgID="Equation.DSMT4" ShapeID="Object 1757" DrawAspect="Content" ObjectID="_1234567920" r:id="rId67"/>
        </w:object>
      </w:r>
      <w:r>
        <w:rPr>
          <w:rFonts w:ascii="宋体" w:eastAsia="宋体" w:hAnsi="宋体" w:cs="宋体"/>
          <w:color w:val="000000"/>
        </w:rPr>
        <w:t>．</w:t>
      </w:r>
      <w:r>
        <w:rPr>
          <w:rFonts w:ascii="宋体" w:eastAsia="宋体" w:hAnsi="宋体" w:cs="宋体" w:hint="eastAsia"/>
          <w:color w:val="000000"/>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pacing w:line="0" w:lineRule="atLeast"/>
        <w:jc w:val="left"/>
        <w:textAlignment w:val="center"/>
        <w:rPr>
          <w:rFonts w:ascii="Times New Roman" w:hAnsi="Times New Roman" w:cs="Times New Roman" w:hint="eastAsia"/>
          <w:color w:val="auto"/>
          <w:lang w:eastAsia="zh-CN"/>
        </w:rPr>
      </w:pPr>
      <w:r>
        <w:rPr>
          <w:rFonts w:ascii="Times New Roman" w:hAnsi="Times New Roman" w:cs="Times New Roman" w:hint="default"/>
          <w:color w:val="auto"/>
        </w:rPr>
        <w:t>15、</w:t>
      </w:r>
      <w:r>
        <w:rPr>
          <w:rFonts w:ascii="Times New Roman" w:hAnsi="Times New Roman" w:cs="Times New Roman"/>
          <w:color w:val="auto"/>
        </w:rPr>
        <w:t>解：（</w:t>
      </w:r>
      <w:r>
        <w:rPr>
          <w:rFonts w:ascii="Times New Roman" w:eastAsia="Times New Roman" w:hAnsi="Times New Roman" w:cs="Times New Roman"/>
          <w:color w:val="auto"/>
        </w:rPr>
        <w:t>1</w:t>
      </w:r>
      <w:r>
        <w:rPr>
          <w:rFonts w:ascii="Times New Roman" w:hAnsi="Times New Roman" w:cs="Times New Roman"/>
          <w:color w:val="auto"/>
        </w:rPr>
        <w:t>）随机；不可能；</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r>
        <w:rPr>
          <w:rFonts w:ascii="Times New Roman" w:hAnsi="Times New Roman" w:cs="Times New Roman" w:hint="eastAsia"/>
          <w:color w:val="auto"/>
          <w:lang w:eastAsia="zh-CN"/>
        </w:rPr>
        <w:t>（一空</w:t>
      </w:r>
      <w:r>
        <w:rPr>
          <w:rFonts w:ascii="Times New Roman" w:hAnsi="Times New Roman" w:cs="Times New Roman" w:hint="eastAsia"/>
          <w:color w:val="auto"/>
          <w:lang w:val="en-US" w:eastAsia="zh-CN"/>
        </w:rPr>
        <w:t>1分</w:t>
      </w:r>
      <w:r>
        <w:rPr>
          <w:rFonts w:ascii="Times New Roman" w:hAnsi="Times New Roman" w:cs="Times New Roman" w:hint="eastAsia"/>
          <w:color w:val="auto"/>
          <w:lang w:eastAsia="zh-CN"/>
        </w:rPr>
        <w:t>）</w:t>
      </w:r>
    </w:p>
    <w:p>
      <w:pPr>
        <w:keepNext w:val="0"/>
        <w:keepLines w:val="0"/>
        <w:pageBreakBefore w:val="0"/>
        <w:widowControl w:val="0"/>
        <w:kinsoku/>
        <w:wordWrap/>
        <w:overflowPunct/>
        <w:topLinePunct w:val="0"/>
        <w:autoSpaceDE/>
        <w:autoSpaceDN/>
        <w:bidi w:val="0"/>
        <w:adjustRightInd/>
        <w:spacing w:line="0" w:lineRule="atLeast"/>
        <w:ind w:firstLine="630" w:firstLineChars="300"/>
        <w:jc w:val="left"/>
        <w:textAlignment w:val="center"/>
        <w:rPr>
          <w:rFonts w:ascii="Times New Roman" w:hAnsi="Times New Roman" w:cs="Times New Roman"/>
          <w:color w:val="auto"/>
        </w:rPr>
      </w:pPr>
      <w:r>
        <w:rPr>
          <w:rFonts w:ascii="Times New Roman" w:hAnsi="Times New Roman" w:cs="Times New Roman"/>
          <w:color w:val="auto"/>
        </w:rPr>
        <w:pict>
          <v:shape id="图片 23" o:spid="_x0000_s1057" type="#_x0000_t75" alt="学科网(www.zxxk.com)--教育资源门户，提供试卷、教案、课件、论文、素材及各类教学资源下载，还有大量而丰富的教学相关资讯！" style="width:60.35pt;height:48.3pt;margin-top:19.65pt;margin-left:354.6pt;mso-wrap-style:square;position:absolute;z-index:-251655168" o:preferrelative="t" filled="f" stroked="f">
            <v:stroke linestyle="single"/>
            <v:imagedata r:id="rId68" o:title="学科网(www.zxxk.com)--教育资源门户，提供试卷、教案、课件、论文、素材及各类教学资源下载，还有大量而丰富的教学相关资讯！"/>
            <v:path o:extrusionok="f"/>
            <o:lock v:ext="edit" aspectratio="t"/>
          </v:shape>
        </w:pict>
      </w:r>
      <w:r>
        <w:rPr>
          <w:rFonts w:ascii="Times New Roman" w:hAnsi="Times New Roman" w:cs="Times New Roman"/>
          <w:color w:val="auto"/>
        </w:rPr>
        <w:t>（</w:t>
      </w:r>
      <w:r>
        <w:rPr>
          <w:rFonts w:ascii="Times New Roman" w:eastAsia="Times New Roman" w:hAnsi="Times New Roman" w:cs="Times New Roman"/>
          <w:color w:val="auto"/>
        </w:rPr>
        <w:t>2</w:t>
      </w:r>
      <w:r>
        <w:rPr>
          <w:rFonts w:ascii="Times New Roman" w:hAnsi="Times New Roman" w:cs="Times New Roman"/>
          <w:color w:val="auto"/>
        </w:rPr>
        <w:t>）设客厅灯亮了为事件</w:t>
      </w:r>
      <w:r>
        <w:rPr>
          <w:rFonts w:ascii="Times New Roman" w:eastAsia="Times New Roman" w:hAnsi="Times New Roman" w:cs="Times New Roman"/>
          <w:i/>
          <w:color w:val="auto"/>
        </w:rPr>
        <w:t>A</w:t>
      </w:r>
      <w:r>
        <w:rPr>
          <w:rFonts w:ascii="Times New Roman" w:hAnsi="Times New Roman" w:cs="Times New Roman"/>
          <w:color w:val="auto"/>
        </w:rPr>
        <w:t>，楼梯灯亮了为事件</w:t>
      </w:r>
      <w:r>
        <w:rPr>
          <w:rFonts w:ascii="Times New Roman" w:eastAsia="Times New Roman" w:hAnsi="Times New Roman" w:cs="Times New Roman"/>
          <w:i/>
          <w:color w:val="auto"/>
        </w:rPr>
        <w:t>B</w:t>
      </w:r>
      <w:r>
        <w:rPr>
          <w:rFonts w:ascii="Times New Roman" w:hAnsi="Times New Roman" w:cs="Times New Roman"/>
          <w:color w:val="auto"/>
        </w:rPr>
        <w:t>，走廊灯亮了为事件</w:t>
      </w:r>
      <w:r>
        <w:rPr>
          <w:rFonts w:ascii="Times New Roman" w:eastAsia="Times New Roman" w:hAnsi="Times New Roman" w:cs="Times New Roman"/>
          <w:i/>
          <w:color w:val="auto"/>
        </w:rPr>
        <w:t>C</w:t>
      </w:r>
      <w:r>
        <w:rPr>
          <w:rFonts w:ascii="Times New Roman" w:hAnsi="Times New Roman" w:cs="Times New Roman"/>
          <w:color w:val="auto"/>
        </w:rPr>
        <w:t>；则</w:t>
      </w:r>
    </w:p>
    <w:p>
      <w:pPr>
        <w:keepNext w:val="0"/>
        <w:keepLines w:val="0"/>
        <w:pageBreakBefore w:val="0"/>
        <w:widowControl w:val="0"/>
        <w:kinsoku/>
        <w:wordWrap/>
        <w:overflowPunct/>
        <w:topLinePunct w:val="0"/>
        <w:autoSpaceDE/>
        <w:autoSpaceDN/>
        <w:bidi w:val="0"/>
        <w:adjustRightInd/>
        <w:spacing w:line="240" w:lineRule="auto"/>
        <w:ind w:firstLine="1260" w:firstLineChars="600"/>
        <w:jc w:val="left"/>
        <w:textAlignment w:val="center"/>
        <w:rPr>
          <w:rFonts w:ascii="Times New Roman" w:hAnsi="Times New Roman" w:cs="Times New Roman"/>
          <w:color w:val="auto"/>
        </w:rPr>
      </w:pPr>
      <w:r>
        <w:rPr>
          <w:rFonts w:ascii="Times New Roman" w:hAnsi="Times New Roman" w:cs="Times New Roman"/>
          <w:color w:val="auto"/>
        </w:rPr>
        <w:t>树状图如</w:t>
      </w:r>
      <w:r>
        <w:rPr>
          <w:rFonts w:ascii="Times New Roman" w:hAnsi="Times New Roman" w:cs="Times New Roman" w:hint="eastAsia"/>
          <w:color w:val="auto"/>
          <w:lang w:eastAsia="zh-CN"/>
        </w:rPr>
        <w:t>右</w:t>
      </w:r>
      <w:r>
        <w:rPr>
          <w:rFonts w:ascii="Times New Roman" w:hAnsi="Times New Roman" w:cs="Times New Roman"/>
          <w:color w:val="auto"/>
        </w:rPr>
        <w:t>：</w:t>
      </w:r>
    </w:p>
    <w:p>
      <w:pPr>
        <w:keepNext w:val="0"/>
        <w:keepLines w:val="0"/>
        <w:pageBreakBefore w:val="0"/>
        <w:widowControl w:val="0"/>
        <w:kinsoku/>
        <w:wordWrap/>
        <w:overflowPunct/>
        <w:topLinePunct w:val="0"/>
        <w:autoSpaceDE/>
        <w:autoSpaceDN/>
        <w:bidi w:val="0"/>
        <w:adjustRightInd/>
        <w:spacing w:line="240" w:lineRule="auto"/>
        <w:ind w:firstLine="1260" w:firstLineChars="600"/>
        <w:jc w:val="left"/>
        <w:textAlignment w:val="center"/>
        <w:rPr>
          <w:rFonts w:ascii="Times New Roman" w:hAnsi="Times New Roman" w:cs="Times New Roman"/>
          <w:color w:val="auto"/>
        </w:rPr>
      </w:pPr>
      <w:r>
        <w:rPr>
          <w:rFonts w:ascii="宋体" w:hAnsi="宋体" w:hint="eastAsia"/>
          <w:color w:val="auto"/>
        </w:rPr>
        <w:t>∴</w:t>
      </w:r>
      <w:r>
        <w:rPr>
          <w:rFonts w:ascii="Times New Roman" w:hAnsi="Times New Roman" w:cs="Times New Roman"/>
          <w:color w:val="auto"/>
        </w:rPr>
        <w:t>共有</w:t>
      </w:r>
      <w:r>
        <w:rPr>
          <w:rFonts w:ascii="Times New Roman" w:eastAsia="Times New Roman" w:hAnsi="Times New Roman" w:cs="Times New Roman"/>
          <w:color w:val="auto"/>
        </w:rPr>
        <w:t>6</w:t>
      </w:r>
      <w:r>
        <w:rPr>
          <w:rFonts w:ascii="Times New Roman" w:hAnsi="Times New Roman" w:cs="Times New Roman"/>
          <w:color w:val="auto"/>
        </w:rPr>
        <w:t>种结果，其中“客厅灯和楼梯灯亮了”的有</w:t>
      </w:r>
      <w:r>
        <w:rPr>
          <w:rFonts w:ascii="Times New Roman" w:eastAsia="Times New Roman" w:hAnsi="Times New Roman" w:cs="Times New Roman"/>
          <w:color w:val="auto"/>
        </w:rPr>
        <w:t>2</w:t>
      </w:r>
      <w:r>
        <w:rPr>
          <w:rFonts w:ascii="Times New Roman" w:hAnsi="Times New Roman" w:cs="Times New Roman"/>
          <w:color w:val="auto"/>
        </w:rPr>
        <w:t>种，</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4</w:t>
      </w:r>
      <w:r>
        <w:rPr>
          <w:rFonts w:ascii="Times New Roman" w:hAnsi="Times New Roman" w:cs="Times New Roman" w:hint="default"/>
          <w:color w:val="auto"/>
          <w:szCs w:val="21"/>
        </w:rPr>
        <w:t>分</w:t>
      </w:r>
    </w:p>
    <w:p>
      <w:pPr>
        <w:pStyle w:val="Normal51"/>
        <w:keepNext w:val="0"/>
        <w:keepLines w:val="0"/>
        <w:pageBreakBefore w:val="0"/>
        <w:widowControl w:val="0"/>
        <w:kinsoku/>
        <w:wordWrap/>
        <w:overflowPunct/>
        <w:topLinePunct w:val="0"/>
        <w:autoSpaceDE/>
        <w:autoSpaceDN/>
        <w:bidi w:val="0"/>
        <w:adjustRightInd/>
        <w:spacing w:line="240" w:lineRule="auto"/>
        <w:ind w:firstLine="1260" w:firstLineChars="600"/>
        <w:rPr>
          <w:rFonts w:ascii="Times New Roman" w:hAnsi="Times New Roman" w:cs="Times New Roman" w:hint="default"/>
          <w:szCs w:val="21"/>
        </w:rPr>
      </w:pPr>
      <w:r>
        <w:pict>
          <v:shape id="图片 1492" o:spid="_x0000_s1058" type="#_x0000_t75" style="width:106.65pt;height:60pt;margin-top:30.35pt;margin-left:272.5pt;mso-wrap-style:square;position:absolute;z-index:-251654144" o:preferrelative="t" filled="f" stroked="f">
            <v:stroke linestyle="single"/>
            <v:imagedata r:id="rId69" o:title=""/>
            <v:path o:extrusionok="f"/>
            <o:lock v:ext="edit" aspectratio="t"/>
          </v:shape>
        </w:pict>
      </w:r>
      <w:r>
        <w:rPr>
          <w:rFonts w:ascii="宋体" w:hAnsi="宋体" w:hint="eastAsia"/>
          <w:color w:val="auto"/>
        </w:rPr>
        <w:t>∴</w:t>
      </w:r>
      <w:r>
        <w:rPr>
          <w:rFonts w:ascii="Times New Roman" w:eastAsia="Times New Roman" w:hAnsi="Times New Roman" w:cs="Times New Roman"/>
          <w:i/>
          <w:color w:val="auto"/>
        </w:rPr>
        <w:t>P</w:t>
      </w:r>
      <w:r>
        <w:rPr>
          <w:rFonts w:ascii="Times New Roman" w:hAnsi="Times New Roman" w:cs="Times New Roman"/>
          <w:color w:val="auto"/>
        </w:rPr>
        <w:t>（客厅灯和楼梯灯都亮了）</w:t>
      </w:r>
      <w:r>
        <w:rPr>
          <w:rFonts w:ascii="Times New Roman" w:hAnsi="Times New Roman" w:cs="Times New Roman" w:hint="eastAsia"/>
          <w:color w:val="auto"/>
          <w:lang w:val="en-US" w:eastAsia="zh-CN"/>
        </w:rPr>
        <w:t>=</w:t>
      </w:r>
      <w:r>
        <w:rPr>
          <w:rFonts w:ascii="Times New Roman" w:hAnsi="Times New Roman" w:cs="Times New Roman" w:hint="eastAsia"/>
          <w:color w:val="auto"/>
          <w:position w:val="-22"/>
          <w:lang w:val="en-US" w:eastAsia="zh-CN"/>
        </w:rPr>
        <w:object>
          <v:shape id="Object 1758" o:spid="_x0000_i1059" type="#_x0000_t75" style="width:28.01pt;height:28.98pt;mso-position-horizontal-relative:page;mso-position-vertical-relative:page;mso-wrap-style:square" o:oleicon="f" o:ole="" o:preferrelative="t" filled="f" stroked="f">
            <v:stroke linestyle="single"/>
            <v:imagedata r:id="rId70" o:title=""/>
            <v:path o:extrusionok="f"/>
            <o:lock v:ext="edit" aspectratio="t"/>
          </v:shape>
          <o:OLEObject Type="Embed" ProgID="Equation.DSMT4" ShapeID="Object 1758" DrawAspect="Content" ObjectID="_1234567921" r:id="rId71"/>
        </w:object>
      </w:r>
      <w:r>
        <w:rPr>
          <w:rFonts w:ascii="Times New Roman" w:hAnsi="Times New Roman" w:cs="Times New Roman"/>
          <w:color w:val="auto"/>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r>
        <w:rPr>
          <w:rFonts w:ascii="Times New Roman" w:hAnsi="Times New Roman" w:cs="Times New Roman" w:hint="eastAsia"/>
          <w:szCs w:val="21"/>
          <w:lang w:val="en-US" w:eastAsia="zh-CN"/>
        </w:rPr>
        <w:t xml:space="preserve">                  </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rightChars="0"/>
        <w:rPr>
          <w:rFonts w:ascii="Times New Roman" w:eastAsia="宋体" w:hAnsi="Times New Roman" w:cs="Times New Roman" w:hint="eastAsia"/>
          <w:bCs/>
          <w:szCs w:val="21"/>
          <w:lang w:eastAsia="zh-CN"/>
        </w:rPr>
      </w:pPr>
      <w:r>
        <w:rPr>
          <w:rFonts w:ascii="Times New Roman" w:hAnsi="Times New Roman" w:cs="Times New Roman" w:hint="eastAsia"/>
          <w:color w:val="auto"/>
          <w:szCs w:val="21"/>
          <w:lang w:val="en-US" w:eastAsia="zh-CN"/>
        </w:rPr>
        <w:t>16、</w:t>
      </w:r>
      <w:r>
        <w:rPr>
          <w:rFonts w:ascii="Times New Roman" w:eastAsia="新宋体" w:hAnsi="Times New Roman" w:hint="eastAsia"/>
          <w:sz w:val="21"/>
          <w:szCs w:val="21"/>
        </w:rPr>
        <w:t>解：</w:t>
      </w:r>
      <w:r>
        <w:rPr>
          <w:rFonts w:ascii="Times New Roman" w:hAnsi="Times New Roman" w:cs="Times New Roman" w:hint="default"/>
          <w:bCs/>
          <w:szCs w:val="21"/>
        </w:rPr>
        <w:t>（1）</w:t>
      </w:r>
      <w:r>
        <w:rPr>
          <w:rFonts w:ascii="Times New Roman" w:hAnsi="Times New Roman" w:cs="Times New Roman" w:hint="eastAsia"/>
          <w:bCs/>
          <w:szCs w:val="21"/>
          <w:lang w:eastAsia="zh-CN"/>
        </w:rPr>
        <w:t>如图（</w:t>
      </w:r>
      <w:r>
        <w:rPr>
          <w:rFonts w:ascii="Times New Roman" w:hAnsi="Times New Roman" w:cs="Times New Roman" w:hint="eastAsia"/>
          <w:bCs/>
          <w:szCs w:val="21"/>
          <w:lang w:val="en-US" w:eastAsia="zh-CN"/>
        </w:rPr>
        <w:t>1</w:t>
      </w:r>
      <w:r>
        <w:rPr>
          <w:rFonts w:ascii="Times New Roman" w:hAnsi="Times New Roman" w:cs="Times New Roman" w:hint="eastAsia"/>
          <w:bCs/>
          <w:szCs w:val="21"/>
          <w:lang w:eastAsia="zh-CN"/>
        </w:rPr>
        <w:t>）；</w:t>
      </w:r>
      <w:r>
        <w:rPr>
          <w:rFonts w:ascii="Times New Roman" w:hAnsi="Times New Roman" w:cs="Times New Roman" w:hint="eastAsia"/>
          <w:bCs/>
          <w:szCs w:val="21"/>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1260" w:rightChars="0" w:firstLineChars="600"/>
        <w:rPr>
          <w:rFonts w:ascii="Times New Roman" w:eastAsia="新宋体" w:hAnsi="Times New Roman" w:hint="eastAsia"/>
          <w:sz w:val="21"/>
          <w:szCs w:val="21"/>
        </w:rPr>
      </w:pPr>
      <w:r>
        <w:rPr>
          <w:rFonts w:ascii="Times New Roman" w:hAnsi="Times New Roman" w:cs="Times New Roman" w:hint="eastAsia"/>
          <w:i/>
          <w:iCs/>
          <w:color w:val="auto"/>
          <w:lang w:val="en-US" w:eastAsia="zh-CN"/>
        </w:rPr>
        <w:t>MD</w:t>
      </w:r>
      <w:r>
        <w:rPr>
          <w:rFonts w:ascii="Times New Roman" w:hAnsi="Times New Roman" w:cs="Times New Roman" w:hint="eastAsia"/>
          <w:i w:val="0"/>
          <w:iCs w:val="0"/>
          <w:color w:val="auto"/>
          <w:lang w:val="en-US" w:eastAsia="zh-CN"/>
        </w:rPr>
        <w:t>即为所作</w:t>
      </w:r>
      <w:r>
        <w:rPr>
          <w:rFonts w:ascii="Times New Roman" w:hAnsi="Times New Roman" w:cs="Times New Roman" w:hint="eastAsia"/>
          <w:color w:val="auto"/>
          <w:lang w:val="en-US" w:eastAsia="zh-CN"/>
        </w:rPr>
        <w:t>的中垂线</w:t>
      </w:r>
      <w:r>
        <w:rPr>
          <w:rFonts w:ascii="Times New Roman" w:hAnsi="Times New Roman" w:cs="Times New Roman" w:hint="eastAsia"/>
          <w:bCs/>
          <w:szCs w:val="21"/>
          <w:lang w:eastAsia="zh-CN"/>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3</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630" w:firstLineChars="300"/>
        <w:jc w:val="left"/>
        <w:textAlignment w:val="center"/>
        <w:rPr>
          <w:rFonts w:ascii="Times New Roman" w:hAnsi="Times New Roman" w:cs="Times New Roman" w:hint="default"/>
          <w:bCs/>
          <w:szCs w:val="21"/>
        </w:rPr>
      </w:pPr>
      <w:r>
        <w:rPr>
          <w:rFonts w:ascii="Times New Roman" w:hAnsi="Times New Roman" w:cs="Times New Roman" w:hint="default"/>
          <w:bCs/>
          <w:szCs w:val="21"/>
        </w:rPr>
        <w:t>（2）</w:t>
      </w:r>
      <w:r>
        <w:rPr>
          <w:rFonts w:ascii="Times New Roman" w:hAnsi="Times New Roman" w:cs="Times New Roman" w:hint="eastAsia"/>
          <w:bCs/>
          <w:szCs w:val="21"/>
          <w:lang w:eastAsia="zh-CN"/>
        </w:rPr>
        <w:t>如图（</w:t>
      </w:r>
      <w:r>
        <w:rPr>
          <w:rFonts w:ascii="Times New Roman" w:hAnsi="Times New Roman" w:cs="Times New Roman" w:hint="eastAsia"/>
          <w:bCs/>
          <w:szCs w:val="21"/>
          <w:lang w:val="en-US" w:eastAsia="zh-CN"/>
        </w:rPr>
        <w:t>2</w:t>
      </w:r>
      <w:r>
        <w:rPr>
          <w:rFonts w:ascii="Times New Roman" w:hAnsi="Times New Roman" w:cs="Times New Roman" w:hint="eastAsia"/>
          <w:bCs/>
          <w:szCs w:val="21"/>
          <w:lang w:eastAsia="zh-CN"/>
        </w:rPr>
        <w:t>）；</w:t>
      </w:r>
      <w:r>
        <w:rPr>
          <w:rFonts w:ascii="Times New Roman" w:hAnsi="Times New Roman" w:cs="Times New Roman" w:hint="eastAsia"/>
          <w:bCs/>
          <w:szCs w:val="21"/>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5</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240" w:lineRule="auto"/>
        <w:ind w:firstLine="1260" w:firstLineChars="600"/>
        <w:jc w:val="left"/>
        <w:textAlignment w:val="center"/>
        <w:rPr>
          <w:rFonts w:ascii="Times New Roman" w:hAnsi="Times New Roman" w:cs="Times New Roman" w:hint="default"/>
          <w:b/>
          <w:color w:val="auto"/>
          <w:szCs w:val="22"/>
        </w:rPr>
      </w:pPr>
      <w:r>
        <w:rPr>
          <w:rFonts w:ascii="Times New Roman" w:hAnsi="Times New Roman" w:cs="Times New Roman" w:hint="eastAsia"/>
          <w:i/>
          <w:iCs/>
          <w:color w:val="auto"/>
          <w:lang w:val="en-US" w:eastAsia="zh-CN"/>
        </w:rPr>
        <w:t>DEFQ</w:t>
      </w:r>
      <w:r>
        <w:rPr>
          <w:rFonts w:ascii="Times New Roman" w:hAnsi="Times New Roman" w:cs="Times New Roman" w:hint="eastAsia"/>
          <w:i w:val="0"/>
          <w:iCs w:val="0"/>
          <w:color w:val="auto"/>
          <w:lang w:val="en-US" w:eastAsia="zh-CN"/>
        </w:rPr>
        <w:t>即为所作</w:t>
      </w:r>
      <w:r>
        <w:rPr>
          <w:rFonts w:ascii="Times New Roman" w:hAnsi="Times New Roman" w:cs="Times New Roman" w:hint="eastAsia"/>
          <w:color w:val="auto"/>
          <w:lang w:val="en-US" w:eastAsia="zh-CN"/>
        </w:rPr>
        <w:t>的</w:t>
      </w:r>
      <w:r>
        <w:rPr>
          <w:rFonts w:ascii="Times New Roman" w:hAnsi="Times New Roman" w:cs="Times New Roman" w:hint="eastAsia"/>
          <w:lang w:val="en-US" w:eastAsia="zh-CN"/>
        </w:rPr>
        <w:t>菱形</w:t>
      </w:r>
      <w:r>
        <w:rPr>
          <w:rFonts w:ascii="Times New Roman" w:hAnsi="Times New Roman" w:cs="Times New Roman" w:hint="default"/>
          <w:bCs/>
          <w:szCs w:val="21"/>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pacing w:line="240" w:lineRule="auto"/>
      </w:pPr>
      <w:r>
        <w:rPr>
          <w:rFonts w:ascii="Times New Roman" w:hAnsi="Times New Roman" w:cs="Times New Roman" w:hint="default"/>
          <w:color w:val="auto"/>
        </w:rPr>
        <w:t>17、</w:t>
      </w:r>
      <w:r>
        <w:rPr>
          <w:rFonts w:ascii="Times New Roman" w:eastAsia="新宋体" w:hAnsi="Times New Roman" w:hint="eastAsia"/>
          <w:szCs w:val="21"/>
        </w:rPr>
        <w:t>解：如图所示，过点</w:t>
      </w:r>
      <w:r>
        <w:rPr>
          <w:rFonts w:ascii="Times New Roman" w:eastAsia="新宋体" w:hAnsi="Times New Roman" w:hint="eastAsia"/>
          <w:i/>
          <w:szCs w:val="21"/>
        </w:rPr>
        <w:t>B</w:t>
      </w:r>
      <w:r>
        <w:rPr>
          <w:rFonts w:ascii="Times New Roman" w:eastAsia="新宋体" w:hAnsi="Times New Roman" w:hint="eastAsia"/>
          <w:szCs w:val="21"/>
        </w:rPr>
        <w:t>、</w:t>
      </w:r>
      <w:r>
        <w:rPr>
          <w:rFonts w:ascii="Times New Roman" w:eastAsia="新宋体" w:hAnsi="Times New Roman" w:hint="eastAsia"/>
          <w:i/>
          <w:szCs w:val="21"/>
        </w:rPr>
        <w:t>D</w:t>
      </w:r>
      <w:r>
        <w:rPr>
          <w:rFonts w:ascii="Times New Roman" w:eastAsia="新宋体" w:hAnsi="Times New Roman" w:hint="eastAsia"/>
          <w:szCs w:val="21"/>
        </w:rPr>
        <w:t>分别作</w:t>
      </w:r>
      <w:r>
        <w:rPr>
          <w:rFonts w:ascii="Times New Roman" w:eastAsia="新宋体" w:hAnsi="Times New Roman" w:hint="eastAsia"/>
          <w:i/>
          <w:szCs w:val="21"/>
        </w:rPr>
        <w:t>y</w:t>
      </w:r>
      <w:r>
        <w:rPr>
          <w:rFonts w:ascii="Times New Roman" w:eastAsia="新宋体" w:hAnsi="Times New Roman" w:hint="eastAsia"/>
          <w:szCs w:val="21"/>
        </w:rPr>
        <w:t>＝2</w:t>
      </w:r>
      <w:r>
        <w:rPr>
          <w:rFonts w:ascii="Times New Roman" w:eastAsia="新宋体" w:hAnsi="Times New Roman" w:hint="eastAsia"/>
          <w:i/>
          <w:szCs w:val="21"/>
        </w:rPr>
        <w:t>x</w:t>
      </w:r>
      <w:r>
        <w:rPr>
          <w:rFonts w:ascii="Times New Roman" w:eastAsia="新宋体" w:hAnsi="Times New Roman" w:hint="eastAsia"/>
          <w:szCs w:val="21"/>
        </w:rPr>
        <w:t>+1的平行线，交</w:t>
      </w:r>
      <w:r>
        <w:rPr>
          <w:rFonts w:ascii="Times New Roman" w:eastAsia="新宋体" w:hAnsi="Times New Roman" w:hint="eastAsia"/>
          <w:i/>
          <w:szCs w:val="21"/>
        </w:rPr>
        <w:t>AD</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于点</w:t>
      </w:r>
      <w:r>
        <w:rPr>
          <w:rFonts w:ascii="Times New Roman" w:eastAsia="新宋体" w:hAnsi="Times New Roman" w:hint="eastAsia"/>
          <w:i/>
          <w:szCs w:val="21"/>
        </w:rPr>
        <w:t>E</w:t>
      </w:r>
      <w:r>
        <w:rPr>
          <w:rFonts w:ascii="Times New Roman" w:eastAsia="新宋体" w:hAnsi="Times New Roman" w:hint="eastAsia"/>
          <w:szCs w:val="21"/>
        </w:rPr>
        <w:t>、</w:t>
      </w:r>
      <w:r>
        <w:rPr>
          <w:rFonts w:ascii="Times New Roman" w:eastAsia="新宋体" w:hAnsi="Times New Roman" w:hint="eastAsia"/>
          <w:i/>
          <w:szCs w:val="21"/>
        </w:rPr>
        <w:t>F</w:t>
      </w:r>
      <w:r>
        <w:rPr>
          <w:rFonts w:ascii="Times New Roman" w:eastAsia="新宋体" w:hAnsi="Times New Roman" w:hint="eastAsia"/>
          <w:szCs w:val="21"/>
        </w:rPr>
        <w:t>．</w:t>
      </w:r>
    </w:p>
    <w:p>
      <w:pPr>
        <w:keepNext w:val="0"/>
        <w:keepLines w:val="0"/>
        <w:pageBreakBefore w:val="0"/>
        <w:widowControl w:val="0"/>
        <w:kinsoku/>
        <w:wordWrap/>
        <w:overflowPunct/>
        <w:topLinePunct w:val="0"/>
        <w:autoSpaceDE/>
        <w:autoSpaceDN/>
        <w:bidi w:val="0"/>
        <w:adjustRightInd/>
        <w:spacing w:line="240" w:lineRule="auto"/>
        <w:ind w:left="273" w:firstLine="420" w:leftChars="130" w:firstLineChars="200"/>
        <w:rPr>
          <w:rFonts w:ascii="Times New Roman" w:eastAsia="新宋体" w:hAnsi="Times New Roman" w:hint="eastAsia"/>
          <w:szCs w:val="21"/>
          <w:lang w:val="en-US" w:eastAsia="zh-CN"/>
        </w:rPr>
      </w:pPr>
      <w:r>
        <w:rPr>
          <w:rFonts w:ascii="Times New Roman" w:eastAsia="新宋体" w:hAnsi="Times New Roman" w:hint="eastAsia"/>
          <w:szCs w:val="21"/>
        </w:rPr>
        <w:pict>
          <v:shape id="图片 1320" o:spid="_x0000_s1060" type="#_x0000_t75" alt=" " style="width:96.6pt;height:81pt;margin-top:631.45pt;margin-left:367.55pt;mso-position-horizontal-relative:page;mso-position-vertical-relative:page;mso-wrap-style:square;position:absolute;z-index:-251645952" o:preferrelative="t" filled="f" stroked="f">
            <v:stroke linestyle="single"/>
            <v:imagedata r:id="rId72" o:title=" "/>
            <v:path o:extrusionok="f"/>
            <o:lock v:ext="edit" aspectratio="t"/>
          </v:shape>
        </w:pict>
      </w:r>
      <w:r>
        <w:rPr>
          <w:rFonts w:ascii="Times New Roman" w:eastAsia="新宋体" w:hAnsi="Times New Roman" w:hint="eastAsia"/>
          <w:szCs w:val="21"/>
        </w:rPr>
        <w:t>由图象和题意可得</w:t>
      </w:r>
      <w:r>
        <w:rPr>
          <w:rFonts w:ascii="Times New Roman" w:eastAsia="新宋体" w:hAnsi="Times New Roman" w:hint="eastAsia"/>
          <w:szCs w:val="21"/>
          <w:lang w:eastAsia="zh-CN"/>
        </w:rPr>
        <w:t>：</w:t>
      </w:r>
    </w:p>
    <w:p>
      <w:pPr>
        <w:keepNext w:val="0"/>
        <w:keepLines w:val="0"/>
        <w:pageBreakBefore w:val="0"/>
        <w:widowControl w:val="0"/>
        <w:kinsoku/>
        <w:wordWrap/>
        <w:overflowPunct/>
        <w:topLinePunct w:val="0"/>
        <w:autoSpaceDE/>
        <w:autoSpaceDN/>
        <w:bidi w:val="0"/>
        <w:adjustRightInd/>
        <w:spacing w:line="240" w:lineRule="auto"/>
        <w:ind w:left="273" w:firstLine="420" w:leftChars="130" w:firstLineChars="200"/>
        <w:rPr>
          <w:rFonts w:ascii="Times New Roman" w:eastAsia="新宋体" w:hAnsi="Times New Roman" w:hint="eastAsia"/>
          <w:szCs w:val="21"/>
        </w:rPr>
      </w:pPr>
      <w:r>
        <w:rPr>
          <w:rFonts w:ascii="Times New Roman" w:eastAsia="新宋体" w:hAnsi="Times New Roman" w:hint="eastAsia"/>
          <w:i/>
          <w:szCs w:val="21"/>
        </w:rPr>
        <w:t>AE</w:t>
      </w:r>
      <w:r>
        <w:rPr>
          <w:rFonts w:ascii="Times New Roman" w:eastAsia="新宋体" w:hAnsi="Times New Roman" w:hint="eastAsia"/>
          <w:szCs w:val="21"/>
        </w:rPr>
        <w:t>＝4－3＝1，</w:t>
      </w:r>
      <w:r>
        <w:rPr>
          <w:rFonts w:ascii="Times New Roman" w:eastAsia="新宋体" w:hAnsi="Times New Roman" w:hint="eastAsia"/>
          <w:i/>
          <w:szCs w:val="21"/>
        </w:rPr>
        <w:t>CF</w:t>
      </w:r>
      <w:r>
        <w:rPr>
          <w:rFonts w:ascii="Times New Roman" w:eastAsia="新宋体" w:hAnsi="Times New Roman" w:hint="eastAsia"/>
          <w:szCs w:val="21"/>
        </w:rPr>
        <w:t>＝8－7＝1，</w:t>
      </w:r>
    </w:p>
    <w:p>
      <w:pPr>
        <w:keepNext w:val="0"/>
        <w:keepLines w:val="0"/>
        <w:pageBreakBefore w:val="0"/>
        <w:widowControl w:val="0"/>
        <w:kinsoku/>
        <w:wordWrap/>
        <w:overflowPunct/>
        <w:topLinePunct w:val="0"/>
        <w:autoSpaceDE/>
        <w:autoSpaceDN/>
        <w:bidi w:val="0"/>
        <w:adjustRightInd/>
        <w:spacing w:line="240" w:lineRule="auto"/>
        <w:ind w:left="273" w:firstLine="420" w:leftChars="130" w:firstLineChars="200"/>
      </w:pPr>
      <w:r>
        <w:rPr>
          <w:rFonts w:ascii="Times New Roman" w:eastAsia="新宋体" w:hAnsi="Times New Roman" w:hint="eastAsia"/>
          <w:i/>
          <w:szCs w:val="21"/>
        </w:rPr>
        <w:t>BE</w:t>
      </w:r>
      <w:r>
        <w:rPr>
          <w:rFonts w:ascii="Times New Roman" w:eastAsia="新宋体" w:hAnsi="Times New Roman" w:hint="eastAsia"/>
          <w:szCs w:val="21"/>
        </w:rPr>
        <w:t>＝</w:t>
      </w:r>
      <w:r>
        <w:rPr>
          <w:rFonts w:ascii="Times New Roman" w:eastAsia="新宋体" w:hAnsi="Times New Roman" w:hint="eastAsia"/>
          <w:i/>
          <w:szCs w:val="21"/>
        </w:rPr>
        <w:t>DF</w:t>
      </w:r>
      <w:r>
        <w:rPr>
          <w:rFonts w:ascii="Times New Roman" w:eastAsia="新宋体" w:hAnsi="Times New Roman" w:hint="eastAsia"/>
          <w:szCs w:val="21"/>
        </w:rPr>
        <w:t>＝</w:t>
      </w:r>
      <w:r>
        <w:rPr>
          <w:rFonts w:ascii="Times New Roman" w:hAnsi="Times New Roman" w:cs="Times New Roman" w:hint="eastAsia"/>
          <w:color w:val="auto"/>
          <w:position w:val="-8"/>
          <w:lang w:val="en-US" w:eastAsia="zh-CN"/>
        </w:rPr>
        <w:object>
          <v:shape id="Object 1759" o:spid="_x0000_i1061" type="#_x0000_t75" style="width:17.02pt;height:17.02pt;mso-position-horizontal-relative:page;mso-position-vertical-relative:page;mso-wrap-style:square" o:oleicon="f" o:ole="" o:preferrelative="t" filled="f" stroked="f">
            <v:stroke linestyle="single"/>
            <v:imagedata r:id="rId73" o:title=""/>
            <v:path o:extrusionok="f"/>
            <o:lock v:ext="edit" aspectratio="t"/>
          </v:shape>
          <o:OLEObject Type="Embed" ProgID="Equation.DSMT4" ShapeID="Object 1759" DrawAspect="Content" ObjectID="_1234567922" r:id="rId74"/>
        </w:objec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w:t>
      </w:r>
      <w:r>
        <w:rPr>
          <w:rFonts w:ascii="Times New Roman" w:eastAsia="新宋体" w:hAnsi="Times New Roman" w:hint="eastAsia"/>
          <w:i/>
          <w:szCs w:val="21"/>
        </w:rPr>
        <w:t>DE</w:t>
      </w:r>
      <w:r>
        <w:rPr>
          <w:rFonts w:ascii="Times New Roman" w:eastAsia="新宋体" w:hAnsi="Times New Roman" w:hint="eastAsia"/>
          <w:szCs w:val="21"/>
        </w:rPr>
        <w:t>＝7</w:t>
      </w:r>
      <w:r>
        <w:rPr>
          <w:rFonts w:ascii="Times New Roman" w:eastAsia="新宋体" w:hAnsi="Times New Roman" w:hint="eastAsia"/>
          <w:szCs w:val="21"/>
        </w:rPr>
        <w:t>﹣</w:t>
      </w:r>
      <w:r>
        <w:rPr>
          <w:rFonts w:ascii="Times New Roman" w:eastAsia="新宋体" w:hAnsi="Times New Roman" w:hint="eastAsia"/>
          <w:szCs w:val="21"/>
        </w:rPr>
        <w:t>4＝3，</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3</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pacing w:line="240" w:lineRule="auto"/>
        <w:ind w:left="273" w:firstLine="420" w:leftChars="130" w:firstLineChars="200"/>
        <w:rPr>
          <w:rFonts w:ascii="Times New Roman" w:eastAsia="新宋体" w:hAnsi="Times New Roman" w:hint="eastAsia"/>
          <w:szCs w:val="21"/>
        </w:rPr>
      </w:pPr>
      <w:r>
        <w:rPr>
          <w:rFonts w:ascii="Times New Roman" w:eastAsia="新宋体" w:hAnsi="Times New Roman" w:hint="eastAsia"/>
          <w:szCs w:val="21"/>
        </w:rPr>
        <w:t>则</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hAnsi="Times New Roman" w:cs="Times New Roman" w:hint="eastAsia"/>
          <w:color w:val="auto"/>
          <w:position w:val="-6"/>
          <w:lang w:val="en-US" w:eastAsia="zh-CN"/>
        </w:rPr>
        <w:object>
          <v:shape id="Object 1760" o:spid="_x0000_i1062" type="#_x0000_t75" style="width:60.95pt;height:17.99pt;mso-position-horizontal-relative:page;mso-position-vertical-relative:page;mso-wrap-style:square" o:oleicon="f" o:ole="" o:preferrelative="t" filled="f" stroked="f">
            <v:stroke linestyle="single"/>
            <v:imagedata r:id="rId75" o:title=""/>
            <v:path o:extrusionok="f"/>
            <o:lock v:ext="edit" aspectratio="t"/>
          </v:shape>
          <o:OLEObject Type="Embed" ProgID="Equation.DSMT4" ShapeID="Object 1760" DrawAspect="Content" ObjectID="_1234567923" r:id="rId76"/>
        </w:object>
      </w:r>
      <w:r>
        <w:rPr>
          <w:rFonts w:ascii="Times New Roman" w:eastAsia="新宋体" w:hAnsi="Times New Roman" w:hint="eastAsia"/>
          <w:szCs w:val="21"/>
        </w:rPr>
        <w:t>＝</w:t>
      </w:r>
      <w:r>
        <w:rPr>
          <w:rFonts w:ascii="Times New Roman" w:hAnsi="Times New Roman" w:cs="Times New Roman" w:hint="eastAsia"/>
          <w:color w:val="auto"/>
          <w:position w:val="-8"/>
          <w:lang w:val="en-US" w:eastAsia="zh-CN"/>
        </w:rPr>
        <w:object>
          <v:shape id="Object 1761" o:spid="_x0000_i1063" type="#_x0000_t75" style="width:31.01pt;height:17.02pt;mso-position-horizontal-relative:page;mso-position-vertical-relative:page;mso-wrap-style:square" o:oleicon="f" o:ole="" o:preferrelative="t" filled="f" stroked="f">
            <v:stroke linestyle="single"/>
            <v:imagedata r:id="rId77" o:title=""/>
            <v:path o:extrusionok="f"/>
            <o:lock v:ext="edit" aspectratio="t"/>
          </v:shape>
          <o:OLEObject Type="Embed" ProgID="Equation.DSMT4" ShapeID="Object 1761" DrawAspect="Content" ObjectID="_1234567924" r:id="rId78"/>
        </w:object>
      </w:r>
      <w:r>
        <w:rPr>
          <w:rFonts w:ascii="Times New Roman" w:eastAsia="新宋体" w:hAnsi="Times New Roman" w:hint="eastAsia"/>
          <w:szCs w:val="21"/>
        </w:rPr>
        <w:t>＝2，</w:t>
      </w:r>
    </w:p>
    <w:p>
      <w:pPr>
        <w:keepNext w:val="0"/>
        <w:keepLines w:val="0"/>
        <w:pageBreakBefore w:val="0"/>
        <w:widowControl w:val="0"/>
        <w:kinsoku/>
        <w:wordWrap/>
        <w:overflowPunct/>
        <w:topLinePunct w:val="0"/>
        <w:autoSpaceDE/>
        <w:autoSpaceDN/>
        <w:bidi w:val="0"/>
        <w:adjustRightInd/>
        <w:spacing w:line="240" w:lineRule="auto"/>
        <w:ind w:left="273" w:firstLine="420" w:leftChars="130" w:firstLineChars="200"/>
      </w:pPr>
      <w:r>
        <w:rPr>
          <w:rFonts w:ascii="Times New Roman" w:eastAsia="新宋体" w:hAnsi="Times New Roman" w:hint="eastAsia"/>
          <w:i/>
          <w:szCs w:val="21"/>
        </w:rPr>
        <w:t>BC</w:t>
      </w:r>
      <w:r>
        <w:rPr>
          <w:rFonts w:ascii="Times New Roman" w:eastAsia="新宋体" w:hAnsi="Times New Roman" w:hint="eastAsia"/>
          <w:szCs w:val="21"/>
        </w:rPr>
        <w:t>＝</w:t>
      </w:r>
      <w:r>
        <w:rPr>
          <w:rFonts w:ascii="Times New Roman" w:eastAsia="新宋体" w:hAnsi="Times New Roman" w:hint="eastAsia"/>
          <w:i/>
          <w:szCs w:val="21"/>
        </w:rPr>
        <w:t>BF</w:t>
      </w:r>
      <w:r>
        <w:rPr>
          <w:rFonts w:ascii="Times New Roman" w:eastAsia="新宋体" w:hAnsi="Times New Roman" w:hint="eastAsia"/>
          <w:szCs w:val="21"/>
        </w:rPr>
        <w:t>+</w:t>
      </w:r>
      <w:r>
        <w:rPr>
          <w:rFonts w:ascii="Times New Roman" w:eastAsia="新宋体" w:hAnsi="Times New Roman" w:hint="eastAsia"/>
          <w:i/>
          <w:szCs w:val="21"/>
        </w:rPr>
        <w:t>CF</w:t>
      </w:r>
      <w:r>
        <w:rPr>
          <w:rFonts w:ascii="Times New Roman" w:eastAsia="新宋体" w:hAnsi="Times New Roman" w:hint="eastAsia"/>
          <w:szCs w:val="21"/>
        </w:rPr>
        <w:t>＝3+1＝4，</w:t>
      </w:r>
      <w:r>
        <w:rPr>
          <w:rFonts w:ascii="Times New Roman" w:eastAsia="新宋体" w:hAnsi="Times New Roman" w:hint="eastAsia"/>
          <w:szCs w:val="21"/>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5</w:t>
      </w:r>
      <w:r>
        <w:rPr>
          <w:rFonts w:ascii="Times New Roman" w:hAnsi="Times New Roman" w:cs="Times New Roman" w:hint="default"/>
          <w:color w:val="auto"/>
          <w:szCs w:val="21"/>
        </w:rPr>
        <w:t>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right="0" w:firstLine="630" w:rightChars="0" w:firstLineChars="300"/>
        <w:rPr>
          <w:rFonts w:ascii="Times New Roman" w:hAnsi="Times New Roman" w:cs="Times New Roman" w:hint="eastAsia"/>
          <w:color w:val="auto"/>
          <w:szCs w:val="21"/>
          <w:lang w:val="en-US" w:eastAsia="zh-CN"/>
        </w:rPr>
      </w:pPr>
      <w:r>
        <w:rPr>
          <w:rFonts w:ascii="Times New Roman" w:eastAsia="新宋体" w:hAnsi="Times New Roman" w:hint="eastAsia"/>
          <w:szCs w:val="21"/>
        </w:rPr>
        <w:t>∴</w:t>
      </w:r>
      <w:r>
        <w:rPr>
          <w:rFonts w:ascii="Times New Roman" w:eastAsia="新宋体" w:hAnsi="Times New Roman" w:hint="eastAsia"/>
          <w:szCs w:val="21"/>
        </w:rPr>
        <w:t>矩形</w:t>
      </w:r>
      <w:r>
        <w:rPr>
          <w:rFonts w:ascii="Times New Roman" w:eastAsia="新宋体" w:hAnsi="Times New Roman" w:hint="eastAsia"/>
          <w:i/>
          <w:szCs w:val="21"/>
        </w:rPr>
        <w:t>ABCD</w:t>
      </w:r>
      <w:r>
        <w:rPr>
          <w:rFonts w:ascii="Times New Roman" w:eastAsia="新宋体" w:hAnsi="Times New Roman" w:hint="eastAsia"/>
          <w:szCs w:val="21"/>
        </w:rPr>
        <w:t>的面积为</w:t>
      </w:r>
      <w:r>
        <w:rPr>
          <w:rFonts w:ascii="Times New Roman" w:eastAsia="新宋体" w:hAnsi="Times New Roman" w:hint="eastAsia"/>
          <w:i/>
          <w:szCs w:val="21"/>
        </w:rPr>
        <w:t>AB</w:t>
      </w:r>
      <w:r>
        <w:rPr>
          <w:rFonts w:ascii="Times New Roman" w:eastAsia="新宋体" w:hAnsi="Times New Roman" w:hint="eastAsia"/>
          <w:szCs w:val="21"/>
        </w:rPr>
        <w:t>•</w:t>
      </w:r>
      <w:r>
        <w:rPr>
          <w:rFonts w:ascii="Times New Roman" w:eastAsia="新宋体" w:hAnsi="Times New Roman" w:hint="eastAsia"/>
          <w:i/>
          <w:szCs w:val="21"/>
        </w:rPr>
        <w:t>BC</w:t>
      </w:r>
      <w:r>
        <w:rPr>
          <w:rFonts w:ascii="Times New Roman" w:eastAsia="新宋体" w:hAnsi="Times New Roman" w:hint="eastAsia"/>
          <w:szCs w:val="21"/>
        </w:rPr>
        <w:t>＝2</w:t>
      </w:r>
      <w:r>
        <w:rPr>
          <w:rFonts w:ascii="Times New Roman" w:eastAsia="新宋体" w:hAnsi="Times New Roman" w:hint="eastAsia"/>
          <w:szCs w:val="21"/>
        </w:rPr>
        <w:t>×</w:t>
      </w:r>
      <w:r>
        <w:rPr>
          <w:rFonts w:ascii="Times New Roman" w:eastAsia="新宋体" w:hAnsi="Times New Roman" w:hint="eastAsia"/>
          <w:szCs w:val="21"/>
        </w:rPr>
        <w:t>4＝8．</w:t>
      </w:r>
      <w:r>
        <w:rPr>
          <w:rFonts w:ascii="Times New Roman" w:eastAsia="新宋体" w:hAnsi="Times New Roman" w:hint="eastAsia"/>
          <w:szCs w:val="21"/>
          <w:lang w:val="en-US" w:eastAsia="zh-CN"/>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color w:val="auto"/>
          <w:szCs w:val="22"/>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b/>
          <w:color w:val="auto"/>
          <w:szCs w:val="22"/>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ascii="Times New Roman" w:hAnsi="Times New Roman" w:cs="Times New Roman" w:hint="default"/>
          <w:color w:val="auto"/>
        </w:rPr>
      </w:pPr>
      <w:r>
        <w:rPr>
          <w:rFonts w:ascii="Times New Roman" w:hAnsi="Times New Roman" w:cs="Times New Roman" w:hint="default"/>
          <w:b/>
          <w:color w:val="auto"/>
          <w:szCs w:val="22"/>
        </w:rPr>
        <w:t>四、</w:t>
      </w:r>
      <w:r>
        <w:rPr>
          <w:rFonts w:ascii="Times New Roman" w:hAnsi="Times New Roman" w:cs="Times New Roman" w:hint="default"/>
          <w:b/>
          <w:color w:val="auto"/>
          <w:szCs w:val="21"/>
        </w:rPr>
        <w:t>（本大题共3小题，共24分）</w:t>
      </w:r>
    </w:p>
    <w:p>
      <w:pPr>
        <w:pStyle w:val="Normal41"/>
        <w:keepNext w:val="0"/>
        <w:keepLines w:val="0"/>
        <w:pageBreakBefore w:val="0"/>
        <w:widowControl w:val="0"/>
        <w:kinsoku/>
        <w:wordWrap/>
        <w:overflowPunct/>
        <w:topLinePunct w:val="0"/>
        <w:autoSpaceDE/>
        <w:autoSpaceDN/>
        <w:bidi w:val="0"/>
        <w:adjustRightInd/>
        <w:spacing w:line="240" w:lineRule="auto"/>
        <w:rPr>
          <w:rStyle w:val="DefaultParagraphFont"/>
          <w:rFonts w:ascii="Calibri" w:eastAsia="宋体" w:hAnsi="Calibri" w:cs="Times New Roman"/>
          <w:kern w:val="2"/>
          <w:sz w:val="21"/>
          <w:szCs w:val="22"/>
          <w:lang w:val="en-US" w:eastAsia="zh-CN" w:bidi="ar-SA"/>
        </w:rPr>
      </w:pPr>
      <w:r>
        <w:rPr>
          <w:rFonts w:ascii="Times New Roman" w:hAnsi="Times New Roman" w:cs="Times New Roman" w:hint="default"/>
          <w:color w:val="auto"/>
        </w:rPr>
        <w:t>18、</w:t>
      </w:r>
      <w:r>
        <w:rPr>
          <w:rStyle w:val="DefaultParagraphFont"/>
          <w:rFonts w:ascii="Times New Roman" w:eastAsia="新宋体" w:hAnsi="Times New Roman" w:cs="Times New Roman" w:hint="eastAsia"/>
          <w:kern w:val="2"/>
          <w:sz w:val="21"/>
          <w:szCs w:val="21"/>
          <w:lang w:val="en-US" w:eastAsia="zh-CN" w:bidi="ar-SA"/>
        </w:rPr>
        <w:t>解：（</w:t>
      </w:r>
      <w:r>
        <w:rPr>
          <w:rStyle w:val="DefaultParagraphFont"/>
          <w:rFonts w:ascii="Times New Roman" w:eastAsia="新宋体" w:hAnsi="Times New Roman" w:cs="Times New Roman"/>
          <w:kern w:val="2"/>
          <w:sz w:val="21"/>
          <w:szCs w:val="21"/>
          <w:lang w:val="en-US" w:eastAsia="zh-CN" w:bidi="ar-SA"/>
        </w:rPr>
        <w:t>1</w:t>
      </w:r>
      <w:r>
        <w:rPr>
          <w:rStyle w:val="DefaultParagraphFont"/>
          <w:rFonts w:ascii="Times New Roman" w:eastAsia="新宋体" w:hAnsi="Times New Roman" w:cs="Times New Roman" w:hint="eastAsia"/>
          <w:kern w:val="2"/>
          <w:sz w:val="21"/>
          <w:szCs w:val="21"/>
          <w:lang w:val="en-US" w:eastAsia="zh-CN" w:bidi="ar-SA"/>
        </w:rPr>
        <w:t>）过点</w:t>
      </w:r>
      <w:r>
        <w:rPr>
          <w:position w:val="-4"/>
        </w:rPr>
        <w:object>
          <v:shape id="Object 1762" o:spid="_x0000_i1064" type="#_x0000_t75" style="width:14.23pt;height:12.02pt;mso-position-horizontal-relative:page;mso-position-vertical-relative:page;mso-wrap-style:square" o:oleicon="f" o:ole="" filled="f" stroked="f">
            <v:stroke linestyle="single"/>
            <v:imagedata r:id="rId79" o:title=""/>
            <v:path o:extrusionok="f"/>
            <o:lock v:ext="edit" aspectratio="t"/>
          </v:shape>
          <o:OLEObject Type="Embed" ProgID="Equation.DSMT4" ShapeID="Object 1762" DrawAspect="Content" ObjectID="_1234567925" r:id="rId80"/>
        </w:object>
      </w:r>
      <w:r>
        <w:rPr>
          <w:rStyle w:val="DefaultParagraphFont"/>
          <w:rFonts w:ascii="Times New Roman" w:eastAsia="新宋体" w:hAnsi="Times New Roman" w:cs="Times New Roman" w:hint="eastAsia"/>
          <w:kern w:val="2"/>
          <w:sz w:val="21"/>
          <w:szCs w:val="21"/>
          <w:lang w:val="en-US" w:eastAsia="zh-CN" w:bidi="ar-SA"/>
        </w:rPr>
        <w:t>作</w:t>
      </w:r>
      <w:r>
        <w:rPr>
          <w:position w:val="-6"/>
        </w:rPr>
        <w:object>
          <v:shape id="Object 1763" o:spid="_x0000_i1065" type="#_x0000_t75" style="width:50.25pt;height:12.76pt;mso-position-horizontal-relative:page;mso-position-vertical-relative:page;mso-wrap-style:square" o:oleicon="f" o:ole="" filled="f" stroked="f">
            <v:stroke linestyle="single"/>
            <v:imagedata r:id="rId81" o:title=""/>
            <v:path o:extrusionok="f"/>
            <o:lock v:ext="edit" aspectratio="t"/>
          </v:shape>
          <o:OLEObject Type="Embed" ProgID="Equation.DSMT4" ShapeID="Object 1763" DrawAspect="Content" ObjectID="_1234567926" r:id="rId82"/>
        </w:object>
      </w:r>
      <w:r>
        <w:rPr>
          <w:rStyle w:val="DefaultParagraphFont"/>
          <w:rFonts w:ascii="Times New Roman" w:eastAsia="新宋体" w:hAnsi="Times New Roman" w:cs="Times New Roman" w:hint="eastAsia"/>
          <w:kern w:val="2"/>
          <w:sz w:val="21"/>
          <w:szCs w:val="21"/>
          <w:lang w:val="en-US" w:eastAsia="zh-CN" w:bidi="ar-SA"/>
        </w:rPr>
        <w:t>，垂足为点</w:t>
      </w:r>
      <w:r>
        <w:rPr>
          <w:position w:val="-4"/>
        </w:rPr>
        <w:object>
          <v:shape id="Object 1764" o:spid="_x0000_i1066" type="#_x0000_t75" style="width:12.74pt;height:12pt;mso-position-horizontal-relative:page;mso-position-vertical-relative:page;mso-wrap-style:square" o:oleicon="f" o:ole="" filled="f" stroked="f">
            <v:stroke linestyle="single"/>
            <v:imagedata r:id="rId83" o:title=""/>
            <v:path o:extrusionok="f"/>
            <o:lock v:ext="edit" aspectratio="t"/>
          </v:shape>
          <o:OLEObject Type="Embed" ProgID="Equation.DSMT4" ShapeID="Object 1764" DrawAspect="Content" ObjectID="_1234567927" r:id="rId84"/>
        </w:object>
      </w:r>
      <w:r>
        <w:rPr>
          <w:rStyle w:val="DefaultParagraphFont"/>
          <w:rFonts w:ascii="Times New Roman" w:eastAsia="新宋体" w:hAnsi="Times New Roman" w:cs="Times New Roman" w:hint="eastAsia"/>
          <w:kern w:val="2"/>
          <w:sz w:val="21"/>
          <w:szCs w:val="21"/>
          <w:lang w:val="en-US" w:eastAsia="zh-CN" w:bidi="ar-SA"/>
        </w:rPr>
        <w:t>，交</w:t>
      </w:r>
      <w:r>
        <w:rPr>
          <w:position w:val="-4"/>
        </w:rPr>
        <w:object>
          <v:shape id="Object 1765" o:spid="_x0000_i1067" type="#_x0000_t75" style="width:18.74pt;height:12pt;mso-position-horizontal-relative:page;mso-position-vertical-relative:page;mso-wrap-style:square" o:oleicon="f" o:ole="" filled="f" stroked="f">
            <v:stroke linestyle="single"/>
            <v:imagedata r:id="rId85" o:title=""/>
            <v:path o:extrusionok="f"/>
            <o:lock v:ext="edit" aspectratio="t"/>
          </v:shape>
          <o:OLEObject Type="Embed" ProgID="Equation.DSMT4" ShapeID="Object 1765" DrawAspect="Content" ObjectID="_1234567928" r:id="rId86"/>
        </w:object>
      </w:r>
      <w:r>
        <w:rPr>
          <w:rStyle w:val="DefaultParagraphFont"/>
          <w:rFonts w:ascii="Times New Roman" w:eastAsia="新宋体" w:hAnsi="Times New Roman" w:cs="Times New Roman" w:hint="eastAsia"/>
          <w:kern w:val="2"/>
          <w:sz w:val="21"/>
          <w:szCs w:val="21"/>
          <w:lang w:val="en-US" w:eastAsia="zh-CN" w:bidi="ar-SA"/>
        </w:rPr>
        <w:t>于点</w:t>
      </w:r>
      <w:r>
        <w:rPr>
          <w:position w:val="-4"/>
        </w:rPr>
        <w:object>
          <v:shape id="Object 1766" o:spid="_x0000_i1068" type="#_x0000_t75" style="width:12.01pt;height:12.01pt;mso-position-horizontal-relative:page;mso-position-vertical-relative:page;mso-wrap-style:square" o:oleicon="f" o:ole="" filled="f" stroked="f">
            <v:stroke linestyle="single"/>
            <v:imagedata r:id="rId87" o:title=""/>
            <v:path o:extrusionok="f"/>
            <o:lock v:ext="edit" aspectratio="t"/>
          </v:shape>
          <o:OLEObject Type="Embed" ProgID="Equation.DSMT4" ShapeID="Object 1766" DrawAspect="Content" ObjectID="_1234567929" r:id="rId88"/>
        </w:object>
      </w:r>
      <w:r>
        <w:rPr>
          <w:rStyle w:val="DefaultParagraphFont"/>
          <w:rFonts w:ascii="Times New Roman" w:eastAsia="新宋体" w:hAnsi="Times New Roman" w:cs="Times New Roman" w:hint="eastAsia"/>
          <w:kern w:val="2"/>
          <w:sz w:val="21"/>
          <w:szCs w:val="21"/>
          <w:lang w:val="en-US" w:eastAsia="zh-CN" w:bidi="ar-SA"/>
        </w:rPr>
        <w:t>，如图</w:t>
      </w:r>
      <w:r>
        <w:rPr>
          <w:rStyle w:val="DefaultParagraphFont"/>
          <w:rFonts w:ascii="Times New Roman" w:eastAsia="新宋体" w:hAnsi="Times New Roman" w:cs="Times New Roman"/>
          <w:kern w:val="2"/>
          <w:sz w:val="21"/>
          <w:szCs w:val="21"/>
          <w:lang w:val="en-US" w:eastAsia="zh-CN" w:bidi="ar-SA"/>
        </w:rPr>
        <w:t>3</w:t>
      </w:r>
      <w:r>
        <w:rPr>
          <w:rStyle w:val="DefaultParagraphFont"/>
          <w:rFonts w:ascii="Times New Roman" w:eastAsia="新宋体" w:hAnsi="Times New Roman" w:cs="Times New Roman" w:hint="eastAsia"/>
          <w:kern w:val="2"/>
          <w:sz w:val="21"/>
          <w:szCs w:val="21"/>
          <w:lang w:val="en-US" w:eastAsia="zh-CN" w:bidi="ar-SA"/>
        </w:rPr>
        <w:t>所示．</w:t>
      </w:r>
    </w:p>
    <w:p>
      <w:pPr>
        <w:pStyle w:val="Normal41"/>
        <w:keepNext w:val="0"/>
        <w:keepLines w:val="0"/>
        <w:pageBreakBefore w:val="0"/>
        <w:widowControl w:val="0"/>
        <w:kinsoku/>
        <w:wordWrap/>
        <w:overflowPunct/>
        <w:topLinePunct w:val="0"/>
        <w:autoSpaceDE/>
        <w:autoSpaceDN/>
        <w:bidi w:val="0"/>
        <w:adjustRightInd/>
        <w:spacing w:line="240" w:lineRule="auto"/>
        <w:ind w:firstLine="840" w:firstLineChars="400"/>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由题意，得：</w:t>
      </w:r>
      <w:r>
        <w:rPr>
          <w:position w:val="-6"/>
        </w:rPr>
        <w:object>
          <v:shape id="Object 1767" o:spid="_x0000_i1069" type="#_x0000_t75" style="width:66.73pt;height:12.74pt;mso-position-horizontal-relative:page;mso-position-vertical-relative:page;mso-wrap-style:square" o:oleicon="f" o:ole="" filled="f" stroked="f">
            <v:stroke linestyle="single"/>
            <v:imagedata r:id="rId89" o:title=""/>
            <v:path o:extrusionok="f"/>
            <o:lock v:ext="edit" aspectratio="t"/>
          </v:shape>
          <o:OLEObject Type="Embed" ProgID="Equation.DSMT4" ShapeID="Object 1767" DrawAspect="Content" ObjectID="_1234567930" r:id="rId90"/>
        </w:object>
      </w:r>
      <w:r>
        <w:rPr>
          <w:rStyle w:val="DefaultParagraphFont"/>
          <w:rFonts w:ascii="Times New Roman" w:eastAsia="新宋体" w:hAnsi="Times New Roman" w:cs="Times New Roman" w:hint="eastAsia"/>
          <w:kern w:val="2"/>
          <w:sz w:val="21"/>
          <w:szCs w:val="21"/>
          <w:lang w:val="en-US" w:eastAsia="zh-CN" w:bidi="ar-SA"/>
        </w:rPr>
        <w:t>厘米，</w:t>
      </w:r>
      <w:r>
        <w:rPr>
          <w:position w:val="-6"/>
        </w:rPr>
        <w:object>
          <v:shape id="Object 1768" o:spid="_x0000_i1070" type="#_x0000_t75" style="width:60.77pt;height:12.76pt;mso-position-horizontal-relative:page;mso-position-vertical-relative:page;mso-wrap-style:square" o:oleicon="f" o:ole="" filled="f" stroked="f">
            <v:stroke linestyle="single"/>
            <v:imagedata r:id="rId91" o:title=""/>
            <v:path o:extrusionok="f"/>
            <o:lock v:ext="edit" aspectratio="t"/>
          </v:shape>
          <o:OLEObject Type="Embed" ProgID="Equation.DSMT4" ShapeID="Object 1768" DrawAspect="Content" ObjectID="_1234567931" r:id="rId92"/>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4"/>
        </w:rPr>
        <w:object>
          <v:shape id="Object 1769" o:spid="_x0000_i1071" type="#_x0000_t75" style="width:9.74pt;height:8.99pt;mso-position-horizontal-relative:page;mso-position-vertical-relative:page;mso-wrap-style:square" o:oleicon="f" o:ole="" filled="f" stroked="f">
            <v:stroke linestyle="single"/>
            <v:imagedata r:id="rId93" o:title=""/>
            <v:path o:extrusionok="f"/>
            <o:lock v:ext="edit" aspectratio="t"/>
          </v:shape>
          <o:OLEObject Type="Embed" ProgID="Equation.DSMT4" ShapeID="Object 1769" DrawAspect="Content" ObjectID="_1234567932" r:id="rId94"/>
        </w:object>
      </w:r>
      <w:r>
        <w:rPr>
          <w:rStyle w:val="DefaultParagraphFont"/>
          <w:rFonts w:ascii="Times New Roman" w:eastAsia="新宋体" w:hAnsi="Times New Roman" w:cs="Times New Roman" w:hint="eastAsia"/>
          <w:kern w:val="2"/>
          <w:sz w:val="21"/>
          <w:szCs w:val="21"/>
          <w:lang w:val="en-US" w:eastAsia="zh-CN" w:bidi="ar-SA"/>
        </w:rPr>
        <w:t>四边形</w:t>
      </w:r>
      <w:r>
        <w:rPr>
          <w:position w:val="-6"/>
        </w:rPr>
        <w:object>
          <v:shape id="Object 1770" o:spid="_x0000_i1072" type="#_x0000_t75" style="width:32.27pt;height:12.76pt;mso-position-horizontal-relative:page;mso-position-vertical-relative:page;mso-wrap-style:square" o:oleicon="f" o:ole="" filled="f" stroked="f">
            <v:stroke linestyle="single"/>
            <v:imagedata r:id="rId95" o:title=""/>
            <v:path o:extrusionok="f"/>
            <o:lock v:ext="edit" aspectratio="t"/>
          </v:shape>
          <o:OLEObject Type="Embed" ProgID="Equation.DSMT4" ShapeID="Object 1770" DrawAspect="Content" ObjectID="_1234567933" r:id="rId96"/>
        </w:object>
      </w:r>
      <w:r>
        <w:rPr>
          <w:rStyle w:val="DefaultParagraphFont"/>
          <w:rFonts w:ascii="Times New Roman" w:eastAsia="新宋体" w:hAnsi="Times New Roman" w:cs="Times New Roman" w:hint="eastAsia"/>
          <w:kern w:val="2"/>
          <w:sz w:val="21"/>
          <w:szCs w:val="21"/>
          <w:lang w:val="en-US" w:eastAsia="zh-CN" w:bidi="ar-SA"/>
        </w:rPr>
        <w:t>是矩形，</w:t>
      </w:r>
      <w:r>
        <w:rPr>
          <w:position w:val="-6"/>
        </w:rPr>
        <w:object>
          <v:shape id="Object 1771" o:spid="_x0000_i1073" type="#_x0000_t75" style="width:53.26pt;height:12.74pt;mso-position-horizontal-relative:page;mso-position-vertical-relative:page;mso-wrap-style:square" o:oleicon="f" o:ole="" filled="f" stroked="f">
            <v:stroke linestyle="single"/>
            <v:imagedata r:id="rId97" o:title=""/>
            <v:path o:extrusionok="f"/>
            <o:lock v:ext="edit" aspectratio="t"/>
          </v:shape>
          <o:OLEObject Type="Embed" ProgID="Equation.DSMT4" ShapeID="Object 1771" DrawAspect="Content" ObjectID="_1234567934" r:id="rId98"/>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6"/>
        </w:rPr>
        <w:object>
          <v:shape id="Object 1772" o:spid="_x0000_i1074" type="#_x0000_t75" style="width:110.27pt;height:12.74pt;mso-position-horizontal-relative:page;mso-position-vertical-relative:page;mso-wrap-style:square" o:oleicon="f" o:ole="" filled="f" stroked="f">
            <v:stroke linestyle="single"/>
            <v:imagedata r:id="rId99" o:title=""/>
            <v:path o:extrusionok="f"/>
            <o:lock v:ext="edit" aspectratio="t"/>
          </v:shape>
          <o:OLEObject Type="Embed" ProgID="Equation.DSMT4" ShapeID="Object 1772" DrawAspect="Content" ObjectID="_1234567935" r:id="rId100"/>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在</w:t>
      </w:r>
      <w:r>
        <w:rPr>
          <w:position w:val="-6"/>
        </w:rPr>
        <w:object>
          <v:shape id="Object 1773" o:spid="_x0000_i1075" type="#_x0000_t75" style="width:14.27pt;height:12.77pt;mso-position-horizontal-relative:page;mso-position-vertical-relative:page;mso-wrap-style:square" o:oleicon="f" o:ole="" filled="f" stroked="f">
            <v:stroke linestyle="single"/>
            <v:imagedata r:id="rId101" o:title=""/>
            <v:path o:extrusionok="f"/>
            <o:lock v:ext="edit" aspectratio="t"/>
          </v:shape>
          <o:OLEObject Type="Embed" ProgID="Equation.DSMT4" ShapeID="Object 1773" DrawAspect="Content" ObjectID="_1234567936" r:id="rId102"/>
        </w:objec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774" o:spid="_x0000_i1076" type="#_x0000_t75" style="width:29.24pt;height:12pt;mso-position-horizontal-relative:page;mso-position-vertical-relative:page;mso-wrap-style:square" o:oleicon="f" o:ole="" filled="f" stroked="f">
            <v:stroke linestyle="single"/>
            <v:imagedata r:id="rId103" o:title=""/>
            <v:path o:extrusionok="f"/>
            <o:lock v:ext="edit" aspectratio="t"/>
          </v:shape>
          <o:OLEObject Type="Embed" ProgID="Equation.DSMT4" ShapeID="Object 1774" DrawAspect="Content" ObjectID="_1234567937" r:id="rId104"/>
        </w:object>
      </w:r>
      <w:r>
        <w:rPr>
          <w:rStyle w:val="DefaultParagraphFont"/>
          <w:rFonts w:ascii="Times New Roman" w:eastAsia="新宋体" w:hAnsi="Times New Roman" w:cs="Times New Roman" w:hint="eastAsia"/>
          <w:kern w:val="2"/>
          <w:sz w:val="21"/>
          <w:szCs w:val="21"/>
          <w:lang w:val="en-US" w:eastAsia="zh-CN" w:bidi="ar-SA"/>
        </w:rPr>
        <w:t>中，</w:t>
      </w:r>
      <w:r>
        <w:rPr>
          <w:position w:val="-6"/>
        </w:rPr>
        <w:object>
          <v:shape id="Object 1775" o:spid="_x0000_i1077" type="#_x0000_t75" style="width:192pt;height:15.74pt;mso-position-horizontal-relative:page;mso-position-vertical-relative:page;mso-wrap-style:square" o:oleicon="f" o:ole="" filled="f" stroked="f">
            <v:stroke linestyle="single"/>
            <v:imagedata r:id="rId105" o:title=""/>
            <v:path o:extrusionok="f"/>
            <o:lock v:ext="edit" aspectratio="t"/>
          </v:shape>
          <o:OLEObject Type="Embed" ProgID="Equation.DSMT4" ShapeID="Object 1775" DrawAspect="Content" ObjectID="_1234567938" r:id="rId106"/>
        </w:object>
      </w:r>
      <w:r>
        <w:rPr>
          <w:rStyle w:val="DefaultParagraphFont"/>
          <w:rFonts w:ascii="Times New Roman" w:eastAsia="新宋体" w:hAnsi="Times New Roman" w:cs="Times New Roman" w:hint="eastAsia"/>
          <w:kern w:val="2"/>
          <w:sz w:val="21"/>
          <w:szCs w:val="21"/>
          <w:lang w:val="en-US" w:eastAsia="zh-CN" w:bidi="ar-SA"/>
        </w:rPr>
        <w:t>（厘米）．</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Fonts w:ascii="Times New Roman" w:eastAsia="新宋体" w:hAnsi="Times New Roman"/>
          <w:szCs w:val="21"/>
        </w:rPr>
        <w:pict>
          <v:shape id="图片 1494" o:spid="_x0000_s1078" type="#_x0000_t75" alt="菁优网：http://www.jyeoo.com" style="width:61.55pt;height:102.6pt;margin-top:177pt;margin-left:447.25pt;mso-position-horizontal-relative:page;mso-position-vertical-relative:page;mso-wrap-style:square;position:absolute;z-index:-251652096" o:preferrelative="t" filled="f" stroked="f">
            <v:stroke linestyle="single"/>
            <v:imagedata r:id="rId107" o:title=""/>
            <v:path o:extrusionok="f"/>
            <o:lock v:ext="edit" aspectratio="t"/>
          </v:shape>
        </w:pict>
      </w:r>
      <w:r>
        <w:rPr>
          <w:rStyle w:val="DefaultParagraphFont"/>
          <w:rFonts w:ascii="Times New Roman" w:eastAsia="新宋体" w:hAnsi="Times New Roman" w:cs="Times New Roman" w:hint="eastAsia"/>
          <w:kern w:val="2"/>
          <w:sz w:val="21"/>
          <w:szCs w:val="21"/>
          <w:lang w:val="en-US" w:eastAsia="zh-CN" w:bidi="ar-SA"/>
        </w:rPr>
        <w:t>又</w:t>
      </w:r>
      <w:r>
        <w:rPr>
          <w:position w:val="-6"/>
        </w:rPr>
        <w:object>
          <v:shape id="Object 1776" o:spid="_x0000_i1079" type="#_x0000_t75" style="width:47.23pt;height:12.74pt;mso-position-horizontal-relative:page;mso-position-vertical-relative:page;mso-wrap-style:square" o:oleicon="f" o:ole="" filled="f" stroked="f">
            <v:stroke linestyle="single"/>
            <v:imagedata r:id="rId108" o:title=""/>
            <v:path o:extrusionok="f"/>
            <o:lock v:ext="edit" aspectratio="t"/>
          </v:shape>
          <o:OLEObject Type="Embed" ProgID="Equation.DSMT4" ShapeID="Object 1776" DrawAspect="Content" ObjectID="_1234567939" r:id="rId109"/>
        </w:object>
      </w:r>
      <w:r>
        <w:rPr>
          <w:rStyle w:val="DefaultParagraphFont"/>
          <w:rFonts w:ascii="Times New Roman" w:eastAsia="新宋体" w:hAnsi="Times New Roman" w:cs="Times New Roman" w:hint="eastAsia"/>
          <w:kern w:val="2"/>
          <w:sz w:val="21"/>
          <w:szCs w:val="21"/>
          <w:lang w:val="en-US" w:eastAsia="zh-CN" w:bidi="ar-SA"/>
        </w:rPr>
        <w:t>厘米，</w:t>
      </w:r>
      <w:r>
        <w:rPr>
          <w:position w:val="-6"/>
        </w:rPr>
        <w:object>
          <v:shape id="Object 1777" o:spid="_x0000_i1080" type="#_x0000_t75" style="width:39.75pt;height:12.74pt;mso-position-horizontal-relative:page;mso-position-vertical-relative:page;mso-wrap-style:square" o:oleicon="f" o:ole="" filled="f" stroked="f">
            <v:stroke linestyle="single"/>
            <v:imagedata r:id="rId110" o:title=""/>
            <v:path o:extrusionok="f"/>
            <o:lock v:ext="edit" aspectratio="t"/>
          </v:shape>
          <o:OLEObject Type="Embed" ProgID="Equation.DSMT4" ShapeID="Object 1777" DrawAspect="Content" ObjectID="_1234567940" r:id="rId111"/>
        </w:object>
      </w:r>
      <w:r>
        <w:rPr>
          <w:rStyle w:val="DefaultParagraphFont"/>
          <w:rFonts w:ascii="Times New Roman" w:eastAsia="新宋体" w:hAnsi="Times New Roman" w:cs="Times New Roman" w:hint="eastAsia"/>
          <w:kern w:val="2"/>
          <w:sz w:val="21"/>
          <w:szCs w:val="21"/>
          <w:lang w:val="en-US" w:eastAsia="zh-CN" w:bidi="ar-SA"/>
        </w:rPr>
        <w:t>厘米，</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6"/>
        </w:rPr>
        <w:object>
          <v:shape id="Object 1778" o:spid="_x0000_i1081" type="#_x0000_t75" style="width:123.75pt;height:12.74pt;mso-position-horizontal-relative:page;mso-position-vertical-relative:page;mso-wrap-style:square" o:oleicon="f" o:ole="" filled="f" stroked="f">
            <v:stroke linestyle="single"/>
            <v:imagedata r:id="rId112" o:title=""/>
            <v:path o:extrusionok="f"/>
            <o:lock v:ext="edit" aspectratio="t"/>
          </v:shape>
          <o:OLEObject Type="Embed" ProgID="Equation.DSMT4" ShapeID="Object 1778" DrawAspect="Content" ObjectID="_1234567941" r:id="rId113"/>
        </w:object>
      </w:r>
      <w:r>
        <w:rPr>
          <w:rStyle w:val="DefaultParagraphFont"/>
          <w:rFonts w:ascii="Times New Roman" w:eastAsia="新宋体" w:hAnsi="Times New Roman" w:cs="Times New Roman" w:hint="eastAsia"/>
          <w:kern w:val="2"/>
          <w:sz w:val="21"/>
          <w:szCs w:val="21"/>
          <w:lang w:val="en-US" w:eastAsia="zh-CN" w:bidi="ar-SA"/>
        </w:rPr>
        <w:t>厘米，</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10"/>
        </w:rPr>
        <w:object>
          <v:shape id="Object 1779" o:spid="_x0000_i1082" type="#_x0000_t75" style="width:147.75pt;height:17.99pt;mso-position-horizontal-relative:page;mso-position-vertical-relative:page;mso-wrap-style:square" o:oleicon="f" o:ole="" filled="f" stroked="f">
            <v:stroke linestyle="single"/>
            <v:imagedata r:id="rId114" o:title=""/>
            <v:path o:extrusionok="f"/>
            <o:lock v:ext="edit" aspectratio="t"/>
          </v:shape>
          <o:OLEObject Type="Embed" ProgID="Equation.DSMT4" ShapeID="Object 1779" DrawAspect="Content" ObjectID="_1234567942" r:id="rId115"/>
        </w:object>
      </w:r>
      <w:r>
        <w:rPr>
          <w:rFonts w:ascii="Times New Roman" w:hAnsi="Times New Roman" w:cs="Times New Roman" w:hint="default"/>
          <w:lang w:val="en-US" w:eastAsia="zh-CN"/>
        </w:rPr>
        <w:t>=</w:t>
      </w:r>
      <w:r>
        <w:rPr>
          <w:rFonts w:ascii="Times New Roman" w:hAnsi="Times New Roman" w:cs="Times New Roman" w:hint="eastAsia"/>
          <w:lang w:val="en-US" w:eastAsia="zh-CN"/>
        </w:rPr>
        <w:t>48</w:t>
      </w:r>
      <w:r>
        <w:rPr>
          <w:rFonts w:ascii="Times New Roman" w:hAnsi="Times New Roman" w:cs="Times New Roman" w:hint="eastAsia"/>
          <w:lang w:val="en-US" w:eastAsia="zh-CN"/>
        </w:rPr>
        <w:t>×</w:t>
      </w:r>
      <w:r>
        <w:rPr>
          <w:rFonts w:ascii="Times New Roman" w:hAnsi="Times New Roman" w:cs="Times New Roman" w:hint="eastAsia"/>
          <w:lang w:val="en-US" w:eastAsia="zh-CN"/>
        </w:rPr>
        <w:t>1.732+70=153.136</w:t>
      </w:r>
      <w:r>
        <w:rPr>
          <w:rFonts w:ascii="Times New Roman" w:hAnsi="Times New Roman" w:cs="Times New Roman" w:hint="eastAsia"/>
          <w:lang w:val="en-US" w:eastAsia="zh-CN"/>
        </w:rPr>
        <w:t>≈</w:t>
      </w:r>
      <w:r>
        <w:rPr>
          <w:rFonts w:ascii="Times New Roman" w:hAnsi="Times New Roman" w:cs="Times New Roman" w:hint="eastAsia"/>
          <w:lang w:val="en-US" w:eastAsia="zh-CN"/>
        </w:rPr>
        <w:t>153.1</w:t>
      </w:r>
      <w:r>
        <w:rPr>
          <w:rStyle w:val="DefaultParagraphFont"/>
          <w:rFonts w:ascii="Times New Roman" w:eastAsia="新宋体" w:hAnsi="Times New Roman" w:cs="Times New Roman" w:hint="eastAsia"/>
          <w:kern w:val="2"/>
          <w:sz w:val="21"/>
          <w:szCs w:val="21"/>
          <w:lang w:val="en-US" w:eastAsia="zh-CN" w:bidi="ar-SA"/>
        </w:rPr>
        <w:t>厘米．</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答：点</w:t>
      </w:r>
      <w:r>
        <w:rPr>
          <w:position w:val="-4"/>
        </w:rPr>
        <w:object>
          <v:shape id="Object 1780" o:spid="_x0000_i1083" type="#_x0000_t75" style="width:14.23pt;height:12.02pt;mso-position-horizontal-relative:page;mso-position-vertical-relative:page;mso-wrap-style:square" o:oleicon="f" o:ole="" filled="f" stroked="f">
            <v:stroke linestyle="single"/>
            <v:imagedata r:id="rId116" o:title=""/>
            <v:path o:extrusionok="f"/>
            <o:lock v:ext="edit" aspectratio="t"/>
          </v:shape>
          <o:OLEObject Type="Embed" ProgID="Equation.DSMT4" ShapeID="Object 1780" DrawAspect="Content" ObjectID="_1234567943" r:id="rId117"/>
        </w:object>
      </w:r>
      <w:r>
        <w:rPr>
          <w:rStyle w:val="DefaultParagraphFont"/>
          <w:rFonts w:ascii="Times New Roman" w:eastAsia="新宋体" w:hAnsi="Times New Roman" w:cs="Times New Roman" w:hint="eastAsia"/>
          <w:kern w:val="2"/>
          <w:sz w:val="21"/>
          <w:szCs w:val="21"/>
          <w:lang w:val="en-US" w:eastAsia="zh-CN" w:bidi="ar-SA"/>
        </w:rPr>
        <w:t>到</w:t>
      </w:r>
      <w:r>
        <w:rPr>
          <w:position w:val="-6"/>
        </w:rPr>
        <w:object>
          <v:shape id="Object 1781" o:spid="_x0000_i1084" type="#_x0000_t75" style="width:17.99pt;height:12.74pt;mso-position-horizontal-relative:page;mso-position-vertical-relative:page;mso-wrap-style:square" o:oleicon="f" o:ole="" filled="f" stroked="f">
            <v:stroke linestyle="single"/>
            <v:imagedata r:id="rId118" o:title=""/>
            <v:path o:extrusionok="f"/>
            <o:lock v:ext="edit" aspectratio="t"/>
          </v:shape>
          <o:OLEObject Type="Embed" ProgID="Equation.DSMT4" ShapeID="Object 1781" DrawAspect="Content" ObjectID="_1234567944" r:id="rId119"/>
        </w:object>
      </w:r>
      <w:r>
        <w:rPr>
          <w:rStyle w:val="DefaultParagraphFont"/>
          <w:rFonts w:ascii="Times New Roman" w:eastAsia="新宋体" w:hAnsi="Times New Roman" w:cs="Times New Roman" w:hint="eastAsia"/>
          <w:kern w:val="2"/>
          <w:sz w:val="21"/>
          <w:szCs w:val="21"/>
          <w:lang w:val="en-US" w:eastAsia="zh-CN" w:bidi="ar-SA"/>
        </w:rPr>
        <w:t>的距离为</w:t>
      </w:r>
      <w:r>
        <w:rPr>
          <w:rFonts w:ascii="Times New Roman" w:hAnsi="Times New Roman" w:cs="Times New Roman" w:hint="eastAsia"/>
          <w:lang w:val="en-US" w:eastAsia="zh-CN"/>
        </w:rPr>
        <w:t>153.1</w:t>
      </w:r>
      <w:r>
        <w:rPr>
          <w:rStyle w:val="DefaultParagraphFont"/>
          <w:rFonts w:ascii="Times New Roman" w:eastAsia="新宋体" w:hAnsi="Times New Roman" w:cs="Times New Roman" w:hint="eastAsia"/>
          <w:kern w:val="2"/>
          <w:sz w:val="21"/>
          <w:szCs w:val="21"/>
          <w:lang w:val="en-US" w:eastAsia="zh-CN" w:bidi="ar-SA"/>
        </w:rPr>
        <w:t>厘米．</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4</w:t>
      </w:r>
      <w:r>
        <w:rPr>
          <w:rFonts w:ascii="Times New Roman" w:hAnsi="Times New Roman" w:cs="Times New Roman" w:hint="default"/>
          <w:color w:val="auto"/>
          <w:szCs w:val="21"/>
        </w:rPr>
        <w:t>分</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2</w:t>
      </w:r>
      <w:r>
        <w:rPr>
          <w:rStyle w:val="DefaultParagraphFont"/>
          <w:rFonts w:ascii="Times New Roman" w:eastAsia="新宋体" w:hAnsi="Times New Roman" w:cs="Times New Roman" w:hint="eastAsia"/>
          <w:kern w:val="2"/>
          <w:sz w:val="21"/>
          <w:szCs w:val="21"/>
          <w:lang w:val="en-US" w:eastAsia="zh-CN" w:bidi="ar-SA"/>
        </w:rPr>
        <w:t>）连接</w:t>
      </w:r>
      <w:r>
        <w:rPr>
          <w:position w:val="-4"/>
        </w:rPr>
        <w:object>
          <v:shape id="Object 1782" o:spid="_x0000_i1085" type="#_x0000_t75" style="width:18pt;height:12pt;mso-position-horizontal-relative:page;mso-position-vertical-relative:page;mso-wrap-style:square" o:oleicon="f" o:ole="" filled="f" stroked="f">
            <v:stroke linestyle="single"/>
            <v:imagedata r:id="rId120" o:title=""/>
            <v:path o:extrusionok="f"/>
            <o:lock v:ext="edit" aspectratio="t"/>
          </v:shape>
          <o:OLEObject Type="Embed" ProgID="Equation.DSMT4" ShapeID="Object 1782" DrawAspect="Content" ObjectID="_1234567945" r:id="rId121"/>
        </w:objec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783" o:spid="_x0000_i1086" type="#_x0000_t75" style="width:20.25pt;height:12pt;mso-position-horizontal-relative:page;mso-position-vertical-relative:page;mso-wrap-style:square" o:oleicon="f" o:ole="" filled="f" stroked="f">
            <v:stroke linestyle="single"/>
            <v:imagedata r:id="rId122" o:title=""/>
            <v:path o:extrusionok="f"/>
            <o:lock v:ext="edit" aspectratio="t"/>
          </v:shape>
          <o:OLEObject Type="Embed" ProgID="Equation.DSMT4" ShapeID="Object 1783" DrawAspect="Content" ObjectID="_1234567946" r:id="rId123"/>
        </w:objec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784" o:spid="_x0000_i1087" type="#_x0000_t75" style="width:20.25pt;height:12pt;mso-position-horizontal-relative:page;mso-position-vertical-relative:page;mso-wrap-style:square" o:oleicon="f" o:ole="" filled="f" stroked="f">
            <v:stroke linestyle="single"/>
            <v:imagedata r:id="rId124" o:title=""/>
            <v:path o:extrusionok="f"/>
            <o:lock v:ext="edit" aspectratio="t"/>
          </v:shape>
          <o:OLEObject Type="Embed" ProgID="Equation.DSMT4" ShapeID="Object 1784" DrawAspect="Content" ObjectID="_1234567947" r:id="rId125"/>
        </w:object>
      </w:r>
      <w:r>
        <w:rPr>
          <w:rStyle w:val="DefaultParagraphFont"/>
          <w:rFonts w:ascii="Times New Roman" w:eastAsia="新宋体" w:hAnsi="Times New Roman" w:cs="Times New Roman" w:hint="eastAsia"/>
          <w:kern w:val="2"/>
          <w:sz w:val="21"/>
          <w:szCs w:val="21"/>
          <w:lang w:val="en-US" w:eastAsia="zh-CN" w:bidi="ar-SA"/>
        </w:rPr>
        <w:t>，如图</w:t>
      </w:r>
      <w:r>
        <w:rPr>
          <w:rStyle w:val="DefaultParagraphFont"/>
          <w:rFonts w:ascii="Times New Roman" w:eastAsia="新宋体" w:hAnsi="Times New Roman" w:cs="Times New Roman"/>
          <w:kern w:val="2"/>
          <w:sz w:val="21"/>
          <w:szCs w:val="21"/>
          <w:lang w:val="en-US" w:eastAsia="zh-CN" w:bidi="ar-SA"/>
        </w:rPr>
        <w:t>4</w:t>
      </w:r>
      <w:r>
        <w:rPr>
          <w:rStyle w:val="DefaultParagraphFont"/>
          <w:rFonts w:ascii="Times New Roman" w:eastAsia="新宋体" w:hAnsi="Times New Roman" w:cs="Times New Roman" w:hint="eastAsia"/>
          <w:kern w:val="2"/>
          <w:sz w:val="21"/>
          <w:szCs w:val="21"/>
          <w:lang w:val="en-US" w:eastAsia="zh-CN" w:bidi="ar-SA"/>
        </w:rPr>
        <w:t>所示．</w:t>
      </w:r>
    </w:p>
    <w:p>
      <w:pPr>
        <w:pStyle w:val="Normal41"/>
        <w:keepNext w:val="0"/>
        <w:keepLines w:val="0"/>
        <w:pageBreakBefore w:val="0"/>
        <w:widowControl w:val="0"/>
        <w:kinsoku/>
        <w:wordWrap/>
        <w:overflowPunct/>
        <w:topLinePunct w:val="0"/>
        <w:autoSpaceDE/>
        <w:autoSpaceDN/>
        <w:bidi w:val="0"/>
        <w:adjustRightInd/>
        <w:spacing w:line="240" w:lineRule="auto"/>
        <w:ind w:firstLine="840" w:firstLineChars="400"/>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由题意，得：</w:t>
      </w:r>
      <w:r>
        <w:rPr>
          <w:position w:val="-4"/>
        </w:rPr>
        <w:object>
          <v:shape id="Object 1785" o:spid="_x0000_i1088" type="#_x0000_t75" style="width:44.99pt;height:12pt;mso-position-horizontal-relative:page;mso-position-vertical-relative:page;mso-wrap-style:square" o:oleicon="f" o:ole="" filled="f" stroked="f">
            <v:stroke linestyle="single"/>
            <v:imagedata r:id="rId126" o:title=""/>
            <v:path o:extrusionok="f"/>
            <o:lock v:ext="edit" aspectratio="t"/>
          </v:shape>
          <o:OLEObject Type="Embed" ProgID="Equation.DSMT4" ShapeID="Object 1785" DrawAspect="Content" ObjectID="_1234567948" r:id="rId127"/>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786" o:spid="_x0000_i1089" type="#_x0000_t75" style="width:59.24pt;height:12.74pt;mso-position-horizontal-relative:page;mso-position-vertical-relative:page;mso-wrap-style:square" o:oleicon="f" o:ole="" filled="f" stroked="f">
            <v:stroke linestyle="single"/>
            <v:imagedata r:id="rId128" o:title=""/>
            <v:path o:extrusionok="f"/>
            <o:lock v:ext="edit" aspectratio="t"/>
          </v:shape>
          <o:OLEObject Type="Embed" ProgID="Equation.DSMT4" ShapeID="Object 1786" DrawAspect="Content" ObjectID="_1234567949" r:id="rId129"/>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pacing w:line="240" w:lineRule="auto"/>
        <w:ind w:firstLine="840" w:firstLineChars="400"/>
        <w:rPr>
          <w:rStyle w:val="DefaultParagraphFont"/>
          <w:rFonts w:ascii="Calibri" w:eastAsia="宋体" w:hAnsi="Calibri" w:cs="Times New Roman"/>
          <w:kern w:val="2"/>
          <w:sz w:val="21"/>
          <w:szCs w:val="22"/>
          <w:lang w:val="en-US" w:eastAsia="zh-CN" w:bidi="ar-SA"/>
        </w:rPr>
      </w:pPr>
      <w:r>
        <w:rPr>
          <w:position w:val="-4"/>
        </w:rPr>
        <w:object>
          <v:shape id="Object 1787" o:spid="_x0000_i1090" type="#_x0000_t75" style="width:41.24pt;height:12pt;mso-position-horizontal-relative:page;mso-position-vertical-relative:page;mso-wrap-style:square" o:oleicon="f" o:ole="" filled="f" stroked="f">
            <v:stroke linestyle="single"/>
            <v:imagedata r:id="rId130" o:title=""/>
            <v:path o:extrusionok="f"/>
            <o:lock v:ext="edit" aspectratio="t"/>
          </v:shape>
          <o:OLEObject Type="Embed" ProgID="Equation.DSMT4" ShapeID="Object 1787" DrawAspect="Content" ObjectID="_1234567950" r:id="rId131"/>
        </w:object>
      </w:r>
      <w:r>
        <w:rPr>
          <w:rStyle w:val="DefaultParagraphFont"/>
          <w:rFonts w:ascii="Times New Roman" w:eastAsia="新宋体" w:hAnsi="Times New Roman" w:cs="Times New Roman" w:hint="eastAsia"/>
          <w:kern w:val="2"/>
          <w:sz w:val="21"/>
          <w:szCs w:val="21"/>
          <w:lang w:val="en-US" w:eastAsia="zh-CN" w:bidi="ar-SA"/>
        </w:rPr>
        <w:t>是等边三角形，</w:t>
      </w:r>
      <w:r>
        <w:rPr>
          <w:position w:val="-4"/>
        </w:rPr>
        <w:object>
          <v:shape id="Object 1788" o:spid="_x0000_i1091" type="#_x0000_t75" style="width:53.26pt;height:12pt;mso-position-horizontal-relative:page;mso-position-vertical-relative:page;mso-wrap-style:square" o:oleicon="f" o:ole="" filled="f" stroked="f">
            <v:stroke linestyle="single"/>
            <v:imagedata r:id="rId132" o:title=""/>
            <v:path o:extrusionok="f"/>
            <o:lock v:ext="edit" aspectratio="t"/>
          </v:shape>
          <o:OLEObject Type="Embed" ProgID="Equation.DSMT4" ShapeID="Object 1788" DrawAspect="Content" ObjectID="_1234567951" r:id="rId133"/>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Fonts w:ascii="Times New Roman" w:eastAsia="新宋体" w:hAnsi="Times New Roman"/>
          <w:szCs w:val="21"/>
        </w:rPr>
        <w:pict>
          <v:shape id="图片 1495" o:spid="_x0000_s1092" type="#_x0000_t75" alt="菁优网：http://www.jyeoo.com" style="width:64.5pt;height:99.15pt;margin-top:291pt;margin-left:447.25pt;mso-position-horizontal-relative:page;mso-position-vertical-relative:page;mso-wrap-style:square;position:absolute;z-index:-251653120" o:preferrelative="t" filled="f" stroked="f">
            <v:stroke linestyle="single"/>
            <v:imagedata r:id="rId134" o:title=""/>
            <v:path o:extrusionok="f"/>
            <o:lock v:ext="edit" aspectratio="t"/>
          </v:shape>
        </w:pict>
      </w:r>
      <w:r>
        <w:rPr>
          <w:position w:val="-4"/>
        </w:rPr>
        <w:object>
          <v:shape id="Object 1789" o:spid="_x0000_i1093" type="#_x0000_t75" style="width:9.74pt;height:8.99pt;mso-position-horizontal-relative:page;mso-position-vertical-relative:page;mso-wrap-style:square" o:oleicon="f" o:ole="" filled="f" stroked="f">
            <v:stroke linestyle="single"/>
            <v:imagedata r:id="rId135" o:title=""/>
            <v:path o:extrusionok="f"/>
            <o:lock v:ext="edit" aspectratio="t"/>
          </v:shape>
          <o:OLEObject Type="Embed" ProgID="Equation.DSMT4" ShapeID="Object 1789" DrawAspect="Content" ObjectID="_1234567952" r:id="rId136"/>
        </w:object>
      </w:r>
      <w:r>
        <w:rPr>
          <w:rStyle w:val="DefaultParagraphFont"/>
          <w:rFonts w:ascii="Times New Roman" w:eastAsia="新宋体" w:hAnsi="Times New Roman" w:cs="Times New Roman" w:hint="eastAsia"/>
          <w:kern w:val="2"/>
          <w:sz w:val="21"/>
          <w:szCs w:val="21"/>
          <w:lang w:val="en-US" w:eastAsia="zh-CN" w:bidi="ar-SA"/>
        </w:rPr>
        <w:t>四边形</w:t>
      </w:r>
      <w:r>
        <w:rPr>
          <w:position w:val="-6"/>
        </w:rPr>
        <w:object>
          <v:shape id="Object 1790" o:spid="_x0000_i1094" type="#_x0000_t75" style="width:32.27pt;height:12.76pt;mso-position-horizontal-relative:page;mso-position-vertical-relative:page;mso-wrap-style:square" o:oleicon="f" o:ole="" filled="f" stroked="f">
            <v:stroke linestyle="single"/>
            <v:imagedata r:id="rId137" o:title=""/>
            <v:path o:extrusionok="f"/>
            <o:lock v:ext="edit" aspectratio="t"/>
          </v:shape>
          <o:OLEObject Type="Embed" ProgID="Equation.DSMT4" ShapeID="Object 1790" DrawAspect="Content" ObjectID="_1234567953" r:id="rId138"/>
        </w:object>
      </w:r>
      <w:r>
        <w:rPr>
          <w:rStyle w:val="DefaultParagraphFont"/>
          <w:rFonts w:ascii="Times New Roman" w:eastAsia="新宋体" w:hAnsi="Times New Roman" w:cs="Times New Roman" w:hint="eastAsia"/>
          <w:kern w:val="2"/>
          <w:sz w:val="21"/>
          <w:szCs w:val="21"/>
          <w:lang w:val="en-US" w:eastAsia="zh-CN" w:bidi="ar-SA"/>
        </w:rPr>
        <w:t>是矩形，</w:t>
      </w:r>
      <w:r>
        <w:rPr>
          <w:position w:val="-6"/>
        </w:rPr>
        <w:object>
          <v:shape id="Object 1791" o:spid="_x0000_i1095" type="#_x0000_t75" style="width:66pt;height:12.74pt;mso-position-horizontal-relative:page;mso-position-vertical-relative:page;mso-wrap-style:square" o:oleicon="f" o:ole="" filled="f" stroked="f">
            <v:stroke linestyle="single"/>
            <v:imagedata r:id="rId139" o:title=""/>
            <v:path o:extrusionok="f"/>
            <o:lock v:ext="edit" aspectratio="t"/>
          </v:shape>
          <o:OLEObject Type="Embed" ProgID="Equation.DSMT4" ShapeID="Object 1791" DrawAspect="Content" ObjectID="_1234567954" r:id="rId140"/>
        </w:object>
      </w:r>
      <w:r>
        <w:rPr>
          <w:rStyle w:val="DefaultParagraphFont"/>
          <w:rFonts w:ascii="Times New Roman" w:eastAsia="新宋体" w:hAnsi="Times New Roman" w:cs="Times New Roman" w:hint="eastAsia"/>
          <w:kern w:val="2"/>
          <w:sz w:val="21"/>
          <w:szCs w:val="21"/>
          <w:lang w:val="en-US" w:eastAsia="zh-CN" w:bidi="ar-SA"/>
        </w:rPr>
        <w:t>．</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在</w:t>
      </w:r>
      <w:r>
        <w:rPr>
          <w:position w:val="-6"/>
        </w:rPr>
        <w:object>
          <v:shape id="Object 1792" o:spid="_x0000_i1096" type="#_x0000_t75" style="width:42pt;height:12.74pt;mso-position-horizontal-relative:page;mso-position-vertical-relative:page;mso-wrap-style:square" o:oleicon="f" o:ole="" filled="f" stroked="f">
            <v:stroke linestyle="single"/>
            <v:imagedata r:id="rId141" o:title=""/>
            <v:path o:extrusionok="f"/>
            <o:lock v:ext="edit" aspectratio="t"/>
          </v:shape>
          <o:OLEObject Type="Embed" ProgID="Equation.DSMT4" ShapeID="Object 1792" DrawAspect="Content" ObjectID="_1234567955" r:id="rId142"/>
        </w:object>
      </w:r>
      <w:r>
        <w:rPr>
          <w:rStyle w:val="DefaultParagraphFont"/>
          <w:rFonts w:ascii="Times New Roman" w:eastAsia="新宋体" w:hAnsi="Times New Roman" w:cs="Times New Roman" w:hint="eastAsia"/>
          <w:kern w:val="2"/>
          <w:sz w:val="21"/>
          <w:szCs w:val="21"/>
          <w:lang w:val="en-US" w:eastAsia="zh-CN" w:bidi="ar-SA"/>
        </w:rPr>
        <w:t>中，</w:t>
      </w:r>
      <w:r>
        <w:rPr>
          <w:position w:val="-6"/>
        </w:rPr>
        <w:object>
          <v:shape id="Object 1793" o:spid="_x0000_i1097" type="#_x0000_t75" style="width:39.75pt;height:12.74pt;mso-position-horizontal-relative:page;mso-position-vertical-relative:page;mso-wrap-style:square" o:oleicon="f" o:ole="" filled="f" stroked="f">
            <v:stroke linestyle="single"/>
            <v:imagedata r:id="rId143" o:title=""/>
            <v:path o:extrusionok="f"/>
            <o:lock v:ext="edit" aspectratio="t"/>
          </v:shape>
          <o:OLEObject Type="Embed" ProgID="Equation.DSMT4" ShapeID="Object 1793" DrawAspect="Content" ObjectID="_1234567956" r:id="rId144"/>
        </w:object>
      </w:r>
      <w:r>
        <w:rPr>
          <w:rStyle w:val="DefaultParagraphFont"/>
          <w:rFonts w:ascii="Times New Roman" w:eastAsia="新宋体" w:hAnsi="Times New Roman" w:cs="Times New Roman" w:hint="eastAsia"/>
          <w:kern w:val="2"/>
          <w:sz w:val="21"/>
          <w:szCs w:val="21"/>
          <w:lang w:val="en-US" w:eastAsia="zh-CN" w:bidi="ar-SA"/>
        </w:rPr>
        <w:t>厘米，</w:t>
      </w:r>
      <w:r>
        <w:rPr>
          <w:position w:val="-6"/>
        </w:rPr>
        <w:object>
          <v:shape id="Object 1794" o:spid="_x0000_i1098" type="#_x0000_t75" style="width:39.75pt;height:12.74pt;mso-position-horizontal-relative:page;mso-position-vertical-relative:page;mso-wrap-style:square" o:oleicon="f" o:ole="" filled="f" stroked="f">
            <v:stroke linestyle="single"/>
            <v:imagedata r:id="rId145" o:title=""/>
            <v:path o:extrusionok="f"/>
            <o:lock v:ext="edit" aspectratio="t"/>
          </v:shape>
          <o:OLEObject Type="Embed" ProgID="Equation.DSMT4" ShapeID="Object 1794" DrawAspect="Content" ObjectID="_1234567957" r:id="rId146"/>
        </w:object>
      </w:r>
      <w:r>
        <w:rPr>
          <w:rStyle w:val="DefaultParagraphFont"/>
          <w:rFonts w:ascii="Times New Roman" w:eastAsia="新宋体" w:hAnsi="Times New Roman" w:cs="Times New Roman" w:hint="eastAsia"/>
          <w:kern w:val="2"/>
          <w:sz w:val="21"/>
          <w:szCs w:val="21"/>
          <w:lang w:val="en-US" w:eastAsia="zh-CN" w:bidi="ar-SA"/>
        </w:rPr>
        <w:t>厘米，</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6"/>
        </w:rPr>
        <w:object>
          <v:shape id="Object 1795" o:spid="_x0000_i1099" type="#_x0000_t75" style="width:177pt;height:17.24pt;mso-position-horizontal-relative:page;mso-position-vertical-relative:page;mso-wrap-style:square" o:oleicon="f" o:ole="" filled="f" stroked="f">
            <v:stroke linestyle="single"/>
            <v:imagedata r:id="rId147" o:title=""/>
            <v:path o:extrusionok="f"/>
            <o:lock v:ext="edit" aspectratio="t"/>
          </v:shape>
          <o:OLEObject Type="Embed" ProgID="Equation.DSMT4" ShapeID="Object 1795" DrawAspect="Content" ObjectID="_1234567958" r:id="rId148"/>
        </w:object>
      </w:r>
      <w:r>
        <w:rPr>
          <w:rStyle w:val="DefaultParagraphFont"/>
          <w:rFonts w:ascii="Times New Roman" w:eastAsia="新宋体" w:hAnsi="Times New Roman" w:cs="Times New Roman" w:hint="eastAsia"/>
          <w:kern w:val="2"/>
          <w:sz w:val="21"/>
          <w:szCs w:val="21"/>
          <w:lang w:val="en-US" w:eastAsia="zh-CN" w:bidi="ar-SA"/>
        </w:rPr>
        <w:t>（厘米），</w:t>
      </w:r>
    </w:p>
    <w:p>
      <w:pPr>
        <w:pStyle w:val="Normal41"/>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position w:val="-6"/>
        </w:rPr>
        <w:object>
          <v:shape id="Object 1796" o:spid="_x0000_i1100" type="#_x0000_t75" style="width:53.26pt;height:12.74pt;mso-position-horizontal-relative:page;mso-position-vertical-relative:page;mso-wrap-style:square" o:oleicon="f" o:ole="" filled="f" stroked="f">
            <v:stroke linestyle="single"/>
            <v:imagedata r:id="rId149" o:title=""/>
            <v:path o:extrusionok="f"/>
            <o:lock v:ext="edit" aspectratio="t"/>
          </v:shape>
          <o:OLEObject Type="Embed" ProgID="Equation.DSMT4" ShapeID="Object 1796" DrawAspect="Content" ObjectID="_1234567959" r:id="rId150"/>
        </w:object>
      </w:r>
      <w:r>
        <w:rPr>
          <w:rStyle w:val="DefaultParagraphFont"/>
          <w:rFonts w:ascii="Times New Roman" w:eastAsia="新宋体" w:hAnsi="Times New Roman" w:cs="Times New Roman" w:hint="eastAsia"/>
          <w:kern w:val="2"/>
          <w:sz w:val="21"/>
          <w:szCs w:val="21"/>
          <w:lang w:val="en-US" w:eastAsia="zh-CN" w:bidi="ar-SA"/>
        </w:rPr>
        <w:t>厘米．</w:t>
      </w:r>
    </w:p>
    <w:p>
      <w:pPr>
        <w:keepNext w:val="0"/>
        <w:keepLines w:val="0"/>
        <w:pageBreakBefore w:val="0"/>
        <w:widowControl w:val="0"/>
        <w:kinsoku/>
        <w:wordWrap/>
        <w:overflowPunct/>
        <w:topLinePunct w:val="0"/>
        <w:autoSpaceDE/>
        <w:autoSpaceDN/>
        <w:bidi w:val="0"/>
        <w:adjustRightInd/>
        <w:snapToGrid/>
        <w:spacing w:line="0" w:lineRule="atLeast"/>
        <w:ind w:right="0" w:firstLine="840" w:firstLineChars="400"/>
        <w:textAlignment w:val="auto"/>
      </w:pPr>
      <w:r>
        <w:pict>
          <v:shape id="图片 1496" o:spid="_x0000_s1101" type="#_x0000_t75" style="width:278.05pt;height:171.5pt;margin-top:13.3pt;margin-left:20.1pt;mso-wrap-style:square;position:absolute;z-index:-251651072" o:preferrelative="t" filled="f" stroked="f">
            <v:stroke linestyle="single"/>
            <v:imagedata r:id="rId151" o:title=""/>
            <v:path o:extrusionok="f"/>
            <o:lock v:ext="edit" aspectratio="t"/>
          </v:shape>
        </w:pict>
      </w:r>
      <w:r>
        <w:rPr>
          <w:rStyle w:val="DefaultParagraphFont"/>
          <w:rFonts w:ascii="Times New Roman" w:eastAsia="新宋体" w:hAnsi="Times New Roman" w:cs="Times New Roman" w:hint="eastAsia"/>
          <w:kern w:val="2"/>
          <w:sz w:val="21"/>
          <w:szCs w:val="21"/>
          <w:lang w:val="en-US" w:eastAsia="zh-CN" w:bidi="ar-SA"/>
        </w:rPr>
        <w:t>答：</w:t>
      </w:r>
      <w:r>
        <w:rPr>
          <w:position w:val="-4"/>
        </w:rPr>
        <w:object>
          <v:shape id="Object 1797" o:spid="_x0000_i1102" type="#_x0000_t75" style="width:11.25pt;height:12pt;mso-position-horizontal-relative:page;mso-position-vertical-relative:page;mso-wrap-style:square" o:oleicon="f" o:ole="" filled="f" stroked="f">
            <v:stroke linestyle="single"/>
            <v:imagedata r:id="rId152" o:title=""/>
            <v:path o:extrusionok="f"/>
            <o:lock v:ext="edit" aspectratio="t"/>
          </v:shape>
          <o:OLEObject Type="Embed" ProgID="Equation.DSMT4" ShapeID="Object 1797" DrawAspect="Content" ObjectID="_1234567960" r:id="rId153"/>
        </w:objec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798" o:spid="_x0000_i1103" type="#_x0000_t75" style="width:12.74pt;height:12pt;mso-position-horizontal-relative:page;mso-position-vertical-relative:page;mso-wrap-style:square" o:oleicon="f" o:ole="" filled="f" stroked="f">
            <v:stroke linestyle="single"/>
            <v:imagedata r:id="rId154" o:title=""/>
            <v:path o:extrusionok="f"/>
            <o:lock v:ext="edit" aspectratio="t"/>
          </v:shape>
          <o:OLEObject Type="Embed" ProgID="Equation.DSMT4" ShapeID="Object 1798" DrawAspect="Content" ObjectID="_1234567961" r:id="rId155"/>
        </w:object>
      </w:r>
      <w:r>
        <w:rPr>
          <w:rStyle w:val="DefaultParagraphFont"/>
          <w:rFonts w:ascii="Times New Roman" w:eastAsia="新宋体" w:hAnsi="Times New Roman" w:cs="Times New Roman" w:hint="eastAsia"/>
          <w:kern w:val="2"/>
          <w:sz w:val="21"/>
          <w:szCs w:val="21"/>
          <w:lang w:val="en-US" w:eastAsia="zh-CN" w:bidi="ar-SA"/>
        </w:rPr>
        <w:t>两点的距离是</w:t>
      </w:r>
      <w:r>
        <w:rPr>
          <w:rStyle w:val="DefaultParagraphFont"/>
          <w:rFonts w:ascii="Times New Roman" w:eastAsia="新宋体" w:hAnsi="Times New Roman" w:cs="Times New Roman"/>
          <w:kern w:val="2"/>
          <w:sz w:val="21"/>
          <w:szCs w:val="21"/>
          <w:lang w:val="en-US" w:eastAsia="zh-CN" w:bidi="ar-SA"/>
        </w:rPr>
        <w:t>100</w:t>
      </w:r>
      <w:r>
        <w:rPr>
          <w:rStyle w:val="DefaultParagraphFont"/>
          <w:rFonts w:ascii="Times New Roman" w:eastAsia="新宋体" w:hAnsi="Times New Roman" w:cs="Times New Roman" w:hint="eastAsia"/>
          <w:kern w:val="2"/>
          <w:sz w:val="21"/>
          <w:szCs w:val="21"/>
          <w:lang w:val="en-US" w:eastAsia="zh-CN" w:bidi="ar-SA"/>
        </w:rPr>
        <w:t xml:space="preserve">厘米．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8</w:t>
      </w:r>
      <w:r>
        <w:rPr>
          <w:rFonts w:ascii="Times New Roman" w:hAnsi="Times New Roman" w:cs="Times New Roman" w:hint="default"/>
          <w:color w:val="auto"/>
          <w:szCs w:val="21"/>
        </w:rPr>
        <w:t>分</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r>
        <w:rPr>
          <w:rFonts w:ascii="Times New Roman" w:hAnsi="Times New Roman" w:cs="Times New Roman" w:hint="eastAsia"/>
          <w:color w:val="auto"/>
          <w:szCs w:val="21"/>
          <w:lang w:val="en-US" w:eastAsia="zh-CN"/>
        </w:rPr>
        <w:t xml:space="preserve"> 19、</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5250" w:firstLineChars="2500"/>
        <w:textAlignment w:val="auto"/>
        <w:rPr>
          <w:rFonts w:ascii="Times New Roman" w:hAnsi="Times New Roman" w:cs="Times New Roman" w:hint="eastAsia"/>
          <w:color w:val="auto"/>
          <w:szCs w:val="21"/>
          <w:lang w:val="en-US" w:eastAsia="zh-CN"/>
        </w:rPr>
      </w:pP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6090" w:firstLineChars="2900"/>
        <w:textAlignment w:val="auto"/>
        <w:rPr>
          <w:rFonts w:ascii="Times New Roman" w:hAnsi="Times New Roman" w:cs="Times New Roman" w:hint="eastAsia"/>
          <w:color w:val="auto"/>
          <w:szCs w:val="21"/>
          <w:lang w:val="en-US" w:eastAsia="zh-CN"/>
        </w:rPr>
      </w:pP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4</w:t>
      </w:r>
      <w:r>
        <w:rPr>
          <w:rFonts w:ascii="Times New Roman" w:hAnsi="Times New Roman" w:cs="Times New Roman" w:hint="default"/>
          <w:color w:val="auto"/>
          <w:szCs w:val="21"/>
        </w:rPr>
        <w:t>分</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200" w:firstLineChars="2000"/>
        <w:textAlignment w:val="auto"/>
        <w:rPr>
          <w:rFonts w:ascii="Times New Roman" w:hAnsi="Times New Roman" w:cs="Times New Roman" w:hint="eastAsia"/>
          <w:color w:val="auto"/>
          <w:szCs w:val="21"/>
          <w:lang w:val="en-US" w:eastAsia="zh-CN"/>
        </w:rPr>
      </w:pP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textAlignment w:val="auto"/>
        <w:rPr>
          <w:rFonts w:ascii="Times New Roman" w:hAnsi="Times New Roman" w:cs="Times New Roman" w:hint="eastAsia"/>
          <w:color w:val="auto"/>
          <w:szCs w:val="21"/>
          <w:lang w:val="en-US" w:eastAsia="zh-CN"/>
        </w:rPr>
      </w:pP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ind w:firstLine="4200" w:firstLineChars="2000"/>
        <w:textAlignment w:val="auto"/>
        <w:rPr>
          <w:rFonts w:ascii="Times New Roman" w:hAnsi="Times New Roman" w:cs="Times New Roman" w:hint="default"/>
          <w:color w:val="auto"/>
          <w:szCs w:val="21"/>
        </w:rPr>
      </w:pP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8</w:t>
      </w:r>
      <w:r>
        <w:rPr>
          <w:rFonts w:ascii="Times New Roman" w:hAnsi="Times New Roman" w:cs="Times New Roman" w:hint="default"/>
          <w:color w:val="auto"/>
          <w:szCs w:val="21"/>
        </w:rPr>
        <w:t>分</w:t>
      </w:r>
    </w:p>
    <w:p>
      <w:pPr>
        <w:pStyle w:val="Normal5"/>
        <w:keepNext w:val="0"/>
        <w:keepLines w:val="0"/>
        <w:pageBreakBefore w:val="0"/>
        <w:widowControl w:val="0"/>
        <w:numPr>
          <w:ilvl w:val="0"/>
          <w:numId w:val="0"/>
        </w:numPr>
        <w:kinsoku/>
        <w:wordWrap/>
        <w:overflowPunct/>
        <w:topLinePunct w:val="0"/>
        <w:autoSpaceDE/>
        <w:autoSpaceDN/>
        <w:bidi w:val="0"/>
        <w:adjustRightInd/>
        <w:snapToGrid/>
        <w:spacing w:line="0" w:lineRule="atLeast"/>
        <w:jc w:val="both"/>
        <w:textAlignment w:val="auto"/>
        <w:rPr>
          <w:rFonts w:ascii="Times New Roman" w:hAnsi="Times New Roman" w:cs="Times New Roman" w:hint="default"/>
          <w:color w:val="auto"/>
          <w:szCs w:val="21"/>
        </w:rPr>
      </w:pPr>
    </w:p>
    <w:p>
      <w:pPr>
        <w:pStyle w:val="Normal3"/>
        <w:keepNext w:val="0"/>
        <w:keepLines w:val="0"/>
        <w:pageBreakBefore w:val="0"/>
        <w:widowControl w:val="0"/>
        <w:kinsoku/>
        <w:wordWrap/>
        <w:overflowPunct/>
        <w:topLinePunct w:val="0"/>
        <w:autoSpaceDE/>
        <w:autoSpaceDN/>
        <w:bidi w:val="0"/>
        <w:adjustRightInd/>
        <w:snapToGrid/>
        <w:spacing w:line="240" w:lineRule="auto"/>
        <w:textAlignment w:val="auto"/>
        <w:rPr>
          <w:rStyle w:val="DefaultParagraphFont"/>
          <w:rFonts w:ascii="Calibri" w:eastAsia="宋体" w:hAnsi="Calibri" w:cs="Times New Roman"/>
          <w:kern w:val="2"/>
          <w:sz w:val="21"/>
          <w:szCs w:val="22"/>
          <w:lang w:val="en-US" w:eastAsia="zh-CN" w:bidi="ar-SA"/>
        </w:rPr>
      </w:pPr>
      <w:r>
        <w:rPr>
          <w:rFonts w:ascii="Times New Roman" w:hAnsi="Times New Roman" w:cs="Times New Roman" w:hint="default"/>
          <w:color w:val="auto"/>
        </w:rPr>
        <w:t>20、</w:t>
      </w: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1</w:t>
      </w:r>
      <w:r>
        <w:rPr>
          <w:rStyle w:val="DefaultParagraphFont"/>
          <w:rFonts w:ascii="Times New Roman" w:eastAsia="新宋体" w:hAnsi="Times New Roman" w:cs="Times New Roman" w:hint="eastAsia"/>
          <w:kern w:val="2"/>
          <w:sz w:val="21"/>
          <w:szCs w:val="21"/>
          <w:lang w:val="en-US" w:eastAsia="zh-CN" w:bidi="ar-SA"/>
        </w:rPr>
        <w:t>）证明：</w:t>
      </w:r>
      <w:r>
        <w:rPr>
          <w:position w:val="-6"/>
        </w:rPr>
        <w:object>
          <v:shape id="Object 1799" o:spid="_x0000_i1104" type="#_x0000_t75" style="width:51.74pt;height:12.74pt;mso-position-horizontal-relative:page;mso-position-vertical-relative:page;mso-wrap-style:square" o:oleicon="f" o:ole="" filled="f" stroked="f">
            <v:stroke linestyle="single"/>
            <v:imagedata r:id="rId156" o:title=""/>
            <v:path o:extrusionok="f"/>
            <o:lock v:ext="edit" aspectratio="t"/>
          </v:shape>
          <o:OLEObject Type="Embed" ProgID="Equation.DSMT4" ShapeID="Object 1799" DrawAspect="Content" ObjectID="_1234567962" r:id="rId157"/>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00" o:spid="_x0000_i1105" type="#_x0000_t75" style="width:78.76pt;height:12.76pt;mso-position-horizontal-relative:page;mso-position-vertical-relative:page;mso-wrap-style:square" o:oleicon="f" o:ole="" filled="f" stroked="f">
            <v:stroke linestyle="single"/>
            <v:imagedata r:id="rId158" o:title=""/>
            <v:path o:extrusionok="f"/>
            <o:lock v:ext="edit" aspectratio="t"/>
          </v:shape>
          <o:OLEObject Type="Embed" ProgID="Equation.DSMT4" ShapeID="Object 1800" DrawAspect="Content" ObjectID="_1234567963" r:id="rId159"/>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240" w:lineRule="auto"/>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4"/>
        </w:rPr>
        <w:object>
          <v:shape id="Object 1801" o:spid="_x0000_i1106" type="#_x0000_t75" style="width:26.98pt;height:12pt;mso-position-horizontal-relative:page;mso-position-vertical-relative:page;mso-wrap-style:square" o:oleicon="f" o:ole="" filled="f" stroked="f">
            <v:stroke linestyle="single"/>
            <v:imagedata r:id="rId160" o:title=""/>
            <v:path o:extrusionok="f"/>
            <o:lock v:ext="edit" aspectratio="t"/>
          </v:shape>
          <o:OLEObject Type="Embed" ProgID="Equation.DSMT4" ShapeID="Object 1801" DrawAspect="Content" ObjectID="_1234567964" r:id="rId161"/>
        </w:object>
      </w:r>
      <w:r>
        <w:rPr>
          <w:rStyle w:val="DefaultParagraphFont"/>
          <w:rFonts w:ascii="Times New Roman" w:eastAsia="新宋体" w:hAnsi="Times New Roman" w:cs="Times New Roman" w:hint="eastAsia"/>
          <w:kern w:val="2"/>
          <w:sz w:val="21"/>
          <w:szCs w:val="21"/>
          <w:lang w:val="en-US" w:eastAsia="zh-CN" w:bidi="ar-SA"/>
        </w:rPr>
        <w:t>是切线，</w:t>
      </w:r>
      <w:r>
        <w:rPr>
          <w:position w:val="-6"/>
        </w:rPr>
        <w:object>
          <v:shape id="Object 1802" o:spid="_x0000_i1107" type="#_x0000_t75" style="width:53.26pt;height:12.74pt;mso-position-horizontal-relative:page;mso-position-vertical-relative:page;mso-wrap-style:square" o:oleicon="f" o:ole="" filled="f" stroked="f">
            <v:stroke linestyle="single"/>
            <v:imagedata r:id="rId162" o:title=""/>
            <v:path o:extrusionok="f"/>
            <o:lock v:ext="edit" aspectratio="t"/>
          </v:shape>
          <o:OLEObject Type="Embed" ProgID="Equation.DSMT4" ShapeID="Object 1802" DrawAspect="Content" ObjectID="_1234567965" r:id="rId163"/>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03" o:spid="_x0000_i1108" type="#_x0000_t75" style="width:66.73pt;height:12.74pt;mso-position-horizontal-relative:page;mso-position-vertical-relative:page;mso-wrap-style:square" o:oleicon="f" o:ole="" filled="f" stroked="f">
            <v:stroke linestyle="single"/>
            <v:imagedata r:id="rId164" o:title=""/>
            <v:path o:extrusionok="f"/>
            <o:lock v:ext="edit" aspectratio="t"/>
          </v:shape>
          <o:OLEObject Type="Embed" ProgID="Equation.DSMT4" ShapeID="Object 1803" DrawAspect="Content" ObjectID="_1234567966" r:id="rId165"/>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240" w:lineRule="auto"/>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6"/>
        </w:rPr>
        <w:object>
          <v:shape id="Object 1804" o:spid="_x0000_i1109" type="#_x0000_t75" style="width:104.26pt;height:12.76pt;mso-position-horizontal-relative:page;mso-position-vertical-relative:page;mso-wrap-style:square" o:oleicon="f" o:ole="" filled="f" stroked="f">
            <v:stroke linestyle="single"/>
            <v:imagedata r:id="rId166" o:title=""/>
            <v:path o:extrusionok="f"/>
            <o:lock v:ext="edit" aspectratio="t"/>
          </v:shape>
          <o:OLEObject Type="Embed" ProgID="Equation.DSMT4" ShapeID="Object 1804" DrawAspect="Content" ObjectID="_1234567967" r:id="rId167"/>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2</w:t>
      </w:r>
      <w:r>
        <w:rPr>
          <w:rFonts w:ascii="Times New Roman" w:hAnsi="Times New Roman" w:cs="Times New Roman" w:hint="default"/>
          <w:color w:val="auto"/>
          <w:szCs w:val="21"/>
        </w:rPr>
        <w:t>分</w:t>
      </w:r>
    </w:p>
    <w:p>
      <w:pPr>
        <w:pStyle w:val="Normal3"/>
        <w:keepNext w:val="0"/>
        <w:keepLines w:val="0"/>
        <w:pageBreakBefore w:val="0"/>
        <w:widowControl w:val="0"/>
        <w:kinsoku/>
        <w:wordWrap/>
        <w:overflowPunct/>
        <w:topLinePunct w:val="0"/>
        <w:autoSpaceDE/>
        <w:autoSpaceDN/>
        <w:bidi w:val="0"/>
        <w:adjustRightInd/>
        <w:snapToGrid/>
        <w:spacing w:line="240" w:lineRule="auto"/>
        <w:ind w:firstLine="1470" w:firstLineChars="700"/>
        <w:textAlignment w:val="auto"/>
        <w:rPr>
          <w:rStyle w:val="DefaultParagraphFont"/>
          <w:rFonts w:ascii="Calibri" w:eastAsia="宋体" w:hAnsi="Calibri" w:cs="Times New Roman"/>
          <w:kern w:val="2"/>
          <w:sz w:val="21"/>
          <w:szCs w:val="22"/>
          <w:lang w:val="en-US" w:eastAsia="zh-CN" w:bidi="ar-SA"/>
        </w:rPr>
      </w:pPr>
      <w:r>
        <w:rPr>
          <w:rFonts w:ascii="Times New Roman" w:eastAsia="新宋体" w:hAnsi="Times New Roman"/>
          <w:szCs w:val="21"/>
        </w:rPr>
        <w:pict>
          <v:shape id="图片 1497" o:spid="_x0000_s1110" type="#_x0000_t75" alt="菁优网：http://www.jyeoo.com" style="width:84.4pt;height:86.05pt;margin-top:11.1pt;margin-left:326.5pt;mso-wrap-style:square;position:absolute;z-index:-251650048" o:preferrelative="t" filled="f" stroked="f">
            <v:stroke linestyle="single"/>
            <v:imagedata r:id="rId168" o:title="菁优网：http://www.jyeoo.com"/>
            <v:path o:extrusionok="f"/>
            <o:lock v:ext="edit" aspectratio="t"/>
          </v:shape>
        </w:pict>
      </w:r>
      <w:r>
        <w:rPr>
          <w:position w:val="-6"/>
        </w:rPr>
        <w:object>
          <v:shape id="Object 1805" o:spid="_x0000_i1111" type="#_x0000_t75" style="width:51.74pt;height:12.74pt;mso-position-horizontal-relative:page;mso-position-vertical-relative:page;mso-wrap-style:square" o:oleicon="f" o:ole="" filled="f" stroked="f">
            <v:stroke linestyle="single"/>
            <v:imagedata r:id="rId169" o:title=""/>
            <v:path o:extrusionok="f"/>
            <o:lock v:ext="edit" aspectratio="t"/>
          </v:shape>
          <o:OLEObject Type="Embed" ProgID="Equation.DSMT4" ShapeID="Object 1805" DrawAspect="Content" ObjectID="_1234567968" r:id="rId170"/>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06" o:spid="_x0000_i1112" type="#_x0000_t75" style="width:102.74pt;height:12.74pt;mso-position-horizontal-relative:page;mso-position-vertical-relative:page;mso-wrap-style:square" o:oleicon="f" o:ole="" filled="f" stroked="f">
            <v:stroke linestyle="single"/>
            <v:imagedata r:id="rId171" o:title=""/>
            <v:path o:extrusionok="f"/>
            <o:lock v:ext="edit" aspectratio="t"/>
          </v:shape>
          <o:OLEObject Type="Embed" ProgID="Equation.DSMT4" ShapeID="Object 1806" DrawAspect="Content" ObjectID="_1234567969" r:id="rId172"/>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240" w:lineRule="auto"/>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6"/>
        </w:rPr>
        <w:object>
          <v:shape id="Object 1807" o:spid="_x0000_i1113" type="#_x0000_t75" style="width:78.76pt;height:12.76pt;mso-position-horizontal-relative:page;mso-position-vertical-relative:page;mso-wrap-style:square" o:oleicon="f" o:ole="" filled="f" stroked="f">
            <v:stroke linestyle="single"/>
            <v:imagedata r:id="rId173" o:title=""/>
            <v:path o:extrusionok="f"/>
            <o:lock v:ext="edit" aspectratio="t"/>
          </v:shape>
          <o:OLEObject Type="Embed" ProgID="Equation.DSMT4" ShapeID="Object 1807" DrawAspect="Content" ObjectID="_1234567970" r:id="rId174"/>
        </w:objec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808" o:spid="_x0000_i1114" type="#_x0000_t75" style="width:80.24pt;height:12pt;mso-position-horizontal-relative:page;mso-position-vertical-relative:page;mso-wrap-style:square" o:oleicon="f" o:ole="" filled="f" stroked="f">
            <v:stroke linestyle="single"/>
            <v:imagedata r:id="rId175" o:title=""/>
            <v:path o:extrusionok="f"/>
            <o:lock v:ext="edit" aspectratio="t"/>
          </v:shape>
          <o:OLEObject Type="Embed" ProgID="Equation.DSMT4" ShapeID="Object 1808" DrawAspect="Content" ObjectID="_1234567971" r:id="rId176"/>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240" w:lineRule="auto"/>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4"/>
        </w:rPr>
        <w:object>
          <v:shape id="Object 1809" o:spid="_x0000_i1115" type="#_x0000_t75" style="width:51.74pt;height:12pt;mso-position-horizontal-relative:page;mso-position-vertical-relative:page;mso-wrap-style:square" o:oleicon="f" o:ole="" filled="f" stroked="f">
            <v:stroke linestyle="single"/>
            <v:imagedata r:id="rId177" o:title=""/>
            <v:path o:extrusionok="f"/>
            <o:lock v:ext="edit" aspectratio="t"/>
          </v:shape>
          <o:OLEObject Type="Embed" ProgID="Equation.DSMT4" ShapeID="Object 1809" DrawAspect="Content" ObjectID="_1234567972" r:id="rId178"/>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4</w:t>
      </w:r>
      <w:r>
        <w:rPr>
          <w:rFonts w:ascii="Times New Roman" w:hAnsi="Times New Roman" w:cs="Times New Roman" w:hint="default"/>
          <w:color w:val="auto"/>
          <w:szCs w:val="21"/>
        </w:rPr>
        <w:t>分</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2</w:t>
      </w:r>
      <w:r>
        <w:rPr>
          <w:rStyle w:val="DefaultParagraphFont"/>
          <w:rFonts w:ascii="Times New Roman" w:eastAsia="新宋体" w:hAnsi="Times New Roman" w:cs="Times New Roman" w:hint="eastAsia"/>
          <w:kern w:val="2"/>
          <w:sz w:val="21"/>
          <w:szCs w:val="21"/>
          <w:lang w:val="en-US" w:eastAsia="zh-CN" w:bidi="ar-SA"/>
        </w:rPr>
        <w:t>）作</w:t>
      </w:r>
      <w:r>
        <w:rPr>
          <w:position w:val="-4"/>
        </w:rPr>
        <w:object>
          <v:shape id="Object 1810" o:spid="_x0000_i1116" type="#_x0000_t75" style="width:44.99pt;height:12pt;mso-position-horizontal-relative:page;mso-position-vertical-relative:page;mso-wrap-style:square" o:oleicon="f" o:ole="" filled="f" stroked="f">
            <v:stroke linestyle="single"/>
            <v:imagedata r:id="rId179" o:title=""/>
            <v:path o:extrusionok="f"/>
            <o:lock v:ext="edit" aspectratio="t"/>
          </v:shape>
          <o:OLEObject Type="Embed" ProgID="Equation.DSMT4" ShapeID="Object 1810" DrawAspect="Content" ObjectID="_1234567973" r:id="rId180"/>
        </w:object>
      </w:r>
      <w:r>
        <w:rPr>
          <w:rStyle w:val="DefaultParagraphFont"/>
          <w:rFonts w:ascii="Times New Roman" w:eastAsia="新宋体" w:hAnsi="Times New Roman" w:cs="Times New Roman" w:hint="eastAsia"/>
          <w:kern w:val="2"/>
          <w:sz w:val="21"/>
          <w:szCs w:val="21"/>
          <w:lang w:val="en-US" w:eastAsia="zh-CN" w:bidi="ar-SA"/>
        </w:rPr>
        <w:t>于</w:t>
      </w:r>
      <w:r>
        <w:rPr>
          <w:position w:val="-4"/>
        </w:rPr>
        <w:object>
          <v:shape id="Object 1811" o:spid="_x0000_i1117" type="#_x0000_t75" style="width:12.01pt;height:12.01pt;mso-position-horizontal-relative:page;mso-position-vertical-relative:page;mso-wrap-style:square" o:oleicon="f" o:ole="" filled="f" stroked="f">
            <v:stroke linestyle="single"/>
            <v:imagedata r:id="rId181" o:title=""/>
            <v:path o:extrusionok="f"/>
            <o:lock v:ext="edit" aspectratio="t"/>
          </v:shape>
          <o:OLEObject Type="Embed" ProgID="Equation.DSMT4" ShapeID="Object 1811" DrawAspect="Content" ObjectID="_1234567974" r:id="rId182"/>
        </w:object>
      </w:r>
      <w:r>
        <w:rPr>
          <w:rStyle w:val="DefaultParagraphFont"/>
          <w:rFonts w:ascii="Times New Roman" w:eastAsia="新宋体" w:hAnsi="Times New Roman" w:cs="Times New Roman" w:hint="eastAsia"/>
          <w:kern w:val="2"/>
          <w:sz w:val="21"/>
          <w:szCs w:val="21"/>
          <w:lang w:val="en-US" w:eastAsia="zh-CN" w:bidi="ar-SA"/>
        </w:rPr>
        <w:t>，连接</w:t>
      </w:r>
      <w:r>
        <w:rPr>
          <w:position w:val="-6"/>
        </w:rPr>
        <w:object>
          <v:shape id="Object 1812" o:spid="_x0000_i1118" type="#_x0000_t75" style="width:17.99pt;height:12.74pt;mso-position-horizontal-relative:page;mso-position-vertical-relative:page;mso-wrap-style:square" o:oleicon="f" o:ole="" filled="f" stroked="f">
            <v:stroke linestyle="single"/>
            <v:imagedata r:id="rId183" o:title=""/>
            <v:path o:extrusionok="f"/>
            <o:lock v:ext="edit" aspectratio="t"/>
          </v:shape>
          <o:OLEObject Type="Embed" ProgID="Equation.DSMT4" ShapeID="Object 1812" DrawAspect="Content" ObjectID="_1234567975" r:id="rId184"/>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Times New Roman" w:eastAsia="新宋体" w:hAnsi="Times New Roman" w:cs="Times New Roman" w:hint="eastAsia"/>
          <w:kern w:val="2"/>
          <w:sz w:val="21"/>
          <w:szCs w:val="21"/>
          <w:lang w:val="en-US" w:eastAsia="zh-CN" w:bidi="ar-SA"/>
        </w:rPr>
      </w:pPr>
      <w:r>
        <w:rPr>
          <w:position w:val="-4"/>
        </w:rPr>
        <w:object>
          <v:shape id="Object 1813" o:spid="_x0000_i1119" type="#_x0000_t75" style="width:51.74pt;height:12pt;mso-position-horizontal-relative:page;mso-position-vertical-relative:page;mso-wrap-style:square" o:oleicon="f" o:ole="" filled="f" stroked="f">
            <v:stroke linestyle="single"/>
            <v:imagedata r:id="rId185" o:title=""/>
            <v:path o:extrusionok="f"/>
            <o:lock v:ext="edit" aspectratio="t"/>
          </v:shape>
          <o:OLEObject Type="Embed" ProgID="Equation.DSMT4" ShapeID="Object 1813" DrawAspect="Content" ObjectID="_1234567976" r:id="rId186"/>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14" o:spid="_x0000_i1120" type="#_x0000_t75" style="width:57.77pt;height:12.74pt;mso-position-horizontal-relative:page;mso-position-vertical-relative:page;mso-wrap-style:square" o:oleicon="f" o:ole="" filled="f" stroked="f">
            <v:stroke linestyle="single"/>
            <v:imagedata r:id="rId187" o:title=""/>
            <v:path o:extrusionok="f"/>
            <o:lock v:ext="edit" aspectratio="t"/>
          </v:shape>
          <o:OLEObject Type="Embed" ProgID="Equation.DSMT4" ShapeID="Object 1814" DrawAspect="Content" ObjectID="_1234567977" r:id="rId188"/>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22"/>
        </w:rPr>
        <w:object>
          <v:shape id="Object 1815" o:spid="_x0000_i1121" type="#_x0000_t75" style="width:74.25pt;height:27.73pt;mso-position-horizontal-relative:page;mso-position-vertical-relative:page;mso-wrap-style:square" o:oleicon="f" o:ole="" filled="f" stroked="f">
            <v:stroke linestyle="single"/>
            <v:imagedata r:id="rId189" o:title=""/>
            <v:path o:extrusionok="f"/>
            <o:lock v:ext="edit" aspectratio="t"/>
          </v:shape>
          <o:OLEObject Type="Embed" ProgID="Equation.DSMT4" ShapeID="Object 1815" DrawAspect="Content" ObjectID="_1234567978" r:id="rId190"/>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16" o:spid="_x0000_i1122" type="#_x0000_t75" style="width:44.26pt;height:12.74pt;mso-position-horizontal-relative:page;mso-position-vertical-relative:page;mso-wrap-style:square" o:oleicon="f" o:ole="" filled="f" stroked="f">
            <v:stroke linestyle="single"/>
            <v:imagedata r:id="rId191" o:title=""/>
            <v:path o:extrusionok="f"/>
            <o:lock v:ext="edit" aspectratio="t"/>
          </v:shape>
          <o:OLEObject Type="Embed" ProgID="Equation.DSMT4" ShapeID="Object 1816" DrawAspect="Content" ObjectID="_1234567979" r:id="rId192"/>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在</w:t>
      </w:r>
      <w:r>
        <w:rPr>
          <w:position w:val="-6"/>
        </w:rPr>
        <w:object>
          <v:shape id="Object 1817" o:spid="_x0000_i1123" type="#_x0000_t75" style="width:39.75pt;height:12.74pt;mso-position-horizontal-relative:page;mso-position-vertical-relative:page;mso-wrap-style:square" o:oleicon="f" o:ole="" filled="f" stroked="f">
            <v:stroke linestyle="single"/>
            <v:imagedata r:id="rId193" o:title=""/>
            <v:path o:extrusionok="f"/>
            <o:lock v:ext="edit" aspectratio="t"/>
          </v:shape>
          <o:OLEObject Type="Embed" ProgID="Equation.DSMT4" ShapeID="Object 1817" DrawAspect="Content" ObjectID="_1234567980" r:id="rId194"/>
        </w:object>
      </w:r>
      <w:r>
        <w:rPr>
          <w:rStyle w:val="DefaultParagraphFont"/>
          <w:rFonts w:ascii="Times New Roman" w:eastAsia="新宋体" w:hAnsi="Times New Roman" w:cs="Times New Roman" w:hint="eastAsia"/>
          <w:kern w:val="2"/>
          <w:sz w:val="21"/>
          <w:szCs w:val="21"/>
          <w:lang w:val="en-US" w:eastAsia="zh-CN" w:bidi="ar-SA"/>
        </w:rPr>
        <w:t>中，</w:t>
      </w:r>
      <w:r>
        <w:rPr>
          <w:position w:val="-6"/>
        </w:rPr>
        <w:object>
          <v:shape id="Object 1818" o:spid="_x0000_i1124" type="#_x0000_t75" style="width:59.24pt;height:12.74pt;mso-position-horizontal-relative:page;mso-position-vertical-relative:page;mso-wrap-style:square" o:oleicon="f" o:ole="" filled="f" stroked="f">
            <v:stroke linestyle="single"/>
            <v:imagedata r:id="rId195" o:title=""/>
            <v:path o:extrusionok="f"/>
            <o:lock v:ext="edit" aspectratio="t"/>
          </v:shape>
          <o:OLEObject Type="Embed" ProgID="Equation.DSMT4" ShapeID="Object 1818" DrawAspect="Content" ObjectID="_1234567981" r:id="rId196"/>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19" o:spid="_x0000_i1125" type="#_x0000_t75" style="width:32.98pt;height:12.74pt;mso-position-horizontal-relative:page;mso-position-vertical-relative:page;mso-wrap-style:square" o:oleicon="f" o:ole="" filled="f" stroked="f">
            <v:stroke linestyle="single"/>
            <v:imagedata r:id="rId197" o:title=""/>
            <v:path o:extrusionok="f"/>
            <o:lock v:ext="edit" aspectratio="t"/>
          </v:shape>
          <o:OLEObject Type="Embed" ProgID="Equation.DSMT4" ShapeID="Object 1819" DrawAspect="Content" ObjectID="_1234567982" r:id="rId198"/>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20" o:spid="_x0000_i1126" type="#_x0000_t75" style="width:90pt;height:17.24pt;mso-position-horizontal-relative:page;mso-position-vertical-relative:page;mso-wrap-style:square" o:oleicon="f" o:ole="" filled="f" stroked="f">
            <v:stroke linestyle="single"/>
            <v:imagedata r:id="rId199" o:title=""/>
            <v:path o:extrusionok="f"/>
            <o:lock v:ext="edit" aspectratio="t"/>
          </v:shape>
          <o:OLEObject Type="Embed" ProgID="Equation.DSMT4" ShapeID="Object 1820" DrawAspect="Content" ObjectID="_1234567983" r:id="rId200"/>
        </w:object>
      </w:r>
      <w:r>
        <w:rPr>
          <w:rStyle w:val="DefaultParagraphFont"/>
          <w:rFonts w:ascii="Times New Roman" w:eastAsia="新宋体" w:hAnsi="Times New Roman" w:cs="Times New Roman" w:hint="eastAsia"/>
          <w:kern w:val="2"/>
          <w:sz w:val="21"/>
          <w:szCs w:val="21"/>
          <w:lang w:val="en-US" w:eastAsia="zh-CN" w:bidi="ar-SA"/>
        </w:rPr>
        <w:t>，</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6</w:t>
      </w:r>
      <w:r>
        <w:rPr>
          <w:rFonts w:ascii="Times New Roman" w:hAnsi="Times New Roman" w:cs="Times New Roman" w:hint="default"/>
          <w:color w:val="auto"/>
          <w:szCs w:val="21"/>
        </w:rPr>
        <w:t>分</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6"/>
        </w:rPr>
        <w:object>
          <v:shape id="Object 1821" o:spid="_x0000_i1127" type="#_x0000_t75" style="width:90pt;height:12.74pt;mso-position-horizontal-relative:page;mso-position-vertical-relative:page;mso-wrap-style:square" o:oleicon="f" o:ole="" filled="f" stroked="f">
            <v:stroke linestyle="single"/>
            <v:imagedata r:id="rId201" o:title=""/>
            <v:path o:extrusionok="f"/>
            <o:lock v:ext="edit" aspectratio="t"/>
          </v:shape>
          <o:OLEObject Type="Embed" ProgID="Equation.DSMT4" ShapeID="Object 1821" DrawAspect="Content" ObjectID="_1234567984" r:id="rId202"/>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22" o:spid="_x0000_i1128" type="#_x0000_t75" style="width:81.75pt;height:12.74pt;mso-position-horizontal-relative:page;mso-position-vertical-relative:page;mso-wrap-style:square" o:oleicon="f" o:ole="" filled="f" stroked="f">
            <v:stroke linestyle="single"/>
            <v:imagedata r:id="rId203" o:title=""/>
            <v:path o:extrusionok="f"/>
            <o:lock v:ext="edit" aspectratio="t"/>
          </v:shape>
          <o:OLEObject Type="Embed" ProgID="Equation.DSMT4" ShapeID="Object 1822" DrawAspect="Content" ObjectID="_1234567985" r:id="rId204"/>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23" o:spid="_x0000_i1129" type="#_x0000_t75" style="width:81pt;height:12.74pt;mso-position-horizontal-relative:page;mso-position-vertical-relative:page;mso-wrap-style:square" o:oleicon="f" o:ole="" filled="f" stroked="f">
            <v:stroke linestyle="single"/>
            <v:imagedata r:id="rId205" o:title=""/>
            <v:path o:extrusionok="f"/>
            <o:lock v:ext="edit" aspectratio="t"/>
          </v:shape>
          <o:OLEObject Type="Embed" ProgID="Equation.DSMT4" ShapeID="Object 1823" DrawAspect="Content" ObjectID="_1234567986" r:id="rId206"/>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22"/>
        </w:rPr>
        <w:object>
          <v:shape id="Object 1824" o:spid="_x0000_i1130" type="#_x0000_t75" style="width:153pt;height:27.73pt;mso-position-horizontal-relative:page;mso-position-vertical-relative:page;mso-wrap-style:square" o:oleicon="f" o:ole="" filled="f" stroked="f">
            <v:stroke linestyle="single"/>
            <v:imagedata r:id="rId207" o:title=""/>
            <v:path o:extrusionok="f"/>
            <o:lock v:ext="edit" aspectratio="t"/>
          </v:shape>
          <o:OLEObject Type="Embed" ProgID="Equation.DSMT4" ShapeID="Object 1824" DrawAspect="Content" ObjectID="_1234567987" r:id="rId208"/>
        </w:object>
      </w:r>
      <w:r>
        <w:rPr>
          <w:rStyle w:val="DefaultParagraphFont"/>
          <w:rFonts w:ascii="Times New Roman" w:eastAsia="新宋体" w:hAnsi="Times New Roman" w:cs="Times New Roman" w:hint="eastAsia"/>
          <w:kern w:val="2"/>
          <w:sz w:val="21"/>
          <w:szCs w:val="21"/>
          <w:lang w:val="en-US" w:eastAsia="zh-CN" w:bidi="ar-SA"/>
        </w:rPr>
        <w:t>，</w:t>
      </w:r>
    </w:p>
    <w:p>
      <w:pPr>
        <w:pStyle w:val="Normal3"/>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Fonts w:ascii="Times New Roman" w:hAnsi="Times New Roman" w:cs="Times New Roman" w:hint="default"/>
          <w:b/>
          <w:color w:val="auto"/>
          <w:szCs w:val="22"/>
        </w:rPr>
      </w:pPr>
      <w:r>
        <w:rPr>
          <w:position w:val="-6"/>
        </w:rPr>
        <w:object>
          <v:shape id="Object 1825" o:spid="_x0000_i1131" type="#_x0000_t75" style="width:42pt;height:12.74pt;mso-position-horizontal-relative:page;mso-position-vertical-relative:page;mso-wrap-style:square" o:oleicon="f" o:ole="" filled="f" stroked="f">
            <v:stroke linestyle="single"/>
            <v:imagedata r:id="rId209" o:title=""/>
            <v:path o:extrusionok="f"/>
            <o:lock v:ext="edit" aspectratio="t"/>
          </v:shape>
          <o:OLEObject Type="Embed" ProgID="Equation.DSMT4" ShapeID="Object 1825" DrawAspect="Content" ObjectID="_1234567988" r:id="rId210"/>
        </w:object>
      </w:r>
      <w:r>
        <w:rPr>
          <w:rStyle w:val="DefaultParagraphFont"/>
          <w:rFonts w:ascii="Times New Roman" w:eastAsia="新宋体" w:hAnsi="Times New Roman" w:cs="Times New Roman" w:hint="eastAsia"/>
          <w:kern w:val="2"/>
          <w:sz w:val="21"/>
          <w:szCs w:val="21"/>
          <w:lang w:val="en-US" w:eastAsia="zh-CN" w:bidi="ar-SA"/>
        </w:rPr>
        <w:t>，</w:t>
      </w:r>
      <w:r>
        <w:rPr>
          <w:position w:val="-22"/>
        </w:rPr>
        <w:object>
          <v:shape id="Object 1826" o:spid="_x0000_i1132" type="#_x0000_t75" style="width:48.76pt;height:27.73pt;mso-position-horizontal-relative:page;mso-position-vertical-relative:page;mso-wrap-style:square" o:oleicon="f" o:ole="" filled="f" stroked="f">
            <v:stroke linestyle="single"/>
            <v:imagedata r:id="rId211" o:title=""/>
            <v:path o:extrusionok="f"/>
            <o:lock v:ext="edit" aspectratio="t"/>
          </v:shape>
          <o:OLEObject Type="Embed" ProgID="Equation.DSMT4" ShapeID="Object 1826" DrawAspect="Content" ObjectID="_1234567989" r:id="rId212"/>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27" o:spid="_x0000_i1133" type="#_x0000_t75" style="width:27.73pt;height:12.74pt;mso-position-horizontal-relative:page;mso-position-vertical-relative:page;mso-wrap-style:square" o:oleicon="f" o:ole="" filled="f" stroked="f">
            <v:stroke linestyle="single"/>
            <v:imagedata r:id="rId213" o:title=""/>
            <v:path o:extrusionok="f"/>
            <o:lock v:ext="edit" aspectratio="t"/>
          </v:shape>
          <o:OLEObject Type="Embed" ProgID="Equation.DSMT4" ShapeID="Object 1827" DrawAspect="Content" ObjectID="_1234567990" r:id="rId214"/>
        </w:object>
      </w:r>
      <w:r>
        <w:rPr>
          <w:rStyle w:val="DefaultParagraphFont"/>
          <w:rFonts w:ascii="Times New Roman" w:eastAsia="新宋体" w:hAnsi="Times New Roman" w:cs="Times New Roman" w:hint="eastAsia"/>
          <w:kern w:val="2"/>
          <w:sz w:val="21"/>
          <w:szCs w:val="21"/>
          <w:lang w:val="en-US" w:eastAsia="zh-CN" w:bidi="ar-SA"/>
        </w:rPr>
        <w:t>的半径为</w:t>
      </w:r>
      <w:r>
        <w:rPr>
          <w:position w:val="-22"/>
        </w:rPr>
        <w:object>
          <v:shape id="Object 1828" o:spid="_x0000_i1134" type="#_x0000_t75" style="width:14.99pt;height:27.73pt;mso-position-horizontal-relative:page;mso-position-vertical-relative:page;mso-wrap-style:square" o:oleicon="f" o:ole="" filled="f" stroked="f">
            <v:stroke linestyle="single"/>
            <v:imagedata r:id="rId215" o:title=""/>
            <v:path o:extrusionok="f"/>
            <o:lock v:ext="edit" aspectratio="t"/>
          </v:shape>
          <o:OLEObject Type="Embed" ProgID="Equation.DSMT4" ShapeID="Object 1828" DrawAspect="Content" ObjectID="_1234567991" r:id="rId216"/>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szCs w:val="21"/>
        </w:rPr>
        <w:t>……………</w:t>
      </w:r>
      <w:r>
        <w:rPr>
          <w:rFonts w:ascii="Times New Roman" w:hAnsi="Times New Roman" w:cs="Times New Roman" w:hint="eastAsia"/>
          <w:color w:val="auto"/>
          <w:szCs w:val="21"/>
          <w:lang w:val="en-US" w:eastAsia="zh-CN"/>
        </w:rPr>
        <w:t>8</w:t>
      </w:r>
      <w:r>
        <w:rPr>
          <w:rFonts w:ascii="Times New Roman" w:hAnsi="Times New Roman" w:cs="Times New Roman" w:hint="default"/>
          <w:color w:val="auto"/>
          <w:szCs w:val="21"/>
        </w:rPr>
        <w:t>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cs="Times New Roman" w:hint="default"/>
          <w:b/>
          <w:color w:val="auto"/>
          <w:szCs w:val="22"/>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cs="Times New Roman" w:hint="default"/>
          <w:b/>
          <w:color w:val="auto"/>
          <w:szCs w:val="22"/>
        </w:rPr>
      </w:pP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cs="Times New Roman" w:hint="default"/>
          <w:b/>
          <w:color w:val="auto"/>
          <w:szCs w:val="21"/>
        </w:rPr>
      </w:pPr>
      <w:r>
        <w:rPr>
          <w:rFonts w:ascii="Times New Roman" w:hAnsi="Times New Roman" w:cs="Times New Roman" w:hint="default"/>
          <w:b/>
          <w:color w:val="auto"/>
          <w:szCs w:val="22"/>
        </w:rPr>
        <w:t>五、</w:t>
      </w:r>
      <w:r>
        <w:rPr>
          <w:rFonts w:ascii="Times New Roman" w:hAnsi="Times New Roman" w:cs="Times New Roman" w:hint="default"/>
          <w:b/>
          <w:color w:val="auto"/>
          <w:szCs w:val="21"/>
        </w:rPr>
        <w:t>（本大题共2小题，共18分）</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Style w:val="DefaultParagraphFont"/>
          <w:rFonts w:ascii="Calibri" w:eastAsia="宋体" w:hAnsi="Calibri" w:cs="Times New Roman"/>
          <w:kern w:val="2"/>
          <w:sz w:val="21"/>
          <w:szCs w:val="22"/>
          <w:lang w:val="en-US" w:eastAsia="zh-CN" w:bidi="ar-SA"/>
        </w:rPr>
      </w:pPr>
      <w:r>
        <w:rPr>
          <w:rFonts w:ascii="Times New Roman" w:hAnsi="Times New Roman" w:cs="Times New Roman" w:hint="default"/>
        </w:rPr>
        <w:t>21、</w:t>
      </w:r>
      <w:r>
        <w:rPr>
          <w:rStyle w:val="DefaultParagraphFont"/>
          <w:rFonts w:ascii="Times New Roman" w:eastAsia="新宋体" w:hAnsi="Times New Roman" w:cs="Times New Roman" w:hint="eastAsia"/>
          <w:kern w:val="2"/>
          <w:sz w:val="21"/>
          <w:szCs w:val="21"/>
          <w:lang w:val="en-US" w:eastAsia="zh-CN" w:bidi="ar-SA"/>
        </w:rPr>
        <w:t>解：（</w:t>
      </w:r>
      <w:r>
        <w:rPr>
          <w:rStyle w:val="DefaultParagraphFont"/>
          <w:rFonts w:ascii="Times New Roman" w:eastAsia="新宋体" w:hAnsi="Times New Roman" w:cs="Times New Roman"/>
          <w:kern w:val="2"/>
          <w:sz w:val="21"/>
          <w:szCs w:val="21"/>
          <w:lang w:val="en-US" w:eastAsia="zh-CN" w:bidi="ar-SA"/>
        </w:rPr>
        <w:t>1</w: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29" o:spid="_x0000_i1135" type="#_x0000_t75" style="width:108.84pt;height:12.76pt;mso-position-horizontal-relative:page;mso-position-vertical-relative:page;mso-wrap-style:square" o:oleicon="f" o:ole="" o:preferrelative="t" filled="f" stroked="f">
            <v:stroke linestyle="single"/>
            <v:imagedata r:id="rId217" o:title=""/>
            <v:path o:extrusionok="f"/>
            <o:lock v:ext="edit" aspectratio="t"/>
          </v:shape>
          <o:OLEObject Type="Embed" ProgID="Equation.DSMT4" ShapeID="Object 1829" DrawAspect="Content" ObjectID="_1234567992" r:id="rId218"/>
        </w:object>
      </w:r>
      <w:r>
        <w:rPr>
          <w:rStyle w:val="DefaultParagraphFont"/>
          <w:rFonts w:ascii="Times New Roman" w:eastAsia="新宋体" w:hAnsi="Times New Roman" w:cs="Times New Roman" w:hint="eastAsia"/>
          <w:kern w:val="2"/>
          <w:sz w:val="21"/>
          <w:szCs w:val="21"/>
          <w:lang w:val="en-US" w:eastAsia="zh-CN" w:bidi="ar-SA"/>
        </w:rPr>
        <w:t>（元</w:t>
      </w:r>
      <w:r>
        <w:rPr>
          <w:position w:val="-10"/>
        </w:rPr>
        <w:object>
          <v:shape id="Object 1830" o:spid="_x0000_i1136" type="#_x0000_t75" style="width:6.76pt;height:15.02pt;mso-position-horizontal-relative:page;mso-position-vertical-relative:page;mso-wrap-style:square" o:oleicon="f" o:ole="" filled="f" stroked="f">
            <v:stroke linestyle="single"/>
            <v:imagedata r:id="rId219" o:title=""/>
            <v:path o:extrusionok="f"/>
            <o:lock v:ext="edit" aspectratio="t"/>
          </v:shape>
          <o:OLEObject Type="Embed" ProgID="Equation.DSMT4" ShapeID="Object 1830" DrawAspect="Content" ObjectID="_1234567993" r:id="rId220"/>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6"/>
        </w:rPr>
        <w:object>
          <v:shape id="Object 1831" o:spid="_x0000_i1137" type="#_x0000_t75" style="width:50.85pt;height:12.76pt;mso-position-horizontal-relative:page;mso-position-vertical-relative:page;mso-wrap-style:square" o:oleicon="f" o:ole="" o:preferrelative="t" filled="f" stroked="f">
            <v:stroke linestyle="single"/>
            <v:imagedata r:id="rId221" o:title=""/>
            <v:path o:extrusionok="f"/>
            <o:lock v:ext="edit" aspectratio="t"/>
          </v:shape>
          <o:OLEObject Type="Embed" ProgID="Equation.DSMT4" ShapeID="Object 1831" DrawAspect="Content" ObjectID="_1234567994" r:id="rId222"/>
        </w:object>
      </w:r>
      <w:r>
        <w:rPr>
          <w:rStyle w:val="DefaultParagraphFont"/>
          <w:rFonts w:ascii="Times New Roman" w:eastAsia="新宋体" w:hAnsi="Times New Roman" w:cs="Times New Roman" w:hint="eastAsia"/>
          <w:kern w:val="2"/>
          <w:sz w:val="21"/>
          <w:szCs w:val="21"/>
          <w:lang w:val="en-US" w:eastAsia="zh-CN" w:bidi="ar-SA"/>
        </w:rPr>
        <w:t>（元</w:t>
      </w:r>
      <w:r>
        <w:rPr>
          <w:position w:val="-10"/>
        </w:rPr>
        <w:object>
          <v:shape id="Object 1832" o:spid="_x0000_i1138" type="#_x0000_t75" style="width:6.76pt;height:15.02pt;mso-position-horizontal-relative:page;mso-position-vertical-relative:page;mso-wrap-style:square" o:oleicon="f" o:ole="" filled="f" stroked="f">
            <v:stroke linestyle="single"/>
            <v:imagedata r:id="rId223" o:title=""/>
            <v:path o:extrusionok="f"/>
            <o:lock v:ext="edit" aspectratio="t"/>
          </v:shape>
          <o:OLEObject Type="Embed" ProgID="Equation.DSMT4" ShapeID="Object 1832" DrawAspect="Content" ObjectID="_1234567995" r:id="rId224"/>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所以</w:t>
      </w:r>
      <w:r>
        <w:rPr>
          <w:rStyle w:val="DefaultParagraphFont"/>
          <w:rFonts w:ascii="Times New Roman" w:eastAsia="新宋体" w:hAnsi="Times New Roman" w:cs="Times New Roman"/>
          <w:kern w:val="2"/>
          <w:sz w:val="21"/>
          <w:szCs w:val="21"/>
          <w:lang w:val="en-US" w:eastAsia="zh-CN" w:bidi="ar-SA"/>
        </w:rPr>
        <w:t>3</w:t>
      </w:r>
      <w:r>
        <w:rPr>
          <w:rStyle w:val="DefaultParagraphFont"/>
          <w:rFonts w:ascii="Times New Roman" w:eastAsia="新宋体" w:hAnsi="Times New Roman" w:cs="Times New Roman" w:hint="eastAsia"/>
          <w:kern w:val="2"/>
          <w:sz w:val="21"/>
          <w:szCs w:val="21"/>
          <w:lang w:val="en-US" w:eastAsia="zh-CN" w:bidi="ar-SA"/>
        </w:rPr>
        <w:t>月20日小额扫码支付金额的平均值为8.8元；</w:t>
      </w:r>
      <w:r>
        <w:rPr>
          <w:rFonts w:ascii="Times New Roman" w:hAnsi="Times New Roman" w:cs="Times New Roman" w:hint="default"/>
          <w:color w:val="auto"/>
        </w:rPr>
        <w:t>………………</w:t>
      </w:r>
      <w:r>
        <w:rPr>
          <w:rFonts w:ascii="Times New Roman" w:hAnsi="Times New Roman" w:cs="Times New Roman" w:hint="eastAsia"/>
          <w:color w:val="auto"/>
          <w:lang w:val="en-US" w:eastAsia="zh-CN"/>
        </w:rPr>
        <w:t>2</w:t>
      </w:r>
      <w:r>
        <w:rPr>
          <w:rFonts w:ascii="Times New Roman" w:hAnsi="Times New Roman" w:cs="Times New Roman" w:hint="default"/>
          <w:color w:val="auto"/>
        </w:rPr>
        <w:t>分</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2</w: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33" o:spid="_x0000_i1139" type="#_x0000_t75" style="width:117pt;height:12.74pt;mso-position-horizontal-relative:page;mso-position-vertical-relative:page;mso-wrap-style:square" o:oleicon="f" o:ole="" filled="f" stroked="f">
            <v:stroke linestyle="single"/>
            <v:imagedata r:id="rId225" o:title=""/>
            <v:path o:extrusionok="f"/>
            <o:lock v:ext="edit" aspectratio="t"/>
          </v:shape>
          <o:OLEObject Type="Embed" ProgID="Equation.DSMT4" ShapeID="Object 1833" DrawAspect="Content" ObjectID="_1234567996" r:id="rId226"/>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pict>
          <v:shape id="图片 1498" o:spid="_x0000_s1140" type="#_x0000_t75" style="width:80.4pt;height:100.2pt;margin-top:3.9pt;margin-left:371.5pt;mso-wrap-style:square;position:absolute;z-index:-251644928" o:preferrelative="t" filled="f" stroked="f">
            <v:stroke linestyle="single"/>
            <v:imagedata r:id="rId227" o:title=""/>
            <v:path o:extrusionok="f"/>
            <o:lock v:ext="edit" aspectratio="t"/>
          </v:shape>
        </w:pict>
      </w:r>
      <w:r>
        <w:rPr>
          <w:position w:val="-6"/>
        </w:rPr>
        <w:object>
          <v:shape id="Object 1834" o:spid="_x0000_i1141" type="#_x0000_t75" style="width:138pt;height:12.74pt;mso-position-horizontal-relative:page;mso-position-vertical-relative:page;mso-wrap-style:square" o:oleicon="f" o:ole="" filled="f" stroked="f">
            <v:stroke linestyle="single"/>
            <v:imagedata r:id="rId228" o:title=""/>
            <v:path o:extrusionok="f"/>
            <o:lock v:ext="edit" aspectratio="t"/>
          </v:shape>
          <o:OLEObject Type="Embed" ProgID="Equation.DSMT4" ShapeID="Object 1834" DrawAspect="Content" ObjectID="_1234567997" r:id="rId229"/>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解得：</w:t>
      </w:r>
      <w:r>
        <w:rPr>
          <w:position w:val="-6"/>
        </w:rPr>
        <w:object>
          <v:shape id="Object 1835" o:spid="_x0000_i1142" type="#_x0000_t75" style="width:39pt;height:12.74pt;mso-position-horizontal-relative:page;mso-position-vertical-relative:page;mso-wrap-style:square" o:oleicon="f" o:ole="" filled="f" stroked="f">
            <v:stroke linestyle="single"/>
            <v:imagedata r:id="rId230" o:title=""/>
            <v:path o:extrusionok="f"/>
            <o:lock v:ext="edit" aspectratio="t"/>
          </v:shape>
          <o:OLEObject Type="Embed" ProgID="Equation.DSMT4" ShapeID="Object 1835" DrawAspect="Content" ObjectID="_1234567998" r:id="rId231"/>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hint="eastAsia"/>
          <w:kern w:val="2"/>
          <w:sz w:val="21"/>
          <w:szCs w:val="22"/>
          <w:lang w:val="en-US" w:eastAsia="zh-CN" w:bidi="ar-SA"/>
        </w:rPr>
      </w:pPr>
      <w:r>
        <w:rPr>
          <w:position w:val="-6"/>
        </w:rPr>
        <w:object>
          <v:shape id="Object 1836" o:spid="_x0000_i1143" type="#_x0000_t75" style="width:42.73pt;height:12.76pt;mso-position-horizontal-relative:page;mso-position-vertical-relative:page;mso-wrap-style:square" o:oleicon="f" o:ole="" filled="f" stroked="f">
            <v:stroke linestyle="single"/>
            <v:imagedata r:id="rId232" o:title=""/>
            <v:path o:extrusionok="f"/>
            <o:lock v:ext="edit" aspectratio="t"/>
          </v:shape>
          <o:OLEObject Type="Embed" ProgID="Equation.DSMT4" ShapeID="Object 1836" DrawAspect="Content" ObjectID="_1234567999" r:id="rId233"/>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37" o:spid="_x0000_i1144" type="#_x0000_t75" style="width:39pt;height:12.74pt;mso-position-horizontal-relative:page;mso-position-vertical-relative:page;mso-wrap-style:square" o:oleicon="f" o:ole="" filled="f" stroked="f">
            <v:stroke linestyle="single"/>
            <v:imagedata r:id="rId234" o:title=""/>
            <v:path o:extrusionok="f"/>
            <o:lock v:ext="edit" aspectratio="t"/>
          </v:shape>
          <o:OLEObject Type="Embed" ProgID="Equation.DSMT4" ShapeID="Object 1837" DrawAspect="Content" ObjectID="_1234568000" r:id="rId235"/>
        </w:object>
      </w:r>
      <w:r>
        <w:rPr>
          <w:rStyle w:val="DefaultParagraphFont"/>
          <w:rFonts w:ascii="Times New Roman" w:eastAsia="新宋体" w:hAnsi="Times New Roman" w:cs="Times New Roman" w:hint="eastAsia"/>
          <w:kern w:val="2"/>
          <w:sz w:val="21"/>
          <w:szCs w:val="21"/>
          <w:lang w:val="en-US" w:eastAsia="zh-CN" w:bidi="ar-SA"/>
        </w:rPr>
        <w:t>；</w:t>
      </w:r>
      <w:r>
        <w:rPr>
          <w:rFonts w:ascii="Times New Roman" w:hAnsi="Times New Roman" w:cs="Times New Roman" w:hint="default"/>
          <w:color w:val="auto"/>
        </w:rPr>
        <w:t>………………</w:t>
      </w:r>
      <w:r>
        <w:rPr>
          <w:rFonts w:ascii="Times New Roman" w:hAnsi="Times New Roman" w:cs="Times New Roman" w:hint="eastAsia"/>
          <w:color w:val="auto"/>
          <w:lang w:val="en-US" w:eastAsia="zh-CN"/>
        </w:rPr>
        <w:t>4</w:t>
      </w:r>
      <w:r>
        <w:rPr>
          <w:rFonts w:ascii="Times New Roman" w:hAnsi="Times New Roman" w:cs="Times New Roman" w:hint="default"/>
          <w:color w:val="auto"/>
        </w:rPr>
        <w:t>分</w:t>
      </w:r>
      <w:r>
        <w:rPr>
          <w:rFonts w:ascii="Times New Roman" w:hAnsi="Times New Roman" w:cs="Times New Roman" w:hint="eastAsia"/>
          <w:color w:val="auto"/>
          <w:lang w:eastAsia="zh-CN"/>
        </w:rPr>
        <w:t>（每空</w:t>
      </w:r>
      <w:r>
        <w:rPr>
          <w:rFonts w:ascii="Times New Roman" w:hAnsi="Times New Roman" w:cs="Times New Roman" w:hint="eastAsia"/>
          <w:color w:val="auto"/>
          <w:lang w:val="en-US" w:eastAsia="zh-CN"/>
        </w:rPr>
        <w:t>1分</w:t>
      </w:r>
      <w:r>
        <w:rPr>
          <w:rFonts w:ascii="Times New Roman" w:hAnsi="Times New Roman" w:cs="Times New Roman" w:hint="eastAsia"/>
          <w:color w:val="auto"/>
          <w:lang w:eastAsia="zh-CN"/>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3</w:t>
      </w:r>
      <w:r>
        <w:rPr>
          <w:rStyle w:val="DefaultParagraphFont"/>
          <w:rFonts w:ascii="Times New Roman" w:eastAsia="新宋体" w:hAnsi="Times New Roman" w:cs="Times New Roman" w:hint="eastAsia"/>
          <w:kern w:val="2"/>
          <w:sz w:val="21"/>
          <w:szCs w:val="21"/>
          <w:lang w:val="en-US" w:eastAsia="zh-CN" w:bidi="ar-SA"/>
        </w:rPr>
        <w:t>）</w:t>
      </w:r>
      <w:r>
        <w:rPr>
          <w:position w:val="-4"/>
        </w:rPr>
        <w:object>
          <v:shape id="Object 1838" o:spid="_x0000_i1145" type="#_x0000_t75" style="width:11.25pt;height:12pt;mso-position-horizontal-relative:page;mso-position-vertical-relative:page;mso-wrap-style:square" o:oleicon="f" o:ole="" filled="f" stroked="f">
            <v:stroke linestyle="single"/>
            <v:imagedata r:id="rId236" o:title=""/>
            <v:path o:extrusionok="f"/>
            <o:lock v:ext="edit" aspectratio="t"/>
          </v:shape>
          <o:OLEObject Type="Embed" ProgID="Equation.DSMT4" ShapeID="Object 1838" DrawAspect="Content" ObjectID="_1234568001" r:id="rId237"/>
        </w:object>
      </w:r>
      <w:r>
        <w:rPr>
          <w:rStyle w:val="DefaultParagraphFont"/>
          <w:rFonts w:ascii="Times New Roman" w:eastAsia="新宋体" w:hAnsi="Times New Roman" w:cs="Times New Roman" w:hint="eastAsia"/>
          <w:kern w:val="2"/>
          <w:sz w:val="21"/>
          <w:szCs w:val="21"/>
          <w:lang w:val="en-US" w:eastAsia="zh-CN" w:bidi="ar-SA"/>
        </w:rPr>
        <w:t>教育医疗：</w:t>
      </w:r>
      <w:r>
        <w:rPr>
          <w:position w:val="-6"/>
        </w:rPr>
        <w:object>
          <v:shape id="Object 1839" o:spid="_x0000_i1146" type="#_x0000_t75" style="width:77.23pt;height:12.74pt;mso-position-horizontal-relative:page;mso-position-vertical-relative:page;mso-wrap-style:square" o:oleicon="f" o:ole="" filled="f" stroked="f">
            <v:stroke linestyle="single"/>
            <v:imagedata r:id="rId238" o:title=""/>
            <v:path o:extrusionok="f"/>
            <o:lock v:ext="edit" aspectratio="t"/>
          </v:shape>
          <o:OLEObject Type="Embed" ProgID="Equation.DSMT4" ShapeID="Object 1839" DrawAspect="Content" ObjectID="_1234568002" r:id="rId239"/>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6"/>
        </w:rPr>
        <w:object>
          <v:shape id="Object 1840" o:spid="_x0000_i1147" type="#_x0000_t75" style="width:11.23pt;height:12.74pt;mso-position-horizontal-relative:page;mso-position-vertical-relative:page;mso-wrap-style:square" o:oleicon="f" o:ole="" filled="f" stroked="f">
            <v:stroke linestyle="single"/>
            <v:imagedata r:id="rId240" o:title=""/>
            <v:path o:extrusionok="f"/>
            <o:lock v:ext="edit" aspectratio="t"/>
          </v:shape>
          <o:OLEObject Type="Embed" ProgID="Equation.DSMT4" ShapeID="Object 1840" DrawAspect="Content" ObjectID="_1234568003" r:id="rId241"/>
        </w:object>
      </w:r>
      <w:r>
        <w:rPr>
          <w:rStyle w:val="DefaultParagraphFont"/>
          <w:rFonts w:ascii="Times New Roman" w:eastAsia="新宋体" w:hAnsi="Times New Roman" w:cs="Times New Roman" w:hint="eastAsia"/>
          <w:kern w:val="2"/>
          <w:sz w:val="21"/>
          <w:szCs w:val="21"/>
          <w:lang w:val="en-US" w:eastAsia="zh-CN" w:bidi="ar-SA"/>
        </w:rPr>
        <w:t>日常饮食：</w:t>
      </w:r>
      <w:r>
        <w:rPr>
          <w:position w:val="-6"/>
        </w:rPr>
        <w:object>
          <v:shape id="Object 1841" o:spid="_x0000_i1148" type="#_x0000_t75" style="width:81pt;height:12.74pt;mso-position-horizontal-relative:page;mso-position-vertical-relative:page;mso-wrap-style:square" o:oleicon="f" o:ole="" filled="f" stroked="f">
            <v:stroke linestyle="single"/>
            <v:imagedata r:id="rId242" o:title=""/>
            <v:path o:extrusionok="f"/>
            <o:lock v:ext="edit" aspectratio="t"/>
          </v:shape>
          <o:OLEObject Type="Embed" ProgID="Equation.DSMT4" ShapeID="Object 1841" DrawAspect="Content" ObjectID="_1234568004" r:id="rId243"/>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4"/>
        </w:rPr>
        <w:object>
          <v:shape id="Object 1842" o:spid="_x0000_i1149" type="#_x0000_t75" style="width:12.01pt;height:12.01pt;mso-position-horizontal-relative:page;mso-position-vertical-relative:page;mso-wrap-style:square" o:oleicon="f" o:ole="" filled="f" stroked="f">
            <v:stroke linestyle="single"/>
            <v:imagedata r:id="rId244" o:title=""/>
            <v:path o:extrusionok="f"/>
            <o:lock v:ext="edit" aspectratio="t"/>
          </v:shape>
          <o:OLEObject Type="Embed" ProgID="Equation.DSMT4" ShapeID="Object 1842" DrawAspect="Content" ObjectID="_1234568005" r:id="rId245"/>
        </w:object>
      </w:r>
      <w:r>
        <w:rPr>
          <w:rStyle w:val="DefaultParagraphFont"/>
          <w:rFonts w:ascii="Times New Roman" w:eastAsia="新宋体" w:hAnsi="Times New Roman" w:cs="Times New Roman" w:hint="eastAsia"/>
          <w:kern w:val="2"/>
          <w:sz w:val="21"/>
          <w:szCs w:val="21"/>
          <w:lang w:val="en-US" w:eastAsia="zh-CN" w:bidi="ar-SA"/>
        </w:rPr>
        <w:t>休闲娱乐：</w:t>
      </w:r>
      <w:r>
        <w:rPr>
          <w:position w:val="-6"/>
        </w:rPr>
        <w:object>
          <v:shape id="Object 1843" o:spid="_x0000_i1150" type="#_x0000_t75" style="width:75pt;height:12.74pt;mso-position-horizontal-relative:page;mso-position-vertical-relative:page;mso-wrap-style:square" o:oleicon="f" o:ole="" filled="f" stroked="f">
            <v:stroke linestyle="single"/>
            <v:imagedata r:id="rId246" o:title=""/>
            <v:path o:extrusionok="f"/>
            <o:lock v:ext="edit" aspectratio="t"/>
          </v:shape>
          <o:OLEObject Type="Embed" ProgID="Equation.DSMT4" ShapeID="Object 1843" DrawAspect="Content" ObjectID="_1234568006" r:id="rId247"/>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position w:val="-4"/>
        </w:rPr>
        <w:object>
          <v:shape id="Object 1844" o:spid="_x0000_i1151" type="#_x0000_t75" style="width:11.25pt;height:12pt;mso-position-horizontal-relative:page;mso-position-vertical-relative:page;mso-wrap-style:square" o:oleicon="f" o:ole="" filled="f" stroked="f">
            <v:stroke linestyle="single"/>
            <v:imagedata r:id="rId248" o:title=""/>
            <v:path o:extrusionok="f"/>
            <o:lock v:ext="edit" aspectratio="t"/>
          </v:shape>
          <o:OLEObject Type="Embed" ProgID="Equation.DSMT4" ShapeID="Object 1844" DrawAspect="Content" ObjectID="_1234568007" r:id="rId249"/>
        </w:object>
      </w:r>
      <w:r>
        <w:rPr>
          <w:rStyle w:val="DefaultParagraphFont"/>
          <w:rFonts w:ascii="Times New Roman" w:eastAsia="新宋体" w:hAnsi="Times New Roman" w:cs="Times New Roman" w:hint="eastAsia"/>
          <w:kern w:val="2"/>
          <w:sz w:val="21"/>
          <w:szCs w:val="21"/>
          <w:lang w:val="en-US" w:eastAsia="zh-CN" w:bidi="ar-SA"/>
        </w:rPr>
        <w:t>其它：</w:t>
      </w:r>
      <w:r>
        <w:rPr>
          <w:position w:val="-6"/>
        </w:rPr>
        <w:object>
          <v:shape id="Object 1845" o:spid="_x0000_i1152" type="#_x0000_t75" style="width:75pt;height:12.74pt;mso-position-horizontal-relative:page;mso-position-vertical-relative:page;mso-wrap-style:square" o:oleicon="f" o:ole="" filled="f" stroked="f">
            <v:stroke linestyle="single"/>
            <v:imagedata r:id="rId250" o:title=""/>
            <v:path o:extrusionok="f"/>
            <o:lock v:ext="edit" aspectratio="t"/>
          </v:shape>
          <o:OLEObject Type="Embed" ProgID="Equation.DSMT4" ShapeID="Object 1845" DrawAspect="Content" ObjectID="_1234568008" r:id="rId251"/>
        </w:object>
      </w:r>
      <w:r>
        <w:rPr>
          <w:rStyle w:val="DefaultParagraphFont"/>
          <w:rFonts w:ascii="Times New Roman" w:eastAsia="新宋体" w:hAnsi="Times New Roman" w:cs="Times New Roman" w:hint="eastAsia"/>
          <w:kern w:val="2"/>
          <w:sz w:val="21"/>
          <w:szCs w:val="21"/>
          <w:lang w:val="en-US" w:eastAsia="zh-CN" w:bidi="ar-SA"/>
        </w:rPr>
        <w:t>，</w:t>
      </w:r>
    </w:p>
    <w:p>
      <w:pPr>
        <w:keepNext w:val="0"/>
        <w:keepLines w:val="0"/>
        <w:pageBreakBefore w:val="0"/>
        <w:widowControl w:val="0"/>
        <w:kinsoku/>
        <w:wordWrap/>
        <w:overflowPunct/>
        <w:topLinePunct w:val="0"/>
        <w:autoSpaceDE/>
        <w:autoSpaceDN/>
        <w:bidi w:val="0"/>
        <w:adjustRightInd/>
        <w:snapToGrid/>
        <w:spacing w:line="0" w:lineRule="atLeast"/>
        <w:ind w:right="0" w:firstLine="1470" w:firstLineChars="7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绘制扇形图如右图所示：</w:t>
      </w:r>
      <w:r>
        <w:rPr>
          <w:rFonts w:ascii="Times New Roman" w:hAnsi="Times New Roman" w:cs="Times New Roman" w:hint="default"/>
          <w:color w:val="auto"/>
        </w:rPr>
        <w:t>………………</w:t>
      </w:r>
      <w:r>
        <w:rPr>
          <w:rFonts w:ascii="Times New Roman" w:hAnsi="Times New Roman" w:cs="Times New Roman" w:hint="eastAsia"/>
          <w:color w:val="auto"/>
          <w:lang w:val="en-US" w:eastAsia="zh-CN"/>
        </w:rPr>
        <w:t>7</w:t>
      </w:r>
      <w:r>
        <w:rPr>
          <w:rFonts w:ascii="Times New Roman" w:hAnsi="Times New Roman" w:cs="Times New Roman" w:hint="default"/>
          <w:color w:val="auto"/>
        </w:rPr>
        <w:t>分</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4</w: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46" o:spid="_x0000_i1153" type="#_x0000_t75" style="width:74.27pt;height:12.74pt;mso-position-horizontal-relative:page;mso-position-vertical-relative:page;mso-wrap-style:square" o:oleicon="f" o:ole="" filled="f" stroked="f">
            <v:stroke linestyle="single"/>
            <v:imagedata r:id="rId252" o:title=""/>
            <v:path o:extrusionok="f"/>
            <o:lock v:ext="edit" aspectratio="t"/>
          </v:shape>
          <o:OLEObject Type="Embed" ProgID="Equation.DSMT4" ShapeID="Object 1846" DrawAspect="Content" ObjectID="_1234568009" r:id="rId253"/>
        </w:object>
      </w:r>
      <w:r>
        <w:rPr>
          <w:rStyle w:val="DefaultParagraphFont"/>
          <w:rFonts w:ascii="Times New Roman" w:eastAsia="新宋体" w:hAnsi="Times New Roman" w:cs="Times New Roman" w:hint="eastAsia"/>
          <w:kern w:val="2"/>
          <w:sz w:val="21"/>
          <w:szCs w:val="21"/>
          <w:lang w:val="en-US" w:eastAsia="zh-CN" w:bidi="ar-SA"/>
        </w:rPr>
        <w:t>（元</w:t>
      </w:r>
      <w:r>
        <w:rPr>
          <w:position w:val="-10"/>
        </w:rPr>
        <w:object>
          <v:shape id="Object 1847" o:spid="_x0000_i1154" type="#_x0000_t75" style="width:6.76pt;height:15.02pt;mso-position-horizontal-relative:page;mso-position-vertical-relative:page;mso-wrap-style:square" o:oleicon="f" o:ole="" filled="f" stroked="f">
            <v:stroke linestyle="single"/>
            <v:imagedata r:id="rId254" o:title=""/>
            <v:path o:extrusionok="f"/>
            <o:lock v:ext="edit" aspectratio="t"/>
          </v:shape>
          <o:OLEObject Type="Embed" ProgID="Equation.DSMT4" ShapeID="Object 1847" DrawAspect="Content" ObjectID="_1234568010" r:id="rId255"/>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48" o:spid="_x0000_i1155" type="#_x0000_t75" style="width:1in;height:12.74pt;mso-position-horizontal-relative:page;mso-position-vertical-relative:page;mso-wrap-style:square" o:oleicon="f" o:ole="" filled="f" stroked="f">
            <v:stroke linestyle="single"/>
            <v:imagedata r:id="rId256" o:title=""/>
            <v:path o:extrusionok="f"/>
            <o:lock v:ext="edit" aspectratio="t"/>
          </v:shape>
          <o:OLEObject Type="Embed" ProgID="Equation.DSMT4" ShapeID="Object 1848" DrawAspect="Content" ObjectID="_1234568011" r:id="rId257"/>
        </w:object>
      </w:r>
      <w:r>
        <w:rPr>
          <w:rStyle w:val="DefaultParagraphFont"/>
          <w:rFonts w:ascii="Times New Roman" w:eastAsia="新宋体" w:hAnsi="Times New Roman" w:cs="Times New Roman" w:hint="eastAsia"/>
          <w:kern w:val="2"/>
          <w:sz w:val="21"/>
          <w:szCs w:val="21"/>
          <w:lang w:val="en-US" w:eastAsia="zh-CN" w:bidi="ar-SA"/>
        </w:rPr>
        <w:t>（元</w:t>
      </w:r>
      <w:r>
        <w:rPr>
          <w:position w:val="-10"/>
        </w:rPr>
        <w:object>
          <v:shape id="Object 1849" o:spid="_x0000_i1156" type="#_x0000_t75" style="width:6.76pt;height:15.02pt;mso-position-horizontal-relative:page;mso-position-vertical-relative:page;mso-wrap-style:square" o:oleicon="f" o:ole="" filled="f" stroked="f">
            <v:stroke linestyle="single"/>
            <v:imagedata r:id="rId258" o:title=""/>
            <v:path o:extrusionok="f"/>
            <o:lock v:ext="edit" aspectratio="t"/>
          </v:shape>
          <o:OLEObject Type="Embed" ProgID="Equation.DSMT4" ShapeID="Object 1849" DrawAspect="Content" ObjectID="_1234568012" r:id="rId259"/>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Style w:val="DefaultParagraphFont"/>
          <w:rFonts w:ascii="Calibri" w:eastAsia="宋体" w:hAnsi="Calibri" w:cs="Times New Roman"/>
          <w:kern w:val="2"/>
          <w:sz w:val="21"/>
          <w:szCs w:val="22"/>
          <w:lang w:val="en-US" w:eastAsia="zh-CN" w:bidi="ar-SA"/>
        </w:rPr>
      </w:pPr>
      <w:r>
        <w:rPr>
          <w:rFonts w:ascii="Times New Roman" w:eastAsia="新宋体" w:hAnsi="Times New Roman"/>
          <w:szCs w:val="21"/>
        </w:rPr>
        <w:pict>
          <v:shape id="图片 1499" o:spid="_x0000_s1157" type="#_x0000_t75" alt="菁优网：http://www.jyeoo.com" style="width:106.9pt;height:103.95pt;margin-top:283.15pt;margin-left:413.55pt;mso-position-horizontal-relative:page;mso-position-vertical-relative:page;mso-wrap-style:square;position:absolute;z-index:-251649024" o:preferrelative="t" filled="f" stroked="f">
            <v:stroke linestyle="single"/>
            <v:imagedata r:id="rId260" o:title=""/>
            <v:path o:extrusionok="f"/>
            <o:lock v:ext="edit" aspectratio="t"/>
          </v:shape>
        </w:pict>
      </w:r>
      <w:r>
        <w:rPr>
          <w:position w:val="-6"/>
        </w:rPr>
        <w:object>
          <v:shape id="Object 1850" o:spid="_x0000_i1158" type="#_x0000_t75" style="width:69pt;height:12.74pt;mso-position-horizontal-relative:page;mso-position-vertical-relative:page;mso-wrap-style:square" o:oleicon="f" o:ole="" filled="f" stroked="f">
            <v:stroke linestyle="single"/>
            <v:imagedata r:id="rId261" o:title=""/>
            <v:path o:extrusionok="f"/>
            <o:lock v:ext="edit" aspectratio="t"/>
          </v:shape>
          <o:OLEObject Type="Embed" ProgID="Equation.DSMT4" ShapeID="Object 1850" DrawAspect="Content" ObjectID="_1234568013" r:id="rId262"/>
        </w:object>
      </w:r>
      <w:r>
        <w:rPr>
          <w:rStyle w:val="DefaultParagraphFont"/>
          <w:rFonts w:ascii="Times New Roman" w:eastAsia="新宋体" w:hAnsi="Times New Roman" w:cs="Times New Roman" w:hint="eastAsia"/>
          <w:kern w:val="2"/>
          <w:sz w:val="21"/>
          <w:szCs w:val="21"/>
          <w:lang w:val="en-US" w:eastAsia="zh-CN" w:bidi="ar-SA"/>
        </w:rPr>
        <w:t>（元</w:t>
      </w:r>
      <w:r>
        <w:rPr>
          <w:position w:val="-10"/>
        </w:rPr>
        <w:object>
          <v:shape id="Object 1851" o:spid="_x0000_i1159" type="#_x0000_t75" style="width:6.76pt;height:15.02pt;mso-position-horizontal-relative:page;mso-position-vertical-relative:page;mso-wrap-style:square" o:oleicon="f" o:ole="" filled="f" stroked="f">
            <v:stroke linestyle="single"/>
            <v:imagedata r:id="rId263" o:title=""/>
            <v:path o:extrusionok="f"/>
            <o:lock v:ext="edit" aspectratio="t"/>
          </v:shape>
          <o:OLEObject Type="Embed" ProgID="Equation.DSMT4" ShapeID="Object 1851" DrawAspect="Content" ObjectID="_1234568014" r:id="rId264"/>
        </w:object>
      </w:r>
      <w:r>
        <w:rPr>
          <w:rStyle w:val="DefaultParagraphFont"/>
          <w:rFonts w:ascii="Times New Roman" w:eastAsia="新宋体" w:hAnsi="Times New Roman" w:cs="Times New Roman" w:hint="eastAsia"/>
          <w:kern w:val="2"/>
          <w:sz w:val="21"/>
          <w:szCs w:val="21"/>
          <w:lang w:val="en-US" w:eastAsia="zh-CN" w:bidi="ar-SA"/>
        </w:rPr>
        <w:t>，</w:t>
      </w:r>
    </w:p>
    <w:p>
      <w:pPr>
        <w:pStyle w:val="Normal55"/>
        <w:keepNext w:val="0"/>
        <w:keepLines w:val="0"/>
        <w:pageBreakBefore w:val="0"/>
        <w:widowControl w:val="0"/>
        <w:kinsoku/>
        <w:wordWrap/>
        <w:overflowPunct/>
        <w:topLinePunct w:val="0"/>
        <w:autoSpaceDE/>
        <w:autoSpaceDN/>
        <w:bidi w:val="0"/>
        <w:adjustRightInd/>
        <w:snapToGrid/>
        <w:spacing w:line="0" w:lineRule="atLeast"/>
        <w:ind w:firstLine="1470" w:firstLineChars="700"/>
        <w:textAlignment w:val="auto"/>
        <w:rPr>
          <w:rFonts w:ascii="Times New Roman" w:hAnsi="Times New Roman" w:cs="Times New Roman" w:hint="default"/>
          <w:color w:val="auto"/>
        </w:rPr>
      </w:pPr>
      <w:r>
        <w:rPr>
          <w:rStyle w:val="DefaultParagraphFont"/>
          <w:rFonts w:ascii="Times New Roman" w:eastAsia="新宋体" w:hAnsi="Times New Roman" w:cs="Times New Roman" w:hint="eastAsia"/>
          <w:kern w:val="2"/>
          <w:sz w:val="21"/>
          <w:szCs w:val="21"/>
          <w:lang w:val="en-US" w:eastAsia="zh-CN" w:bidi="ar-SA"/>
        </w:rPr>
        <w:t>答：预估</w:t>
      </w:r>
      <w:r>
        <w:rPr>
          <w:rStyle w:val="DefaultParagraphFont"/>
          <w:rFonts w:ascii="Times New Roman" w:eastAsia="新宋体" w:hAnsi="Times New Roman" w:cs="Times New Roman"/>
          <w:kern w:val="2"/>
          <w:sz w:val="21"/>
          <w:szCs w:val="21"/>
          <w:lang w:val="en-US" w:eastAsia="zh-CN" w:bidi="ar-SA"/>
        </w:rPr>
        <w:t>202</w:t>
      </w:r>
      <w:r>
        <w:rPr>
          <w:rStyle w:val="DefaultParagraphFont"/>
          <w:rFonts w:ascii="Times New Roman" w:eastAsia="新宋体" w:hAnsi="Times New Roman" w:cs="Times New Roman" w:hint="eastAsia"/>
          <w:kern w:val="2"/>
          <w:sz w:val="21"/>
          <w:szCs w:val="21"/>
          <w:lang w:val="en-US" w:eastAsia="zh-CN" w:bidi="ar-SA"/>
        </w:rPr>
        <w:t>2年日常饮食类需要花费</w:t>
      </w:r>
      <w:r>
        <w:rPr>
          <w:rStyle w:val="DefaultParagraphFont"/>
          <w:rFonts w:ascii="Times New Roman" w:eastAsia="新宋体" w:hAnsi="Times New Roman" w:cs="Times New Roman"/>
          <w:kern w:val="2"/>
          <w:sz w:val="21"/>
          <w:szCs w:val="21"/>
          <w:lang w:val="en-US" w:eastAsia="zh-CN" w:bidi="ar-SA"/>
        </w:rPr>
        <w:t>9360</w:t>
      </w:r>
      <w:r>
        <w:rPr>
          <w:rStyle w:val="DefaultParagraphFont"/>
          <w:rFonts w:ascii="Times New Roman" w:eastAsia="新宋体" w:hAnsi="Times New Roman" w:cs="Times New Roman" w:hint="eastAsia"/>
          <w:kern w:val="2"/>
          <w:sz w:val="21"/>
          <w:szCs w:val="21"/>
          <w:lang w:val="en-US" w:eastAsia="zh-CN" w:bidi="ar-SA"/>
        </w:rPr>
        <w:t>元．</w:t>
      </w:r>
      <w:r>
        <w:rPr>
          <w:rFonts w:ascii="Times New Roman" w:hAnsi="Times New Roman" w:cs="Times New Roman" w:hint="default"/>
          <w:color w:val="auto"/>
        </w:rPr>
        <w:t>………</w:t>
      </w:r>
      <w:r>
        <w:rPr>
          <w:rFonts w:ascii="Times New Roman" w:hAnsi="Times New Roman" w:cs="Times New Roman" w:hint="eastAsia"/>
          <w:color w:val="auto"/>
          <w:lang w:val="en-US" w:eastAsia="zh-CN"/>
        </w:rPr>
        <w:t>9</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textAlignment w:val="auto"/>
        <w:rPr>
          <w:rStyle w:val="DefaultParagraphFont"/>
          <w:rFonts w:ascii="Calibri" w:eastAsia="宋体" w:hAnsi="Calibri" w:cs="Times New Roman"/>
          <w:kern w:val="2"/>
          <w:sz w:val="21"/>
          <w:szCs w:val="22"/>
          <w:lang w:val="en-US" w:eastAsia="zh-CN" w:bidi="ar-SA"/>
        </w:rPr>
      </w:pPr>
      <w:r>
        <w:rPr>
          <w:rFonts w:ascii="Times New Roman" w:hAnsi="Times New Roman" w:cs="Times New Roman" w:hint="default"/>
          <w:color w:val="auto"/>
        </w:rPr>
        <w:t>22、</w:t>
      </w:r>
      <w:r>
        <w:rPr>
          <w:rStyle w:val="DefaultParagraphFont"/>
          <w:rFonts w:ascii="Times New Roman" w:eastAsia="新宋体" w:hAnsi="Times New Roman" w:cs="Times New Roman" w:hint="eastAsia"/>
          <w:kern w:val="2"/>
          <w:sz w:val="21"/>
          <w:szCs w:val="21"/>
          <w:lang w:val="en-US" w:eastAsia="zh-CN" w:bidi="ar-SA"/>
        </w:rPr>
        <w:t>解：（</w:t>
      </w:r>
      <w:r>
        <w:rPr>
          <w:rStyle w:val="DefaultParagraphFont"/>
          <w:rFonts w:ascii="Times New Roman" w:eastAsia="新宋体" w:hAnsi="Times New Roman" w:cs="Times New Roman"/>
          <w:kern w:val="2"/>
          <w:sz w:val="21"/>
          <w:szCs w:val="21"/>
          <w:lang w:val="en-US" w:eastAsia="zh-CN" w:bidi="ar-SA"/>
        </w:rPr>
        <w:t>1</w:t>
      </w:r>
      <w:r>
        <w:rPr>
          <w:rStyle w:val="DefaultParagraphFont"/>
          <w:rFonts w:ascii="Times New Roman" w:eastAsia="新宋体" w:hAnsi="Times New Roman" w:cs="Times New Roman" w:hint="eastAsia"/>
          <w:kern w:val="2"/>
          <w:sz w:val="21"/>
          <w:szCs w:val="21"/>
          <w:lang w:val="en-US" w:eastAsia="zh-CN" w:bidi="ar-SA"/>
        </w:rPr>
        <w:t>）当</w:t>
      </w:r>
      <w:r>
        <w:rPr>
          <w:position w:val="-6"/>
        </w:rPr>
        <w:object>
          <v:shape id="Object 1852" o:spid="_x0000_i1160" type="#_x0000_t75" style="width:24.73pt;height:12.76pt;mso-position-horizontal-relative:page;mso-position-vertical-relative:page;mso-wrap-style:square" o:oleicon="f" o:ole="" filled="f" stroked="f">
            <v:stroke linestyle="single"/>
            <v:imagedata r:id="rId265" o:title=""/>
            <v:path o:extrusionok="f"/>
            <o:lock v:ext="edit" aspectratio="t"/>
          </v:shape>
          <o:OLEObject Type="Embed" ProgID="Equation.DSMT4" ShapeID="Object 1852" DrawAspect="Content" ObjectID="_1234568015" r:id="rId266"/>
        </w:object>
      </w:r>
      <w:r>
        <w:rPr>
          <w:rStyle w:val="DefaultParagraphFont"/>
          <w:rFonts w:ascii="Times New Roman" w:eastAsia="新宋体" w:hAnsi="Times New Roman" w:cs="Times New Roman" w:hint="eastAsia"/>
          <w:kern w:val="2"/>
          <w:sz w:val="21"/>
          <w:szCs w:val="21"/>
          <w:lang w:val="en-US" w:eastAsia="zh-CN" w:bidi="ar-SA"/>
        </w:rPr>
        <w:t>时候，</w:t>
      </w:r>
      <w:r>
        <w:rPr>
          <w:position w:val="-10"/>
        </w:rPr>
        <w:object>
          <v:shape id="Object 1853" o:spid="_x0000_i1161" type="#_x0000_t75" style="width:63pt;height:14.99pt;mso-position-horizontal-relative:page;mso-position-vertical-relative:page;mso-wrap-style:square" o:oleicon="f" o:ole="" filled="f" stroked="f">
            <v:stroke linestyle="single"/>
            <v:imagedata r:id="rId267" o:title=""/>
            <v:path o:extrusionok="f"/>
            <o:lock v:ext="edit" aspectratio="t"/>
          </v:shape>
          <o:OLEObject Type="Embed" ProgID="Equation.DSMT4" ShapeID="Object 1853" DrawAspect="Content" ObjectID="_1234568016" r:id="rId268"/>
        </w:object>
      </w:r>
      <w:r>
        <w:rPr>
          <w:rStyle w:val="DefaultParagraphFont"/>
          <w:rFonts w:ascii="Times New Roman" w:eastAsia="新宋体" w:hAnsi="Times New Roman" w:cs="Times New Roman" w:hint="eastAsia"/>
          <w:kern w:val="2"/>
          <w:sz w:val="21"/>
          <w:szCs w:val="21"/>
          <w:lang w:val="en-US" w:eastAsia="zh-CN" w:bidi="ar-SA"/>
        </w:rPr>
        <w:t>，</w:t>
      </w:r>
      <w:r>
        <w:rPr>
          <w:position w:val="-10"/>
        </w:rPr>
        <w:object>
          <v:shape id="Object 1854" o:spid="_x0000_i1162" type="#_x0000_t75" style="width:41.24pt;height:14.99pt;mso-position-horizontal-relative:page;mso-position-vertical-relative:page;mso-wrap-style:square" o:oleicon="f" o:ole="" filled="f" stroked="f">
            <v:stroke linestyle="single"/>
            <v:imagedata r:id="rId269" o:title=""/>
            <v:path o:extrusionok="f"/>
            <o:lock v:ext="edit" aspectratio="t"/>
          </v:shape>
          <o:OLEObject Type="Embed" ProgID="Equation.DSMT4" ShapeID="Object 1854" DrawAspect="Content" ObjectID="_1234568017" r:id="rId270"/>
        </w:object>
      </w:r>
      <w:r>
        <w:rPr>
          <w:rStyle w:val="DefaultParagraphFont"/>
          <w:rFonts w:ascii="Times New Roman" w:eastAsia="新宋体" w:hAnsi="Times New Roman" w:cs="Times New Roman" w:hint="eastAsia"/>
          <w:kern w:val="2"/>
          <w:sz w:val="21"/>
          <w:szCs w:val="21"/>
          <w:lang w:val="en-US" w:eastAsia="zh-CN" w:bidi="ar-SA"/>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把</w:t>
      </w:r>
      <w:r>
        <w:rPr>
          <w:position w:val="-10"/>
        </w:rPr>
        <w:object>
          <v:shape id="Object 1855" o:spid="_x0000_i1163" type="#_x0000_t75" style="width:32.27pt;height:15.01pt;mso-position-horizontal-relative:page;mso-position-vertical-relative:page;mso-wrap-style:square" o:oleicon="f" o:ole="" filled="f" stroked="f">
            <v:stroke linestyle="single"/>
            <v:imagedata r:id="rId271" o:title=""/>
            <v:path o:extrusionok="f"/>
            <o:lock v:ext="edit" aspectratio="t"/>
          </v:shape>
          <o:OLEObject Type="Embed" ProgID="Equation.DSMT4" ShapeID="Object 1855" DrawAspect="Content" ObjectID="_1234568018" r:id="rId272"/>
        </w:object>
      </w:r>
      <w:r>
        <w:rPr>
          <w:rStyle w:val="DefaultParagraphFont"/>
          <w:rFonts w:ascii="Times New Roman" w:eastAsia="新宋体" w:hAnsi="Times New Roman" w:cs="Times New Roman" w:hint="eastAsia"/>
          <w:kern w:val="2"/>
          <w:sz w:val="21"/>
          <w:szCs w:val="21"/>
          <w:lang w:val="en-US" w:eastAsia="zh-CN" w:bidi="ar-SA"/>
        </w:rPr>
        <w:t>代入</w:t>
      </w:r>
      <w:r>
        <w:rPr>
          <w:position w:val="-10"/>
        </w:rPr>
        <w:object>
          <v:shape id="Object 1856" o:spid="_x0000_i1164" type="#_x0000_t75" style="width:68.27pt;height:17.26pt;mso-position-horizontal-relative:page;mso-position-vertical-relative:page;mso-wrap-style:square" o:oleicon="f" o:ole="" filled="f" stroked="f">
            <v:stroke linestyle="single"/>
            <v:imagedata r:id="rId273" o:title=""/>
            <v:path o:extrusionok="f"/>
            <o:lock v:ext="edit" aspectratio="t"/>
          </v:shape>
          <o:OLEObject Type="Embed" ProgID="Equation.DSMT4" ShapeID="Object 1856" DrawAspect="Content" ObjectID="_1234568019" r:id="rId274"/>
        </w:object>
      </w:r>
      <w:r>
        <w:rPr>
          <w:rStyle w:val="DefaultParagraphFont"/>
          <w:rFonts w:ascii="Times New Roman" w:eastAsia="新宋体" w:hAnsi="Times New Roman" w:cs="Times New Roman" w:hint="eastAsia"/>
          <w:kern w:val="2"/>
          <w:sz w:val="21"/>
          <w:szCs w:val="21"/>
          <w:lang w:val="en-US" w:eastAsia="zh-CN" w:bidi="ar-SA"/>
        </w:rPr>
        <w:t>，得</w:t>
      </w:r>
      <w:r>
        <w:rPr>
          <w:position w:val="-6"/>
        </w:rPr>
        <w:object>
          <v:shape id="Object 1857" o:spid="_x0000_i1165" type="#_x0000_t75" style="width:41.24pt;height:12.74pt;mso-position-horizontal-relative:page;mso-position-vertical-relative:page;mso-wrap-style:square" o:oleicon="f" o:ole="" filled="f" stroked="f">
            <v:stroke linestyle="single"/>
            <v:imagedata r:id="rId275" o:title=""/>
            <v:path o:extrusionok="f"/>
            <o:lock v:ext="edit" aspectratio="t"/>
          </v:shape>
          <o:OLEObject Type="Embed" ProgID="Equation.DSMT4" ShapeID="Object 1857" DrawAspect="Content" ObjectID="_1234568020" r:id="rId276"/>
        </w:object>
      </w:r>
      <w:r>
        <w:rPr>
          <w:position w:val="-6"/>
        </w:rPr>
        <w:object>
          <v:shape id="Object 1858" o:spid="_x0000_i1166" type="#_x0000_t75" style="width:33.75pt;height:12.74pt;mso-position-horizontal-relative:page;mso-position-vertical-relative:page;mso-wrap-style:square" o:oleicon="f" o:ole="" filled="f" stroked="f">
            <v:stroke linestyle="single"/>
            <v:imagedata r:id="rId277" o:title=""/>
            <v:path o:extrusionok="f"/>
            <o:lock v:ext="edit" aspectratio="t"/>
          </v:shape>
          <o:OLEObject Type="Embed" ProgID="Equation.DSMT4" ShapeID="Object 1858" DrawAspect="Content" ObjectID="_1234568021" r:id="rId278"/>
        </w:object>
      </w:r>
      <w:r>
        <w:rPr>
          <w:rStyle w:val="DefaultParagraphFont"/>
          <w:rFonts w:ascii="Times New Roman" w:eastAsia="新宋体" w:hAnsi="Times New Roman" w:cs="Times New Roman" w:hint="eastAsia"/>
          <w:kern w:val="2"/>
          <w:sz w:val="21"/>
          <w:szCs w:val="21"/>
          <w:lang w:val="en-US" w:eastAsia="zh-CN" w:bidi="ar-SA"/>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10"/>
        </w:rPr>
        <w:object>
          <v:shape id="Object 1859" o:spid="_x0000_i1167" type="#_x0000_t75" style="width:1in;height:17.24pt;mso-position-horizontal-relative:page;mso-position-vertical-relative:page;mso-wrap-style:square" o:oleicon="f" o:ole="" filled="f" stroked="f">
            <v:stroke linestyle="single"/>
            <v:imagedata r:id="rId279" o:title=""/>
            <v:path o:extrusionok="f"/>
            <o:lock v:ext="edit" aspectratio="t"/>
          </v:shape>
          <o:OLEObject Type="Embed" ProgID="Equation.DSMT4" ShapeID="Object 1859" DrawAspect="Content" ObjectID="_1234568022" r:id="rId280"/>
        </w:object>
      </w:r>
      <w:r>
        <w:rPr>
          <w:rStyle w:val="DefaultParagraphFont"/>
          <w:rFonts w:ascii="Times New Roman" w:eastAsia="新宋体" w:hAnsi="Times New Roman" w:cs="Times New Roman" w:hint="eastAsia"/>
          <w:kern w:val="2"/>
          <w:sz w:val="21"/>
          <w:szCs w:val="21"/>
          <w:lang w:val="en-US" w:eastAsia="zh-CN" w:bidi="ar-SA"/>
        </w:rPr>
        <w:t>，</w:t>
      </w:r>
      <w:r>
        <w:rPr>
          <w:position w:val="-10"/>
        </w:rPr>
        <w:object>
          <v:shape id="Object 1860" o:spid="_x0000_i1168" type="#_x0000_t75" style="width:36.77pt;height:14.99pt;mso-position-horizontal-relative:page;mso-position-vertical-relative:page;mso-wrap-style:square" o:oleicon="f" o:ole="" filled="f" stroked="f">
            <v:stroke linestyle="single"/>
            <v:imagedata r:id="rId281" o:title=""/>
            <v:path o:extrusionok="f"/>
            <o:lock v:ext="edit" aspectratio="t"/>
          </v:shape>
          <o:OLEObject Type="Embed" ProgID="Equation.DSMT4" ShapeID="Object 1860" DrawAspect="Content" ObjectID="_1234568023" r:id="rId282"/>
        </w:object>
      </w:r>
      <w:r>
        <w:rPr>
          <w:rFonts w:hint="eastAsia"/>
          <w:lang w:eastAsia="zh-CN"/>
        </w:rPr>
        <w:t>；</w:t>
      </w:r>
      <w:r>
        <w:rPr>
          <w:rFonts w:hint="eastAsia"/>
          <w:lang w:val="en-US" w:eastAsia="zh-CN"/>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2</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2</w:t>
      </w:r>
      <w:r>
        <w:rPr>
          <w:rStyle w:val="DefaultParagraphFont"/>
          <w:rFonts w:ascii="Times New Roman" w:eastAsia="新宋体" w:hAnsi="Times New Roman" w:cs="Times New Roman" w:hint="eastAsia"/>
          <w:kern w:val="2"/>
          <w:sz w:val="21"/>
          <w:szCs w:val="21"/>
          <w:lang w:val="en-US" w:eastAsia="zh-CN" w:bidi="ar-SA"/>
        </w:rPr>
        <w:t>）由（</w:t>
      </w:r>
      <w:r>
        <w:rPr>
          <w:rStyle w:val="DefaultParagraphFont"/>
          <w:rFonts w:ascii="Times New Roman" w:eastAsia="新宋体" w:hAnsi="Times New Roman" w:cs="Times New Roman"/>
          <w:kern w:val="2"/>
          <w:sz w:val="21"/>
          <w:szCs w:val="21"/>
          <w:lang w:val="en-US" w:eastAsia="zh-CN" w:bidi="ar-SA"/>
        </w:rPr>
        <w:t>1</w:t>
      </w:r>
      <w:r>
        <w:rPr>
          <w:rStyle w:val="DefaultParagraphFont"/>
          <w:rFonts w:ascii="Times New Roman" w:eastAsia="新宋体" w:hAnsi="Times New Roman" w:cs="Times New Roman" w:hint="eastAsia"/>
          <w:kern w:val="2"/>
          <w:sz w:val="21"/>
          <w:szCs w:val="21"/>
          <w:lang w:val="en-US" w:eastAsia="zh-CN" w:bidi="ar-SA"/>
        </w:rPr>
        <w:t>）知，该抛物线的解析式为：</w:t>
      </w:r>
      <w:r>
        <w:rPr>
          <w:position w:val="-10"/>
        </w:rPr>
        <w:object>
          <v:shape id="Object 1861" o:spid="_x0000_i1169" type="#_x0000_t75" style="width:63.74pt;height:17.24pt;mso-position-horizontal-relative:page;mso-position-vertical-relative:page;mso-wrap-style:square" o:oleicon="f" o:ole="" filled="f" stroked="f">
            <v:stroke linestyle="single"/>
            <v:imagedata r:id="rId283" o:title=""/>
            <v:path o:extrusionok="f"/>
            <o:lock v:ext="edit" aspectratio="t"/>
          </v:shape>
          <o:OLEObject Type="Embed" ProgID="Equation.DSMT4" ShapeID="Object 1861" DrawAspect="Content" ObjectID="_1234568024" r:id="rId284"/>
        </w:object>
      </w:r>
      <w:r>
        <w:rPr>
          <w:rStyle w:val="DefaultParagraphFont"/>
          <w:rFonts w:ascii="Times New Roman" w:eastAsia="新宋体" w:hAnsi="Times New Roman" w:cs="Times New Roman" w:hint="eastAsia"/>
          <w:kern w:val="2"/>
          <w:sz w:val="21"/>
          <w:szCs w:val="21"/>
          <w:lang w:val="en-US" w:eastAsia="zh-CN" w:bidi="ar-SA"/>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10"/>
        </w:rPr>
        <w:object>
          <v:shape id="Object 1862" o:spid="_x0000_i1170" type="#_x0000_t75" style="width:57pt;height:14.99pt;mso-position-horizontal-relative:page;mso-position-vertical-relative:page;mso-wrap-style:square" o:oleicon="f" o:ole="" filled="f" stroked="f">
            <v:stroke linestyle="single"/>
            <v:imagedata r:id="rId285" o:title=""/>
            <v:path o:extrusionok="f"/>
            <o:lock v:ext="edit" aspectratio="t"/>
          </v:shape>
          <o:OLEObject Type="Embed" ProgID="Equation.DSMT4" ShapeID="Object 1862" DrawAspect="Content" ObjectID="_1234568025" r:id="rId286"/>
        </w:object>
      </w:r>
      <w:r>
        <w:rPr>
          <w:rStyle w:val="DefaultParagraphFont"/>
          <w:rFonts w:ascii="Times New Roman" w:eastAsia="新宋体" w:hAnsi="Times New Roman" w:cs="Times New Roman" w:hint="eastAsia"/>
          <w:kern w:val="2"/>
          <w:sz w:val="21"/>
          <w:szCs w:val="21"/>
          <w:lang w:val="en-US" w:eastAsia="zh-CN" w:bidi="ar-SA"/>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4"/>
        </w:rPr>
        <w:object>
          <v:shape id="Object 1863" o:spid="_x0000_i1171" type="#_x0000_t75" style="width:9.74pt;height:9.74pt;mso-position-horizontal-relative:page;mso-position-vertical-relative:page;mso-wrap-style:square" o:oleicon="f" o:ole="" filled="f" stroked="f">
            <v:stroke linestyle="single"/>
            <v:imagedata r:id="rId287" o:title=""/>
            <v:path o:extrusionok="f"/>
            <o:lock v:ext="edit" aspectratio="t"/>
          </v:shape>
          <o:OLEObject Type="Embed" ProgID="Equation.DSMT4" ShapeID="Object 1863" DrawAspect="Content" ObjectID="_1234568026" r:id="rId288"/>
        </w:object>
      </w:r>
      <w:r>
        <w:rPr>
          <w:rStyle w:val="DefaultParagraphFont"/>
          <w:rFonts w:ascii="Times New Roman" w:eastAsia="新宋体" w:hAnsi="Times New Roman" w:cs="Times New Roman" w:hint="eastAsia"/>
          <w:kern w:val="2"/>
          <w:sz w:val="21"/>
          <w:szCs w:val="21"/>
          <w:lang w:val="en-US" w:eastAsia="zh-CN" w:bidi="ar-SA"/>
        </w:rPr>
        <w:t>则平移后抛物线的解析式为：</w:t>
      </w:r>
      <w:r>
        <w:rPr>
          <w:position w:val="-10"/>
        </w:rPr>
        <w:object>
          <v:shape id="Object 1864" o:spid="_x0000_i1172" type="#_x0000_t75" style="width:83.25pt;height:17.24pt;mso-position-horizontal-relative:page;mso-position-vertical-relative:page;mso-wrap-style:square" o:oleicon="f" o:ole="" filled="f" stroked="f">
            <v:stroke linestyle="single"/>
            <v:imagedata r:id="rId289" o:title=""/>
            <v:path o:extrusionok="f"/>
            <o:lock v:ext="edit" aspectratio="t"/>
          </v:shape>
          <o:OLEObject Type="Embed" ProgID="Equation.DSMT4" ShapeID="Object 1864" DrawAspect="Content" ObjectID="_1234568027" r:id="rId290"/>
        </w:object>
      </w:r>
      <w:r>
        <w:rPr>
          <w:rStyle w:val="DefaultParagraphFont"/>
          <w:rFonts w:ascii="Times New Roman" w:eastAsia="新宋体" w:hAnsi="Times New Roman" w:cs="Times New Roman" w:hint="eastAsia"/>
          <w:kern w:val="2"/>
          <w:sz w:val="21"/>
          <w:szCs w:val="21"/>
          <w:lang w:val="en-US" w:eastAsia="zh-CN" w:bidi="ar-SA"/>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故答案是：</w:t>
      </w:r>
      <w:r>
        <w:rPr>
          <w:position w:val="-10"/>
        </w:rPr>
        <w:object>
          <v:shape id="Object 1865" o:spid="_x0000_i1173" type="#_x0000_t75" style="width:83.25pt;height:17.24pt;mso-position-horizontal-relative:page;mso-position-vertical-relative:page;mso-wrap-style:square" o:oleicon="f" o:ole="" filled="f" stroked="f">
            <v:stroke linestyle="single"/>
            <v:imagedata r:id="rId291" o:title=""/>
            <v:path o:extrusionok="f"/>
            <o:lock v:ext="edit" aspectratio="t"/>
          </v:shape>
          <o:OLEObject Type="Embed" ProgID="Equation.DSMT4" ShapeID="Object 1865" DrawAspect="Content" ObjectID="_1234568028" r:id="rId292"/>
        </w:object>
      </w:r>
      <w:r>
        <w:rPr>
          <w:rStyle w:val="DefaultParagraphFont"/>
          <w:rFonts w:ascii="Times New Roman" w:eastAsia="新宋体" w:hAnsi="Times New Roman" w:cs="Times New Roman" w:hint="eastAsia"/>
          <w:kern w:val="2"/>
          <w:sz w:val="21"/>
          <w:szCs w:val="21"/>
          <w:lang w:val="en-US" w:eastAsia="zh-CN" w:bidi="ar-SA"/>
        </w:rPr>
        <w:t>．（或</w:t>
      </w:r>
      <w:r>
        <w:rPr>
          <w:position w:val="-10"/>
        </w:rPr>
        <w:object>
          <v:shape id="Object 1866" o:spid="_x0000_i1174" type="#_x0000_t75" style="width:106.37pt;height:17.26pt;mso-position-horizontal-relative:page;mso-position-vertical-relative:page;mso-wrap-style:square" o:oleicon="f" o:ole="" o:preferrelative="t" filled="f" stroked="f">
            <v:stroke linestyle="single"/>
            <v:imagedata r:id="rId293" o:title=""/>
            <v:path o:extrusionok="f"/>
            <o:lock v:ext="edit" aspectratio="t"/>
          </v:shape>
          <o:OLEObject Type="Embed" ProgID="Equation.DSMT4" ShapeID="Object 1866" DrawAspect="Content" ObjectID="_1234568029" r:id="rId294"/>
        </w:object>
      </w:r>
      <w:r>
        <w:rPr>
          <w:rStyle w:val="DefaultParagraphFont"/>
          <w:rFonts w:ascii="Times New Roman" w:eastAsia="新宋体" w:hAnsi="Times New Roman" w:cs="Times New Roman" w:hint="eastAsia"/>
          <w:kern w:val="2"/>
          <w:sz w:val="21"/>
          <w:szCs w:val="21"/>
          <w:lang w:val="en-US" w:eastAsia="zh-CN" w:bidi="ar-SA"/>
        </w:rPr>
        <w:t>）</w:t>
      </w:r>
      <w:r>
        <w:rPr>
          <w:rFonts w:ascii="Times New Roman" w:hAnsi="Times New Roman" w:cs="Times New Roman" w:hint="default"/>
          <w:color w:val="auto"/>
        </w:rPr>
        <w:t>…………</w:t>
      </w:r>
      <w:r>
        <w:rPr>
          <w:rFonts w:ascii="Times New Roman" w:hAnsi="Times New Roman" w:cs="Times New Roman" w:hint="eastAsia"/>
          <w:color w:val="auto"/>
          <w:lang w:val="en-US" w:eastAsia="zh-CN"/>
        </w:rPr>
        <w:t>4</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420" w:firstLineChars="200"/>
        <w:textAlignment w:val="auto"/>
        <w:rPr>
          <w:rStyle w:val="DefaultParagraphFont"/>
          <w:rFonts w:ascii="Calibri" w:eastAsia="宋体" w:hAnsi="Calibri" w:cs="Times New Roman"/>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Times New Roman" w:eastAsia="新宋体" w:hAnsi="Times New Roman" w:cs="Times New Roman"/>
          <w:kern w:val="2"/>
          <w:sz w:val="21"/>
          <w:szCs w:val="21"/>
          <w:lang w:val="en-US" w:eastAsia="zh-CN" w:bidi="ar-SA"/>
        </w:rPr>
        <w:t>3</w:t>
      </w:r>
      <w:r>
        <w:rPr>
          <w:rStyle w:val="DefaultParagraphFont"/>
          <w:rFonts w:ascii="Times New Roman" w:eastAsia="新宋体" w:hAnsi="Times New Roman" w:cs="Times New Roman" w:hint="eastAsia"/>
          <w:kern w:val="2"/>
          <w:sz w:val="21"/>
          <w:szCs w:val="21"/>
          <w:lang w:val="en-US" w:eastAsia="zh-CN" w:bidi="ar-SA"/>
        </w:rPr>
        <w:t>）</w:t>
      </w:r>
      <w:r>
        <w:rPr>
          <w:rStyle w:val="DefaultParagraphFont"/>
          <w:rFonts w:ascii="宋体" w:eastAsia="宋体" w:hAnsi="宋体" w:cs="宋体" w:hint="eastAsia"/>
          <w:kern w:val="2"/>
          <w:sz w:val="21"/>
          <w:szCs w:val="21"/>
          <w:lang w:val="en-US" w:eastAsia="zh-CN" w:bidi="ar-SA"/>
        </w:rPr>
        <w:t>①</w:t>
      </w:r>
      <w:r>
        <w:rPr>
          <w:position w:val="-6"/>
        </w:rPr>
        <w:object>
          <v:shape id="Object 1867" o:spid="_x0000_i1175" type="#_x0000_t75" style="width:20.23pt;height:12.73pt;mso-position-horizontal-relative:page;mso-position-vertical-relative:page;mso-wrap-style:square" o:oleicon="f" o:ole="" filled="f" stroked="f">
            <v:stroke linestyle="single"/>
            <v:imagedata r:id="rId295" o:title=""/>
            <v:path o:extrusionok="f"/>
            <o:lock v:ext="edit" aspectratio="t"/>
          </v:shape>
          <o:OLEObject Type="Embed" ProgID="Equation.DSMT4" ShapeID="Object 1867" DrawAspect="Content" ObjectID="_1234568030" r:id="rId296"/>
        </w:object>
      </w:r>
      <w:r>
        <w:rPr>
          <w:rStyle w:val="DefaultParagraphFont"/>
          <w:rFonts w:ascii="Times New Roman" w:eastAsia="新宋体" w:hAnsi="Times New Roman" w:cs="Times New Roman" w:hint="eastAsia"/>
          <w:kern w:val="2"/>
          <w:sz w:val="21"/>
          <w:szCs w:val="21"/>
          <w:lang w:val="en-US" w:eastAsia="zh-CN" w:bidi="ar-SA"/>
        </w:rPr>
        <w:t>是两个抛物线的交点，</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260" w:firstLineChars="600"/>
        <w:textAlignment w:val="auto"/>
        <w:rPr>
          <w:rStyle w:val="DefaultParagraphFont"/>
          <w:rFonts w:ascii="Calibri" w:eastAsia="宋体" w:hAnsi="Calibri" w:cs="Times New Roman" w:hint="eastAsia"/>
          <w:kern w:val="2"/>
          <w:sz w:val="21"/>
          <w:szCs w:val="22"/>
          <w:lang w:val="en-US" w:eastAsia="zh-CN" w:bidi="ar-SA"/>
        </w:rPr>
      </w:pPr>
      <w:r>
        <w:rPr>
          <w:position w:val="-4"/>
        </w:rPr>
        <w:object>
          <v:shape id="Object 1868" o:spid="_x0000_i1176" type="#_x0000_t75" style="width:9.74pt;height:9.74pt;mso-position-horizontal-relative:page;mso-position-vertical-relative:page;mso-wrap-style:square" o:oleicon="f" o:ole="" filled="f" stroked="f">
            <v:stroke linestyle="single"/>
            <v:imagedata r:id="rId297" o:title=""/>
            <v:path o:extrusionok="f"/>
            <o:lock v:ext="edit" aspectratio="t"/>
          </v:shape>
          <o:OLEObject Type="Embed" ProgID="Equation.DSMT4" ShapeID="Object 1868" DrawAspect="Content" ObjectID="_1234568031" r:id="rId298"/>
        </w:object>
      </w:r>
      <w:r>
        <w:rPr>
          <w:rStyle w:val="DefaultParagraphFont"/>
          <w:rFonts w:ascii="Times New Roman" w:eastAsia="新宋体" w:hAnsi="Times New Roman" w:cs="Times New Roman" w:hint="eastAsia"/>
          <w:kern w:val="2"/>
          <w:sz w:val="21"/>
          <w:szCs w:val="21"/>
          <w:lang w:val="en-US" w:eastAsia="zh-CN" w:bidi="ar-SA"/>
        </w:rPr>
        <w:t>点</w:t>
      </w:r>
      <w:r>
        <w:rPr>
          <w:position w:val="-6"/>
        </w:rPr>
        <w:object>
          <v:shape id="Object 1869" o:spid="_x0000_i1177" type="#_x0000_t75" style="width:11.23pt;height:12.74pt;mso-position-horizontal-relative:page;mso-position-vertical-relative:page;mso-wrap-style:square" o:oleicon="f" o:ole="" filled="f" stroked="f">
            <v:stroke linestyle="single"/>
            <v:imagedata r:id="rId299" o:title=""/>
            <v:path o:extrusionok="f"/>
            <o:lock v:ext="edit" aspectratio="t"/>
          </v:shape>
          <o:OLEObject Type="Embed" ProgID="Equation.DSMT4" ShapeID="Object 1869" DrawAspect="Content" ObjectID="_1234568032" r:id="rId300"/>
        </w:object>
      </w:r>
      <w:r>
        <w:rPr>
          <w:rStyle w:val="DefaultParagraphFont"/>
          <w:rFonts w:ascii="Times New Roman" w:eastAsia="新宋体" w:hAnsi="Times New Roman" w:cs="Times New Roman" w:hint="eastAsia"/>
          <w:kern w:val="2"/>
          <w:sz w:val="21"/>
          <w:szCs w:val="21"/>
          <w:lang w:val="en-US" w:eastAsia="zh-CN" w:bidi="ar-SA"/>
        </w:rPr>
        <w:t>的纵坐标可以表示为：</w:t>
      </w:r>
      <w:r>
        <w:rPr>
          <w:position w:val="-10"/>
        </w:rPr>
        <w:object>
          <v:shape id="Object 1870" o:spid="_x0000_i1178" type="#_x0000_t75" style="width:48pt;height:17.24pt;mso-position-horizontal-relative:page;mso-position-vertical-relative:page;mso-wrap-style:square" o:oleicon="f" o:ole="" filled="f" stroked="f">
            <v:stroke linestyle="single"/>
            <v:imagedata r:id="rId301" o:title=""/>
            <v:path o:extrusionok="f"/>
            <o:lock v:ext="edit" aspectratio="t"/>
          </v:shape>
          <o:OLEObject Type="Embed" ProgID="Equation.DSMT4" ShapeID="Object 1870" DrawAspect="Content" ObjectID="_1234568033" r:id="rId302"/>
        </w:object>
      </w:r>
      <w:r>
        <w:rPr>
          <w:rStyle w:val="DefaultParagraphFont"/>
          <w:rFonts w:ascii="Times New Roman" w:eastAsia="新宋体" w:hAnsi="Times New Roman" w:cs="Times New Roman" w:hint="eastAsia"/>
          <w:kern w:val="2"/>
          <w:sz w:val="21"/>
          <w:szCs w:val="21"/>
          <w:lang w:val="en-US" w:eastAsia="zh-CN" w:bidi="ar-SA"/>
        </w:rPr>
        <w:t>或</w:t>
      </w:r>
      <w:r>
        <w:rPr>
          <w:position w:val="-10"/>
        </w:rPr>
        <w:object>
          <v:shape id="Object 1871" o:spid="_x0000_i1179" type="#_x0000_t75" style="width:66.73pt;height:17.24pt;mso-position-horizontal-relative:page;mso-position-vertical-relative:page;mso-wrap-style:square" o:oleicon="f" o:ole="" filled="f" stroked="f">
            <v:stroke linestyle="single"/>
            <v:imagedata r:id="rId303" o:title=""/>
            <v:path o:extrusionok="f"/>
            <o:lock v:ext="edit" aspectratio="t"/>
          </v:shape>
          <o:OLEObject Type="Embed" ProgID="Equation.DSMT4" ShapeID="Object 1871" DrawAspect="Content" ObjectID="_1234568034" r:id="rId304"/>
        </w:object>
      </w:r>
      <w:r>
        <w:rPr>
          <w:rFonts w:hint="eastAsia"/>
          <w:lang w:eastAsia="zh-CN"/>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260" w:firstLineChars="600"/>
        <w:textAlignment w:val="auto"/>
        <w:rPr>
          <w:rStyle w:val="DefaultParagraphFont"/>
          <w:rFonts w:ascii="Calibri" w:eastAsia="宋体" w:hAnsi="Calibri" w:cs="Times New Roman" w:hint="eastAsia"/>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由题意得</w:t>
      </w:r>
      <w:r>
        <w:rPr>
          <w:position w:val="-10"/>
        </w:rPr>
        <w:object>
          <v:shape id="Object 1872" o:spid="_x0000_i1180" type="#_x0000_t75" style="width:120.76pt;height:17.24pt;mso-position-horizontal-relative:page;mso-position-vertical-relative:page;mso-wrap-style:square" o:oleicon="f" o:ole="" filled="f" stroked="f">
            <v:stroke linestyle="single"/>
            <v:imagedata r:id="rId305" o:title=""/>
            <v:path o:extrusionok="f"/>
            <o:lock v:ext="edit" aspectratio="t"/>
          </v:shape>
          <o:OLEObject Type="Embed" ProgID="Equation.DSMT4" ShapeID="Object 1872" DrawAspect="Content" ObjectID="_1234568035" r:id="rId306"/>
        </w:object>
      </w:r>
      <w:r>
        <w:rPr>
          <w:rStyle w:val="DefaultParagraphFont"/>
          <w:rFonts w:ascii="Times New Roman" w:eastAsia="新宋体" w:hAnsi="Times New Roman" w:cs="Times New Roman" w:hint="eastAsia"/>
          <w:kern w:val="2"/>
          <w:sz w:val="21"/>
          <w:szCs w:val="21"/>
          <w:lang w:val="en-US" w:eastAsia="zh-CN" w:bidi="ar-SA"/>
        </w:rPr>
        <w:t>，整理得</w:t>
      </w:r>
      <w:r>
        <w:rPr>
          <w:position w:val="-6"/>
        </w:rPr>
        <w:object>
          <v:shape id="Object 1873" o:spid="_x0000_i1181" type="#_x0000_t75" style="width:77.23pt;height:14.99pt;mso-position-horizontal-relative:page;mso-position-vertical-relative:page;mso-wrap-style:square" o:oleicon="f" o:ole="" filled="f" stroked="f">
            <v:stroke linestyle="single"/>
            <v:imagedata r:id="rId307" o:title=""/>
            <v:path o:extrusionok="f"/>
            <o:lock v:ext="edit" aspectratio="t"/>
          </v:shape>
          <o:OLEObject Type="Embed" ProgID="Equation.DSMT4" ShapeID="Object 1873" DrawAspect="Content" ObjectID="_1234568036" r:id="rId308"/>
        </w:object>
      </w:r>
      <w:r>
        <w:rPr>
          <w:rFonts w:hint="eastAsia"/>
          <w:lang w:eastAsia="zh-CN"/>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260" w:firstLineChars="600"/>
        <w:textAlignment w:val="auto"/>
        <w:rPr>
          <w:rStyle w:val="DefaultParagraphFont"/>
          <w:rFonts w:ascii="Calibri" w:eastAsia="宋体" w:hAnsi="Calibri" w:cs="Times New Roman"/>
          <w:kern w:val="2"/>
          <w:sz w:val="21"/>
          <w:szCs w:val="22"/>
          <w:lang w:val="en-US" w:eastAsia="zh-CN" w:bidi="ar-SA"/>
        </w:rPr>
      </w:pPr>
      <w:r>
        <w:rPr>
          <w:position w:val="-6"/>
        </w:rPr>
        <w:object>
          <v:shape id="Object 1874" o:spid="_x0000_i1182" type="#_x0000_t75" style="width:32.27pt;height:12.76pt;mso-position-horizontal-relative:page;mso-position-vertical-relative:page;mso-wrap-style:square" o:oleicon="f" o:ole="" filled="f" stroked="f">
            <v:stroke linestyle="single"/>
            <v:imagedata r:id="rId309" o:title=""/>
            <v:path o:extrusionok="f"/>
            <o:lock v:ext="edit" aspectratio="t"/>
          </v:shape>
          <o:OLEObject Type="Embed" ProgID="Equation.DSMT4" ShapeID="Object 1874" DrawAspect="Content" ObjectID="_1234568037" r:id="rId310"/>
        </w:object>
      </w:r>
      <w:r>
        <w:rPr>
          <w:rFonts w:hint="eastAsia"/>
          <w:lang w:eastAsia="zh-CN"/>
        </w:rPr>
        <w:t>，</w:t>
      </w:r>
      <w:r>
        <w:rPr>
          <w:position w:val="-22"/>
        </w:rPr>
        <w:object>
          <v:shape id="Object 1875" o:spid="_x0000_i1183" type="#_x0000_t75" style="width:74.25pt;height:29.24pt;mso-position-horizontal-relative:page;mso-position-vertical-relative:page;mso-wrap-style:square" o:oleicon="f" o:ole="" filled="f" stroked="f">
            <v:stroke linestyle="single"/>
            <v:imagedata r:id="rId311" o:title=""/>
            <v:path o:extrusionok="f"/>
            <o:lock v:ext="edit" aspectratio="t"/>
          </v:shape>
          <o:OLEObject Type="Embed" ProgID="Equation.DSMT4" ShapeID="Object 1875" DrawAspect="Content" ObjectID="_1234568038" r:id="rId312"/>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6</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840" w:firstLineChars="400"/>
        <w:textAlignment w:val="auto"/>
        <w:rPr>
          <w:rStyle w:val="DefaultParagraphFont"/>
          <w:rFonts w:ascii="Calibri" w:eastAsia="宋体" w:hAnsi="Calibri" w:cs="Times New Roman" w:hint="eastAsia"/>
          <w:kern w:val="2"/>
          <w:sz w:val="21"/>
          <w:szCs w:val="22"/>
          <w:lang w:val="en-US" w:eastAsia="zh-CN" w:bidi="ar-SA"/>
        </w:rPr>
      </w:pPr>
      <w:r>
        <w:rPr>
          <w:rStyle w:val="DefaultParagraphFont"/>
          <w:rFonts w:ascii="宋体" w:eastAsia="宋体" w:hAnsi="宋体" w:cs="宋体" w:hint="eastAsia"/>
          <w:kern w:val="2"/>
          <w:sz w:val="21"/>
          <w:szCs w:val="21"/>
          <w:lang w:val="en-US" w:eastAsia="zh-CN" w:bidi="ar-SA"/>
        </w:rPr>
        <w:t>②</w:t>
      </w:r>
      <w:r>
        <w:rPr>
          <w:rStyle w:val="DefaultParagraphFont"/>
          <w:rFonts w:ascii="Times New Roman" w:eastAsia="新宋体" w:hAnsi="Times New Roman" w:cs="Times New Roman" w:hint="eastAsia"/>
          <w:kern w:val="2"/>
          <w:sz w:val="21"/>
          <w:szCs w:val="21"/>
          <w:lang w:val="en-US" w:eastAsia="zh-CN" w:bidi="ar-SA"/>
        </w:rPr>
        <w:t>过点</w:t>
      </w:r>
      <w:r>
        <w:rPr>
          <w:position w:val="-6"/>
        </w:rPr>
        <w:object>
          <v:shape id="Object 1876" o:spid="_x0000_i1184" type="#_x0000_t75" style="width:11.23pt;height:12.74pt;mso-position-horizontal-relative:page;mso-position-vertical-relative:page;mso-wrap-style:square" o:oleicon="f" o:ole="" filled="f" stroked="f">
            <v:stroke linestyle="single"/>
            <v:imagedata r:id="rId313" o:title=""/>
            <v:path o:extrusionok="f"/>
            <o:lock v:ext="edit" aspectratio="t"/>
          </v:shape>
          <o:OLEObject Type="Embed" ProgID="Equation.DSMT4" ShapeID="Object 1876" DrawAspect="Content" ObjectID="_1234568039" r:id="rId314"/>
        </w:object>
      </w:r>
      <w:r>
        <w:rPr>
          <w:rStyle w:val="DefaultParagraphFont"/>
          <w:rFonts w:ascii="Times New Roman" w:eastAsia="新宋体" w:hAnsi="Times New Roman" w:cs="Times New Roman" w:hint="eastAsia"/>
          <w:kern w:val="2"/>
          <w:sz w:val="21"/>
          <w:szCs w:val="21"/>
          <w:lang w:val="en-US" w:eastAsia="zh-CN" w:bidi="ar-SA"/>
        </w:rPr>
        <w:t>作</w:t>
      </w:r>
      <w:r>
        <w:rPr>
          <w:position w:val="-10"/>
        </w:rPr>
        <w:object>
          <v:shape id="Object 1877" o:spid="_x0000_i1185" type="#_x0000_t75" style="width:9.75pt;height:12pt;mso-position-horizontal-relative:page;mso-position-vertical-relative:page;mso-wrap-style:square" o:oleicon="f" o:ole="" filled="f" stroked="f">
            <v:stroke linestyle="single"/>
            <v:imagedata r:id="rId315" o:title=""/>
            <v:path o:extrusionok="f"/>
            <o:lock v:ext="edit" aspectratio="t"/>
          </v:shape>
          <o:OLEObject Type="Embed" ProgID="Equation.DSMT4" ShapeID="Object 1877" DrawAspect="Content" ObjectID="_1234568040" r:id="rId316"/>
        </w:object>
      </w:r>
      <w:r>
        <w:rPr>
          <w:rStyle w:val="DefaultParagraphFont"/>
          <w:rFonts w:ascii="Times New Roman" w:eastAsia="新宋体" w:hAnsi="Times New Roman" w:cs="Times New Roman" w:hint="eastAsia"/>
          <w:kern w:val="2"/>
          <w:sz w:val="21"/>
          <w:szCs w:val="21"/>
          <w:lang w:val="en-US" w:eastAsia="zh-CN" w:bidi="ar-SA"/>
        </w:rPr>
        <w:t>轴的垂线，垂足为</w:t>
      </w:r>
      <w:r>
        <w:rPr>
          <w:position w:val="-4"/>
        </w:rPr>
        <w:object>
          <v:shape id="Object 1878" o:spid="_x0000_i1186" type="#_x0000_t75" style="width:11.25pt;height:12pt;mso-position-horizontal-relative:page;mso-position-vertical-relative:page;mso-wrap-style:square" o:oleicon="f" o:ole="" filled="f" stroked="f">
            <v:stroke linestyle="single"/>
            <v:imagedata r:id="rId317" o:title=""/>
            <v:path o:extrusionok="f"/>
            <o:lock v:ext="edit" aspectratio="t"/>
          </v:shape>
          <o:OLEObject Type="Embed" ProgID="Equation.DSMT4" ShapeID="Object 1878" DrawAspect="Content" ObjectID="_1234568041" r:id="rId318"/>
        </w:object>
      </w:r>
      <w:r>
        <w:rPr>
          <w:rStyle w:val="DefaultParagraphFont"/>
          <w:rFonts w:ascii="Times New Roman" w:eastAsia="新宋体" w:hAnsi="Times New Roman" w:cs="Times New Roman" w:hint="eastAsia"/>
          <w:kern w:val="2"/>
          <w:sz w:val="21"/>
          <w:szCs w:val="21"/>
          <w:lang w:val="en-US" w:eastAsia="zh-CN" w:bidi="ar-SA"/>
        </w:rPr>
        <w:t>，过点</w:t>
      </w:r>
      <w:r>
        <w:rPr>
          <w:position w:val="-4"/>
        </w:rPr>
        <w:object>
          <v:shape id="Object 1879" o:spid="_x0000_i1187" type="#_x0000_t75" style="width:12.01pt;height:12.01pt;mso-position-horizontal-relative:page;mso-position-vertical-relative:page;mso-wrap-style:square" o:oleicon="f" o:ole="" filled="f" stroked="f">
            <v:stroke linestyle="single"/>
            <v:imagedata r:id="rId319" o:title=""/>
            <v:path o:extrusionok="f"/>
            <o:lock v:ext="edit" aspectratio="t"/>
          </v:shape>
          <o:OLEObject Type="Embed" ProgID="Equation.DSMT4" ShapeID="Object 1879" DrawAspect="Content" ObjectID="_1234568042" r:id="rId320"/>
        </w:object>
      </w:r>
      <w:r>
        <w:rPr>
          <w:rStyle w:val="DefaultParagraphFont"/>
          <w:rFonts w:ascii="Times New Roman" w:eastAsia="新宋体" w:hAnsi="Times New Roman" w:cs="Times New Roman" w:hint="eastAsia"/>
          <w:kern w:val="2"/>
          <w:sz w:val="21"/>
          <w:szCs w:val="21"/>
          <w:lang w:val="en-US" w:eastAsia="zh-CN" w:bidi="ar-SA"/>
        </w:rPr>
        <w:t>作</w:t>
      </w:r>
      <w:r>
        <w:rPr>
          <w:position w:val="-6"/>
        </w:rPr>
        <w:object>
          <v:shape id="Object 1880" o:spid="_x0000_i1188" type="#_x0000_t75" style="width:45pt;height:12.74pt;mso-position-horizontal-relative:page;mso-position-vertical-relative:page;mso-wrap-style:square" o:oleicon="f" o:ole="" filled="f" stroked="f">
            <v:stroke linestyle="single"/>
            <v:imagedata r:id="rId321" o:title=""/>
            <v:path o:extrusionok="f"/>
            <o:lock v:ext="edit" aspectratio="t"/>
          </v:shape>
          <o:OLEObject Type="Embed" ProgID="Equation.DSMT4" ShapeID="Object 1880" DrawAspect="Content" ObjectID="_1234568043" r:id="rId322"/>
        </w:object>
      </w:r>
      <w:r>
        <w:rPr>
          <w:rStyle w:val="DefaultParagraphFont"/>
          <w:rFonts w:ascii="Times New Roman" w:eastAsia="新宋体" w:hAnsi="Times New Roman" w:cs="Times New Roman" w:hint="eastAsia"/>
          <w:kern w:val="2"/>
          <w:sz w:val="21"/>
          <w:szCs w:val="21"/>
          <w:lang w:val="en-US" w:eastAsia="zh-CN" w:bidi="ar-SA"/>
        </w:rPr>
        <w:t>于点</w:t>
      </w:r>
      <w:r>
        <w:rPr>
          <w:position w:val="-4"/>
        </w:rPr>
        <w:object>
          <v:shape id="Object 1881" o:spid="_x0000_i1189" type="#_x0000_t75" style="width:12.01pt;height:12.01pt;mso-position-horizontal-relative:page;mso-position-vertical-relative:page;mso-wrap-style:square" o:oleicon="f" o:ole="" filled="f" stroked="f">
            <v:stroke linestyle="single"/>
            <v:imagedata r:id="rId323" o:title=""/>
            <v:path o:extrusionok="f"/>
            <o:lock v:ext="edit" aspectratio="t"/>
          </v:shape>
          <o:OLEObject Type="Embed" ProgID="Equation.DSMT4" ShapeID="Object 1881" DrawAspect="Content" ObjectID="_1234568044" r:id="rId324"/>
        </w:object>
      </w:r>
      <w:r>
        <w:rPr>
          <w:rFonts w:hint="eastAsia"/>
          <w:lang w:eastAsia="zh-CN"/>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hint="eastAsia"/>
          <w:kern w:val="2"/>
          <w:sz w:val="21"/>
          <w:szCs w:val="22"/>
          <w:lang w:val="en-US" w:eastAsia="zh-CN" w:bidi="ar-SA"/>
        </w:rPr>
      </w:pPr>
      <w:r>
        <w:rPr>
          <w:position w:val="-6"/>
        </w:rPr>
        <w:object>
          <v:shape id="Object 1882" o:spid="_x0000_i1190" type="#_x0000_t75" style="width:66pt;height:12.74pt;mso-position-horizontal-relative:page;mso-position-vertical-relative:page;mso-wrap-style:square" o:oleicon="f" o:ole="" filled="f" stroked="f">
            <v:stroke linestyle="single"/>
            <v:imagedata r:id="rId325" o:title=""/>
            <v:path o:extrusionok="f"/>
            <o:lock v:ext="edit" aspectratio="t"/>
          </v:shape>
          <o:OLEObject Type="Embed" ProgID="Equation.DSMT4" ShapeID="Object 1882" DrawAspect="Content" ObjectID="_1234568045" r:id="rId326"/>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83" o:spid="_x0000_i1191" type="#_x0000_t75" style="width:81pt;height:12.74pt;mso-position-horizontal-relative:page;mso-position-vertical-relative:page;mso-wrap-style:square" o:oleicon="f" o:ole="" filled="f" stroked="f">
            <v:stroke linestyle="single"/>
            <v:imagedata r:id="rId327" o:title=""/>
            <v:path o:extrusionok="f"/>
            <o:lock v:ext="edit" aspectratio="t"/>
          </v:shape>
          <o:OLEObject Type="Embed" ProgID="Equation.DSMT4" ShapeID="Object 1883" DrawAspect="Content" ObjectID="_1234568046" r:id="rId328"/>
        </w:object>
      </w:r>
      <w:r>
        <w:rPr>
          <w:rFonts w:hint="eastAsia"/>
          <w:lang w:eastAsia="zh-CN"/>
        </w:rPr>
        <w:t>，</w:t>
      </w:r>
      <w:r>
        <w:rPr>
          <w:rStyle w:val="DefaultParagraphFont"/>
          <w:rFonts w:ascii="Times New Roman" w:eastAsia="新宋体" w:hAnsi="Times New Roman" w:cs="Times New Roman" w:hint="eastAsia"/>
          <w:kern w:val="2"/>
          <w:sz w:val="21"/>
          <w:szCs w:val="21"/>
          <w:lang w:val="en-US" w:eastAsia="zh-CN" w:bidi="ar-SA"/>
        </w:rPr>
        <w:t>又</w:t>
      </w:r>
      <w:r>
        <w:rPr>
          <w:position w:val="-6"/>
        </w:rPr>
        <w:object>
          <v:shape id="Object 1884" o:spid="_x0000_i1192" type="#_x0000_t75" style="width:81pt;height:12.74pt;mso-position-horizontal-relative:page;mso-position-vertical-relative:page;mso-wrap-style:square" o:oleicon="f" o:ole="" filled="f" stroked="f">
            <v:stroke linestyle="single"/>
            <v:imagedata r:id="rId329" o:title=""/>
            <v:path o:extrusionok="f"/>
            <o:lock v:ext="edit" aspectratio="t"/>
          </v:shape>
          <o:OLEObject Type="Embed" ProgID="Equation.DSMT4" ShapeID="Object 1884" DrawAspect="Content" ObjectID="_1234568047" r:id="rId330"/>
        </w:object>
      </w:r>
      <w:r>
        <w:rPr>
          <w:rFonts w:hint="eastAsia"/>
          <w:lang w:eastAsia="zh-CN"/>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kern w:val="2"/>
          <w:sz w:val="21"/>
          <w:szCs w:val="22"/>
          <w:lang w:val="en-US" w:eastAsia="zh-CN" w:bidi="ar-SA"/>
        </w:rPr>
      </w:pPr>
      <w:r>
        <w:rPr>
          <w:position w:val="-6"/>
        </w:rPr>
        <w:object>
          <v:shape id="Object 1885" o:spid="_x0000_i1193" type="#_x0000_t75" style="width:77.23pt;height:12.74pt;mso-position-horizontal-relative:page;mso-position-vertical-relative:page;mso-wrap-style:square" o:oleicon="f" o:ole="" filled="f" stroked="f">
            <v:stroke linestyle="single"/>
            <v:imagedata r:id="rId331" o:title=""/>
            <v:path o:extrusionok="f"/>
            <o:lock v:ext="edit" aspectratio="t"/>
          </v:shape>
          <o:OLEObject Type="Embed" ProgID="Equation.DSMT4" ShapeID="Object 1885" DrawAspect="Content" ObjectID="_1234568048" r:id="rId332"/>
        </w:object>
      </w:r>
      <w:r>
        <w:rPr>
          <w:rFonts w:hint="eastAsia"/>
          <w:lang w:eastAsia="zh-CN"/>
        </w:rPr>
        <w:t>，</w:t>
      </w:r>
      <w:r>
        <w:rPr>
          <w:position w:val="-4"/>
        </w:rPr>
        <w:object>
          <v:shape id="Object 1886" o:spid="_x0000_i1194" type="#_x0000_t75" style="width:9.74pt;height:9.74pt;mso-position-horizontal-relative:page;mso-position-vertical-relative:page;mso-wrap-style:square" o:oleicon="f" o:ole="" filled="f" stroked="f">
            <v:stroke linestyle="single"/>
            <v:imagedata r:id="rId333" o:title=""/>
            <v:path o:extrusionok="f"/>
            <o:lock v:ext="edit" aspectratio="t"/>
          </v:shape>
          <o:OLEObject Type="Embed" ProgID="Equation.DSMT4" ShapeID="Object 1886" DrawAspect="Content" ObjectID="_1234568049" r:id="rId334"/>
        </w:object>
      </w:r>
      <w:r>
        <w:rPr>
          <w:position w:val="-22"/>
        </w:rPr>
        <w:object>
          <v:shape id="Object 1887" o:spid="_x0000_i1195" type="#_x0000_t75" style="width:47.23pt;height:27.73pt;mso-position-horizontal-relative:page;mso-position-vertical-relative:page;mso-wrap-style:square" o:oleicon="f" o:ole="" filled="f" stroked="f">
            <v:stroke linestyle="single"/>
            <v:imagedata r:id="rId335" o:title=""/>
            <v:path o:extrusionok="f"/>
            <o:lock v:ext="edit" aspectratio="t"/>
          </v:shape>
          <o:OLEObject Type="Embed" ProgID="Equation.DSMT4" ShapeID="Object 1887" DrawAspect="Content" ObjectID="_1234568050" r:id="rId336"/>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7</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hint="eastAsia"/>
          <w:kern w:val="2"/>
          <w:sz w:val="21"/>
          <w:szCs w:val="22"/>
          <w:lang w:val="en-US" w:eastAsia="zh-CN" w:bidi="ar-SA"/>
        </w:rPr>
      </w:pPr>
      <w:r>
        <w:rPr>
          <w:rStyle w:val="DefaultParagraphFont"/>
          <w:rFonts w:ascii="Times New Roman" w:eastAsia="新宋体" w:hAnsi="Times New Roman" w:cs="Times New Roman" w:hint="eastAsia"/>
          <w:kern w:val="2"/>
          <w:sz w:val="21"/>
          <w:szCs w:val="21"/>
          <w:lang w:val="en-US" w:eastAsia="zh-CN" w:bidi="ar-SA"/>
        </w:rPr>
        <w:t>又</w:t>
      </w:r>
      <w:r>
        <w:rPr>
          <w:position w:val="-10"/>
        </w:rPr>
        <w:object>
          <v:shape id="Object 1888" o:spid="_x0000_i1196" type="#_x0000_t75" style="width:81.75pt;height:17.24pt;mso-position-horizontal-relative:page;mso-position-vertical-relative:page;mso-wrap-style:square" o:oleicon="f" o:ole="" filled="f" stroked="f">
            <v:stroke linestyle="single"/>
            <v:imagedata r:id="rId337" o:title=""/>
            <v:path o:extrusionok="f"/>
            <o:lock v:ext="edit" aspectratio="t"/>
          </v:shape>
          <o:OLEObject Type="Embed" ProgID="Equation.DSMT4" ShapeID="Object 1888" DrawAspect="Content" ObjectID="_1234568051" r:id="rId338"/>
        </w:object>
      </w:r>
      <w:r>
        <w:rPr>
          <w:rStyle w:val="DefaultParagraphFont"/>
          <w:rFonts w:ascii="Times New Roman" w:eastAsia="新宋体" w:hAnsi="Times New Roman" w:cs="Times New Roman" w:hint="eastAsia"/>
          <w:kern w:val="2"/>
          <w:sz w:val="21"/>
          <w:szCs w:val="21"/>
          <w:lang w:val="en-US" w:eastAsia="zh-CN" w:bidi="ar-SA"/>
        </w:rPr>
        <w:t>，</w:t>
      </w:r>
      <w:r>
        <w:rPr>
          <w:position w:val="-10"/>
        </w:rPr>
        <w:object>
          <v:shape id="Object 1889" o:spid="_x0000_i1197" type="#_x0000_t75" style="width:60pt;height:14.99pt;mso-position-horizontal-relative:page;mso-position-vertical-relative:page;mso-wrap-style:square" o:oleicon="f" o:ole="" filled="f" stroked="f">
            <v:stroke linestyle="single"/>
            <v:imagedata r:id="rId339" o:title=""/>
            <v:path o:extrusionok="f"/>
            <o:lock v:ext="edit" aspectratio="t"/>
          </v:shape>
          <o:OLEObject Type="Embed" ProgID="Equation.DSMT4" ShapeID="Object 1889" DrawAspect="Content" ObjectID="_1234568052" r:id="rId340"/>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90" o:spid="_x0000_i1198" type="#_x0000_t75" style="width:68.24pt;height:15.01pt;mso-position-horizontal-relative:page;mso-position-vertical-relative:page;mso-wrap-style:square" o:oleicon="f" o:ole="" filled="f" stroked="f">
            <v:stroke linestyle="single"/>
            <v:imagedata r:id="rId341" o:title=""/>
            <v:path o:extrusionok="f"/>
            <o:lock v:ext="edit" aspectratio="t"/>
          </v:shape>
          <o:OLEObject Type="Embed" ProgID="Equation.DSMT4" ShapeID="Object 1890" DrawAspect="Content" ObjectID="_1234568053" r:id="rId342"/>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91" o:spid="_x0000_i1199" type="#_x0000_t75" style="width:38.99pt;height:14.99pt;mso-position-horizontal-relative:page;mso-position-vertical-relative:page;mso-wrap-style:square" o:oleicon="f" o:ole="" filled="f" stroked="f">
            <v:stroke linestyle="single"/>
            <v:imagedata r:id="rId343" o:title=""/>
            <v:path o:extrusionok="f"/>
            <o:lock v:ext="edit" aspectratio="t"/>
          </v:shape>
          <o:OLEObject Type="Embed" ProgID="Equation.DSMT4" ShapeID="Object 1891" DrawAspect="Content" ObjectID="_1234568054" r:id="rId344"/>
        </w:object>
      </w:r>
      <w:r>
        <w:rPr>
          <w:rStyle w:val="DefaultParagraphFont"/>
          <w:rFonts w:ascii="Times New Roman" w:eastAsia="新宋体" w:hAnsi="Times New Roman" w:cs="Times New Roman" w:hint="eastAsia"/>
          <w:kern w:val="2"/>
          <w:sz w:val="21"/>
          <w:szCs w:val="21"/>
          <w:lang w:val="en-US" w:eastAsia="zh-CN" w:bidi="ar-SA"/>
        </w:rPr>
        <w:t>，</w:t>
      </w:r>
      <w:r>
        <w:rPr>
          <w:position w:val="-6"/>
        </w:rPr>
        <w:object>
          <v:shape id="Object 1892" o:spid="_x0000_i1200" type="#_x0000_t75" style="width:59.24pt;height:12.74pt;mso-position-horizontal-relative:page;mso-position-vertical-relative:page;mso-wrap-style:square" o:oleicon="f" o:ole="" filled="f" stroked="f">
            <v:stroke linestyle="single"/>
            <v:imagedata r:id="rId345" o:title=""/>
            <v:path o:extrusionok="f"/>
            <o:lock v:ext="edit" aspectratio="t"/>
          </v:shape>
          <o:OLEObject Type="Embed" ProgID="Equation.DSMT4" ShapeID="Object 1892" DrawAspect="Content" ObjectID="_1234568055" r:id="rId346"/>
        </w:object>
      </w:r>
      <w:r>
        <w:rPr>
          <w:rFonts w:hint="eastAsia"/>
          <w:lang w:eastAsia="zh-CN"/>
        </w:rPr>
        <w:t>，</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Style w:val="DefaultParagraphFont"/>
          <w:rFonts w:ascii="Calibri" w:eastAsia="宋体" w:hAnsi="Calibri" w:cs="Times New Roman" w:hint="eastAsia"/>
          <w:kern w:val="2"/>
          <w:sz w:val="21"/>
          <w:szCs w:val="22"/>
          <w:lang w:val="en-US" w:eastAsia="zh-CN" w:bidi="ar-SA"/>
        </w:rPr>
      </w:pPr>
      <w:r>
        <w:rPr>
          <w:position w:val="-4"/>
        </w:rPr>
        <w:object>
          <v:shape id="Object 1893" o:spid="_x0000_i1201" type="#_x0000_t75" style="width:9.74pt;height:9.74pt;mso-position-horizontal-relative:page;mso-position-vertical-relative:page;mso-wrap-style:square" o:oleicon="f" o:ole="" filled="f" stroked="f">
            <v:stroke linestyle="single"/>
            <v:imagedata r:id="rId347" o:title=""/>
            <v:path o:extrusionok="f"/>
            <o:lock v:ext="edit" aspectratio="t"/>
          </v:shape>
          <o:OLEObject Type="Embed" ProgID="Equation.DSMT4" ShapeID="Object 1893" DrawAspect="Content" ObjectID="_1234568056" r:id="rId348"/>
        </w:object>
      </w:r>
      <w:r>
        <w:rPr>
          <w:position w:val="-22"/>
        </w:rPr>
        <w:object>
          <v:shape id="Object 1894" o:spid="_x0000_i1202" type="#_x0000_t75" style="width:59.24pt;height:29.24pt;mso-position-horizontal-relative:page;mso-position-vertical-relative:page;mso-wrap-style:square" o:oleicon="f" o:ole="" filled="f" stroked="f">
            <v:stroke linestyle="single"/>
            <v:imagedata r:id="rId349" o:title=""/>
            <v:path o:extrusionok="f"/>
            <o:lock v:ext="edit" aspectratio="t"/>
          </v:shape>
          <o:OLEObject Type="Embed" ProgID="Equation.DSMT4" ShapeID="Object 1894" DrawAspect="Content" ObjectID="_1234568057" r:id="rId350"/>
        </w:object>
      </w:r>
      <w:r>
        <w:rPr>
          <w:rFonts w:hint="eastAsia"/>
          <w:lang w:eastAsia="zh-CN"/>
        </w:rPr>
        <w:t>，</w:t>
      </w:r>
      <w:r>
        <w:rPr>
          <w:position w:val="-6"/>
        </w:rPr>
        <w:object>
          <v:shape id="Object 1895" o:spid="_x0000_i1203" type="#_x0000_t75" style="width:57pt;height:14.99pt;mso-position-horizontal-relative:page;mso-position-vertical-relative:page;mso-wrap-style:square" o:oleicon="f" o:ole="" filled="f" stroked="f">
            <v:stroke linestyle="single"/>
            <v:imagedata r:id="rId351" o:title=""/>
            <v:path o:extrusionok="f"/>
            <o:lock v:ext="edit" aspectratio="t"/>
          </v:shape>
          <o:OLEObject Type="Embed" ProgID="Equation.DSMT4" ShapeID="Object 1895" DrawAspect="Content" ObjectID="_1234568058" r:id="rId352"/>
        </w:object>
      </w:r>
      <w:r>
        <w:rPr>
          <w:rFonts w:hint="eastAsia"/>
          <w:lang w:eastAsia="zh-CN"/>
        </w:rPr>
        <w:t>，</w:t>
      </w:r>
      <w:r>
        <w:rPr>
          <w:rStyle w:val="DefaultParagraphFont"/>
          <w:rFonts w:ascii="Times New Roman" w:eastAsia="新宋体" w:hAnsi="Times New Roman" w:cs="Times New Roman" w:hint="eastAsia"/>
          <w:kern w:val="2"/>
          <w:sz w:val="21"/>
          <w:szCs w:val="21"/>
          <w:lang w:val="en-US" w:eastAsia="zh-CN" w:bidi="ar-SA"/>
        </w:rPr>
        <w:t>解得：</w:t>
      </w:r>
      <w:r>
        <w:rPr>
          <w:position w:val="-6"/>
        </w:rPr>
        <w:object>
          <v:shape id="Object 1896" o:spid="_x0000_i1204" type="#_x0000_t75" style="width:53.26pt;height:15.74pt;mso-position-horizontal-relative:page;mso-position-vertical-relative:page;mso-wrap-style:square" o:oleicon="f" o:ole="" filled="f" stroked="f">
            <v:stroke linestyle="single"/>
            <v:imagedata r:id="rId353" o:title=""/>
            <v:path o:extrusionok="f"/>
            <o:lock v:ext="edit" aspectratio="t"/>
          </v:shape>
          <o:OLEObject Type="Embed" ProgID="Equation.DSMT4" ShapeID="Object 1896" DrawAspect="Content" ObjectID="_1234568059" r:id="rId354"/>
        </w:object>
      </w:r>
      <w:r>
        <w:rPr>
          <w:rFonts w:hint="eastAsia"/>
          <w:lang w:eastAsia="zh-CN"/>
        </w:rPr>
        <w:t>，</w:t>
      </w:r>
      <w:r>
        <w:rPr>
          <w:rFonts w:hint="eastAsia"/>
          <w:lang w:val="en-US" w:eastAsia="zh-CN"/>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8</w:t>
      </w:r>
      <w:r>
        <w:rPr>
          <w:rFonts w:ascii="Times New Roman" w:hAnsi="Times New Roman" w:cs="Times New Roman" w:hint="default"/>
          <w:color w:val="auto"/>
        </w:rPr>
        <w:t>分</w:t>
      </w:r>
    </w:p>
    <w:p>
      <w:pPr>
        <w:pStyle w:val="Normal5"/>
        <w:keepNext w:val="0"/>
        <w:keepLines w:val="0"/>
        <w:pageBreakBefore w:val="0"/>
        <w:widowControl w:val="0"/>
        <w:kinsoku/>
        <w:wordWrap/>
        <w:overflowPunct/>
        <w:topLinePunct w:val="0"/>
        <w:autoSpaceDE/>
        <w:autoSpaceDN/>
        <w:bidi w:val="0"/>
        <w:adjustRightInd/>
        <w:snapToGrid/>
        <w:spacing w:line="0" w:lineRule="atLeast"/>
        <w:ind w:firstLine="1050" w:firstLineChars="500"/>
        <w:textAlignment w:val="auto"/>
        <w:rPr>
          <w:rFonts w:ascii="Times New Roman" w:eastAsia="宋体" w:hAnsi="Times New Roman" w:cs="Times New Roman" w:hint="eastAsia"/>
          <w:color w:val="auto"/>
          <w:kern w:val="0"/>
          <w:lang w:val="en-US" w:eastAsia="zh-CN"/>
        </w:rPr>
      </w:pPr>
      <w:r>
        <w:rPr>
          <w:position w:val="-6"/>
        </w:rPr>
        <w:object>
          <v:shape id="Object 1897" o:spid="_x0000_i1205" type="#_x0000_t75" style="width:32.27pt;height:12.76pt;mso-position-horizontal-relative:page;mso-position-vertical-relative:page;mso-wrap-style:square" o:oleicon="f" o:ole="" filled="f" stroked="f">
            <v:stroke linestyle="single"/>
            <v:imagedata r:id="rId355" o:title=""/>
            <v:path o:extrusionok="f"/>
            <o:lock v:ext="edit" aspectratio="t"/>
          </v:shape>
          <o:OLEObject Type="Embed" ProgID="Equation.DSMT4" ShapeID="Object 1897" DrawAspect="Content" ObjectID="_1234568060" r:id="rId356"/>
        </w:object>
      </w:r>
      <w:r>
        <w:rPr>
          <w:rFonts w:hint="eastAsia"/>
          <w:lang w:eastAsia="zh-CN"/>
        </w:rPr>
        <w:t>，</w:t>
      </w:r>
      <w:r>
        <w:rPr>
          <w:position w:val="-22"/>
        </w:rPr>
        <w:object>
          <v:shape id="Object 1898" o:spid="_x0000_i1206" type="#_x0000_t75" style="width:53.26pt;height:27.73pt;mso-position-horizontal-relative:page;mso-position-vertical-relative:page;mso-wrap-style:square" o:oleicon="f" o:ole="" filled="f" stroked="f">
            <v:stroke linestyle="single"/>
            <v:imagedata r:id="rId357" o:title=""/>
            <v:path o:extrusionok="f"/>
            <o:lock v:ext="edit" aspectratio="t"/>
          </v:shape>
          <o:OLEObject Type="Embed" ProgID="Equation.DSMT4" ShapeID="Object 1898" DrawAspect="Content" ObjectID="_1234568061" r:id="rId358"/>
        </w:object>
      </w:r>
      <w:r>
        <w:rPr>
          <w:rFonts w:hint="eastAsia"/>
          <w:lang w:eastAsia="zh-CN"/>
        </w:rPr>
        <w:t>，</w:t>
      </w:r>
      <w:r>
        <w:rPr>
          <w:position w:val="-6"/>
        </w:rPr>
        <w:object>
          <v:shape id="Object 1899" o:spid="_x0000_i1207" type="#_x0000_t75" style="width:54.73pt;height:15.74pt;mso-position-horizontal-relative:page;mso-position-vertical-relative:page;mso-wrap-style:square" o:oleicon="f" o:ole="" filled="f" stroked="f">
            <v:stroke linestyle="single"/>
            <v:imagedata r:id="rId359" o:title=""/>
            <v:path o:extrusionok="f"/>
            <o:lock v:ext="edit" aspectratio="t"/>
          </v:shape>
          <o:OLEObject Type="Embed" ProgID="Equation.DSMT4" ShapeID="Object 1899" DrawAspect="Content" ObjectID="_1234568062" r:id="rId360"/>
        </w:object>
      </w:r>
      <w:r>
        <w:rPr>
          <w:rStyle w:val="DefaultParagraphFont"/>
          <w:rFonts w:ascii="Times New Roman" w:eastAsia="新宋体" w:hAnsi="Times New Roman" w:cs="Times New Roman" w:hint="eastAsia"/>
          <w:kern w:val="2"/>
          <w:sz w:val="21"/>
          <w:szCs w:val="21"/>
          <w:lang w:val="en-US" w:eastAsia="zh-CN" w:bidi="ar-SA"/>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9</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0" w:lineRule="atLeast"/>
        <w:jc w:val="left"/>
        <w:textAlignment w:val="auto"/>
        <w:rPr>
          <w:rFonts w:ascii="Times New Roman" w:hAnsi="Times New Roman" w:cs="Times New Roman" w:hint="default"/>
          <w:b/>
          <w:color w:val="auto"/>
          <w:szCs w:val="21"/>
        </w:rPr>
      </w:pPr>
      <w:r>
        <w:rPr>
          <w:rFonts w:ascii="Times New Roman" w:hAnsi="Times New Roman" w:cs="Times New Roman" w:hint="default"/>
          <w:b/>
          <w:color w:val="auto"/>
          <w:szCs w:val="22"/>
        </w:rPr>
        <w:t>六、</w:t>
      </w:r>
      <w:r>
        <w:rPr>
          <w:rFonts w:ascii="Times New Roman" w:hAnsi="Times New Roman" w:cs="Times New Roman" w:hint="default"/>
          <w:b/>
          <w:color w:val="auto"/>
          <w:szCs w:val="21"/>
        </w:rPr>
        <w:t>（本大题共1小题，共12分）</w:t>
      </w:r>
    </w:p>
    <w:p>
      <w:pPr>
        <w:keepNext w:val="0"/>
        <w:keepLines w:val="0"/>
        <w:pageBreakBefore w:val="0"/>
        <w:widowControl w:val="0"/>
        <w:kinsoku/>
        <w:wordWrap/>
        <w:overflowPunct/>
        <w:topLinePunct w:val="0"/>
        <w:autoSpaceDE/>
        <w:autoSpaceDN/>
        <w:bidi w:val="0"/>
        <w:adjustRightInd/>
        <w:snapToGrid/>
        <w:spacing w:line="264" w:lineRule="auto"/>
        <w:textAlignment w:val="auto"/>
        <w:rPr>
          <w:rFonts w:ascii="Times New Roman" w:eastAsia="新宋体" w:hAnsi="Times New Roman" w:hint="eastAsia"/>
          <w:i w:val="0"/>
          <w:iCs/>
          <w:color w:val="auto"/>
          <w:sz w:val="21"/>
          <w:szCs w:val="21"/>
          <w:lang w:val="en-US" w:eastAsia="zh-CN"/>
        </w:rPr>
      </w:pPr>
      <w:r>
        <w:rPr>
          <w:rFonts w:ascii="Times New Roman" w:hAnsi="Times New Roman" w:cs="Times New Roman" w:hint="default"/>
          <w:color w:val="auto"/>
        </w:rPr>
        <w:t>23、</w:t>
      </w:r>
      <w:r>
        <w:rPr>
          <w:rFonts w:ascii="Times New Roman" w:eastAsia="新宋体" w:hAnsi="Times New Roman" w:hint="eastAsia"/>
          <w:i w:val="0"/>
          <w:iCs/>
          <w:color w:val="auto"/>
          <w:sz w:val="21"/>
          <w:szCs w:val="21"/>
          <w:lang w:val="en-US" w:eastAsia="zh-CN"/>
        </w:rPr>
        <w:t>（1）6；</w:t>
      </w:r>
      <w:r>
        <w:rPr>
          <w:rFonts w:ascii="Times New Roman" w:hAnsi="Times New Roman" w:cs="Times New Roman" w:hint="default"/>
          <w:color w:val="auto"/>
        </w:rPr>
        <w:t>………………</w:t>
      </w:r>
      <w:r>
        <w:rPr>
          <w:rFonts w:ascii="Times New Roman" w:hAnsi="Times New Roman" w:cs="Times New Roman" w:hint="eastAsia"/>
          <w:color w:val="auto"/>
          <w:lang w:val="en-US" w:eastAsia="zh-CN"/>
        </w:rPr>
        <w:t>2</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264" w:lineRule="auto"/>
        <w:ind w:firstLine="420" w:firstLineChars="200"/>
        <w:textAlignment w:val="auto"/>
        <w:rPr>
          <w:rFonts w:ascii="Times New Roman" w:hAnsi="Times New Roman" w:hint="eastAsia"/>
          <w:szCs w:val="21"/>
          <w:lang w:val="en-US" w:eastAsia="zh-CN"/>
        </w:rPr>
      </w:pPr>
      <w:r>
        <w:rPr>
          <w:rFonts w:ascii="Times New Roman" w:eastAsia="新宋体" w:hAnsi="Times New Roman" w:hint="eastAsia"/>
          <w:i w:val="0"/>
          <w:iCs/>
          <w:color w:val="auto"/>
          <w:sz w:val="21"/>
          <w:szCs w:val="21"/>
          <w:lang w:val="en-US" w:eastAsia="zh-CN"/>
        </w:rPr>
        <w:t>（2）</w:t>
      </w:r>
      <w:r>
        <w:rPr>
          <w:rFonts w:ascii="Times New Roman" w:eastAsia="新宋体" w:hAnsi="Times New Roman" w:hint="eastAsia"/>
          <w:i w:val="0"/>
          <w:iCs/>
          <w:color w:val="auto"/>
          <w:sz w:val="21"/>
          <w:szCs w:val="21"/>
          <w:lang w:val="en-US" w:eastAsia="zh-CN"/>
        </w:rPr>
        <w:t>①</w:t>
      </w:r>
      <w:r>
        <w:rPr>
          <w:rFonts w:ascii="Times New Roman" w:eastAsia="新宋体" w:hAnsi="Times New Roman" w:hint="eastAsia"/>
          <w:i w:val="0"/>
          <w:iCs/>
          <w:color w:val="auto"/>
          <w:sz w:val="21"/>
          <w:szCs w:val="21"/>
          <w:lang w:val="en-US" w:eastAsia="zh-CN"/>
        </w:rPr>
        <w:t>解：如图2，</w:t>
      </w:r>
      <w:r>
        <w:rPr>
          <w:rFonts w:ascii="Times New Roman" w:hAnsi="Times New Roman" w:hint="eastAsia"/>
          <w:szCs w:val="21"/>
          <w:lang w:val="en-US" w:eastAsia="zh-CN"/>
        </w:rPr>
        <w:t>∵</w:t>
      </w:r>
      <w:r>
        <w:rPr>
          <w:rFonts w:ascii="Times New Roman" w:hAnsi="Times New Roman" w:hint="eastAsia"/>
          <w:szCs w:val="21"/>
          <w:lang w:val="en-US" w:eastAsia="zh-CN"/>
        </w:rPr>
        <w:t>AB=10，</w:t>
      </w:r>
      <w:r>
        <w:rPr>
          <w:rFonts w:ascii="Times New Roman" w:eastAsia="新宋体" w:hAnsi="Times New Roman" w:hint="eastAsia"/>
          <w:i w:val="0"/>
          <w:iCs/>
          <w:color w:val="auto"/>
          <w:sz w:val="21"/>
          <w:szCs w:val="21"/>
          <w:lang w:val="en-US" w:eastAsia="zh-CN"/>
        </w:rPr>
        <w:t>由（1）知</w:t>
      </w:r>
      <w:r>
        <w:rPr>
          <w:rFonts w:ascii="Times New Roman" w:eastAsia="新宋体" w:hAnsi="Times New Roman" w:cs="Times New Roman" w:hint="eastAsia"/>
          <w:b w:val="0"/>
          <w:bCs w:val="0"/>
          <w:i/>
          <w:iCs/>
          <w:color w:val="auto"/>
          <w:sz w:val="21"/>
          <w:szCs w:val="21"/>
          <w:lang w:val="en-US" w:eastAsia="zh-CN"/>
        </w:rPr>
        <w:t>A</w:t>
      </w:r>
      <w:r>
        <w:rPr>
          <w:rFonts w:ascii="Times New Roman" w:eastAsia="新宋体" w:hAnsi="Times New Roman" w:hint="eastAsia"/>
          <w:i/>
          <w:szCs w:val="21"/>
          <w:lang w:val="en-US" w:eastAsia="zh-CN"/>
        </w:rPr>
        <w:t>C</w:t>
      </w:r>
      <w:r>
        <w:rPr>
          <w:rFonts w:ascii="Times New Roman" w:hAnsi="Times New Roman"/>
          <w:szCs w:val="21"/>
        </w:rPr>
        <w:t>'</w:t>
      </w:r>
      <w:r>
        <w:rPr>
          <w:rFonts w:ascii="Times New Roman" w:hAnsi="Times New Roman" w:hint="eastAsia"/>
          <w:szCs w:val="21"/>
          <w:lang w:val="en-US" w:eastAsia="zh-CN"/>
        </w:rPr>
        <w:t>=6，</w:t>
      </w:r>
      <w:r>
        <w:rPr>
          <w:rFonts w:ascii="Times New Roman" w:hAnsi="Times New Roman" w:hint="eastAsia"/>
          <w:szCs w:val="21"/>
          <w:lang w:val="en-US" w:eastAsia="zh-CN"/>
        </w:rPr>
        <w:t>∴</w:t>
      </w:r>
      <w:r>
        <w:rPr>
          <w:rFonts w:ascii="Times New Roman" w:eastAsia="新宋体" w:hAnsi="Times New Roman" w:hint="eastAsia"/>
          <w:i/>
          <w:szCs w:val="21"/>
          <w:lang w:val="en-US" w:eastAsia="zh-CN"/>
        </w:rPr>
        <w:t>C</w:t>
      </w:r>
      <w:r>
        <w:rPr>
          <w:rFonts w:ascii="Times New Roman" w:hAnsi="Times New Roman"/>
          <w:szCs w:val="21"/>
        </w:rPr>
        <w:t>'</w:t>
      </w:r>
      <w:r>
        <w:rPr>
          <w:rFonts w:ascii="Times New Roman" w:eastAsia="新宋体" w:hAnsi="Times New Roman" w:cs="Times New Roman" w:hint="eastAsia"/>
          <w:b w:val="0"/>
          <w:bCs w:val="0"/>
          <w:i/>
          <w:iCs/>
          <w:color w:val="auto"/>
          <w:sz w:val="21"/>
          <w:szCs w:val="21"/>
          <w:lang w:val="en-US" w:eastAsia="zh-CN"/>
        </w:rPr>
        <w:t>B</w:t>
      </w:r>
      <w:r>
        <w:rPr>
          <w:rFonts w:ascii="Times New Roman" w:hAnsi="Times New Roman" w:hint="eastAsia"/>
          <w:szCs w:val="21"/>
          <w:lang w:val="en-US" w:eastAsia="zh-CN"/>
        </w:rPr>
        <w:t>=4，</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hint="eastAsia"/>
          <w:szCs w:val="21"/>
          <w:lang w:val="en-US" w:eastAsia="zh-CN"/>
        </w:rPr>
      </w:pPr>
      <w:r>
        <w:rPr>
          <w:rFonts w:ascii="Times New Roman" w:hAnsi="Times New Roman" w:hint="eastAsia"/>
          <w:szCs w:val="21"/>
          <w:lang w:val="en-US" w:eastAsia="zh-CN"/>
        </w:rPr>
        <w:t xml:space="preserve">           设</w:t>
      </w:r>
      <w:r>
        <w:rPr>
          <w:rFonts w:ascii="Times New Roman" w:hAnsi="Times New Roman" w:hint="eastAsia"/>
          <w:i/>
          <w:iCs/>
          <w:szCs w:val="21"/>
          <w:lang w:val="en-US" w:eastAsia="zh-CN"/>
        </w:rPr>
        <w:t>CE</w:t>
      </w:r>
      <w:r>
        <w:rPr>
          <w:rFonts w:ascii="Times New Roman" w:hAnsi="Times New Roman" w:hint="eastAsia"/>
          <w:szCs w:val="21"/>
          <w:lang w:val="en-US" w:eastAsia="zh-CN"/>
        </w:rPr>
        <w:t>=</w:t>
      </w:r>
      <w:r>
        <w:rPr>
          <w:rFonts w:ascii="Times New Roman" w:hAnsi="Times New Roman" w:hint="eastAsia"/>
          <w:i/>
          <w:iCs/>
          <w:szCs w:val="21"/>
          <w:lang w:val="en-US" w:eastAsia="zh-CN"/>
        </w:rPr>
        <w:t>x</w:t>
      </w:r>
      <w:r>
        <w:rPr>
          <w:rFonts w:ascii="Times New Roman" w:hAnsi="Times New Roman" w:hint="eastAsia"/>
          <w:szCs w:val="21"/>
          <w:lang w:val="en-US" w:eastAsia="zh-CN"/>
        </w:rPr>
        <w:t>，BC=8，则</w:t>
      </w:r>
      <w:r>
        <w:rPr>
          <w:rFonts w:ascii="Times New Roman" w:hAnsi="Times New Roman" w:hint="eastAsia"/>
          <w:i/>
          <w:iCs/>
          <w:szCs w:val="21"/>
          <w:lang w:val="en-US" w:eastAsia="zh-CN"/>
        </w:rPr>
        <w:t>C</w:t>
      </w:r>
      <w:r>
        <w:rPr>
          <w:rFonts w:ascii="Times New Roman" w:hAnsi="Times New Roman"/>
          <w:szCs w:val="21"/>
        </w:rPr>
        <w:t>'</w:t>
      </w:r>
      <w:r>
        <w:rPr>
          <w:rFonts w:ascii="Times New Roman" w:hAnsi="Times New Roman" w:hint="eastAsia"/>
          <w:i/>
          <w:iCs/>
          <w:szCs w:val="21"/>
          <w:lang w:val="en-US" w:eastAsia="zh-CN"/>
        </w:rPr>
        <w:t>E</w:t>
      </w:r>
      <w:r>
        <w:rPr>
          <w:rFonts w:ascii="Times New Roman" w:hAnsi="Times New Roman" w:hint="eastAsia"/>
          <w:szCs w:val="21"/>
          <w:lang w:val="en-US" w:eastAsia="zh-CN"/>
        </w:rPr>
        <w:t>=</w:t>
      </w:r>
      <w:r>
        <w:rPr>
          <w:rFonts w:ascii="Times New Roman" w:hAnsi="Times New Roman" w:hint="eastAsia"/>
          <w:i/>
          <w:iCs/>
          <w:szCs w:val="21"/>
          <w:lang w:val="en-US" w:eastAsia="zh-CN"/>
        </w:rPr>
        <w:t>CE</w:t>
      </w:r>
      <w:r>
        <w:rPr>
          <w:rFonts w:ascii="Times New Roman" w:hAnsi="Times New Roman" w:hint="eastAsia"/>
          <w:szCs w:val="21"/>
          <w:lang w:val="en-US" w:eastAsia="zh-CN"/>
        </w:rPr>
        <w:t>=</w:t>
      </w:r>
      <w:r>
        <w:rPr>
          <w:rFonts w:ascii="Times New Roman" w:hAnsi="Times New Roman" w:hint="eastAsia"/>
          <w:i/>
          <w:iCs/>
          <w:szCs w:val="21"/>
          <w:lang w:val="en-US" w:eastAsia="zh-CN"/>
        </w:rPr>
        <w:t>x</w:t>
      </w:r>
      <w:r>
        <w:rPr>
          <w:rFonts w:ascii="Times New Roman" w:hAnsi="Times New Roman" w:hint="eastAsia"/>
          <w:szCs w:val="21"/>
          <w:lang w:val="en-US" w:eastAsia="zh-CN"/>
        </w:rPr>
        <w:t>，</w:t>
      </w:r>
      <w:r>
        <w:rPr>
          <w:rFonts w:ascii="Times New Roman" w:hAnsi="Times New Roman" w:hint="eastAsia"/>
          <w:i/>
          <w:iCs/>
          <w:szCs w:val="21"/>
          <w:lang w:val="en-US" w:eastAsia="zh-CN"/>
        </w:rPr>
        <w:t>EB</w:t>
      </w:r>
      <w:r>
        <w:rPr>
          <w:rFonts w:ascii="Times New Roman" w:hAnsi="Times New Roman" w:hint="eastAsia"/>
          <w:szCs w:val="21"/>
          <w:lang w:val="en-US" w:eastAsia="zh-CN"/>
        </w:rPr>
        <w:t>=8－</w:t>
      </w:r>
      <w:r>
        <w:rPr>
          <w:rFonts w:ascii="Times New Roman" w:hAnsi="Times New Roman" w:hint="eastAsia"/>
          <w:i/>
          <w:iCs/>
          <w:szCs w:val="21"/>
          <w:lang w:val="en-US" w:eastAsia="zh-CN"/>
        </w:rPr>
        <w:t>x</w:t>
      </w:r>
      <w:r>
        <w:rPr>
          <w:rFonts w:ascii="Times New Roman" w:hAnsi="Times New Roman" w:hint="eastAsia"/>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hint="eastAsia"/>
          <w:szCs w:val="21"/>
          <w:lang w:val="en-US" w:eastAsia="zh-CN"/>
        </w:rPr>
      </w:pPr>
      <w:r>
        <w:rPr>
          <w:rFonts w:ascii="Times New Roman" w:hAnsi="Times New Roman" w:hint="eastAsia"/>
          <w:szCs w:val="21"/>
          <w:lang w:val="en-US" w:eastAsia="zh-CN"/>
        </w:rPr>
        <w:t xml:space="preserve">     在Rt</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C</w:t>
      </w:r>
      <w:r>
        <w:rPr>
          <w:rFonts w:ascii="Times New Roman" w:hAnsi="Times New Roman"/>
          <w:szCs w:val="21"/>
        </w:rPr>
        <w:t>'</w:t>
      </w:r>
      <w:r>
        <w:rPr>
          <w:rFonts w:ascii="Times New Roman" w:hAnsi="Times New Roman" w:hint="eastAsia"/>
          <w:i/>
          <w:iCs/>
          <w:szCs w:val="21"/>
          <w:lang w:val="en-US" w:eastAsia="zh-CN"/>
        </w:rPr>
        <w:t>B</w:t>
      </w:r>
      <w:r>
        <w:rPr>
          <w:rFonts w:ascii="Times New Roman" w:eastAsia="新宋体" w:hAnsi="Times New Roman" w:hint="eastAsia"/>
          <w:i/>
          <w:szCs w:val="21"/>
          <w:lang w:val="en-US" w:eastAsia="zh-CN"/>
        </w:rPr>
        <w:t>E</w:t>
      </w:r>
      <w:r>
        <w:rPr>
          <w:rFonts w:ascii="Times New Roman" w:eastAsia="新宋体" w:hAnsi="Times New Roman" w:hint="eastAsia"/>
          <w:i w:val="0"/>
          <w:iCs/>
          <w:szCs w:val="21"/>
          <w:lang w:val="en-US" w:eastAsia="zh-CN"/>
        </w:rPr>
        <w:t>中，</w:t>
      </w:r>
      <w:r>
        <w:rPr>
          <w:rFonts w:ascii="Times New Roman" w:eastAsia="新宋体" w:hAnsi="Times New Roman" w:hint="eastAsia"/>
          <w:i w:val="0"/>
          <w:iCs/>
          <w:position w:val="-6"/>
          <w:szCs w:val="21"/>
          <w:lang w:val="en-US" w:eastAsia="zh-CN"/>
        </w:rPr>
        <w:object>
          <v:shape id="Object 1900" o:spid="_x0000_i1208" type="#_x0000_t75" style="width:85pt;height:14.99pt;mso-position-horizontal-relative:page;mso-position-vertical-relative:page;mso-wrap-style:square" o:oleicon="f" o:ole="" o:preferrelative="t" filled="f" stroked="f">
            <v:stroke linestyle="single"/>
            <v:imagedata r:id="rId361" o:title=""/>
            <v:path o:extrusionok="f"/>
            <o:lock v:ext="edit" aspectratio="t"/>
          </v:shape>
          <o:OLEObject Type="Embed" ProgID="Equation.DSMT4" ShapeID="Object 1900" DrawAspect="Content" ObjectID="_1234568063" r:id="rId362"/>
        </w:object>
      </w:r>
      <w:r>
        <w:rPr>
          <w:rFonts w:ascii="Times New Roman" w:eastAsia="新宋体" w:hAnsi="Times New Roman" w:hint="eastAsia"/>
          <w:i w:val="0"/>
          <w:iCs/>
          <w:szCs w:val="21"/>
          <w:lang w:val="en-US" w:eastAsia="zh-CN"/>
        </w:rPr>
        <w:t>，即</w:t>
      </w:r>
      <w:r>
        <w:rPr>
          <w:rFonts w:ascii="Times New Roman" w:eastAsia="新宋体" w:hAnsi="Times New Roman" w:hint="eastAsia"/>
          <w:i w:val="0"/>
          <w:iCs/>
          <w:position w:val="-6"/>
          <w:szCs w:val="21"/>
          <w:lang w:val="en-US" w:eastAsia="zh-CN"/>
        </w:rPr>
        <w:object>
          <v:shape id="Object 1901" o:spid="_x0000_i1209" type="#_x0000_t75" style="width:75pt;height:14.99pt;mso-position-horizontal-relative:page;mso-position-vertical-relative:page;mso-wrap-style:square" o:oleicon="f" o:ole="" o:preferrelative="t" filled="f" stroked="f">
            <v:stroke linestyle="single"/>
            <v:imagedata r:id="rId363" o:title=""/>
            <v:path o:extrusionok="f"/>
            <o:lock v:ext="edit" aspectratio="t"/>
          </v:shape>
          <o:OLEObject Type="Embed" ProgID="Equation.DSMT4" ShapeID="Object 1901" DrawAspect="Content" ObjectID="_1234568064" r:id="rId364"/>
        </w:object>
      </w:r>
      <w:r>
        <w:rPr>
          <w:rFonts w:ascii="Times New Roman" w:eastAsia="新宋体" w:hAnsi="Times New Roman" w:hint="eastAsia"/>
          <w:i w:val="0"/>
          <w:iCs/>
          <w:szCs w:val="21"/>
          <w:lang w:val="en-US" w:eastAsia="zh-CN"/>
        </w:rPr>
        <w:t>，解得</w:t>
      </w:r>
      <w:r>
        <w:rPr>
          <w:rFonts w:ascii="Times New Roman" w:hAnsi="Times New Roman" w:hint="eastAsia"/>
          <w:i/>
          <w:iCs/>
          <w:szCs w:val="21"/>
          <w:lang w:val="en-US" w:eastAsia="zh-CN"/>
        </w:rPr>
        <w:t>x</w:t>
      </w:r>
      <w:r>
        <w:rPr>
          <w:rFonts w:ascii="Times New Roman" w:hAnsi="Times New Roman" w:hint="eastAsia"/>
          <w:szCs w:val="21"/>
          <w:lang w:val="en-US" w:eastAsia="zh-CN"/>
        </w:rPr>
        <w:t>=5，即</w:t>
      </w:r>
      <w:r>
        <w:rPr>
          <w:rFonts w:ascii="Times New Roman" w:hAnsi="Times New Roman" w:hint="eastAsia"/>
          <w:i/>
          <w:iCs/>
          <w:szCs w:val="21"/>
          <w:lang w:val="en-US" w:eastAsia="zh-CN"/>
        </w:rPr>
        <w:t>CE</w:t>
      </w:r>
      <w:r>
        <w:rPr>
          <w:rFonts w:ascii="Times New Roman" w:hAnsi="Times New Roman" w:hint="eastAsia"/>
          <w:szCs w:val="21"/>
          <w:lang w:val="en-US" w:eastAsia="zh-CN"/>
        </w:rPr>
        <w:t>=</w:t>
      </w:r>
      <w:r>
        <w:rPr>
          <w:rFonts w:ascii="Times New Roman" w:hAnsi="Times New Roman" w:hint="eastAsia"/>
          <w:i w:val="0"/>
          <w:iCs w:val="0"/>
          <w:szCs w:val="21"/>
          <w:lang w:val="en-US" w:eastAsia="zh-CN"/>
        </w:rPr>
        <w:t>5</w:t>
      </w:r>
      <w:r>
        <w:rPr>
          <w:rFonts w:ascii="Times New Roman" w:hAnsi="Times New Roman" w:hint="eastAsia"/>
          <w:szCs w:val="21"/>
          <w:lang w:val="en-US" w:eastAsia="zh-CN"/>
        </w:rPr>
        <w:t>，</w:t>
      </w:r>
      <w:r>
        <w:rPr>
          <w:rFonts w:ascii="Times New Roman" w:hAnsi="Times New Roman" w:cs="Times New Roman" w:hint="default"/>
          <w:color w:val="auto"/>
        </w:rPr>
        <w:t>…………</w:t>
      </w:r>
      <w:r>
        <w:rPr>
          <w:rFonts w:ascii="Times New Roman" w:hAnsi="Times New Roman" w:cs="Times New Roman" w:hint="eastAsia"/>
          <w:color w:val="auto"/>
          <w:lang w:val="en-US" w:eastAsia="zh-CN"/>
        </w:rPr>
        <w:t>3</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hint="eastAsia"/>
          <w:szCs w:val="21"/>
          <w:lang w:val="en-US" w:eastAsia="zh-CN"/>
        </w:rPr>
      </w:pPr>
      <w:r>
        <w:rPr>
          <w:rFonts w:ascii="Times New Roman" w:hAnsi="Times New Roman" w:hint="eastAsia"/>
          <w:szCs w:val="21"/>
          <w:lang w:val="en-US" w:eastAsia="zh-CN"/>
        </w:rPr>
        <w:t xml:space="preserve">     又</w:t>
      </w:r>
      <w:r>
        <w:rPr>
          <w:rFonts w:ascii="Times New Roman" w:hAnsi="Times New Roman" w:hint="eastAsia"/>
          <w:szCs w:val="21"/>
          <w:lang w:val="en-US" w:eastAsia="zh-CN"/>
        </w:rPr>
        <w:t>∵</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DB</w:t>
      </w:r>
      <w:r>
        <w:rPr>
          <w:rFonts w:ascii="Times New Roman" w:eastAsia="新宋体" w:hAnsi="Times New Roman" w:hint="eastAsia"/>
          <w:i/>
          <w:szCs w:val="21"/>
          <w:lang w:val="en-US" w:eastAsia="zh-CN"/>
        </w:rPr>
        <w:t>E</w:t>
      </w:r>
      <w:r>
        <w:rPr>
          <w:rFonts w:ascii="Times New Roman" w:hAnsi="Times New Roman"/>
          <w:szCs w:val="21"/>
        </w:rPr>
        <w:t>'</w:t>
      </w:r>
      <w:r>
        <w:rPr>
          <w:rFonts w:ascii="Times New Roman" w:hAnsi="Times New Roman" w:hint="eastAsia"/>
          <w:szCs w:val="21"/>
          <w:lang w:eastAsia="zh-CN"/>
        </w:rPr>
        <w:t>是</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w:t>
      </w:r>
      <w:r>
        <w:rPr>
          <w:rFonts w:ascii="Times New Roman" w:eastAsia="新宋体" w:hAnsi="Times New Roman" w:hint="eastAsia"/>
          <w:i/>
          <w:szCs w:val="21"/>
          <w:lang w:val="en-US" w:eastAsia="zh-CN"/>
        </w:rPr>
        <w:t>C</w:t>
      </w:r>
      <w:r>
        <w:rPr>
          <w:rFonts w:ascii="Times New Roman" w:hAnsi="Times New Roman"/>
          <w:szCs w:val="21"/>
        </w:rPr>
        <w:t>'</w:t>
      </w:r>
      <w:r>
        <w:rPr>
          <w:rFonts w:ascii="Times New Roman" w:eastAsia="新宋体" w:hAnsi="Times New Roman" w:hint="eastAsia"/>
          <w:i/>
          <w:color w:val="auto"/>
          <w:sz w:val="21"/>
          <w:szCs w:val="21"/>
        </w:rPr>
        <w:t>E</w:t>
      </w:r>
      <w:r>
        <w:rPr>
          <w:rFonts w:ascii="Times New Roman" w:eastAsia="新宋体" w:hAnsi="Times New Roman" w:hint="eastAsia"/>
          <w:i w:val="0"/>
          <w:iCs/>
          <w:color w:val="auto"/>
          <w:sz w:val="21"/>
          <w:szCs w:val="21"/>
          <w:lang w:val="en-US" w:eastAsia="zh-CN"/>
        </w:rPr>
        <w:t>平移而得</w:t>
      </w:r>
      <w:r>
        <w:rPr>
          <w:rFonts w:ascii="Times New Roman" w:eastAsia="新宋体" w:hAnsi="Times New Roman" w:hint="eastAsia"/>
          <w:color w:val="auto"/>
          <w:sz w:val="21"/>
          <w:szCs w:val="21"/>
        </w:rPr>
        <w:t>，</w:t>
      </w:r>
      <w:r>
        <w:rPr>
          <w:rFonts w:ascii="Times New Roman" w:hAnsi="Times New Roman" w:hint="eastAsia"/>
          <w:szCs w:val="21"/>
          <w:lang w:val="en-US" w:eastAsia="zh-CN"/>
        </w:rPr>
        <w:t>∴</w:t>
      </w:r>
      <w:r>
        <w:rPr>
          <w:rFonts w:ascii="Times New Roman" w:eastAsia="新宋体" w:hAnsi="Times New Roman" w:hint="eastAsia"/>
          <w:i/>
          <w:szCs w:val="21"/>
          <w:lang w:val="en-US" w:eastAsia="zh-CN"/>
        </w:rPr>
        <w:t>D</w:t>
      </w:r>
      <w:r>
        <w:rPr>
          <w:rFonts w:ascii="Times New Roman" w:eastAsia="新宋体" w:hAnsi="Times New Roman" w:cs="Times New Roman" w:hint="eastAsia"/>
          <w:b w:val="0"/>
          <w:bCs w:val="0"/>
          <w:i/>
          <w:iCs/>
          <w:color w:val="auto"/>
          <w:sz w:val="21"/>
          <w:szCs w:val="21"/>
          <w:lang w:val="en-US" w:eastAsia="zh-CN"/>
        </w:rPr>
        <w:t>D</w:t>
      </w:r>
      <w:r>
        <w:rPr>
          <w:rFonts w:ascii="Times New Roman" w:hAnsi="Times New Roman"/>
          <w:szCs w:val="21"/>
        </w:rPr>
        <w:t>'</w:t>
      </w:r>
      <w:r>
        <w:rPr>
          <w:rFonts w:ascii="Times New Roman" w:hAnsi="Times New Roman" w:hint="eastAsia"/>
          <w:szCs w:val="21"/>
          <w:lang w:val="en-US" w:eastAsia="zh-CN"/>
        </w:rPr>
        <w:t>=</w:t>
      </w:r>
      <w:r>
        <w:rPr>
          <w:rFonts w:ascii="Times New Roman" w:eastAsia="新宋体" w:hAnsi="Times New Roman" w:hint="eastAsia"/>
          <w:i/>
          <w:szCs w:val="21"/>
          <w:lang w:val="en-US" w:eastAsia="zh-CN"/>
        </w:rPr>
        <w:t>C</w:t>
      </w:r>
      <w:r>
        <w:rPr>
          <w:rFonts w:ascii="Times New Roman" w:hAnsi="Times New Roman"/>
          <w:szCs w:val="21"/>
        </w:rPr>
        <w:t>'</w:t>
      </w:r>
      <w:r>
        <w:rPr>
          <w:rFonts w:ascii="Times New Roman" w:eastAsia="新宋体" w:hAnsi="Times New Roman" w:cs="Times New Roman" w:hint="eastAsia"/>
          <w:b w:val="0"/>
          <w:bCs w:val="0"/>
          <w:i/>
          <w:iCs/>
          <w:color w:val="auto"/>
          <w:sz w:val="21"/>
          <w:szCs w:val="21"/>
          <w:lang w:val="en-US" w:eastAsia="zh-CN"/>
        </w:rPr>
        <w:t>B</w:t>
      </w:r>
      <w:r>
        <w:rPr>
          <w:rFonts w:ascii="Times New Roman" w:hAnsi="Times New Roman" w:hint="eastAsia"/>
          <w:szCs w:val="21"/>
          <w:lang w:val="en-US" w:eastAsia="zh-CN"/>
        </w:rPr>
        <w:t>=4，</w:t>
      </w:r>
      <w:r>
        <w:rPr>
          <w:rFonts w:ascii="Times New Roman" w:eastAsia="新宋体" w:hAnsi="Times New Roman" w:hint="eastAsia"/>
          <w:i/>
          <w:szCs w:val="21"/>
          <w:lang w:val="en-US" w:eastAsia="zh-CN"/>
        </w:rPr>
        <w:t>D</w:t>
      </w:r>
      <w:r>
        <w:rPr>
          <w:rFonts w:ascii="Times New Roman" w:hAnsi="Times New Roman"/>
          <w:szCs w:val="21"/>
        </w:rPr>
        <w:t>'</w:t>
      </w:r>
      <w:r>
        <w:rPr>
          <w:rFonts w:ascii="Times New Roman" w:eastAsia="新宋体" w:hAnsi="Times New Roman" w:cs="Times New Roman" w:hint="eastAsia"/>
          <w:b w:val="0"/>
          <w:bCs w:val="0"/>
          <w:i/>
          <w:iCs/>
          <w:color w:val="auto"/>
          <w:sz w:val="21"/>
          <w:szCs w:val="21"/>
          <w:lang w:val="en-US" w:eastAsia="zh-CN"/>
        </w:rPr>
        <w:t>C</w:t>
      </w:r>
      <w:r>
        <w:rPr>
          <w:rFonts w:ascii="Times New Roman" w:hAnsi="Times New Roman" w:hint="eastAsia"/>
          <w:szCs w:val="21"/>
          <w:lang w:val="en-US" w:eastAsia="zh-CN"/>
        </w:rPr>
        <w:t>=6，且</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iCs/>
          <w:szCs w:val="21"/>
          <w:lang w:val="en-US" w:eastAsia="zh-CN"/>
        </w:rPr>
        <w:t>F</w:t>
      </w:r>
      <w:r>
        <w:rPr>
          <w:rFonts w:ascii="Times New Roman" w:hAnsi="Times New Roman" w:hint="eastAsia"/>
          <w:i w:val="0"/>
          <w:iCs w:val="0"/>
          <w:szCs w:val="21"/>
          <w:lang w:val="en-US" w:eastAsia="zh-CN"/>
        </w:rPr>
        <w:t>∥</w:t>
      </w:r>
      <w:r>
        <w:rPr>
          <w:rFonts w:ascii="Times New Roman" w:eastAsia="新宋体" w:hAnsi="Times New Roman" w:hint="eastAsia"/>
          <w:i/>
          <w:color w:val="auto"/>
          <w:sz w:val="21"/>
          <w:szCs w:val="21"/>
          <w:lang w:val="en-US" w:eastAsia="zh-CN"/>
        </w:rPr>
        <w:t>D</w:t>
      </w:r>
      <w:r>
        <w:rPr>
          <w:rFonts w:ascii="Times New Roman" w:eastAsia="新宋体" w:hAnsi="Times New Roman" w:hint="eastAsia"/>
          <w:i/>
          <w:szCs w:val="21"/>
          <w:lang w:val="en-US" w:eastAsia="zh-CN"/>
        </w:rPr>
        <w:t>E</w:t>
      </w:r>
      <w:r>
        <w:rPr>
          <w:rFonts w:ascii="Times New Roman" w:eastAsia="新宋体" w:hAnsi="Times New Roman" w:hint="eastAsia"/>
          <w:i w:val="0"/>
          <w:i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新宋体" w:hAnsi="Times New Roman" w:hint="eastAsia"/>
          <w:i w:val="0"/>
          <w:iCs/>
          <w:szCs w:val="21"/>
          <w:lang w:val="en-US" w:eastAsia="zh-CN"/>
        </w:rPr>
      </w:pPr>
      <w:r>
        <w:rPr>
          <w:rFonts w:ascii="Times New Roman" w:hAnsi="Times New Roman" w:hint="eastAsia"/>
          <w:szCs w:val="21"/>
          <w:lang w:val="en-US" w:eastAsia="zh-CN"/>
        </w:rPr>
        <w:t xml:space="preserve">     </w:t>
      </w:r>
      <w:r>
        <w:rPr>
          <w:rFonts w:ascii="Times New Roman" w:hAnsi="Times New Roman" w:hint="eastAsia"/>
          <w:szCs w:val="21"/>
          <w:lang w:val="en-US" w:eastAsia="zh-CN"/>
        </w:rPr>
        <w:t>∵</w:t>
      </w:r>
      <w:r>
        <w:rPr>
          <w:rFonts w:ascii="Times New Roman" w:hAnsi="Times New Roman" w:hint="eastAsia"/>
          <w:szCs w:val="21"/>
          <w:lang w:val="en-US" w:eastAsia="zh-CN"/>
        </w:rPr>
        <w:t>Rt</w:t>
      </w:r>
      <w:r>
        <w:rPr>
          <w:rFonts w:ascii="Times New Roman" w:hAnsi="Times New Roman" w:cs="Times New Roman" w:hint="default"/>
          <w:color w:val="auto"/>
        </w:rPr>
        <w:t>△</w:t>
      </w:r>
      <w:r>
        <w:rPr>
          <w:rFonts w:ascii="Times New Roman" w:hAnsi="Times New Roman" w:cs="Times New Roman" w:hint="eastAsia"/>
          <w:i/>
          <w:iCs/>
          <w:color w:val="auto"/>
          <w:lang w:val="en-US" w:eastAsia="zh-CN"/>
        </w:rPr>
        <w:t>C</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iCs/>
          <w:szCs w:val="21"/>
          <w:lang w:val="en-US" w:eastAsia="zh-CN"/>
        </w:rPr>
        <w:t>F</w:t>
      </w:r>
      <w:r>
        <w:rPr>
          <w:rFonts w:ascii="Times New Roman" w:eastAsia="新宋体" w:hAnsi="Times New Roman" w:hint="eastAsia"/>
          <w:i w:val="0"/>
          <w:iCs/>
          <w:szCs w:val="21"/>
          <w:lang w:val="en-US" w:eastAsia="zh-CN"/>
        </w:rPr>
        <w:t>中</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Rt</w:t>
      </w:r>
      <w:r>
        <w:rPr>
          <w:rFonts w:ascii="Times New Roman" w:hAnsi="Times New Roman" w:cs="Times New Roman" w:hint="default"/>
          <w:color w:val="auto"/>
        </w:rPr>
        <w:t>△</w:t>
      </w:r>
      <w:r>
        <w:rPr>
          <w:rFonts w:ascii="Times New Roman" w:hAnsi="Times New Roman" w:cs="Times New Roman" w:hint="eastAsia"/>
          <w:i/>
          <w:iCs/>
          <w:color w:val="auto"/>
          <w:lang w:val="en-US" w:eastAsia="zh-CN"/>
        </w:rPr>
        <w:t>C</w:t>
      </w:r>
      <w:r>
        <w:rPr>
          <w:rFonts w:ascii="Times New Roman" w:eastAsia="新宋体" w:hAnsi="Times New Roman" w:hint="eastAsia"/>
          <w:i/>
          <w:color w:val="auto"/>
          <w:sz w:val="21"/>
          <w:szCs w:val="21"/>
          <w:lang w:val="en-US" w:eastAsia="zh-CN"/>
        </w:rPr>
        <w:t>D</w:t>
      </w:r>
      <w:r>
        <w:rPr>
          <w:rFonts w:ascii="Times New Roman" w:hAnsi="Times New Roman" w:hint="eastAsia"/>
          <w:i/>
          <w:iCs/>
          <w:szCs w:val="21"/>
          <w:lang w:val="en-US" w:eastAsia="zh-CN"/>
        </w:rPr>
        <w:t>R</w:t>
      </w:r>
      <w:r>
        <w:rPr>
          <w:rFonts w:ascii="Times New Roman" w:eastAsia="新宋体" w:hAnsi="Times New Roman" w:hint="eastAsia"/>
          <w:i w:val="0"/>
          <w:iCs/>
          <w:szCs w:val="21"/>
          <w:lang w:val="en-US" w:eastAsia="zh-CN"/>
        </w:rPr>
        <w:t xml:space="preserve">，             </w:t>
      </w:r>
      <w:r>
        <w:rPr>
          <w:rFonts w:ascii="Times New Roman" w:hAnsi="Times New Roman" w:cs="Times New Roman" w:hint="default"/>
          <w:color w:val="auto"/>
        </w:rPr>
        <w:t>………………</w:t>
      </w:r>
      <w:r>
        <w:rPr>
          <w:rFonts w:ascii="Times New Roman" w:hAnsi="Times New Roman" w:cs="Times New Roman" w:hint="eastAsia"/>
          <w:color w:val="auto"/>
          <w:lang w:val="en-US" w:eastAsia="zh-CN"/>
        </w:rPr>
        <w:t>4</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264" w:lineRule="auto"/>
        <w:ind w:left="420" w:firstLine="630" w:leftChars="200" w:firstLineChars="300"/>
        <w:textAlignment w:val="auto"/>
        <w:rPr>
          <w:rFonts w:ascii="Times New Roman" w:hAnsi="Times New Roman" w:hint="default"/>
          <w:szCs w:val="21"/>
          <w:lang w:val="en-US" w:eastAsia="zh-CN"/>
        </w:rPr>
      </w:pPr>
      <w:r>
        <w:rPr>
          <w:rFonts w:ascii="Times New Roman" w:eastAsia="新宋体" w:hAnsi="Times New Roman" w:hint="eastAsia"/>
          <w:i w:val="0"/>
          <w:iCs/>
          <w:szCs w:val="21"/>
          <w:lang w:val="en-US" w:eastAsia="zh-CN"/>
        </w:rPr>
        <w:t>则</w:t>
      </w:r>
      <w:r>
        <w:rPr>
          <w:rFonts w:ascii="Times New Roman" w:eastAsia="新宋体" w:hAnsi="Times New Roman" w:hint="eastAsia"/>
          <w:i w:val="0"/>
          <w:iCs/>
          <w:position w:val="-22"/>
          <w:szCs w:val="21"/>
          <w:lang w:val="en-US" w:eastAsia="zh-CN"/>
        </w:rPr>
        <w:object>
          <v:shape id="Object 1902" o:spid="_x0000_i1210" type="#_x0000_t75" style="width:49.95pt;height:29.98pt;mso-position-horizontal-relative:page;mso-position-vertical-relative:page;mso-wrap-style:square" o:oleicon="f" o:ole="" o:preferrelative="t" filled="f" stroked="f">
            <v:stroke linestyle="single"/>
            <v:imagedata r:id="rId365" o:title=""/>
            <v:path o:extrusionok="f"/>
            <o:lock v:ext="edit" aspectratio="t"/>
          </v:shape>
          <o:OLEObject Type="Embed" ProgID="Equation.DSMT4" ShapeID="Object 1902" DrawAspect="Content" ObjectID="_1234568065" r:id="rId366"/>
        </w:object>
      </w:r>
      <w:r>
        <w:rPr>
          <w:rFonts w:ascii="Times New Roman" w:eastAsia="新宋体" w:hAnsi="Times New Roman" w:hint="eastAsia"/>
          <w:i w:val="0"/>
          <w:iCs/>
          <w:szCs w:val="21"/>
          <w:lang w:val="en-US" w:eastAsia="zh-CN"/>
        </w:rPr>
        <w:t>，即</w:t>
      </w:r>
      <w:r>
        <w:rPr>
          <w:rFonts w:ascii="Times New Roman" w:eastAsia="新宋体" w:hAnsi="Times New Roman" w:hint="eastAsia"/>
          <w:i w:val="0"/>
          <w:iCs/>
          <w:position w:val="-22"/>
          <w:szCs w:val="21"/>
          <w:lang w:val="en-US" w:eastAsia="zh-CN"/>
        </w:rPr>
        <w:object>
          <v:shape id="Object 1903" o:spid="_x0000_i1211" type="#_x0000_t75" style="width:41.99pt;height:28.98pt;mso-position-horizontal-relative:page;mso-position-vertical-relative:page;mso-wrap-style:square" o:oleicon="f" o:ole="" o:preferrelative="t" filled="f" stroked="f">
            <v:stroke linestyle="single"/>
            <v:imagedata r:id="rId367" o:title=""/>
            <v:path o:extrusionok="f"/>
            <o:lock v:ext="edit" aspectratio="t"/>
          </v:shape>
          <o:OLEObject Type="Embed" ProgID="Equation.DSMT4" ShapeID="Object 1903" DrawAspect="Content" ObjectID="_1234568066" r:id="rId368"/>
        </w:object>
      </w:r>
      <w:r>
        <w:rPr>
          <w:rFonts w:ascii="Times New Roman" w:eastAsia="新宋体" w:hAnsi="Times New Roman" w:hint="eastAsia"/>
          <w:i w:val="0"/>
          <w:iCs/>
          <w:szCs w:val="21"/>
          <w:lang w:val="en-US" w:eastAsia="zh-CN"/>
        </w:rPr>
        <w:t>，解得</w:t>
      </w:r>
      <w:r>
        <w:rPr>
          <w:rFonts w:ascii="Times New Roman" w:hAnsi="Times New Roman" w:hint="eastAsia"/>
          <w:i/>
          <w:iCs/>
          <w:szCs w:val="21"/>
          <w:lang w:val="en-US" w:eastAsia="zh-CN"/>
        </w:rPr>
        <w:t>CF</w:t>
      </w:r>
      <w:r>
        <w:rPr>
          <w:rFonts w:ascii="Times New Roman" w:hAnsi="Times New Roman" w:hint="eastAsia"/>
          <w:szCs w:val="21"/>
          <w:lang w:val="en-US" w:eastAsia="zh-CN"/>
        </w:rPr>
        <w:t>=3，</w:t>
      </w:r>
      <w:r>
        <w:rPr>
          <w:rFonts w:ascii="Times New Roman" w:hAnsi="Times New Roman" w:hint="eastAsia"/>
          <w:szCs w:val="21"/>
          <w:lang w:val="en-US" w:eastAsia="zh-CN"/>
        </w:rPr>
        <w:t>∴</w:t>
      </w:r>
      <w:r>
        <w:rPr>
          <w:rFonts w:ascii="Times New Roman" w:eastAsia="新宋体" w:hAnsi="Times New Roman" w:hint="eastAsia"/>
          <w:i/>
          <w:szCs w:val="21"/>
          <w:lang w:val="en-US" w:eastAsia="zh-CN"/>
        </w:rPr>
        <w:t>EF</w:t>
      </w:r>
      <w:r>
        <w:rPr>
          <w:rFonts w:ascii="Times New Roman" w:hAnsi="Times New Roman" w:hint="eastAsia"/>
          <w:szCs w:val="21"/>
          <w:lang w:val="en-US" w:eastAsia="zh-CN"/>
        </w:rPr>
        <w:t>=</w:t>
      </w:r>
      <w:r>
        <w:rPr>
          <w:rFonts w:ascii="Times New Roman" w:eastAsia="新宋体" w:hAnsi="Times New Roman" w:hint="eastAsia"/>
          <w:i/>
          <w:szCs w:val="21"/>
          <w:lang w:val="en-US" w:eastAsia="zh-CN"/>
        </w:rPr>
        <w:t>C</w:t>
      </w:r>
      <w:r>
        <w:rPr>
          <w:rFonts w:ascii="Times New Roman" w:eastAsia="新宋体" w:hAnsi="Times New Roman" w:hint="eastAsia"/>
          <w:i/>
          <w:iCs/>
          <w:szCs w:val="21"/>
          <w:lang w:val="en-US" w:eastAsia="zh-CN"/>
        </w:rPr>
        <w:t>E</w:t>
      </w:r>
      <w:r>
        <w:rPr>
          <w:rFonts w:ascii="Times New Roman" w:hAnsi="Times New Roman" w:hint="eastAsia"/>
          <w:szCs w:val="21"/>
          <w:lang w:val="en-US" w:eastAsia="zh-CN"/>
        </w:rPr>
        <w:t>－</w:t>
      </w:r>
      <w:r>
        <w:rPr>
          <w:rFonts w:ascii="Times New Roman" w:hAnsi="Times New Roman" w:hint="eastAsia"/>
          <w:i/>
          <w:iCs/>
          <w:szCs w:val="21"/>
          <w:lang w:val="en-US" w:eastAsia="zh-CN"/>
        </w:rPr>
        <w:t>CF</w:t>
      </w:r>
      <w:r>
        <w:rPr>
          <w:rFonts w:ascii="Times New Roman" w:hAnsi="Times New Roman" w:hint="eastAsia"/>
          <w:szCs w:val="21"/>
          <w:lang w:val="en-US" w:eastAsia="zh-CN"/>
        </w:rPr>
        <w:t>=</w:t>
      </w:r>
      <w:r>
        <w:rPr>
          <w:rFonts w:ascii="Times New Roman" w:eastAsia="新宋体" w:hAnsi="Times New Roman" w:hint="eastAsia"/>
          <w:i w:val="0"/>
          <w:iCs/>
          <w:szCs w:val="21"/>
          <w:lang w:val="en-US" w:eastAsia="zh-CN"/>
        </w:rPr>
        <w:t>5</w:t>
      </w:r>
      <w:r>
        <w:rPr>
          <w:rFonts w:ascii="Times New Roman" w:hAnsi="Times New Roman" w:hint="eastAsia"/>
          <w:szCs w:val="21"/>
          <w:lang w:val="en-US" w:eastAsia="zh-CN"/>
        </w:rPr>
        <w:t>－</w:t>
      </w:r>
      <w:r>
        <w:rPr>
          <w:rFonts w:ascii="Times New Roman" w:hAnsi="Times New Roman" w:hint="eastAsia"/>
          <w:i w:val="0"/>
          <w:iCs w:val="0"/>
          <w:szCs w:val="21"/>
          <w:lang w:val="en-US" w:eastAsia="zh-CN"/>
        </w:rPr>
        <w:t>3</w:t>
      </w:r>
      <w:r>
        <w:rPr>
          <w:rFonts w:ascii="Times New Roman" w:hAnsi="Times New Roman" w:hint="eastAsia"/>
          <w:szCs w:val="21"/>
          <w:lang w:val="en-US" w:eastAsia="zh-CN"/>
        </w:rPr>
        <w:t xml:space="preserve">=2；  </w:t>
      </w:r>
      <w:r>
        <w:rPr>
          <w:rFonts w:ascii="Times New Roman" w:hAnsi="Times New Roman" w:cs="Times New Roman" w:hint="default"/>
          <w:color w:val="auto"/>
        </w:rPr>
        <w:t>………………</w:t>
      </w:r>
      <w:r>
        <w:rPr>
          <w:rFonts w:ascii="Times New Roman" w:hAnsi="Times New Roman" w:cs="Times New Roman" w:hint="eastAsia"/>
          <w:color w:val="auto"/>
          <w:lang w:val="en-US" w:eastAsia="zh-CN"/>
        </w:rPr>
        <w:t>5</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264" w:lineRule="auto"/>
        <w:ind w:left="420" w:firstLine="420" w:leftChars="200" w:firstLineChars="200"/>
        <w:textAlignment w:val="auto"/>
        <w:rPr>
          <w:rFonts w:ascii="Times New Roman" w:hAnsi="Times New Roman" w:hint="eastAsia"/>
          <w:i w:val="0"/>
          <w:iCs w:val="0"/>
          <w:szCs w:val="21"/>
          <w:lang w:val="en-US" w:eastAsia="zh-CN"/>
        </w:rPr>
      </w:pPr>
      <w:r>
        <w:rPr>
          <w:rFonts w:ascii="Times New Roman" w:eastAsia="新宋体" w:hAnsi="Times New Roman" w:hint="eastAsia"/>
          <w:i w:val="0"/>
          <w:iCs/>
          <w:color w:val="auto"/>
          <w:sz w:val="21"/>
          <w:szCs w:val="21"/>
          <w:lang w:val="en-US" w:eastAsia="zh-CN"/>
        </w:rPr>
        <w:t>②</w:t>
      </w:r>
      <w:r>
        <w:rPr>
          <w:rFonts w:ascii="Times New Roman" w:hAnsi="Times New Roman" w:hint="eastAsia"/>
          <w:szCs w:val="21"/>
          <w:lang w:val="en-US" w:eastAsia="zh-CN"/>
        </w:rPr>
        <w:t>∵</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DB</w:t>
      </w:r>
      <w:r>
        <w:rPr>
          <w:rFonts w:ascii="Times New Roman" w:eastAsia="新宋体" w:hAnsi="Times New Roman" w:hint="eastAsia"/>
          <w:i/>
          <w:szCs w:val="21"/>
          <w:lang w:val="en-US" w:eastAsia="zh-CN"/>
        </w:rPr>
        <w:t>E</w:t>
      </w:r>
      <w:r>
        <w:rPr>
          <w:rFonts w:ascii="Times New Roman" w:hAnsi="Times New Roman"/>
          <w:szCs w:val="21"/>
        </w:rPr>
        <w:t>'</w:t>
      </w:r>
      <w:r>
        <w:rPr>
          <w:rFonts w:ascii="Times New Roman" w:hAnsi="Times New Roman" w:hint="eastAsia"/>
          <w:szCs w:val="21"/>
          <w:lang w:eastAsia="zh-CN"/>
        </w:rPr>
        <w:t>是</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w:t>
      </w:r>
      <w:r>
        <w:rPr>
          <w:rFonts w:ascii="Times New Roman" w:eastAsia="新宋体" w:hAnsi="Times New Roman" w:hint="eastAsia"/>
          <w:i/>
          <w:szCs w:val="21"/>
          <w:lang w:val="en-US" w:eastAsia="zh-CN"/>
        </w:rPr>
        <w:t>C</w:t>
      </w:r>
      <w:r>
        <w:rPr>
          <w:rFonts w:ascii="Times New Roman" w:hAnsi="Times New Roman"/>
          <w:szCs w:val="21"/>
        </w:rPr>
        <w:t>'</w:t>
      </w:r>
      <w:r>
        <w:rPr>
          <w:rFonts w:ascii="Times New Roman" w:eastAsia="新宋体" w:hAnsi="Times New Roman" w:hint="eastAsia"/>
          <w:i/>
          <w:color w:val="auto"/>
          <w:sz w:val="21"/>
          <w:szCs w:val="21"/>
        </w:rPr>
        <w:t>E</w:t>
      </w:r>
      <w:r>
        <w:rPr>
          <w:rFonts w:ascii="Times New Roman" w:eastAsia="新宋体" w:hAnsi="Times New Roman" w:hint="eastAsia"/>
          <w:i w:val="0"/>
          <w:iCs/>
          <w:color w:val="auto"/>
          <w:sz w:val="21"/>
          <w:szCs w:val="21"/>
          <w:lang w:val="en-US" w:eastAsia="zh-CN"/>
        </w:rPr>
        <w:t>平移而得</w:t>
      </w:r>
      <w:r>
        <w:rPr>
          <w:rFonts w:ascii="Times New Roman" w:eastAsia="新宋体" w:hAnsi="Times New Roman" w:hint="eastAsia"/>
          <w:color w:val="auto"/>
          <w:sz w:val="21"/>
          <w:szCs w:val="21"/>
        </w:rPr>
        <w:t>，</w:t>
      </w:r>
      <w:r>
        <w:rPr>
          <w:rFonts w:ascii="Times New Roman" w:hAnsi="Times New Roman" w:hint="eastAsia"/>
          <w:szCs w:val="21"/>
          <w:lang w:val="en-US" w:eastAsia="zh-CN"/>
        </w:rPr>
        <w:t>∴</w:t>
      </w:r>
      <w:r>
        <w:rPr>
          <w:rFonts w:ascii="Times New Roman" w:hAnsi="Times New Roman" w:hint="eastAsia"/>
          <w:i/>
          <w:iCs/>
          <w:szCs w:val="21"/>
          <w:lang w:val="en-US" w:eastAsia="zh-CN"/>
        </w:rPr>
        <w:t>E</w:t>
      </w:r>
      <w:r>
        <w:rPr>
          <w:rFonts w:ascii="Times New Roman" w:eastAsia="新宋体" w:hAnsi="Times New Roman" w:hint="eastAsia"/>
          <w:i/>
          <w:color w:val="auto"/>
          <w:sz w:val="21"/>
          <w:szCs w:val="21"/>
          <w:lang w:val="en-US" w:eastAsia="zh-CN"/>
        </w:rPr>
        <w:t>E</w:t>
      </w:r>
      <w:r>
        <w:rPr>
          <w:rFonts w:ascii="Times New Roman" w:hAnsi="Times New Roman"/>
          <w:szCs w:val="21"/>
        </w:rPr>
        <w:t>'</w:t>
      </w:r>
      <w:r>
        <w:rPr>
          <w:rFonts w:ascii="Times New Roman" w:hAnsi="Times New Roman" w:hint="eastAsia"/>
          <w:i/>
          <w:iCs/>
          <w:szCs w:val="21"/>
          <w:lang w:val="en-US" w:eastAsia="zh-CN"/>
        </w:rPr>
        <w:t>=</w:t>
      </w:r>
      <w:r>
        <w:rPr>
          <w:rFonts w:ascii="Times New Roman" w:hAnsi="Times New Roman" w:hint="eastAsia"/>
          <w:i w:val="0"/>
          <w:iCs w:val="0"/>
          <w:szCs w:val="21"/>
          <w:lang w:val="en-US" w:eastAsia="zh-CN"/>
        </w:rPr>
        <w:t>4，</w:t>
      </w:r>
    </w:p>
    <w:p>
      <w:pPr>
        <w:keepNext w:val="0"/>
        <w:keepLines w:val="0"/>
        <w:pageBreakBefore w:val="0"/>
        <w:widowControl w:val="0"/>
        <w:kinsoku/>
        <w:wordWrap/>
        <w:overflowPunct/>
        <w:topLinePunct w:val="0"/>
        <w:autoSpaceDE/>
        <w:autoSpaceDN/>
        <w:bidi w:val="0"/>
        <w:adjustRightInd/>
        <w:snapToGrid/>
        <w:spacing w:line="264" w:lineRule="auto"/>
        <w:ind w:left="420" w:firstLine="420" w:leftChars="200" w:firstLineChars="200"/>
        <w:textAlignment w:val="auto"/>
        <w:rPr>
          <w:rFonts w:ascii="Times New Roman" w:eastAsia="新宋体" w:hAnsi="Times New Roman" w:hint="eastAsia"/>
          <w:i w:val="0"/>
          <w:iCs/>
          <w:color w:val="auto"/>
          <w:sz w:val="21"/>
          <w:szCs w:val="21"/>
          <w:lang w:eastAsia="zh-CN"/>
        </w:rPr>
      </w:pPr>
      <w:r>
        <w:rPr>
          <w:rFonts w:ascii="Times New Roman" w:hAnsi="Times New Roman" w:hint="eastAsia"/>
          <w:i w:val="0"/>
          <w:iCs w:val="0"/>
          <w:szCs w:val="21"/>
          <w:lang w:val="en-US" w:eastAsia="zh-CN"/>
        </w:rPr>
        <w:t xml:space="preserve">  如图，连接</w:t>
      </w:r>
      <w:r>
        <w:rPr>
          <w:rFonts w:ascii="Times New Roman" w:hAnsi="Times New Roman" w:hint="eastAsia"/>
          <w:i/>
          <w:iCs/>
          <w:szCs w:val="21"/>
          <w:lang w:val="en-US" w:eastAsia="zh-CN"/>
        </w:rPr>
        <w:t>GF</w:t>
      </w:r>
      <w:r>
        <w:rPr>
          <w:rFonts w:ascii="Times New Roman" w:hAnsi="Times New Roman" w:hint="eastAsia"/>
          <w:i w:val="0"/>
          <w:iCs w:val="0"/>
          <w:szCs w:val="21"/>
          <w:lang w:val="en-US" w:eastAsia="zh-CN"/>
        </w:rPr>
        <w:t>，若</w:t>
      </w:r>
      <w:r>
        <w:rPr>
          <w:rFonts w:ascii="Times New Roman" w:hAnsi="Times New Roman" w:hint="eastAsia"/>
          <w:szCs w:val="21"/>
          <w:lang w:eastAsia="zh-CN"/>
        </w:rPr>
        <w:t>四边形</w:t>
      </w:r>
      <w:r>
        <w:rPr>
          <w:rFonts w:ascii="Times New Roman" w:hAnsi="Times New Roman" w:hint="eastAsia"/>
          <w:i/>
          <w:iCs/>
          <w:szCs w:val="21"/>
          <w:lang w:val="en-US" w:eastAsia="zh-CN"/>
        </w:rPr>
        <w:t>G</w:t>
      </w:r>
      <w:r>
        <w:rPr>
          <w:rFonts w:ascii="Times New Roman" w:eastAsia="新宋体" w:hAnsi="Times New Roman" w:hint="eastAsia"/>
          <w:i/>
          <w:iCs/>
          <w:color w:val="auto"/>
          <w:sz w:val="21"/>
          <w:szCs w:val="21"/>
          <w:lang w:val="en-US" w:eastAsia="zh-CN"/>
        </w:rPr>
        <w:t>E</w:t>
      </w:r>
      <w:r>
        <w:rPr>
          <w:rFonts w:ascii="Times New Roman" w:eastAsia="新宋体" w:hAnsi="Times New Roman" w:hint="eastAsia"/>
          <w:i/>
          <w:szCs w:val="21"/>
          <w:lang w:val="en-US" w:eastAsia="zh-CN"/>
        </w:rPr>
        <w:t>E</w:t>
      </w:r>
      <w:r>
        <w:rPr>
          <w:rFonts w:ascii="Times New Roman" w:hAnsi="Times New Roman"/>
          <w:szCs w:val="21"/>
        </w:rPr>
        <w:t>'</w:t>
      </w:r>
      <w:r>
        <w:rPr>
          <w:rFonts w:ascii="Times New Roman" w:hAnsi="Times New Roman" w:hint="eastAsia"/>
          <w:i/>
          <w:iCs/>
          <w:szCs w:val="21"/>
          <w:lang w:val="en-US" w:eastAsia="zh-CN"/>
        </w:rPr>
        <w:t>F</w:t>
      </w:r>
      <w:r>
        <w:rPr>
          <w:rFonts w:ascii="Times New Roman" w:hAnsi="Times New Roman" w:hint="eastAsia"/>
          <w:szCs w:val="21"/>
          <w:lang w:val="en-US" w:eastAsia="zh-CN"/>
        </w:rPr>
        <w:t>是平行四边形，则有</w:t>
      </w:r>
      <w:r>
        <w:rPr>
          <w:rFonts w:ascii="Times New Roman" w:hAnsi="Times New Roman" w:hint="eastAsia"/>
          <w:i/>
          <w:iCs/>
          <w:szCs w:val="21"/>
          <w:lang w:val="en-US" w:eastAsia="zh-CN"/>
        </w:rPr>
        <w:t>GF</w:t>
      </w:r>
      <w:r>
        <w:rPr>
          <w:rFonts w:ascii="Times New Roman" w:hAnsi="Times New Roman" w:hint="eastAsia"/>
          <w:i w:val="0"/>
          <w:iCs w:val="0"/>
          <w:szCs w:val="21"/>
          <w:lang w:val="en-US" w:eastAsia="zh-CN"/>
        </w:rPr>
        <w:t>∥</w:t>
      </w:r>
      <w:r>
        <w:rPr>
          <w:rFonts w:ascii="Times New Roman" w:eastAsia="新宋体" w:hAnsi="Times New Roman" w:hint="eastAsia"/>
          <w:i/>
          <w:color w:val="auto"/>
          <w:sz w:val="21"/>
          <w:szCs w:val="21"/>
          <w:lang w:val="en-US" w:eastAsia="zh-CN"/>
        </w:rPr>
        <w:t>EE</w:t>
      </w:r>
      <w:r>
        <w:rPr>
          <w:rFonts w:ascii="Times New Roman" w:hAnsi="Times New Roman"/>
          <w:szCs w:val="21"/>
        </w:rPr>
        <w:t>'</w:t>
      </w:r>
      <w:r>
        <w:rPr>
          <w:rFonts w:ascii="Times New Roman" w:eastAsia="新宋体" w:hAnsi="Times New Roman" w:hint="eastAsia"/>
          <w:i w:val="0"/>
          <w:iCs/>
          <w:color w:val="auto"/>
          <w:sz w:val="21"/>
          <w:szCs w:val="21"/>
          <w:lang w:eastAsia="zh-CN"/>
        </w:rPr>
        <w:t>，而</w:t>
      </w:r>
      <w:r>
        <w:rPr>
          <w:rFonts w:ascii="Times New Roman" w:eastAsia="新宋体" w:hAnsi="Times New Roman" w:hint="eastAsia"/>
          <w:i/>
          <w:color w:val="auto"/>
          <w:sz w:val="21"/>
          <w:szCs w:val="21"/>
          <w:lang w:val="en-US" w:eastAsia="zh-CN"/>
        </w:rPr>
        <w:t>EE</w:t>
      </w:r>
      <w:r>
        <w:rPr>
          <w:rFonts w:ascii="Times New Roman" w:hAnsi="Times New Roman"/>
          <w:szCs w:val="21"/>
        </w:rPr>
        <w:t>'</w:t>
      </w:r>
      <w:r>
        <w:rPr>
          <w:rFonts w:ascii="Times New Roman" w:hAnsi="Times New Roman" w:hint="eastAsia"/>
          <w:i w:val="0"/>
          <w:iCs w:val="0"/>
          <w:szCs w:val="21"/>
          <w:lang w:val="en-US" w:eastAsia="zh-CN"/>
        </w:rPr>
        <w:t>∥</w:t>
      </w:r>
      <w:r>
        <w:rPr>
          <w:rFonts w:ascii="Times New Roman" w:eastAsia="新宋体" w:hAnsi="Times New Roman" w:hint="eastAsia"/>
          <w:i/>
          <w:color w:val="auto"/>
          <w:sz w:val="21"/>
          <w:szCs w:val="21"/>
          <w:lang w:val="en-US" w:eastAsia="zh-CN"/>
        </w:rPr>
        <w:t>C</w:t>
      </w:r>
      <w:r>
        <w:rPr>
          <w:rFonts w:ascii="Times New Roman" w:hAnsi="Times New Roman"/>
          <w:szCs w:val="21"/>
        </w:rPr>
        <w:t>'</w:t>
      </w:r>
      <w:r>
        <w:rPr>
          <w:rFonts w:ascii="Times New Roman" w:hAnsi="Times New Roman" w:hint="eastAsia"/>
          <w:i/>
          <w:iCs/>
          <w:szCs w:val="21"/>
          <w:lang w:val="en-US" w:eastAsia="zh-CN"/>
        </w:rPr>
        <w:t>B</w:t>
      </w:r>
      <w:r>
        <w:rPr>
          <w:rFonts w:ascii="Times New Roman" w:eastAsia="新宋体" w:hAnsi="Times New Roman" w:hint="eastAsia"/>
          <w:i w:val="0"/>
          <w:i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420" w:leftChars="200" w:firstLineChars="200"/>
        <w:textAlignment w:val="auto"/>
        <w:rPr>
          <w:rFonts w:ascii="Times New Roman" w:eastAsia="新宋体" w:hAnsi="Times New Roman" w:hint="eastAsia"/>
          <w:i w:val="0"/>
          <w:iCs/>
          <w:color w:val="auto"/>
          <w:sz w:val="21"/>
          <w:szCs w:val="21"/>
          <w:lang w:eastAsia="zh-CN"/>
        </w:rPr>
      </w:pPr>
      <w:r>
        <w:pict>
          <v:shape id="图片 1500" o:spid="_x0000_s1212" type="#_x0000_t75" style="width:111.7pt;height:77.45pt;margin-top:2pt;margin-left:298.05pt;mso-wrap-style:square;position:absolute;z-index:-251648000" o:preferrelative="t" filled="f" stroked="f">
            <v:stroke linestyle="single"/>
            <v:imagedata r:id="rId369" o:title=""/>
            <v:path o:extrusionok="f"/>
            <o:lock v:ext="edit" aspectratio="t"/>
          </v:shape>
        </w:pict>
      </w:r>
      <w:r>
        <w:rPr>
          <w:rFonts w:ascii="Times New Roman" w:eastAsia="新宋体" w:hAnsi="Times New Roman" w:hint="eastAsia"/>
          <w:i w:val="0"/>
          <w:iCs/>
          <w:color w:val="auto"/>
          <w:sz w:val="21"/>
          <w:szCs w:val="21"/>
          <w:lang w:val="en-US" w:eastAsia="zh-CN"/>
        </w:rPr>
        <w:t xml:space="preserve">  </w:t>
      </w:r>
      <w:r>
        <w:rPr>
          <w:rFonts w:ascii="Times New Roman" w:hAnsi="Times New Roman" w:hint="eastAsia"/>
          <w:szCs w:val="21"/>
          <w:lang w:val="en-US" w:eastAsia="zh-CN"/>
        </w:rPr>
        <w:t>∴</w:t>
      </w:r>
      <w:r>
        <w:rPr>
          <w:rFonts w:ascii="Times New Roman" w:hAnsi="Times New Roman" w:hint="eastAsia"/>
          <w:i/>
          <w:iCs/>
          <w:szCs w:val="21"/>
          <w:lang w:val="en-US" w:eastAsia="zh-CN"/>
        </w:rPr>
        <w:t>GF</w:t>
      </w:r>
      <w:r>
        <w:rPr>
          <w:rFonts w:ascii="Times New Roman" w:hAnsi="Times New Roman" w:hint="eastAsia"/>
          <w:i w:val="0"/>
          <w:iCs w:val="0"/>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eastAsia="新宋体" w:hAnsi="Times New Roman" w:hint="eastAsia"/>
          <w:i/>
          <w:iCs w:val="0"/>
          <w:color w:val="auto"/>
          <w:sz w:val="21"/>
          <w:szCs w:val="21"/>
          <w:lang w:val="en-US" w:eastAsia="zh-CN"/>
        </w:rPr>
        <w:t>C</w:t>
      </w:r>
      <w:r>
        <w:rPr>
          <w:rFonts w:ascii="Times New Roman" w:eastAsia="新宋体" w:hAnsi="Times New Roman" w:hint="eastAsia"/>
          <w:i w:val="0"/>
          <w:i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630" w:leftChars="200" w:firstLineChars="300"/>
        <w:textAlignment w:val="auto"/>
        <w:rPr>
          <w:rFonts w:ascii="Times New Roman" w:eastAsia="新宋体" w:hAnsi="Times New Roman" w:hint="eastAsia"/>
          <w:i w:val="0"/>
          <w:iCs/>
          <w:szCs w:val="21"/>
          <w:lang w:val="en-US" w:eastAsia="zh-CN"/>
        </w:rPr>
      </w:pPr>
      <w:r>
        <w:rPr>
          <w:rFonts w:ascii="Times New Roman" w:hAnsi="Times New Roman" w:hint="eastAsia"/>
          <w:szCs w:val="21"/>
          <w:lang w:val="en-US" w:eastAsia="zh-CN"/>
        </w:rPr>
        <w:t>∴</w:t>
      </w:r>
      <w:r>
        <w:rPr>
          <w:rFonts w:ascii="Times New Roman" w:eastAsia="新宋体" w:hAnsi="Times New Roman" w:hint="eastAsia"/>
          <w:i w:val="0"/>
          <w:iCs/>
          <w:position w:val="-22"/>
          <w:szCs w:val="21"/>
          <w:lang w:val="en-US" w:eastAsia="zh-CN"/>
        </w:rPr>
        <w:object>
          <v:shape id="Object 1904" o:spid="_x0000_i1213" type="#_x0000_t75" style="width:51pt;height:28.98pt;mso-position-horizontal-relative:page;mso-position-vertical-relative:page;mso-wrap-style:square" o:oleicon="f" o:ole="" o:preferrelative="t" filled="f" stroked="f">
            <v:stroke linestyle="single"/>
            <v:imagedata r:id="rId370" o:title=""/>
            <v:path o:extrusionok="f"/>
            <o:lock v:ext="edit" aspectratio="t"/>
          </v:shape>
          <o:OLEObject Type="Embed" ProgID="Equation.DSMT4" ShapeID="Object 1904" DrawAspect="Content" ObjectID="_1234568067" r:id="rId371"/>
        </w:object>
      </w:r>
      <w:r>
        <w:rPr>
          <w:rFonts w:ascii="Times New Roman" w:eastAsia="新宋体" w:hAnsi="Times New Roman" w:hint="eastAsia"/>
          <w:i w:val="0"/>
          <w:iCs/>
          <w:szCs w:val="21"/>
          <w:lang w:val="en-US" w:eastAsia="zh-CN"/>
        </w:rPr>
        <w:t>，即</w:t>
      </w:r>
      <w:r>
        <w:rPr>
          <w:rFonts w:ascii="Times New Roman" w:eastAsia="新宋体" w:hAnsi="Times New Roman" w:hint="eastAsia"/>
          <w:i w:val="0"/>
          <w:iCs/>
          <w:position w:val="-22"/>
          <w:szCs w:val="21"/>
          <w:lang w:val="en-US" w:eastAsia="zh-CN"/>
        </w:rPr>
        <w:object>
          <v:shape id="Object 1905" o:spid="_x0000_i1214" type="#_x0000_t75" style="width:53pt;height:28.98pt;mso-position-horizontal-relative:page;mso-position-vertical-relative:page;mso-wrap-style:square" o:oleicon="f" o:ole="" o:preferrelative="t" filled="f" stroked="f">
            <v:stroke linestyle="single"/>
            <v:imagedata r:id="rId372" o:title=""/>
            <v:path o:extrusionok="f"/>
            <o:lock v:ext="edit" aspectratio="t"/>
          </v:shape>
          <o:OLEObject Type="Embed" ProgID="Equation.DSMT4" ShapeID="Object 1905" DrawAspect="Content" ObjectID="_1234568068" r:id="rId373"/>
        </w:object>
      </w:r>
      <w:r>
        <w:rPr>
          <w:rFonts w:ascii="Times New Roman" w:eastAsia="新宋体" w:hAnsi="Times New Roman" w:hint="eastAsia"/>
          <w:i w:val="0"/>
          <w:iCs/>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630" w:leftChars="200" w:firstLineChars="300"/>
        <w:textAlignment w:val="auto"/>
        <w:rPr>
          <w:rFonts w:ascii="Times New Roman" w:eastAsia="新宋体" w:hAnsi="Times New Roman" w:hint="default"/>
          <w:i w:val="0"/>
          <w:iCs/>
          <w:szCs w:val="21"/>
          <w:lang w:val="en-US" w:eastAsia="zh-CN"/>
        </w:rPr>
      </w:pPr>
      <w:r>
        <w:rPr>
          <w:rFonts w:ascii="Times New Roman" w:eastAsia="新宋体" w:hAnsi="Times New Roman" w:hint="eastAsia"/>
          <w:i w:val="0"/>
          <w:iCs/>
          <w:szCs w:val="21"/>
          <w:lang w:val="en-US" w:eastAsia="zh-CN"/>
        </w:rPr>
        <w:t>得</w:t>
      </w:r>
      <w:r>
        <w:rPr>
          <w:rFonts w:ascii="Times New Roman" w:eastAsia="新宋体" w:hAnsi="Times New Roman" w:hint="eastAsia"/>
          <w:i w:val="0"/>
          <w:iCs/>
          <w:position w:val="-22"/>
          <w:szCs w:val="21"/>
          <w:lang w:val="en-US" w:eastAsia="zh-CN"/>
        </w:rPr>
        <w:object>
          <v:shape id="Object 1906" o:spid="_x0000_i1215" type="#_x0000_t75" style="width:71pt;height:28.98pt;mso-position-horizontal-relative:page;mso-position-vertical-relative:page;mso-wrap-style:square" o:oleicon="f" o:ole="" o:preferrelative="t" filled="f" stroked="f">
            <v:stroke linestyle="single"/>
            <v:imagedata r:id="rId374" o:title=""/>
            <v:path o:extrusionok="f"/>
            <o:lock v:ext="edit" aspectratio="t"/>
          </v:shape>
          <o:OLEObject Type="Embed" ProgID="Equation.DSMT4" ShapeID="Object 1906" DrawAspect="Content" ObjectID="_1234568069" r:id="rId375"/>
        </w:object>
      </w:r>
      <w:r>
        <w:rPr>
          <w:rFonts w:ascii="Times New Roman" w:eastAsia="新宋体" w:hAnsi="Times New Roman" w:hint="eastAsia"/>
          <w:i w:val="0"/>
          <w:iCs/>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630" w:leftChars="200" w:firstLineChars="300"/>
        <w:textAlignment w:val="auto"/>
        <w:rPr>
          <w:rFonts w:ascii="Times New Roman" w:eastAsia="新宋体" w:hAnsi="Times New Roman" w:hint="eastAsia"/>
          <w:i/>
          <w:color w:val="auto"/>
          <w:sz w:val="21"/>
          <w:szCs w:val="21"/>
        </w:rPr>
      </w:pPr>
      <w:r>
        <w:pict>
          <v:shape id="图片 1501" o:spid="_x0000_s1216" type="#_x0000_t75" style="width:105.05pt;height:79.95pt;margin-top:17.1pt;margin-left:300.55pt;mso-wrap-style:square;position:absolute;z-index:-251646976" o:preferrelative="t" filled="f" stroked="f">
            <v:stroke linestyle="single"/>
            <v:imagedata r:id="rId376" o:title=""/>
            <v:path o:extrusionok="f"/>
            <o:lock v:ext="edit" aspectratio="t"/>
          </v:shape>
        </w:pict>
      </w:r>
      <w:r>
        <w:rPr>
          <w:rFonts w:ascii="Times New Roman" w:hAnsi="Times New Roman" w:hint="eastAsia"/>
          <w:szCs w:val="21"/>
          <w:lang w:val="en-US" w:eastAsia="zh-CN"/>
        </w:rPr>
        <w:t>∴</w:t>
      </w:r>
      <w:r>
        <w:rPr>
          <w:rFonts w:ascii="Times New Roman" w:hAnsi="Times New Roman" w:hint="eastAsia"/>
          <w:szCs w:val="21"/>
          <w:lang w:eastAsia="zh-CN"/>
        </w:rPr>
        <w:t>四边形</w:t>
      </w:r>
      <w:r>
        <w:rPr>
          <w:rFonts w:ascii="Times New Roman" w:hAnsi="Times New Roman" w:hint="eastAsia"/>
          <w:i/>
          <w:iCs/>
          <w:szCs w:val="21"/>
          <w:lang w:val="en-US" w:eastAsia="zh-CN"/>
        </w:rPr>
        <w:t>G</w:t>
      </w:r>
      <w:r>
        <w:rPr>
          <w:rFonts w:ascii="Times New Roman" w:eastAsia="新宋体" w:hAnsi="Times New Roman" w:hint="eastAsia"/>
          <w:i/>
          <w:iCs/>
          <w:color w:val="auto"/>
          <w:sz w:val="21"/>
          <w:szCs w:val="21"/>
          <w:lang w:val="en-US" w:eastAsia="zh-CN"/>
        </w:rPr>
        <w:t>E</w:t>
      </w:r>
      <w:r>
        <w:rPr>
          <w:rFonts w:ascii="Times New Roman" w:eastAsia="新宋体" w:hAnsi="Times New Roman" w:hint="eastAsia"/>
          <w:i/>
          <w:szCs w:val="21"/>
          <w:lang w:val="en-US" w:eastAsia="zh-CN"/>
        </w:rPr>
        <w:t>E</w:t>
      </w:r>
      <w:r>
        <w:rPr>
          <w:rFonts w:ascii="Times New Roman" w:hAnsi="Times New Roman"/>
          <w:szCs w:val="21"/>
        </w:rPr>
        <w:t>'</w:t>
      </w:r>
      <w:r>
        <w:rPr>
          <w:rFonts w:ascii="Times New Roman" w:hAnsi="Times New Roman" w:hint="eastAsia"/>
          <w:i/>
          <w:iCs/>
          <w:szCs w:val="21"/>
          <w:lang w:val="en-US" w:eastAsia="zh-CN"/>
        </w:rPr>
        <w:t>F</w:t>
      </w:r>
      <w:r>
        <w:rPr>
          <w:rFonts w:ascii="Times New Roman" w:hAnsi="Times New Roman" w:hint="eastAsia"/>
          <w:i w:val="0"/>
          <w:iCs w:val="0"/>
          <w:szCs w:val="21"/>
          <w:lang w:val="en-US" w:eastAsia="zh-CN"/>
        </w:rPr>
        <w:t>不</w:t>
      </w:r>
      <w:r>
        <w:rPr>
          <w:rFonts w:ascii="Times New Roman" w:hAnsi="Times New Roman" w:hint="eastAsia"/>
          <w:szCs w:val="21"/>
          <w:lang w:val="en-US" w:eastAsia="zh-CN"/>
        </w:rPr>
        <w:t>是平行四边形</w:t>
      </w:r>
      <w:r>
        <w:rPr>
          <w:rFonts w:ascii="Times New Roman" w:eastAsia="新宋体" w:hAnsi="Times New Roman" w:hint="eastAsia"/>
          <w:color w:val="auto"/>
          <w:sz w:val="21"/>
          <w:szCs w:val="21"/>
        </w:rPr>
        <w:t>．</w:t>
      </w:r>
      <w:r>
        <w:rPr>
          <w:rFonts w:ascii="Times New Roman" w:hAnsi="Times New Roman" w:cs="Times New Roman" w:hint="default"/>
          <w:color w:val="auto"/>
        </w:rPr>
        <w:t>………………</w:t>
      </w:r>
      <w:r>
        <w:rPr>
          <w:rFonts w:ascii="Times New Roman" w:hAnsi="Times New Roman" w:cs="Times New Roman" w:hint="eastAsia"/>
          <w:color w:val="auto"/>
          <w:lang w:val="en-US" w:eastAsia="zh-CN"/>
        </w:rPr>
        <w:t>8</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宋体" w:hAnsi="Times New Roman" w:hint="default"/>
          <w:i/>
          <w:color w:val="auto"/>
          <w:sz w:val="21"/>
          <w:szCs w:val="21"/>
          <w:lang w:val="en-US" w:eastAsia="zh-CN"/>
        </w:rPr>
      </w:pPr>
      <w:r>
        <w:rPr>
          <w:rFonts w:ascii="Times New Roman" w:eastAsia="新宋体" w:hAnsi="Times New Roman" w:hint="eastAsia"/>
          <w:i w:val="0"/>
          <w:iCs/>
          <w:color w:val="auto"/>
          <w:sz w:val="21"/>
          <w:szCs w:val="21"/>
          <w:lang w:eastAsia="zh-CN"/>
        </w:rPr>
        <w:t>（</w:t>
      </w:r>
      <w:r>
        <w:rPr>
          <w:rFonts w:ascii="Times New Roman" w:eastAsia="新宋体" w:hAnsi="Times New Roman" w:hint="eastAsia"/>
          <w:i w:val="0"/>
          <w:iCs/>
          <w:color w:val="auto"/>
          <w:sz w:val="21"/>
          <w:szCs w:val="21"/>
          <w:lang w:val="en-US" w:eastAsia="zh-CN"/>
        </w:rPr>
        <w:t>3</w:t>
      </w:r>
      <w:r>
        <w:rPr>
          <w:rFonts w:ascii="Times New Roman" w:eastAsia="新宋体" w:hAnsi="Times New Roman" w:hint="eastAsia"/>
          <w:i w:val="0"/>
          <w:iCs/>
          <w:color w:val="auto"/>
          <w:sz w:val="21"/>
          <w:szCs w:val="21"/>
          <w:lang w:eastAsia="zh-CN"/>
        </w:rPr>
        <w:t>）如图所示，由题意知</w:t>
      </w:r>
      <w:r>
        <w:rPr>
          <w:rFonts w:ascii="Times New Roman" w:eastAsia="新宋体" w:hAnsi="Times New Roman" w:hint="eastAsia"/>
          <w:i w:val="0"/>
          <w:iCs/>
          <w:color w:val="auto"/>
          <w:sz w:val="21"/>
          <w:szCs w:val="21"/>
          <w:lang w:val="en-US" w:eastAsia="zh-CN"/>
        </w:rPr>
        <w:t>Rt</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w:t>
      </w:r>
      <w:r>
        <w:rPr>
          <w:rFonts w:ascii="Times New Roman" w:hAnsi="Times New Roman" w:hint="eastAsia"/>
          <w:i/>
          <w:iCs/>
          <w:szCs w:val="21"/>
          <w:lang w:val="en-US" w:eastAsia="zh-CN"/>
        </w:rPr>
        <w:t>C</w:t>
      </w:r>
      <w:r>
        <w:rPr>
          <w:rFonts w:ascii="Times New Roman" w:hAnsi="Times New Roman"/>
          <w:szCs w:val="21"/>
        </w:rPr>
        <w:t>'</w:t>
      </w:r>
      <w:r>
        <w:rPr>
          <w:rFonts w:ascii="Times New Roman" w:eastAsia="新宋体" w:hAnsi="Times New Roman" w:hint="eastAsia"/>
          <w:i/>
          <w:szCs w:val="21"/>
          <w:lang w:val="en-US" w:eastAsia="zh-CN"/>
        </w:rPr>
        <w:t>E</w:t>
      </w:r>
      <w:r>
        <w:rPr>
          <w:rFonts w:ascii="Times New Roman" w:eastAsia="新宋体" w:hAnsi="Times New Roman" w:hint="eastAsia"/>
          <w:i w:val="0"/>
          <w:iCs/>
          <w:color w:val="auto"/>
          <w:sz w:val="21"/>
          <w:szCs w:val="21"/>
          <w:lang w:eastAsia="zh-CN"/>
        </w:rPr>
        <w:t>≌</w:t>
      </w:r>
      <w:r>
        <w:rPr>
          <w:rFonts w:ascii="Times New Roman" w:eastAsia="新宋体" w:hAnsi="Times New Roman" w:hint="eastAsia"/>
          <w:i w:val="0"/>
          <w:iCs/>
          <w:color w:val="auto"/>
          <w:sz w:val="21"/>
          <w:szCs w:val="21"/>
          <w:lang w:val="en-US" w:eastAsia="zh-CN"/>
        </w:rPr>
        <w:t>Rt</w:t>
      </w:r>
      <w:r>
        <w:rPr>
          <w:rFonts w:ascii="Times New Roman" w:hAnsi="Times New Roman" w:cs="Times New Roman" w:hint="default"/>
          <w:color w:val="auto"/>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iCs/>
          <w:szCs w:val="21"/>
          <w:lang w:val="en-US" w:eastAsia="zh-CN"/>
        </w:rPr>
        <w:t>B</w:t>
      </w:r>
      <w:r>
        <w:rPr>
          <w:rFonts w:ascii="Times New Roman" w:eastAsia="新宋体" w:hAnsi="Times New Roman" w:hint="eastAsia"/>
          <w:i/>
          <w:szCs w:val="21"/>
          <w:lang w:val="en-US" w:eastAsia="zh-CN"/>
        </w:rPr>
        <w:t>E</w:t>
      </w:r>
      <w:r>
        <w:rPr>
          <w:rFonts w:ascii="Times New Roman" w:hAnsi="Times New Roman"/>
          <w:szCs w:val="21"/>
        </w:rPr>
        <w:t>'</w:t>
      </w:r>
      <w:r>
        <w:rPr>
          <w:rFonts w:ascii="Times New Roman" w:hAnsi="Times New Roman" w:hint="eastAsia"/>
          <w:i w:val="0"/>
          <w:iCs w:val="0"/>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hint="eastAsia"/>
          <w:i w:val="0"/>
          <w:iCs w:val="0"/>
          <w:szCs w:val="21"/>
          <w:lang w:eastAsia="zh-CN"/>
        </w:rPr>
      </w:pPr>
      <w:r>
        <w:rPr>
          <w:rFonts w:ascii="Times New Roman" w:eastAsia="新宋体" w:hAnsi="Times New Roman" w:hint="eastAsia"/>
          <w:i/>
          <w:color w:val="auto"/>
          <w:sz w:val="21"/>
          <w:szCs w:val="21"/>
          <w:lang w:val="en-US" w:eastAsia="zh-CN"/>
        </w:rPr>
        <w:t xml:space="preserve">     </w:t>
      </w:r>
      <w:r>
        <w:rPr>
          <w:rFonts w:ascii="Times New Roman" w:hAnsi="Times New Roman" w:hint="eastAsia"/>
          <w:szCs w:val="21"/>
          <w:lang w:val="en-US" w:eastAsia="zh-CN"/>
        </w:rPr>
        <w:t>∴∠</w:t>
      </w:r>
      <w:r>
        <w:rPr>
          <w:rFonts w:ascii="Times New Roman" w:hAnsi="Times New Roman" w:hint="eastAsia"/>
          <w:i/>
          <w:iCs/>
          <w:szCs w:val="21"/>
          <w:lang w:val="en-US" w:eastAsia="zh-CN"/>
        </w:rPr>
        <w:t>C</w:t>
      </w:r>
      <w:r>
        <w:rPr>
          <w:rFonts w:ascii="Times New Roman" w:hAnsi="Times New Roman"/>
          <w:szCs w:val="21"/>
        </w:rPr>
        <w:t>'</w:t>
      </w:r>
      <w:r>
        <w:rPr>
          <w:rFonts w:ascii="Times New Roman" w:eastAsia="新宋体" w:hAnsi="Times New Roman" w:hint="eastAsia"/>
          <w:i/>
          <w:color w:val="auto"/>
          <w:sz w:val="21"/>
          <w:szCs w:val="21"/>
          <w:lang w:val="en-US" w:eastAsia="zh-CN"/>
        </w:rPr>
        <w:t>D</w:t>
      </w:r>
      <w:r>
        <w:rPr>
          <w:rFonts w:ascii="Times New Roman" w:eastAsia="新宋体" w:hAnsi="Times New Roman" w:hint="eastAsia"/>
          <w:i/>
          <w:szCs w:val="21"/>
          <w:lang w:val="en-US" w:eastAsia="zh-CN"/>
        </w:rPr>
        <w:t>E</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val="0"/>
          <w:iCs w:val="0"/>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hint="default"/>
          <w:i w:val="0"/>
          <w:iCs w:val="0"/>
          <w:szCs w:val="21"/>
          <w:lang w:val="en-US" w:eastAsia="zh-CN"/>
        </w:rPr>
      </w:pPr>
      <w:r>
        <w:rPr>
          <w:rFonts w:ascii="Times New Roman" w:hAnsi="Times New Roman" w:hint="eastAsia"/>
          <w:i w:val="0"/>
          <w:iCs w:val="0"/>
          <w:szCs w:val="21"/>
          <w:lang w:val="en-US" w:eastAsia="zh-CN"/>
        </w:rPr>
        <w:t xml:space="preserve">     又</w:t>
      </w:r>
      <w:r>
        <w:rPr>
          <w:rFonts w:ascii="Times New Roman" w:hAnsi="Times New Roman" w:hint="eastAsia"/>
          <w:szCs w:val="21"/>
          <w:lang w:val="en-US" w:eastAsia="zh-CN"/>
        </w:rPr>
        <w:t>∠</w:t>
      </w:r>
      <w:r>
        <w:rPr>
          <w:rFonts w:ascii="Times New Roman" w:hAnsi="Times New Roman" w:hint="eastAsia"/>
          <w:i w:val="0"/>
          <w:iCs w:val="0"/>
          <w:szCs w:val="21"/>
          <w:lang w:val="en-US" w:eastAsia="zh-CN"/>
        </w:rPr>
        <w:t>1</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eastAsia="新宋体" w:hAnsi="Times New Roman" w:hint="eastAsia"/>
          <w:i w:val="0"/>
          <w:iCs/>
          <w:color w:val="auto"/>
          <w:sz w:val="21"/>
          <w:szCs w:val="21"/>
          <w:lang w:val="en-US" w:eastAsia="zh-CN"/>
        </w:rPr>
        <w:t>2</w:t>
      </w:r>
      <w:r>
        <w:rPr>
          <w:rFonts w:ascii="Times New Roman" w:hAnsi="Times New Roman" w:hint="eastAsia"/>
          <w:i w:val="0"/>
          <w:iCs w:val="0"/>
          <w:szCs w:val="21"/>
          <w:lang w:eastAsia="zh-CN"/>
        </w:rPr>
        <w:t>，</w:t>
      </w:r>
      <w:r>
        <w:rPr>
          <w:rFonts w:ascii="Times New Roman" w:hAnsi="Times New Roman" w:hint="eastAsia"/>
          <w:szCs w:val="21"/>
          <w:lang w:val="en-US" w:eastAsia="zh-CN"/>
        </w:rPr>
        <w:t>∠</w:t>
      </w:r>
      <w:r>
        <w:rPr>
          <w:rFonts w:ascii="Times New Roman" w:hAnsi="Times New Roman" w:hint="eastAsia"/>
          <w:i w:val="0"/>
          <w:iCs w:val="0"/>
          <w:szCs w:val="21"/>
          <w:lang w:val="en-US" w:eastAsia="zh-CN"/>
        </w:rPr>
        <w:t>4</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eastAsia="新宋体" w:hAnsi="Times New Roman" w:hint="eastAsia"/>
          <w:i w:val="0"/>
          <w:iCs/>
          <w:color w:val="auto"/>
          <w:sz w:val="21"/>
          <w:szCs w:val="21"/>
          <w:lang w:val="en-US" w:eastAsia="zh-CN"/>
        </w:rPr>
        <w:t>5</w:t>
      </w:r>
      <w:r>
        <w:rPr>
          <w:rFonts w:ascii="Times New Roman" w:hAnsi="Times New Roman" w:hint="eastAsia"/>
          <w:i w:val="0"/>
          <w:iCs w:val="0"/>
          <w:szCs w:val="21"/>
          <w:lang w:eastAsia="zh-CN"/>
        </w:rPr>
        <w:t>，</w:t>
      </w:r>
      <w:r>
        <w:rPr>
          <w:rFonts w:ascii="Times New Roman" w:hAnsi="Times New Roman" w:hint="eastAsia"/>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hint="eastAsia"/>
          <w:i/>
          <w:iCs/>
          <w:szCs w:val="21"/>
          <w:lang w:val="en-US" w:eastAsia="zh-CN"/>
        </w:rPr>
        <w:t>C</w:t>
      </w:r>
      <w:r>
        <w:rPr>
          <w:rFonts w:ascii="Times New Roman" w:hAnsi="Times New Roman"/>
          <w:szCs w:val="21"/>
        </w:rPr>
        <w:t>'</w:t>
      </w:r>
      <w:r>
        <w:rPr>
          <w:rFonts w:ascii="Times New Roman" w:eastAsia="新宋体" w:hAnsi="Times New Roman" w:hint="eastAsia"/>
          <w:i/>
          <w:szCs w:val="21"/>
          <w:lang w:val="en-US" w:eastAsia="zh-CN"/>
        </w:rPr>
        <w:t>E</w:t>
      </w:r>
      <w:r>
        <w:rPr>
          <w:rFonts w:ascii="Times New Roman" w:eastAsia="新宋体" w:hAnsi="Times New Roman" w:hint="eastAsia"/>
          <w:i w:val="0"/>
          <w:iCs/>
          <w:szCs w:val="21"/>
          <w:lang w:val="en-US" w:eastAsia="zh-CN"/>
        </w:rPr>
        <w:t>=90</w:t>
      </w:r>
      <w:r>
        <w:rPr>
          <w:rFonts w:ascii="Times New Roman" w:eastAsia="新宋体" w:hAnsi="Times New Roman" w:hint="eastAsia"/>
          <w:i w:val="0"/>
          <w:iCs/>
          <w:szCs w:val="21"/>
          <w:lang w:val="en-US" w:eastAsia="zh-CN"/>
        </w:rPr>
        <w:t>º</w:t>
      </w:r>
      <w:r>
        <w:rPr>
          <w:rFonts w:ascii="Times New Roman" w:eastAsia="新宋体" w:hAnsi="Times New Roman" w:hint="eastAsia"/>
          <w:i w:val="0"/>
          <w:iCs/>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新宋体" w:hAnsi="Times New Roman" w:hint="eastAsia"/>
          <w:i w:val="0"/>
          <w:iCs/>
          <w:color w:val="auto"/>
          <w:sz w:val="21"/>
          <w:szCs w:val="21"/>
          <w:lang w:eastAsia="zh-CN"/>
        </w:rPr>
      </w:pPr>
      <w:r>
        <w:rPr>
          <w:rFonts w:ascii="Times New Roman" w:eastAsia="新宋体" w:hAnsi="Times New Roman" w:hint="eastAsia"/>
          <w:i/>
          <w:color w:val="auto"/>
          <w:sz w:val="21"/>
          <w:szCs w:val="21"/>
          <w:lang w:val="en-US" w:eastAsia="zh-CN"/>
        </w:rPr>
        <w:t xml:space="preserve">     </w:t>
      </w:r>
      <w:r>
        <w:rPr>
          <w:rFonts w:ascii="Times New Roman" w:eastAsia="新宋体" w:hAnsi="Times New Roman" w:hint="eastAsia"/>
          <w:i w:val="0"/>
          <w:iCs/>
          <w:color w:val="auto"/>
          <w:sz w:val="21"/>
          <w:szCs w:val="21"/>
          <w:lang w:val="en-US" w:eastAsia="zh-CN"/>
        </w:rPr>
        <w:t>且</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iCs/>
          <w:szCs w:val="21"/>
          <w:lang w:val="en-US" w:eastAsia="zh-CN"/>
        </w:rPr>
        <w:t>B</w:t>
      </w:r>
      <w:r>
        <w:rPr>
          <w:rFonts w:ascii="Times New Roman" w:hAnsi="Times New Roman" w:hint="eastAsia"/>
          <w:i w:val="0"/>
          <w:iCs w:val="0"/>
          <w:szCs w:val="21"/>
          <w:lang w:val="en-US" w:eastAsia="zh-CN"/>
        </w:rPr>
        <w:t>∥</w:t>
      </w:r>
      <w:r>
        <w:rPr>
          <w:rFonts w:ascii="Times New Roman" w:eastAsia="新宋体" w:hAnsi="Times New Roman" w:hint="eastAsia"/>
          <w:i/>
          <w:color w:val="auto"/>
          <w:sz w:val="21"/>
          <w:szCs w:val="21"/>
          <w:lang w:val="en-US" w:eastAsia="zh-CN"/>
        </w:rPr>
        <w:t>D</w:t>
      </w:r>
      <w:r>
        <w:rPr>
          <w:rFonts w:ascii="Times New Roman" w:eastAsia="新宋体" w:hAnsi="Times New Roman" w:hint="eastAsia"/>
          <w:i/>
          <w:szCs w:val="21"/>
          <w:lang w:val="en-US" w:eastAsia="zh-CN"/>
        </w:rPr>
        <w:t>E</w:t>
      </w:r>
      <w:r>
        <w:rPr>
          <w:rFonts w:ascii="Times New Roman" w:eastAsia="新宋体" w:hAnsi="Times New Roman" w:hint="eastAsia"/>
          <w:i w:val="0"/>
          <w:iCs/>
          <w:color w:val="auto"/>
          <w:sz w:val="21"/>
          <w:szCs w:val="21"/>
          <w:lang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新宋体" w:hAnsi="Times New Roman" w:hint="eastAsia"/>
          <w:i w:val="0"/>
          <w:iCs/>
          <w:color w:val="auto"/>
          <w:sz w:val="21"/>
          <w:szCs w:val="21"/>
          <w:lang w:val="en-US" w:eastAsia="zh-CN"/>
        </w:rPr>
      </w:pPr>
      <w:r>
        <w:rPr>
          <w:rFonts w:ascii="Times New Roman" w:eastAsia="新宋体" w:hAnsi="Times New Roman" w:hint="eastAsia"/>
          <w:i w:val="0"/>
          <w:iCs/>
          <w:color w:val="auto"/>
          <w:sz w:val="21"/>
          <w:szCs w:val="21"/>
          <w:lang w:val="en-US" w:eastAsia="zh-CN"/>
        </w:rPr>
        <w:t xml:space="preserve">     </w:t>
      </w:r>
      <w:r>
        <w:rPr>
          <w:rFonts w:ascii="Times New Roman" w:hAnsi="Times New Roman" w:hint="eastAsia"/>
          <w:szCs w:val="21"/>
          <w:lang w:val="en-US" w:eastAsia="zh-CN"/>
        </w:rPr>
        <w:t>∴∠</w:t>
      </w:r>
      <w:r>
        <w:rPr>
          <w:rFonts w:ascii="Times New Roman" w:hAnsi="Times New Roman" w:hint="eastAsia"/>
          <w:i w:val="0"/>
          <w:iCs w:val="0"/>
          <w:szCs w:val="21"/>
          <w:lang w:val="en-US" w:eastAsia="zh-CN"/>
        </w:rPr>
        <w:t>3</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hAnsi="Times New Roman" w:hint="eastAsia"/>
          <w:i w:val="0"/>
          <w:iCs w:val="0"/>
          <w:szCs w:val="21"/>
          <w:lang w:eastAsia="zh-CN"/>
        </w:rPr>
        <w:t>，</w:t>
      </w:r>
      <w:r>
        <w:rPr>
          <w:rFonts w:ascii="Times New Roman" w:hAnsi="Times New Roman" w:hint="eastAsia"/>
          <w:i w:val="0"/>
          <w:iCs w:val="0"/>
          <w:szCs w:val="21"/>
          <w:lang w:val="en-US" w:eastAsia="zh-CN"/>
        </w:rPr>
        <w:t>而</w:t>
      </w:r>
      <w:r>
        <w:rPr>
          <w:rFonts w:ascii="Times New Roman" w:hAnsi="Times New Roman" w:hint="eastAsia"/>
          <w:szCs w:val="21"/>
          <w:lang w:val="en-US" w:eastAsia="zh-CN"/>
        </w:rPr>
        <w:t>∠</w:t>
      </w:r>
      <w:r>
        <w:rPr>
          <w:rFonts w:ascii="Times New Roman" w:hAnsi="Times New Roman" w:hint="eastAsia"/>
          <w:i w:val="0"/>
          <w:iCs w:val="0"/>
          <w:szCs w:val="21"/>
          <w:lang w:val="en-US" w:eastAsia="zh-CN"/>
        </w:rPr>
        <w:t>3=</w:t>
      </w:r>
      <w:r>
        <w:rPr>
          <w:rFonts w:ascii="Times New Roman" w:eastAsia="新宋体" w:hAnsi="Times New Roman" w:hint="eastAsia"/>
          <w:i w:val="0"/>
          <w:iCs/>
          <w:color w:val="auto"/>
          <w:position w:val="-6"/>
          <w:sz w:val="21"/>
          <w:szCs w:val="21"/>
          <w:lang w:val="en-US" w:eastAsia="zh-CN"/>
        </w:rPr>
        <w:object>
          <v:shape id="Object 1907" o:spid="_x0000_i1217" type="#_x0000_t75" style="width:10.99pt;height:10.99pt;mso-position-horizontal-relative:page;mso-position-vertical-relative:page;mso-wrap-style:square" o:oleicon="f" o:ole="" o:preferrelative="t" filled="f" stroked="f">
            <v:stroke linestyle="single"/>
            <v:imagedata r:id="rId377" o:title=""/>
            <v:path o:extrusionok="f"/>
            <o:lock v:ext="edit" aspectratio="t"/>
          </v:shape>
          <o:OLEObject Type="Embed" ProgID="Equation.KSEE3" ShapeID="Object 1907" DrawAspect="Content" ObjectID="_1234568070" r:id="rId378"/>
        </w:object>
      </w:r>
      <w:r>
        <w:rPr>
          <w:rFonts w:ascii="Times New Roman" w:eastAsia="新宋体" w:hAnsi="Times New Roman" w:hint="eastAsia"/>
          <w:i w:val="0"/>
          <w:i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新宋体" w:hAnsi="Times New Roman" w:hint="default"/>
          <w:i w:val="0"/>
          <w:iCs/>
          <w:color w:val="auto"/>
          <w:sz w:val="21"/>
          <w:szCs w:val="21"/>
          <w:lang w:val="en-US" w:eastAsia="zh-CN"/>
        </w:rPr>
      </w:pPr>
      <w:r>
        <w:rPr>
          <w:rFonts w:ascii="Times New Roman" w:eastAsia="新宋体" w:hAnsi="Times New Roman" w:hint="eastAsia"/>
          <w:i w:val="0"/>
          <w:iCs/>
          <w:color w:val="auto"/>
          <w:sz w:val="21"/>
          <w:szCs w:val="21"/>
          <w:lang w:val="en-US" w:eastAsia="zh-CN"/>
        </w:rPr>
        <w:t xml:space="preserve">     </w:t>
      </w:r>
      <w:r>
        <w:rPr>
          <w:rFonts w:ascii="Times New Roman" w:hAnsi="Times New Roman" w:hint="eastAsia"/>
          <w:szCs w:val="21"/>
          <w:lang w:val="en-US" w:eastAsia="zh-CN"/>
        </w:rPr>
        <w:t>∴</w:t>
      </w:r>
      <w:r>
        <w:rPr>
          <w:rFonts w:ascii="Times New Roman" w:eastAsia="新宋体" w:hAnsi="Times New Roman" w:hint="eastAsia"/>
          <w:i w:val="0"/>
          <w:iCs/>
          <w:color w:val="auto"/>
          <w:position w:val="-6"/>
          <w:sz w:val="21"/>
          <w:szCs w:val="21"/>
          <w:lang w:eastAsia="zh-CN"/>
        </w:rPr>
        <w:object>
          <v:shape id="Object 1908" o:spid="_x0000_i1218" type="#_x0000_t75" style="width:26pt;height:12pt;mso-position-horizontal-relative:page;mso-position-vertical-relative:page;mso-wrap-style:square" o:oleicon="f" o:ole="" o:preferrelative="t" filled="f" stroked="f">
            <v:stroke linestyle="single"/>
            <v:imagedata r:id="rId379" o:title=""/>
            <v:path o:extrusionok="f"/>
            <o:lock v:ext="edit" aspectratio="t"/>
          </v:shape>
          <o:OLEObject Type="Embed" ProgID="Equation.KSEE3" ShapeID="Object 1908" DrawAspect="Content" ObjectID="_1234568071" r:id="rId380"/>
        </w:objec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color w:val="auto"/>
          <w:position w:val="-6"/>
          <w:sz w:val="21"/>
          <w:szCs w:val="21"/>
          <w:lang w:eastAsia="zh-CN"/>
        </w:rPr>
        <w:object>
          <v:shape id="Object 1909" o:spid="_x0000_i1219" type="#_x0000_t75" style="width:36.99pt;height:13.01pt;mso-position-horizontal-relative:page;mso-position-vertical-relative:page;mso-wrap-style:square" o:oleicon="f" o:ole="" o:preferrelative="t" filled="f" stroked="f">
            <v:stroke linestyle="single"/>
            <v:imagedata r:id="rId381" o:title=""/>
            <v:path o:extrusionok="f"/>
            <o:lock v:ext="edit" aspectratio="t"/>
          </v:shape>
          <o:OLEObject Type="Embed" ProgID="Equation.KSEE3" ShapeID="Object 1909" DrawAspect="Content" ObjectID="_1234568072" r:id="rId382"/>
        </w:objec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color w:val="auto"/>
          <w:position w:val="-6"/>
          <w:sz w:val="21"/>
          <w:szCs w:val="21"/>
          <w:lang w:eastAsia="zh-CN"/>
        </w:rPr>
        <w:object>
          <v:shape id="Object 1910" o:spid="_x0000_i1220" type="#_x0000_t75" style="width:35.02pt;height:13.01pt;mso-position-horizontal-relative:page;mso-position-vertical-relative:page;mso-wrap-style:square" o:oleicon="f" o:ole="" o:preferrelative="t" filled="f" stroked="f">
            <v:stroke linestyle="single"/>
            <v:imagedata r:id="rId383" o:title=""/>
            <v:path o:extrusionok="f"/>
            <o:lock v:ext="edit" aspectratio="t"/>
          </v:shape>
          <o:OLEObject Type="Embed" ProgID="Equation.KSEE3" ShapeID="Object 1910" DrawAspect="Content" ObjectID="_1234568073" r:id="rId384"/>
        </w:objec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position w:val="-22"/>
          <w:szCs w:val="21"/>
          <w:lang w:val="en-US" w:eastAsia="zh-CN"/>
        </w:rPr>
        <w:object>
          <v:shape id="Object 1911" o:spid="_x0000_i1221" type="#_x0000_t75" style="width:47pt;height:28.98pt;mso-position-horizontal-relative:page;mso-position-vertical-relative:page;mso-wrap-style:square" o:oleicon="f" o:ole="" o:preferrelative="t" filled="f" stroked="f">
            <v:stroke linestyle="single"/>
            <v:imagedata r:id="rId385" o:title=""/>
            <v:path o:extrusionok="f"/>
            <o:lock v:ext="edit" aspectratio="t"/>
          </v:shape>
          <o:OLEObject Type="Embed" ProgID="Equation.DSMT4" ShapeID="Object 1911" DrawAspect="Content" ObjectID="_1234568074" r:id="rId386"/>
        </w:object>
      </w:r>
      <w:r>
        <w:rPr>
          <w:rFonts w:ascii="Times New Roman" w:eastAsia="新宋体" w:hAnsi="Times New Roman" w:hint="eastAsia"/>
          <w:i w:val="0"/>
          <w:iCs/>
          <w:szCs w:val="21"/>
          <w:lang w:val="en-US" w:eastAsia="zh-CN"/>
        </w:rPr>
        <w:t>=</w:t>
      </w:r>
      <w:r>
        <w:rPr>
          <w:rFonts w:ascii="Times New Roman" w:eastAsia="新宋体" w:hAnsi="Times New Roman" w:hint="eastAsia"/>
          <w:i w:val="0"/>
          <w:iCs/>
          <w:position w:val="-22"/>
          <w:szCs w:val="21"/>
          <w:lang w:val="en-US" w:eastAsia="zh-CN"/>
        </w:rPr>
        <w:object>
          <v:shape id="Object 1912" o:spid="_x0000_i1222" type="#_x0000_t75" style="width:10.99pt;height:28.98pt;mso-position-horizontal-relative:page;mso-position-vertical-relative:page;mso-wrap-style:square" o:oleicon="f" o:ole="" o:preferrelative="t" filled="f" stroked="f">
            <v:stroke linestyle="single"/>
            <v:imagedata r:id="rId387" o:title=""/>
            <v:path o:extrusionok="f"/>
            <o:lock v:ext="edit" aspectratio="t"/>
          </v:shape>
          <o:OLEObject Type="Embed" ProgID="Equation.KSEE3" ShapeID="Object 1912" DrawAspect="Content" ObjectID="_1234568075" r:id="rId388"/>
        </w:object>
      </w:r>
      <w:r>
        <w:rPr>
          <w:rFonts w:ascii="Times New Roman" w:eastAsia="新宋体" w:hAnsi="Times New Roman" w:hint="eastAsia"/>
          <w:i w:val="0"/>
          <w:iCs/>
          <w:szCs w:val="21"/>
          <w:lang w:val="en-US" w:eastAsia="zh-CN"/>
        </w:rPr>
        <w:t>；</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eastAsia="新宋体" w:hAnsi="Times New Roman" w:hint="eastAsia"/>
          <w:i w:val="0"/>
          <w:iCs/>
          <w:color w:val="auto"/>
          <w:sz w:val="21"/>
          <w:szCs w:val="21"/>
          <w:lang w:eastAsia="zh-CN"/>
        </w:rPr>
      </w:pPr>
      <w:r>
        <w:rPr>
          <w:rFonts w:ascii="Times New Roman" w:eastAsia="新宋体" w:hAnsi="Times New Roman" w:hint="eastAsia"/>
          <w:i/>
          <w:color w:val="auto"/>
          <w:sz w:val="21"/>
          <w:szCs w:val="21"/>
          <w:lang w:val="en-US" w:eastAsia="zh-CN"/>
        </w:rPr>
        <w:t xml:space="preserve">     </w:t>
      </w:r>
      <w:r>
        <w:rPr>
          <w:rFonts w:ascii="Times New Roman" w:eastAsia="新宋体" w:hAnsi="Times New Roman" w:hint="eastAsia"/>
          <w:i w:val="0"/>
          <w:iCs/>
          <w:color w:val="auto"/>
          <w:sz w:val="21"/>
          <w:szCs w:val="21"/>
          <w:lang w:val="en-US" w:eastAsia="zh-CN"/>
        </w:rPr>
        <w:t>又</w:t>
      </w:r>
      <w:r>
        <w:rPr>
          <w:rFonts w:ascii="Times New Roman" w:hAnsi="Times New Roman" w:hint="eastAsia"/>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eastAsia="新宋体" w:hAnsi="Times New Roman" w:hint="eastAsia"/>
          <w:i w:val="0"/>
          <w:iCs/>
          <w:color w:val="auto"/>
          <w:sz w:val="21"/>
          <w:szCs w:val="21"/>
          <w:lang w:val="en-US" w:eastAsia="zh-CN"/>
        </w:rPr>
        <w:t>6</w:t>
      </w:r>
      <w:r>
        <w:rPr>
          <w:rFonts w:ascii="Times New Roman" w:eastAsia="新宋体" w:hAnsi="Times New Roman" w:hint="eastAsia"/>
          <w:i w:val="0"/>
          <w:iCs/>
          <w:color w:val="auto"/>
          <w:sz w:val="21"/>
          <w:szCs w:val="21"/>
          <w:lang w:eastAsia="zh-CN"/>
        </w:rPr>
        <w:t>，</w:t>
      </w:r>
      <w:r>
        <w:rPr>
          <w:rFonts w:ascii="Times New Roman" w:hAnsi="Times New Roman" w:hint="eastAsia"/>
          <w:szCs w:val="21"/>
          <w:lang w:val="en-US" w:eastAsia="zh-CN"/>
        </w:rPr>
        <w:t>∠</w:t>
      </w:r>
      <w:r>
        <w:rPr>
          <w:rFonts w:ascii="Times New Roman" w:hAnsi="Times New Roman" w:hint="eastAsia"/>
          <w:i w:val="0"/>
          <w:iCs w:val="0"/>
          <w:szCs w:val="21"/>
          <w:lang w:val="en-US" w:eastAsia="zh-CN"/>
        </w:rPr>
        <w:t>6</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hAnsi="Times New Roman" w:hint="eastAsia"/>
          <w:i/>
          <w:iCs/>
          <w:szCs w:val="21"/>
          <w:lang w:val="en-US" w:eastAsia="zh-CN"/>
        </w:rPr>
        <w:t>D</w:t>
      </w:r>
      <w:r>
        <w:rPr>
          <w:rFonts w:ascii="Times New Roman" w:hAnsi="Times New Roman"/>
          <w:szCs w:val="21"/>
        </w:rPr>
        <w:t>'</w:t>
      </w:r>
      <w:r>
        <w:rPr>
          <w:rFonts w:ascii="Times New Roman" w:hAnsi="Times New Roman" w:hint="eastAsia"/>
          <w:i/>
          <w:iCs/>
          <w:szCs w:val="21"/>
          <w:lang w:val="en-US" w:eastAsia="zh-CN"/>
        </w:rPr>
        <w:t>BN=</w:t>
      </w:r>
      <w:r>
        <w:rPr>
          <w:rFonts w:ascii="Times New Roman" w:eastAsia="新宋体" w:hAnsi="Times New Roman" w:hint="eastAsia"/>
          <w:i w:val="0"/>
          <w:iCs/>
          <w:szCs w:val="21"/>
          <w:lang w:val="en-US" w:eastAsia="zh-CN"/>
        </w:rPr>
        <w:t>90</w:t>
      </w:r>
      <w:r>
        <w:rPr>
          <w:rFonts w:ascii="Times New Roman" w:eastAsia="新宋体" w:hAnsi="Times New Roman" w:hint="eastAsia"/>
          <w:i w:val="0"/>
          <w:iCs/>
          <w:szCs w:val="21"/>
          <w:lang w:val="en-US" w:eastAsia="zh-CN"/>
        </w:rPr>
        <w:t>º</w:t>
      </w:r>
      <w:r>
        <w:rPr>
          <w:rFonts w:ascii="Times New Roman" w:eastAsia="新宋体" w:hAnsi="Times New Roman" w:hint="eastAsia"/>
          <w:i w:val="0"/>
          <w:iCs/>
          <w:color w:val="auto"/>
          <w:sz w:val="21"/>
          <w:szCs w:val="21"/>
          <w:lang w:eastAsia="zh-CN"/>
        </w:rPr>
        <w:t>，</w:t>
      </w:r>
      <w:r>
        <w:rPr>
          <w:rFonts w:ascii="Times New Roman" w:hAnsi="Times New Roman" w:hint="eastAsia"/>
          <w:szCs w:val="21"/>
          <w:lang w:val="en-US" w:eastAsia="zh-CN"/>
        </w:rPr>
        <w:t>∴∠</w:t>
      </w:r>
      <w:r>
        <w:rPr>
          <w:rFonts w:ascii="Times New Roman" w:eastAsia="新宋体" w:hAnsi="Times New Roman" w:hint="eastAsia"/>
          <w:i/>
          <w:color w:val="auto"/>
          <w:sz w:val="21"/>
          <w:szCs w:val="21"/>
          <w:lang w:val="en-US" w:eastAsia="zh-CN"/>
        </w:rPr>
        <w:t>D</w:t>
      </w:r>
      <w:r>
        <w:rPr>
          <w:rFonts w:ascii="Times New Roman" w:hAnsi="Times New Roman"/>
          <w:szCs w:val="21"/>
        </w:rPr>
        <w:t>'</w:t>
      </w:r>
      <w:r>
        <w:rPr>
          <w:rFonts w:ascii="Times New Roman" w:eastAsia="新宋体" w:hAnsi="Times New Roman" w:hint="eastAsia"/>
          <w:i w:val="0"/>
          <w:iCs/>
          <w:szCs w:val="21"/>
          <w:lang w:val="en-US" w:eastAsia="zh-CN"/>
        </w:rPr>
        <w:t>＋</w:t>
      </w:r>
      <w:r>
        <w:rPr>
          <w:rFonts w:ascii="Times New Roman" w:hAnsi="Times New Roman" w:hint="eastAsia"/>
          <w:szCs w:val="21"/>
          <w:lang w:val="en-US" w:eastAsia="zh-CN"/>
        </w:rPr>
        <w:t>∠</w:t>
      </w:r>
      <w:r>
        <w:rPr>
          <w:rFonts w:ascii="Times New Roman" w:hAnsi="Times New Roman" w:hint="eastAsia"/>
          <w:i/>
          <w:iCs/>
          <w:szCs w:val="21"/>
          <w:lang w:val="en-US" w:eastAsia="zh-CN"/>
        </w:rPr>
        <w:t>D</w:t>
      </w:r>
      <w:r>
        <w:rPr>
          <w:rFonts w:ascii="Times New Roman" w:hAnsi="Times New Roman"/>
          <w:szCs w:val="21"/>
        </w:rPr>
        <w:t>'</w:t>
      </w:r>
      <w:r>
        <w:rPr>
          <w:rFonts w:ascii="Times New Roman" w:hAnsi="Times New Roman" w:hint="eastAsia"/>
          <w:i/>
          <w:iCs/>
          <w:szCs w:val="21"/>
          <w:lang w:val="en-US" w:eastAsia="zh-CN"/>
        </w:rPr>
        <w:t>BN=</w:t>
      </w:r>
      <w:r>
        <w:rPr>
          <w:rFonts w:ascii="Times New Roman" w:eastAsia="新宋体" w:hAnsi="Times New Roman" w:hint="eastAsia"/>
          <w:i w:val="0"/>
          <w:iCs/>
          <w:szCs w:val="21"/>
          <w:lang w:val="en-US" w:eastAsia="zh-CN"/>
        </w:rPr>
        <w:t>90</w:t>
      </w:r>
      <w:r>
        <w:rPr>
          <w:rFonts w:ascii="Times New Roman" w:eastAsia="新宋体" w:hAnsi="Times New Roman" w:hint="eastAsia"/>
          <w:i w:val="0"/>
          <w:iCs/>
          <w:szCs w:val="21"/>
          <w:lang w:val="en-US" w:eastAsia="zh-CN"/>
        </w:rPr>
        <w:t>º</w:t>
      </w:r>
      <w:r>
        <w:rPr>
          <w:rFonts w:ascii="Times New Roman" w:eastAsia="新宋体" w:hAnsi="Times New Roman" w:hint="eastAsia"/>
          <w:i w:val="0"/>
          <w:iCs/>
          <w:color w:val="auto"/>
          <w:sz w:val="21"/>
          <w:szCs w:val="21"/>
          <w:lang w:eastAsia="zh-CN"/>
        </w:rPr>
        <w:t>，</w:t>
      </w:r>
      <w:r>
        <w:rPr>
          <w:rFonts w:ascii="Times New Roman" w:hAnsi="Times New Roman" w:hint="eastAsia"/>
          <w:szCs w:val="21"/>
          <w:lang w:val="en-US" w:eastAsia="zh-CN"/>
        </w:rPr>
        <w:t>∴∠</w:t>
      </w:r>
      <w:r>
        <w:rPr>
          <w:rFonts w:ascii="Times New Roman" w:hAnsi="Times New Roman" w:hint="eastAsia"/>
          <w:i/>
          <w:iCs/>
          <w:szCs w:val="21"/>
          <w:lang w:val="en-US" w:eastAsia="zh-CN"/>
        </w:rPr>
        <w:t>D</w:t>
      </w:r>
      <w:r>
        <w:rPr>
          <w:rFonts w:ascii="Times New Roman" w:hAnsi="Times New Roman"/>
          <w:szCs w:val="21"/>
        </w:rPr>
        <w:t>'</w:t>
      </w:r>
      <w:r>
        <w:rPr>
          <w:rFonts w:ascii="Times New Roman" w:hAnsi="Times New Roman" w:hint="eastAsia"/>
          <w:i/>
          <w:iCs/>
          <w:szCs w:val="21"/>
          <w:lang w:val="en-US" w:eastAsia="zh-CN"/>
        </w:rPr>
        <w:t>NB=</w:t>
      </w:r>
      <w:r>
        <w:rPr>
          <w:rFonts w:ascii="Times New Roman" w:eastAsia="新宋体" w:hAnsi="Times New Roman" w:hint="eastAsia"/>
          <w:i w:val="0"/>
          <w:iCs/>
          <w:szCs w:val="21"/>
          <w:lang w:val="en-US" w:eastAsia="zh-CN"/>
        </w:rPr>
        <w:t>90</w:t>
      </w:r>
      <w:r>
        <w:rPr>
          <w:rFonts w:ascii="Times New Roman" w:eastAsia="新宋体" w:hAnsi="Times New Roman" w:hint="eastAsia"/>
          <w:i w:val="0"/>
          <w:iCs/>
          <w:szCs w:val="21"/>
          <w:lang w:val="en-US" w:eastAsia="zh-CN"/>
        </w:rPr>
        <w:t>º</w:t>
      </w:r>
      <w:r>
        <w:rPr>
          <w:rFonts w:ascii="Times New Roman" w:eastAsia="新宋体" w:hAnsi="Times New Roman" w:hint="eastAsia"/>
          <w:i w:val="0"/>
          <w:iCs/>
          <w:color w:val="auto"/>
          <w:sz w:val="21"/>
          <w:szCs w:val="21"/>
          <w:lang w:eastAsia="zh-CN"/>
        </w:rPr>
        <w:t>，</w:t>
      </w:r>
      <w:r>
        <w:rPr>
          <w:rFonts w:ascii="Times New Roman" w:hAnsi="Times New Roman" w:cs="Times New Roman" w:hint="default"/>
          <w:color w:val="auto"/>
        </w:rPr>
        <w:t>………</w:t>
      </w:r>
      <w:r>
        <w:rPr>
          <w:rFonts w:ascii="Times New Roman" w:hAnsi="Times New Roman" w:cs="Times New Roman" w:hint="eastAsia"/>
          <w:color w:val="auto"/>
          <w:lang w:val="en-US" w:eastAsia="zh-CN"/>
        </w:rPr>
        <w:t>10</w:t>
      </w:r>
      <w:r>
        <w:rPr>
          <w:rFonts w:ascii="Times New Roman" w:hAnsi="Times New Roman" w:cs="Times New Roman" w:hint="default"/>
          <w:color w:val="auto"/>
        </w:rPr>
        <w:t>分</w:t>
      </w:r>
    </w:p>
    <w:p>
      <w:pPr>
        <w:keepNext w:val="0"/>
        <w:keepLines w:val="0"/>
        <w:pageBreakBefore w:val="0"/>
        <w:widowControl w:val="0"/>
        <w:kinsoku/>
        <w:wordWrap/>
        <w:overflowPunct/>
        <w:topLinePunct w:val="0"/>
        <w:autoSpaceDE/>
        <w:autoSpaceDN/>
        <w:bidi w:val="0"/>
        <w:adjustRightInd/>
        <w:snapToGrid/>
        <w:spacing w:line="0" w:lineRule="atLeast"/>
        <w:ind w:left="420" w:firstLine="0" w:leftChars="200" w:firstLineChars="0"/>
        <w:textAlignment w:val="auto"/>
        <w:rPr>
          <w:rFonts w:ascii="Times New Roman" w:eastAsia="新宋体" w:hAnsi="Times New Roman" w:hint="eastAsia"/>
          <w:i w:val="0"/>
          <w:iCs/>
          <w:color w:val="auto"/>
          <w:sz w:val="21"/>
          <w:szCs w:val="21"/>
          <w:lang w:val="en-US" w:eastAsia="zh-CN"/>
        </w:rPr>
      </w:pPr>
      <w:r>
        <w:rPr>
          <w:rFonts w:ascii="Times New Roman" w:eastAsia="新宋体" w:hAnsi="Times New Roman" w:hint="eastAsia"/>
          <w:i w:val="0"/>
          <w:iCs/>
          <w:color w:val="auto"/>
          <w:sz w:val="21"/>
          <w:szCs w:val="21"/>
          <w:lang w:val="en-US" w:eastAsia="zh-CN"/>
        </w:rPr>
        <w:t xml:space="preserve">    设</w:t>
      </w:r>
      <w:r>
        <w:rPr>
          <w:rFonts w:ascii="Times New Roman" w:eastAsia="新宋体" w:hAnsi="Times New Roman" w:hint="eastAsia"/>
          <w:i/>
          <w:iCs w:val="0"/>
          <w:color w:val="auto"/>
          <w:sz w:val="21"/>
          <w:szCs w:val="21"/>
          <w:lang w:val="en-US" w:eastAsia="zh-CN"/>
        </w:rPr>
        <w:t>MN</w: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iCs w:val="0"/>
          <w:color w:val="auto"/>
          <w:sz w:val="21"/>
          <w:szCs w:val="21"/>
          <w:lang w:val="en-US" w:eastAsia="zh-CN"/>
        </w:rPr>
        <w:t>x</w:t>
      </w:r>
      <w:r>
        <w:rPr>
          <w:rFonts w:ascii="Times New Roman" w:eastAsia="新宋体" w:hAnsi="Times New Roman" w:hint="eastAsia"/>
          <w:i w:val="0"/>
          <w:iCs/>
          <w:color w:val="auto"/>
          <w:sz w:val="21"/>
          <w:szCs w:val="21"/>
          <w:lang w:val="en-US" w:eastAsia="zh-CN"/>
        </w:rPr>
        <w:t>，则</w:t>
      </w:r>
      <w:r>
        <w:rPr>
          <w:rFonts w:ascii="Times New Roman" w:eastAsia="新宋体" w:hAnsi="Times New Roman" w:hint="eastAsia"/>
          <w:i/>
          <w:iCs w:val="0"/>
          <w:color w:val="auto"/>
          <w:sz w:val="21"/>
          <w:szCs w:val="21"/>
          <w:lang w:val="en-US" w:eastAsia="zh-CN"/>
        </w:rPr>
        <w:t>NE</w: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color w:val="auto"/>
          <w:position w:val="-22"/>
          <w:sz w:val="21"/>
          <w:szCs w:val="21"/>
          <w:lang w:val="en-US" w:eastAsia="zh-CN"/>
        </w:rPr>
        <w:object>
          <v:shape id="Object 1913" o:spid="_x0000_i1223" type="#_x0000_t75" style="width:12pt;height:28.98pt;mso-position-horizontal-relative:page;mso-position-vertical-relative:page;mso-wrap-style:square" o:oleicon="f" o:ole="" o:preferrelative="t" filled="f" stroked="f">
            <v:stroke linestyle="single"/>
            <v:imagedata r:id="rId389" o:title=""/>
            <v:path o:extrusionok="f"/>
            <o:lock v:ext="edit" aspectratio="t"/>
          </v:shape>
          <o:OLEObject Type="Embed" ProgID="Equation.KSEE3" ShapeID="Object 1913" DrawAspect="Content" ObjectID="_1234568076" r:id="rId390"/>
        </w:objec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iCs w:val="0"/>
          <w:color w:val="auto"/>
          <w:sz w:val="21"/>
          <w:szCs w:val="21"/>
          <w:lang w:val="en-US" w:eastAsia="zh-CN"/>
        </w:rPr>
        <w:t>BN</w: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color w:val="auto"/>
          <w:position w:val="-22"/>
          <w:sz w:val="21"/>
          <w:szCs w:val="21"/>
          <w:lang w:val="en-US" w:eastAsia="zh-CN"/>
        </w:rPr>
        <w:object>
          <v:shape id="Object 1914" o:spid="_x0000_i1224" type="#_x0000_t75" style="width:27pt;height:28.98pt;mso-position-horizontal-relative:page;mso-position-vertical-relative:page;mso-wrap-style:square" o:oleicon="f" o:ole="" o:preferrelative="t" filled="f" stroked="f">
            <v:stroke linestyle="single"/>
            <v:imagedata r:id="rId391" o:title=""/>
            <v:path o:extrusionok="f"/>
            <o:lock v:ext="edit" aspectratio="t"/>
          </v:shape>
          <o:OLEObject Type="Embed" ProgID="Equation.KSEE3" ShapeID="Object 1914" DrawAspect="Content" ObjectID="_1234568077" r:id="rId392"/>
        </w:object>
      </w:r>
      <w:r>
        <w:rPr>
          <w:rFonts w:ascii="Times New Roman" w:eastAsia="新宋体" w:hAnsi="Times New Roman" w:hint="eastAsia"/>
          <w:i w:val="0"/>
          <w:iCs/>
          <w:color w:val="auto"/>
          <w:sz w:val="21"/>
          <w:szCs w:val="21"/>
          <w:lang w:val="en-US" w:eastAsia="zh-CN"/>
        </w:rPr>
        <w:t>，</w:t>
      </w:r>
      <w:r>
        <w:rPr>
          <w:rFonts w:ascii="Times New Roman" w:eastAsia="新宋体" w:hAnsi="Times New Roman" w:hint="eastAsia"/>
          <w:i w:val="0"/>
          <w:iCs/>
          <w:color w:val="auto"/>
          <w:position w:val="-22"/>
          <w:sz w:val="21"/>
          <w:szCs w:val="21"/>
          <w:lang w:val="en-US" w:eastAsia="zh-CN"/>
        </w:rPr>
        <w:object>
          <v:shape id="Object 1915" o:spid="_x0000_i1225" type="#_x0000_t75" style="width:100pt;height:40.99pt;mso-position-horizontal-relative:page;mso-position-vertical-relative:page;mso-wrap-style:square" o:oleicon="f" o:ole="" o:preferrelative="t" filled="f" stroked="f">
            <v:stroke linestyle="single"/>
            <v:imagedata r:id="rId393" o:title=""/>
            <v:path o:extrusionok="f"/>
            <o:lock v:ext="edit" aspectratio="t"/>
          </v:shape>
          <o:OLEObject Type="Embed" ProgID="Equation.KSEE3" ShapeID="Object 1915" DrawAspect="Content" ObjectID="_1234568078" r:id="rId394"/>
        </w:object>
      </w:r>
      <w:r>
        <w:rPr>
          <w:rFonts w:ascii="Times New Roman" w:eastAsia="新宋体" w:hAnsi="Times New Roman" w:hint="eastAsia"/>
          <w:i w:val="0"/>
          <w:iCs/>
          <w:color w:val="auto"/>
          <w:sz w:val="21"/>
          <w:szCs w:val="21"/>
          <w:lang w:val="en-US" w:eastAsia="zh-CN"/>
        </w:rPr>
        <w:t>，</w:t>
      </w:r>
    </w:p>
    <w:p>
      <w:pPr>
        <w:keepNext w:val="0"/>
        <w:keepLines w:val="0"/>
        <w:pageBreakBefore w:val="0"/>
        <w:widowControl w:val="0"/>
        <w:kinsoku/>
        <w:wordWrap/>
        <w:overflowPunct/>
        <w:topLinePunct w:val="0"/>
        <w:autoSpaceDE/>
        <w:autoSpaceDN/>
        <w:bidi w:val="0"/>
        <w:adjustRightInd/>
        <w:snapToGrid/>
        <w:spacing w:line="0" w:lineRule="atLeast"/>
        <w:ind w:left="420" w:firstLine="0" w:leftChars="200" w:firstLineChars="0"/>
        <w:textAlignment w:val="auto"/>
        <w:rPr>
          <w:rFonts w:ascii="Times New Roman" w:eastAsia="新宋体" w:hAnsi="Times New Roman" w:hint="eastAsia"/>
          <w:i w:val="0"/>
          <w:iCs/>
          <w:szCs w:val="21"/>
          <w:lang w:val="en-US" w:eastAsia="zh-CN"/>
        </w:rPr>
      </w:pPr>
      <w:r>
        <w:rPr>
          <w:rFonts w:ascii="Times New Roman" w:eastAsia="新宋体" w:hAnsi="Times New Roman" w:hint="eastAsia"/>
          <w:i w:val="0"/>
          <w:iCs/>
          <w:color w:val="auto"/>
          <w:sz w:val="21"/>
          <w:szCs w:val="21"/>
          <w:lang w:val="en-US" w:eastAsia="zh-CN"/>
        </w:rPr>
        <w:t xml:space="preserve">     在Rt</w:t>
      </w:r>
      <w:r>
        <w:rPr>
          <w:rFonts w:ascii="Times New Roman" w:hAnsi="Times New Roman" w:cs="Times New Roman" w:hint="default"/>
          <w:color w:val="auto"/>
        </w:rPr>
        <w:t>△</w:t>
      </w:r>
      <w:r>
        <w:rPr>
          <w:rFonts w:ascii="Times New Roman" w:hAnsi="Times New Roman" w:cs="Times New Roman" w:hint="eastAsia"/>
          <w:i/>
          <w:iCs/>
          <w:color w:val="auto"/>
          <w:lang w:val="en-US" w:eastAsia="zh-CN"/>
        </w:rPr>
        <w:t>BN</w:t>
      </w:r>
      <w:r>
        <w:rPr>
          <w:rFonts w:ascii="Times New Roman" w:eastAsia="新宋体" w:hAnsi="Times New Roman" w:hint="eastAsia"/>
          <w:i/>
          <w:color w:val="auto"/>
          <w:sz w:val="21"/>
          <w:szCs w:val="21"/>
          <w:lang w:val="en-US" w:eastAsia="zh-CN"/>
        </w:rPr>
        <w:t>E</w:t>
      </w:r>
      <w:r>
        <w:rPr>
          <w:rFonts w:ascii="Times New Roman" w:hAnsi="Times New Roman"/>
          <w:szCs w:val="21"/>
        </w:rPr>
        <w:t>'</w:t>
      </w:r>
      <w:r>
        <w:rPr>
          <w:rFonts w:ascii="Times New Roman" w:eastAsia="新宋体" w:hAnsi="Times New Roman" w:hint="eastAsia"/>
          <w:i w:val="0"/>
          <w:iCs/>
          <w:szCs w:val="21"/>
          <w:lang w:val="en-US" w:eastAsia="zh-CN"/>
        </w:rPr>
        <w:t>中，</w:t>
      </w:r>
      <w:r>
        <w:rPr>
          <w:rFonts w:ascii="Times New Roman" w:eastAsia="新宋体" w:hAnsi="Times New Roman" w:hint="eastAsia"/>
          <w:i w:val="0"/>
          <w:iCs/>
          <w:position w:val="-6"/>
          <w:szCs w:val="21"/>
          <w:lang w:val="en-US" w:eastAsia="zh-CN"/>
        </w:rPr>
        <w:object>
          <v:shape id="Object 1916" o:spid="_x0000_i1226" type="#_x0000_t75" style="width:88pt;height:17.99pt;mso-position-horizontal-relative:page;mso-position-vertical-relative:page;mso-wrap-style:square" o:oleicon="f" o:ole="" o:preferrelative="t" filled="f" stroked="f">
            <v:stroke linestyle="single"/>
            <v:imagedata r:id="rId395" o:title=""/>
            <v:path o:extrusionok="f"/>
            <o:lock v:ext="edit" aspectratio="t"/>
          </v:shape>
          <o:OLEObject Type="Embed" ProgID="Equation.KSEE3" ShapeID="Object 1916" DrawAspect="Content" ObjectID="_1234568079" r:id="rId396"/>
        </w:object>
      </w:r>
      <w:r>
        <w:rPr>
          <w:rFonts w:ascii="Times New Roman" w:eastAsia="新宋体" w:hAnsi="Times New Roman" w:hint="eastAsia"/>
          <w:i w:val="0"/>
          <w:iCs/>
          <w:szCs w:val="21"/>
          <w:lang w:val="en-US" w:eastAsia="zh-CN"/>
        </w:rPr>
        <w:t>，即</w:t>
      </w:r>
      <w:r>
        <w:rPr>
          <w:rFonts w:ascii="Times New Roman" w:eastAsia="新宋体" w:hAnsi="Times New Roman" w:hint="eastAsia"/>
          <w:i w:val="0"/>
          <w:iCs/>
          <w:position w:val="-22"/>
          <w:szCs w:val="21"/>
          <w:lang w:val="en-US" w:eastAsia="zh-CN"/>
        </w:rPr>
        <w:object>
          <v:shape id="Object 1917" o:spid="_x0000_i1227" type="#_x0000_t75" style="width:109pt;height:28.98pt;mso-position-horizontal-relative:page;mso-position-vertical-relative:page;mso-wrap-style:square" o:oleicon="f" o:ole="" o:preferrelative="t" filled="f" stroked="f">
            <v:stroke linestyle="single"/>
            <v:imagedata r:id="rId397" o:title=""/>
            <v:path o:extrusionok="f"/>
            <o:lock v:ext="edit" aspectratio="t"/>
          </v:shape>
          <o:OLEObject Type="Embed" ProgID="Equation.KSEE3" ShapeID="Object 1917" DrawAspect="Content" ObjectID="_1234568080" r:id="rId398"/>
        </w:object>
      </w:r>
      <w:r>
        <w:rPr>
          <w:rFonts w:ascii="Times New Roman" w:eastAsia="新宋体" w:hAnsi="Times New Roman" w:hint="eastAsia"/>
          <w:i w:val="0"/>
          <w:iCs/>
          <w:szCs w:val="21"/>
          <w:lang w:val="en-US" w:eastAsia="zh-CN"/>
        </w:rPr>
        <w:t>，</w:t>
      </w:r>
    </w:p>
    <w:p>
      <w:pPr>
        <w:keepNext w:val="0"/>
        <w:keepLines w:val="0"/>
        <w:pageBreakBefore w:val="0"/>
        <w:widowControl w:val="0"/>
        <w:kinsoku/>
        <w:wordWrap/>
        <w:overflowPunct/>
        <w:topLinePunct w:val="0"/>
        <w:autoSpaceDE/>
        <w:autoSpaceDN/>
        <w:bidi w:val="0"/>
        <w:adjustRightInd/>
        <w:snapToGrid/>
        <w:spacing w:line="0" w:lineRule="atLeast"/>
        <w:ind w:left="420" w:firstLine="0" w:leftChars="200" w:firstLineChars="0"/>
        <w:textAlignment w:val="auto"/>
        <w:rPr>
          <w:rFonts w:ascii="Times New Roman" w:eastAsia="新宋体" w:hAnsi="Times New Roman" w:hint="default"/>
          <w:i w:val="0"/>
          <w:iCs/>
          <w:szCs w:val="21"/>
          <w:lang w:val="en-US" w:eastAsia="zh-CN"/>
        </w:rPr>
      </w:pPr>
      <w:r>
        <w:rPr>
          <w:rFonts w:ascii="Times New Roman" w:eastAsia="新宋体" w:hAnsi="Times New Roman" w:hint="eastAsia"/>
          <w:i w:val="0"/>
          <w:iCs/>
          <w:szCs w:val="21"/>
          <w:lang w:val="en-US" w:eastAsia="zh-CN"/>
        </w:rPr>
        <w:t xml:space="preserve">     解得，</w:t>
      </w:r>
      <w:r>
        <w:rPr>
          <w:rFonts w:ascii="Times New Roman" w:eastAsia="新宋体" w:hAnsi="Times New Roman" w:hint="eastAsia"/>
          <w:i w:val="0"/>
          <w:iCs/>
          <w:position w:val="-8"/>
          <w:szCs w:val="21"/>
          <w:lang w:val="en-US" w:eastAsia="zh-CN"/>
        </w:rPr>
        <w:object>
          <v:shape id="Object 1918" o:spid="_x0000_i1228" type="#_x0000_t75" style="width:52pt;height:17.02pt;mso-position-horizontal-relative:page;mso-position-vertical-relative:page;mso-wrap-style:square" o:oleicon="f" o:ole="" o:preferrelative="t" filled="f" stroked="f">
            <v:stroke linestyle="single"/>
            <v:imagedata r:id="rId399" o:title=""/>
            <v:path o:extrusionok="f"/>
            <o:lock v:ext="edit" aspectratio="t"/>
          </v:shape>
          <o:OLEObject Type="Embed" ProgID="Equation.KSEE3" ShapeID="Object 1918" DrawAspect="Content" ObjectID="_1234568081" r:id="rId400"/>
        </w:object>
      </w:r>
      <w:r>
        <w:rPr>
          <w:rFonts w:ascii="Times New Roman" w:eastAsia="新宋体" w:hAnsi="Times New Roman" w:hint="eastAsia"/>
          <w:color w:val="auto"/>
          <w:sz w:val="21"/>
          <w:szCs w:val="21"/>
        </w:rPr>
        <w:t>．</w:t>
      </w:r>
      <w:r>
        <w:rPr>
          <w:rFonts w:ascii="Times New Roman" w:eastAsia="新宋体" w:hAnsi="Times New Roman" w:hint="eastAsia"/>
          <w:color w:val="auto"/>
          <w:sz w:val="21"/>
          <w:szCs w:val="21"/>
          <w:lang w:val="en-US" w:eastAsia="zh-CN"/>
        </w:rPr>
        <w:t xml:space="preserve">     </w:t>
      </w:r>
      <w:r>
        <w:rPr>
          <w:rFonts w:ascii="Times New Roman" w:eastAsia="新宋体" w:hAnsi="Times New Roman" w:cs="Times New Roman" w:hint="default"/>
          <w:color w:val="auto"/>
          <w:sz w:val="21"/>
          <w:szCs w:val="21"/>
          <w:lang w:val="en-US" w:eastAsia="zh-CN"/>
        </w:rPr>
        <w:t>.................</w:t>
      </w:r>
      <w:r>
        <w:rPr>
          <w:rFonts w:ascii="Times New Roman" w:eastAsia="新宋体" w:hAnsi="Times New Roman" w:hint="eastAsia"/>
          <w:color w:val="auto"/>
          <w:sz w:val="21"/>
          <w:szCs w:val="21"/>
          <w:lang w:val="en-US" w:eastAsia="zh-CN"/>
        </w:rPr>
        <w:t>12分</w:t>
      </w:r>
    </w:p>
    <w:p>
      <w:pPr>
        <w:keepNext w:val="0"/>
        <w:keepLines w:val="0"/>
        <w:pageBreakBefore w:val="0"/>
        <w:widowControl w:val="0"/>
        <w:kinsoku/>
        <w:wordWrap/>
        <w:overflowPunct/>
        <w:topLinePunct w:val="0"/>
        <w:autoSpaceDE/>
        <w:autoSpaceDN/>
        <w:bidi w:val="0"/>
        <w:adjustRightInd/>
        <w:snapToGrid/>
        <w:spacing w:line="264" w:lineRule="auto"/>
        <w:ind w:left="420" w:firstLine="0" w:leftChars="200" w:firstLineChars="0"/>
        <w:textAlignment w:val="auto"/>
        <w:rPr>
          <w:rFonts w:ascii="Times New Roman" w:hAnsi="Times New Roman" w:cs="Times New Roman" w:hint="default"/>
          <w:color w:val="auto"/>
          <w:szCs w:val="21"/>
        </w:rPr>
      </w:pPr>
      <w:r>
        <w:rPr>
          <w:rFonts w:hint="eastAsia"/>
          <w:lang w:val="en-US" w:eastAsia="zh-CN"/>
        </w:rPr>
        <w:t xml:space="preserve">        </w:t>
      </w:r>
      <w:r>
        <w:pict>
          <v:shape id="图片 1919" o:spid="_x0000_i1229" type="#_x0000_t75" style="width:83.05pt;height:103.15pt;mso-position-horizontal-relative:page;mso-position-vertical-relative:page;mso-wrap-style:square" o:preferrelative="t" filled="f" stroked="f">
            <v:fill o:detectmouseclick="t"/>
            <v:stroke linestyle="single"/>
            <v:imagedata r:id="rId401" o:title=""/>
            <v:shadow color="gray"/>
            <v:path o:extrusionok="f"/>
            <o:lock v:ext="edit" aspectratio="t"/>
          </v:shape>
        </w:pict>
      </w:r>
      <w:r>
        <w:rPr>
          <w:rFonts w:hint="eastAsia"/>
          <w:lang w:val="en-US" w:eastAsia="zh-CN"/>
        </w:rPr>
        <w:t xml:space="preserve">  </w:t>
      </w:r>
      <w:r>
        <w:pict>
          <v:shape id="图片 1920" o:spid="_x0000_i1230" type="#_x0000_t75" style="width:110.46pt;height:104.5pt;mso-position-horizontal-relative:page;mso-position-vertical-relative:page;mso-wrap-style:square" o:preferrelative="t" filled="f" stroked="f">
            <v:fill o:detectmouseclick="t"/>
            <v:stroke linestyle="single"/>
            <v:imagedata r:id="rId402" o:title=""/>
            <v:shadow color="gray"/>
            <v:path o:extrusionok="f"/>
            <o:lock v:ext="edit" aspectratio="t"/>
          </v:shape>
        </w:pict>
      </w:r>
      <w:r>
        <w:rPr>
          <w:rFonts w:hint="eastAsia"/>
          <w:lang w:val="en-US" w:eastAsia="zh-CN"/>
        </w:rPr>
        <w:t xml:space="preserve">  </w:t>
      </w:r>
      <w:r>
        <w:pict>
          <v:shape id="图片 1921" o:spid="_x0000_i1231" type="#_x0000_t75" style="width:102.56pt;height:105.05pt;mso-position-horizontal-relative:page;mso-position-vertical-relative:page;mso-wrap-style:square" o:preferrelative="t" filled="f" stroked="f">
            <v:fill o:detectmouseclick="t"/>
            <v:stroke linestyle="single"/>
            <v:imagedata r:id="rId403" o:title=""/>
            <v:shadow color="gray"/>
            <v:path o:extrusionok="f"/>
            <o:lock v:ext="edit" aspectratio="t"/>
          </v:shape>
        </w:pict>
      </w:r>
    </w:p>
    <w:p>
      <w:pPr>
        <w:widowControl/>
        <w:snapToGrid w:val="0"/>
        <w:spacing w:line="0" w:lineRule="atLeast"/>
        <w:rPr>
          <w:rFonts w:ascii="Times New Roman" w:hAnsi="Times New Roman" w:cs="Times New Roman" w:hint="eastAsia"/>
          <w:b/>
          <w:color w:val="FF0000"/>
          <w:szCs w:val="21"/>
        </w:rPr>
      </w:pPr>
    </w:p>
    <w:p>
      <w:pPr>
        <w:keepNext w:val="0"/>
        <w:keepLines w:val="0"/>
        <w:pageBreakBefore w:val="0"/>
        <w:widowControl/>
        <w:kinsoku/>
        <w:wordWrap/>
        <w:overflowPunct/>
        <w:topLinePunct w:val="0"/>
        <w:autoSpaceDE/>
        <w:autoSpaceDN/>
        <w:bidi w:val="0"/>
        <w:adjustRightInd/>
        <w:snapToGrid w:val="0"/>
        <w:spacing w:line="0" w:lineRule="atLeast"/>
        <w:rPr>
          <w:rFonts w:ascii="Times New Roman" w:eastAsia="新宋体" w:hAnsi="Times New Roman" w:hint="default"/>
          <w:sz w:val="21"/>
          <w:szCs w:val="21"/>
          <w:lang w:val="en-US" w:eastAsia="zh-CN"/>
        </w:rPr>
        <w:sectPr>
          <w:headerReference w:type="default" r:id="rId404"/>
          <w:footerReference w:type="even" r:id="rId405"/>
          <w:footerReference w:type="default" r:id="rId406"/>
          <w:pgSz w:w="11907" w:h="16840"/>
          <w:pgMar w:top="1440" w:right="1134" w:bottom="907" w:left="1134" w:header="851" w:footer="992" w:gutter="0"/>
          <w:pgNumType w:fmt="numberInDash"/>
          <w:cols w:space="708"/>
          <w:docGrid w:type="lines" w:linePitch="312"/>
        </w:sectPr>
      </w:pPr>
    </w:p>
    <w:p>
      <w:r>
        <w:rPr>
          <w:rFonts w:ascii="Times New Roman" w:eastAsia="新宋体" w:hAnsi="Times New Roman" w:hint="default"/>
          <w:sz w:val="21"/>
          <w:szCs w:val="21"/>
          <w:lang w:val="en-US" w:eastAsia="zh-CN"/>
        </w:rPr>
        <w:drawing>
          <wp:inline>
            <wp:extent cx="6120765" cy="7325174"/>
            <wp:docPr id="100218"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89284928" name=""/>
                    <pic:cNvPicPr>
                      <a:picLocks noChangeAspect="1"/>
                    </pic:cNvPicPr>
                  </pic:nvPicPr>
                  <pic:blipFill>
                    <a:blip xmlns:r="http://schemas.openxmlformats.org/officeDocument/2006/relationships" r:embed="rId407"/>
                    <a:stretch>
                      <a:fillRect/>
                    </a:stretch>
                  </pic:blipFill>
                  <pic:spPr>
                    <a:xfrm>
                      <a:off x="0" y="0"/>
                      <a:ext cx="6120765" cy="7325174"/>
                    </a:xfrm>
                    <a:prstGeom prst="rect">
                      <a:avLst/>
                    </a:prstGeom>
                  </pic:spPr>
                </pic:pic>
              </a:graphicData>
            </a:graphic>
          </wp:inline>
        </w:drawing>
      </w:r>
    </w:p>
    <w:sectPr>
      <w:pgSz w:w="11907" w:h="16840"/>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2000009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86"/>
    <w:family w:val="roman"/>
    <w:pitch w:val="variable"/>
    <w:sig w:usb0="00007A87" w:usb1="80000000" w:usb2="00000008" w:usb3="00000000" w:csb0="400401FF" w:csb1="FFFF0000"/>
  </w:font>
  <w:font w:name="Wingdings">
    <w:panose1 w:val="05000000000000000000"/>
    <w:charset w:val="02"/>
    <w:family w:val="auto"/>
    <w:pitch w:val="default"/>
    <w:sig w:usb0="00000000" w:usb1="00000000" w:usb2="00000000" w:usb3="00000000" w:csb0="80000000" w:csb1="00000000"/>
  </w:font>
  <w:font w:name="Courier New">
    <w:panose1 w:val="02070309020205020404"/>
    <w:charset w:val="00"/>
    <w:family w:val="modern"/>
    <w:pitch w:val="default"/>
    <w:sig w:usb0="00007A87" w:usb1="80000000" w:usb2="00000008" w:usb3="00000000" w:csb0="400001FF" w:csb1="FFFF0000"/>
  </w:font>
  <w:font w:name="Verdana">
    <w:panose1 w:val="020B0604030504040204"/>
    <w:charset w:val="00"/>
    <w:family w:val="swiss"/>
    <w:pitch w:val="default"/>
    <w:sig w:usb0="00000287" w:usb1="00000000" w:usb2="00000000" w:usb3="00000000" w:csb0="2000019F" w:csb1="00000000"/>
  </w:font>
  <w:font w:name="新宋体">
    <w:panose1 w:val="02010609030101010101"/>
    <w:charset w:val="86"/>
    <w:family w:val="auto"/>
    <w:pitch w:val="default"/>
    <w:sig w:usb0="00000003" w:usb1="288F0000" w:usb2="00000006" w:usb3="00000000" w:csb0="0004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Fonts w:ascii="Times New Roman" w:hAnsi="Times New Roman" w:cs="Times New Roman" w:hint="default"/>
      </w:rPr>
    </w:pPr>
    <w:r>
      <w:rPr>
        <w:rFonts w:ascii="Times New Roman" w:hAnsi="Times New Roman" w:cs="Times New Roman" w:hint="default"/>
      </w:rPr>
      <w:fldChar w:fldCharType="begin"/>
    </w:r>
    <w:r>
      <w:rPr>
        <w:rStyle w:val="PageNumber"/>
        <w:rFonts w:ascii="Times New Roman" w:hAnsi="Times New Roman" w:cs="Times New Roman" w:hint="default"/>
      </w:rPr>
      <w:instrText xml:space="preserve">PAGE  </w:instrText>
    </w:r>
    <w:r>
      <w:rPr>
        <w:rFonts w:ascii="Times New Roman" w:hAnsi="Times New Roman" w:cs="Times New Roman" w:hint="default"/>
      </w:rPr>
      <w:fldChar w:fldCharType="separate"/>
    </w:r>
    <w:r>
      <w:rPr>
        <w:rStyle w:val="PageNumber"/>
        <w:rFonts w:ascii="Times New Roman" w:hAnsi="Times New Roman" w:cs="Times New Roman" w:hint="default"/>
      </w:rPr>
      <w:t>- 5 -</w:t>
    </w:r>
    <w:r>
      <w:rPr>
        <w:rFonts w:ascii="Times New Roman" w:hAnsi="Times New Roman" w:cs="Times New Roman" w:hint="default"/>
      </w:rPr>
      <w:fldChar w:fldCharType="end"/>
    </w:r>
  </w:p>
  <w:p>
    <w:pPr>
      <w:pStyle w:val="Footer"/>
      <w:tabs>
        <w:tab w:val="center" w:pos="4153"/>
        <w:tab w:val="right" w:pos="8306"/>
      </w:tabs>
    </w:pP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5"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6" type="#_x0000_t75" alt="学科网 zxxk.com" style="width:0.05pt;height:0.05pt;margin-top:-20.75pt;margin-left:64.05pt;position:absolute;z-index:251662336" filled="f" stroked="f">
          <v:imagedata r:id="rId1" r:href="rId2" o:title=""/>
          <v:path o:extrusionok="f"/>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7" type="#_x0000_t136" alt="学科网 zxxk.com"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58" type="#_x0000_t75" alt="学科网 zxxk.com" style="width:0.05pt;height:0.05pt;margin-top:-20.75pt;margin-left:64.05pt;position:absolute;z-index:251665408" filled="f" stroked="f">
          <v:imagedata r:id="rId3" r:href="rId2" o:title=""/>
          <v:path o:extrusionok="f"/>
          <o:lock v:ext="edit" aspectratio="t"/>
        </v:shape>
      </w:pict>
    </w:r>
    <w:r>
      <w:rPr>
        <w:rFonts w:ascii="Times New Roman" w:hAnsi="Times New Roman" w:hint="eastAsia"/>
        <w:color w:val="FFFFFF"/>
        <w:kern w:val="0"/>
        <w:sz w:val="2"/>
        <w:szCs w:val="2"/>
      </w:rPr>
      <w:t>学科网（北京）股份有限公司</w:t>
    </w:r>
  </w:p>
  <w:p w:rsidR="004151FC">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9" type="#_x0000_t136" alt="学科网 zxxk.com" style="width:2.85pt;height:2.85pt;margin-top:407.9pt;margin-left:158.95pt;mso-position-horizontal-relative:margin;mso-position-vertical-relative:margin;position:absolute;rotation:315;z-index:-251656192" o:allowincell="f" filled="t" stroked="f">
          <v:fill opacity="0.5"/>
          <v:textpath style="font-family:宋体;font-size:8pt;v-same-letter-heights:f;v-text-reverse:f" string="zxxk.com"/>
          <w10:wrap anchorx="margin" anchory="margin"/>
        </v:shape>
      </w:pict>
    </w:r>
    <w:r>
      <w:rPr>
        <w:color w:val="FFFFFF"/>
        <w:sz w:val="2"/>
        <w:szCs w:val="2"/>
      </w:rPr>
      <w:pict>
        <v:shape id="图片 5" o:spid="_x0000_s2060" type="#_x0000_t75" alt="学科网 zxxk.com" style="width:0.05pt;height:0.05pt;margin-top:-20.75pt;margin-left:64.05pt;position:absolute;z-index:251666432" filled="f" stroked="f">
          <v:imagedata r:id="rId3" r:href="rId2" o:title=""/>
          <v:path o:extrusionok="f"/>
          <o:lock v:ext="edit" aspectratio="t"/>
        </v:shape>
      </w:pict>
    </w:r>
    <w:r>
      <w:rPr>
        <w:rFonts w:ascii="Times New Roman" w:hAnsi="Times New Roman"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rFonts w:ascii="Times New Roman" w:hAnsi="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61312"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1" type="#_x0000_t75" alt="学科网 zxxk.com" style="width:0.75pt;height:0.75pt;margin-top:8.45pt;margin-left:351pt;position:absolute;z-index:251663360" filled="f" stroked="f">
          <v:imagedata r:id="rId3" r:href="rId2" o:title=""/>
          <v:path o:extrusionok="f"/>
          <o:lock v:ext="edit" aspectratio="t"/>
        </v:shape>
      </w:pict>
    </w:r>
    <w:r>
      <w:rPr>
        <w:rFonts w:hint="eastAsia"/>
        <w:color w:val="FFFFFF"/>
        <w:sz w:val="2"/>
        <w:szCs w:val="2"/>
      </w:rPr>
      <w:pict>
        <v:shape id="_x0000_i2052"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p w:rsidR="004151FC">
    <w:pPr>
      <w:pBdr>
        <w:bottom w:val="none" w:sz="0" w:space="1" w:color="auto"/>
      </w:pBdr>
      <w:tabs>
        <w:tab w:val="clear" w:pos="4153"/>
        <w:tab w:val="clear" w:pos="8306"/>
      </w:tabs>
      <w:snapToGrid w:val="0"/>
      <w:rPr>
        <w:rFonts w:ascii="Times New Roman" w:hAnsi="Times New Roman"/>
        <w:kern w:val="0"/>
        <w:sz w:val="2"/>
        <w:szCs w:val="2"/>
      </w:rPr>
    </w:pPr>
    <w:r>
      <w:pict>
        <v:shape id="图片 4" o:spid="_x0000_s2053" type="#_x0000_t75" alt="学科网 zxxk.com" style="width:0.75pt;height:0.75pt;margin-top:8.45pt;margin-left:351pt;position:absolute;z-index:251664384" filled="f" stroked="f">
          <v:imagedata r:id="rId3" r:href="rId2" o:title=""/>
          <v:path o:extrusionok="f"/>
          <o:lock v:ext="edit" aspectratio="t"/>
        </v:shape>
      </w:pict>
    </w:r>
    <w:r>
      <w:rPr>
        <w:rFonts w:hint="eastAsia"/>
        <w:color w:val="FFFFFF"/>
        <w:sz w:val="2"/>
        <w:szCs w:val="2"/>
      </w:rPr>
      <w:pict>
        <v:shape id="_x0000_i2054"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FFFFFF89"/>
    <w:lvl w:ilvl="0">
      <w:start w:val="1"/>
      <w:numFmt w:val="bullet"/>
      <w:lvlText w:val=""/>
      <w:lvlJc w:val="left"/>
      <w:pPr>
        <w:tabs>
          <w:tab w:val="num" w:pos="360"/>
        </w:tabs>
        <w:ind w:left="36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A4092"/>
    <w:rsid w:val="00000FBD"/>
    <w:rsid w:val="0000173D"/>
    <w:rsid w:val="00001839"/>
    <w:rsid w:val="0000186B"/>
    <w:rsid w:val="0000256B"/>
    <w:rsid w:val="00003189"/>
    <w:rsid w:val="0000530C"/>
    <w:rsid w:val="000069D6"/>
    <w:rsid w:val="000103F6"/>
    <w:rsid w:val="000106E9"/>
    <w:rsid w:val="0001081F"/>
    <w:rsid w:val="000111F4"/>
    <w:rsid w:val="0001256F"/>
    <w:rsid w:val="000132D7"/>
    <w:rsid w:val="000138E7"/>
    <w:rsid w:val="00014BDD"/>
    <w:rsid w:val="00015314"/>
    <w:rsid w:val="0001597B"/>
    <w:rsid w:val="00016115"/>
    <w:rsid w:val="00016A45"/>
    <w:rsid w:val="00016EAA"/>
    <w:rsid w:val="00017934"/>
    <w:rsid w:val="00020505"/>
    <w:rsid w:val="00020C42"/>
    <w:rsid w:val="00022719"/>
    <w:rsid w:val="00022FCC"/>
    <w:rsid w:val="00025737"/>
    <w:rsid w:val="00025EB9"/>
    <w:rsid w:val="00027281"/>
    <w:rsid w:val="00030901"/>
    <w:rsid w:val="0003137F"/>
    <w:rsid w:val="00033A35"/>
    <w:rsid w:val="00033C5A"/>
    <w:rsid w:val="00033FFB"/>
    <w:rsid w:val="000351DE"/>
    <w:rsid w:val="000365CC"/>
    <w:rsid w:val="00036C3C"/>
    <w:rsid w:val="00036F21"/>
    <w:rsid w:val="00040EF4"/>
    <w:rsid w:val="000416B8"/>
    <w:rsid w:val="00041866"/>
    <w:rsid w:val="00041A7C"/>
    <w:rsid w:val="00041C0A"/>
    <w:rsid w:val="00041E30"/>
    <w:rsid w:val="00042265"/>
    <w:rsid w:val="000430E2"/>
    <w:rsid w:val="00043C52"/>
    <w:rsid w:val="00043F2D"/>
    <w:rsid w:val="00044302"/>
    <w:rsid w:val="000474D8"/>
    <w:rsid w:val="000533C9"/>
    <w:rsid w:val="00053878"/>
    <w:rsid w:val="00054D14"/>
    <w:rsid w:val="0005561E"/>
    <w:rsid w:val="00055EE2"/>
    <w:rsid w:val="000564EA"/>
    <w:rsid w:val="0005670B"/>
    <w:rsid w:val="00057692"/>
    <w:rsid w:val="0006055E"/>
    <w:rsid w:val="00060A31"/>
    <w:rsid w:val="00061CE8"/>
    <w:rsid w:val="00061FEF"/>
    <w:rsid w:val="00062834"/>
    <w:rsid w:val="00063508"/>
    <w:rsid w:val="00063E51"/>
    <w:rsid w:val="00064C5C"/>
    <w:rsid w:val="00064CEE"/>
    <w:rsid w:val="0006510D"/>
    <w:rsid w:val="000652C3"/>
    <w:rsid w:val="000658AB"/>
    <w:rsid w:val="00065B0F"/>
    <w:rsid w:val="0006680A"/>
    <w:rsid w:val="000679DB"/>
    <w:rsid w:val="00067A9E"/>
    <w:rsid w:val="00067C59"/>
    <w:rsid w:val="0007027E"/>
    <w:rsid w:val="00071E47"/>
    <w:rsid w:val="00072104"/>
    <w:rsid w:val="0007261D"/>
    <w:rsid w:val="00080863"/>
    <w:rsid w:val="00080E2C"/>
    <w:rsid w:val="000810FA"/>
    <w:rsid w:val="000813D2"/>
    <w:rsid w:val="00081D94"/>
    <w:rsid w:val="00082C2A"/>
    <w:rsid w:val="00083DE5"/>
    <w:rsid w:val="0008467D"/>
    <w:rsid w:val="000850D1"/>
    <w:rsid w:val="00086E7D"/>
    <w:rsid w:val="00087E85"/>
    <w:rsid w:val="00090257"/>
    <w:rsid w:val="00090A87"/>
    <w:rsid w:val="00092445"/>
    <w:rsid w:val="000932EF"/>
    <w:rsid w:val="0009378A"/>
    <w:rsid w:val="0009476E"/>
    <w:rsid w:val="00094CEB"/>
    <w:rsid w:val="000975DF"/>
    <w:rsid w:val="000A1ADF"/>
    <w:rsid w:val="000A3A77"/>
    <w:rsid w:val="000A3FB8"/>
    <w:rsid w:val="000A505D"/>
    <w:rsid w:val="000A5C8E"/>
    <w:rsid w:val="000A6304"/>
    <w:rsid w:val="000A65DD"/>
    <w:rsid w:val="000B0C2D"/>
    <w:rsid w:val="000B26BD"/>
    <w:rsid w:val="000B282B"/>
    <w:rsid w:val="000B2F9F"/>
    <w:rsid w:val="000B324E"/>
    <w:rsid w:val="000B3A0E"/>
    <w:rsid w:val="000B4306"/>
    <w:rsid w:val="000B45A8"/>
    <w:rsid w:val="000B4B59"/>
    <w:rsid w:val="000B53E4"/>
    <w:rsid w:val="000B55FC"/>
    <w:rsid w:val="000B5922"/>
    <w:rsid w:val="000B5BCA"/>
    <w:rsid w:val="000B6244"/>
    <w:rsid w:val="000B6BCD"/>
    <w:rsid w:val="000C0F3D"/>
    <w:rsid w:val="000C1A49"/>
    <w:rsid w:val="000C2763"/>
    <w:rsid w:val="000C4B8B"/>
    <w:rsid w:val="000C5D0E"/>
    <w:rsid w:val="000C713A"/>
    <w:rsid w:val="000D0AE4"/>
    <w:rsid w:val="000D2FD5"/>
    <w:rsid w:val="000D30F6"/>
    <w:rsid w:val="000D3A38"/>
    <w:rsid w:val="000D5554"/>
    <w:rsid w:val="000D5C4E"/>
    <w:rsid w:val="000D5EB6"/>
    <w:rsid w:val="000D6070"/>
    <w:rsid w:val="000D6772"/>
    <w:rsid w:val="000D6855"/>
    <w:rsid w:val="000D722D"/>
    <w:rsid w:val="000D73AB"/>
    <w:rsid w:val="000E0550"/>
    <w:rsid w:val="000E13E0"/>
    <w:rsid w:val="000E19CB"/>
    <w:rsid w:val="000E1CB2"/>
    <w:rsid w:val="000E274D"/>
    <w:rsid w:val="000E2C9A"/>
    <w:rsid w:val="000E3A97"/>
    <w:rsid w:val="000E5D65"/>
    <w:rsid w:val="000E6378"/>
    <w:rsid w:val="000F010B"/>
    <w:rsid w:val="000F08BB"/>
    <w:rsid w:val="000F12D3"/>
    <w:rsid w:val="000F2FBE"/>
    <w:rsid w:val="000F425F"/>
    <w:rsid w:val="000F5EC8"/>
    <w:rsid w:val="001004DD"/>
    <w:rsid w:val="0010140E"/>
    <w:rsid w:val="0010260F"/>
    <w:rsid w:val="00105B24"/>
    <w:rsid w:val="0010627E"/>
    <w:rsid w:val="001065E2"/>
    <w:rsid w:val="0010743C"/>
    <w:rsid w:val="00107926"/>
    <w:rsid w:val="00110CF3"/>
    <w:rsid w:val="0011195E"/>
    <w:rsid w:val="00112415"/>
    <w:rsid w:val="00112962"/>
    <w:rsid w:val="00113937"/>
    <w:rsid w:val="001144CD"/>
    <w:rsid w:val="0011634A"/>
    <w:rsid w:val="001166FD"/>
    <w:rsid w:val="00116753"/>
    <w:rsid w:val="00116A5C"/>
    <w:rsid w:val="001172E2"/>
    <w:rsid w:val="00120842"/>
    <w:rsid w:val="00120A96"/>
    <w:rsid w:val="0012237A"/>
    <w:rsid w:val="00122D47"/>
    <w:rsid w:val="00122F9A"/>
    <w:rsid w:val="00123C5C"/>
    <w:rsid w:val="001254DF"/>
    <w:rsid w:val="0012601A"/>
    <w:rsid w:val="001262E1"/>
    <w:rsid w:val="00126B3C"/>
    <w:rsid w:val="001306D1"/>
    <w:rsid w:val="00130818"/>
    <w:rsid w:val="00130875"/>
    <w:rsid w:val="00130DA2"/>
    <w:rsid w:val="001316C9"/>
    <w:rsid w:val="001340F6"/>
    <w:rsid w:val="0013424A"/>
    <w:rsid w:val="00135057"/>
    <w:rsid w:val="001350B3"/>
    <w:rsid w:val="001352C6"/>
    <w:rsid w:val="00137814"/>
    <w:rsid w:val="00140DE7"/>
    <w:rsid w:val="001425DE"/>
    <w:rsid w:val="00144707"/>
    <w:rsid w:val="00145A65"/>
    <w:rsid w:val="001464EB"/>
    <w:rsid w:val="001466A4"/>
    <w:rsid w:val="00147809"/>
    <w:rsid w:val="00147B29"/>
    <w:rsid w:val="00152DCB"/>
    <w:rsid w:val="00153450"/>
    <w:rsid w:val="001542CE"/>
    <w:rsid w:val="00155230"/>
    <w:rsid w:val="00161022"/>
    <w:rsid w:val="00162698"/>
    <w:rsid w:val="001643BC"/>
    <w:rsid w:val="00164679"/>
    <w:rsid w:val="00165260"/>
    <w:rsid w:val="001652E5"/>
    <w:rsid w:val="00165594"/>
    <w:rsid w:val="00166DBE"/>
    <w:rsid w:val="00167075"/>
    <w:rsid w:val="0016748F"/>
    <w:rsid w:val="00170610"/>
    <w:rsid w:val="00172557"/>
    <w:rsid w:val="00172884"/>
    <w:rsid w:val="00173D81"/>
    <w:rsid w:val="00174D39"/>
    <w:rsid w:val="00176C34"/>
    <w:rsid w:val="0017786C"/>
    <w:rsid w:val="001778EF"/>
    <w:rsid w:val="00180680"/>
    <w:rsid w:val="001807FF"/>
    <w:rsid w:val="00181A1C"/>
    <w:rsid w:val="00181FA3"/>
    <w:rsid w:val="00182245"/>
    <w:rsid w:val="00182397"/>
    <w:rsid w:val="00184287"/>
    <w:rsid w:val="00185402"/>
    <w:rsid w:val="00190EE7"/>
    <w:rsid w:val="00191519"/>
    <w:rsid w:val="001940D0"/>
    <w:rsid w:val="0019414E"/>
    <w:rsid w:val="00194341"/>
    <w:rsid w:val="00194D19"/>
    <w:rsid w:val="00195370"/>
    <w:rsid w:val="00195637"/>
    <w:rsid w:val="00195D34"/>
    <w:rsid w:val="00195F2C"/>
    <w:rsid w:val="001A04B0"/>
    <w:rsid w:val="001A3617"/>
    <w:rsid w:val="001A379D"/>
    <w:rsid w:val="001A37FD"/>
    <w:rsid w:val="001A397F"/>
    <w:rsid w:val="001A4092"/>
    <w:rsid w:val="001A572A"/>
    <w:rsid w:val="001A60CE"/>
    <w:rsid w:val="001A6D2A"/>
    <w:rsid w:val="001A6EE4"/>
    <w:rsid w:val="001B0951"/>
    <w:rsid w:val="001B1642"/>
    <w:rsid w:val="001B1CB7"/>
    <w:rsid w:val="001B26E7"/>
    <w:rsid w:val="001B3CD9"/>
    <w:rsid w:val="001B456A"/>
    <w:rsid w:val="001B45E5"/>
    <w:rsid w:val="001B58FD"/>
    <w:rsid w:val="001B5B47"/>
    <w:rsid w:val="001B5EFE"/>
    <w:rsid w:val="001B7CB4"/>
    <w:rsid w:val="001C09CF"/>
    <w:rsid w:val="001C13D5"/>
    <w:rsid w:val="001C16E8"/>
    <w:rsid w:val="001C2C3F"/>
    <w:rsid w:val="001C3A0F"/>
    <w:rsid w:val="001C4348"/>
    <w:rsid w:val="001C44E5"/>
    <w:rsid w:val="001C4538"/>
    <w:rsid w:val="001C4D95"/>
    <w:rsid w:val="001C546D"/>
    <w:rsid w:val="001C56F2"/>
    <w:rsid w:val="001C6648"/>
    <w:rsid w:val="001D03F9"/>
    <w:rsid w:val="001D0B86"/>
    <w:rsid w:val="001D0EEE"/>
    <w:rsid w:val="001D1679"/>
    <w:rsid w:val="001D4835"/>
    <w:rsid w:val="001D5707"/>
    <w:rsid w:val="001D5BDB"/>
    <w:rsid w:val="001D682A"/>
    <w:rsid w:val="001D697D"/>
    <w:rsid w:val="001D6CD9"/>
    <w:rsid w:val="001E0DBE"/>
    <w:rsid w:val="001E2CC2"/>
    <w:rsid w:val="001E50CB"/>
    <w:rsid w:val="001E5687"/>
    <w:rsid w:val="001E61BB"/>
    <w:rsid w:val="001E64DB"/>
    <w:rsid w:val="001E6812"/>
    <w:rsid w:val="001E74D7"/>
    <w:rsid w:val="001F0E94"/>
    <w:rsid w:val="001F1F1E"/>
    <w:rsid w:val="001F290E"/>
    <w:rsid w:val="001F2B70"/>
    <w:rsid w:val="001F2F95"/>
    <w:rsid w:val="001F5A64"/>
    <w:rsid w:val="001F5AF4"/>
    <w:rsid w:val="001F65AE"/>
    <w:rsid w:val="002001D7"/>
    <w:rsid w:val="00200447"/>
    <w:rsid w:val="00202364"/>
    <w:rsid w:val="00203F6C"/>
    <w:rsid w:val="00204BA6"/>
    <w:rsid w:val="00205A1F"/>
    <w:rsid w:val="0020756E"/>
    <w:rsid w:val="00207EA3"/>
    <w:rsid w:val="00210405"/>
    <w:rsid w:val="0021117E"/>
    <w:rsid w:val="00211A92"/>
    <w:rsid w:val="00212980"/>
    <w:rsid w:val="0021494D"/>
    <w:rsid w:val="002151C8"/>
    <w:rsid w:val="0021527E"/>
    <w:rsid w:val="0021645E"/>
    <w:rsid w:val="002164A0"/>
    <w:rsid w:val="00223291"/>
    <w:rsid w:val="00224C57"/>
    <w:rsid w:val="002251EF"/>
    <w:rsid w:val="00225B6C"/>
    <w:rsid w:val="0022797B"/>
    <w:rsid w:val="00227B81"/>
    <w:rsid w:val="00227CDA"/>
    <w:rsid w:val="00231A3F"/>
    <w:rsid w:val="00232370"/>
    <w:rsid w:val="00233B69"/>
    <w:rsid w:val="0023405F"/>
    <w:rsid w:val="00234418"/>
    <w:rsid w:val="00234D36"/>
    <w:rsid w:val="00235086"/>
    <w:rsid w:val="0023514D"/>
    <w:rsid w:val="00235A01"/>
    <w:rsid w:val="00236468"/>
    <w:rsid w:val="002367E7"/>
    <w:rsid w:val="00237109"/>
    <w:rsid w:val="002378A8"/>
    <w:rsid w:val="00240FCD"/>
    <w:rsid w:val="0024113C"/>
    <w:rsid w:val="00241345"/>
    <w:rsid w:val="002419EC"/>
    <w:rsid w:val="00245327"/>
    <w:rsid w:val="0025303C"/>
    <w:rsid w:val="002532C9"/>
    <w:rsid w:val="002548E0"/>
    <w:rsid w:val="00257DE3"/>
    <w:rsid w:val="0026017F"/>
    <w:rsid w:val="00261042"/>
    <w:rsid w:val="002610C8"/>
    <w:rsid w:val="00261AAD"/>
    <w:rsid w:val="002620D4"/>
    <w:rsid w:val="00262480"/>
    <w:rsid w:val="00262722"/>
    <w:rsid w:val="00263593"/>
    <w:rsid w:val="002645F4"/>
    <w:rsid w:val="002656E7"/>
    <w:rsid w:val="00267C71"/>
    <w:rsid w:val="00272605"/>
    <w:rsid w:val="00272D0C"/>
    <w:rsid w:val="00274C87"/>
    <w:rsid w:val="002754B0"/>
    <w:rsid w:val="00275536"/>
    <w:rsid w:val="00275DB3"/>
    <w:rsid w:val="002805C4"/>
    <w:rsid w:val="00282767"/>
    <w:rsid w:val="0028306B"/>
    <w:rsid w:val="0028481D"/>
    <w:rsid w:val="00285477"/>
    <w:rsid w:val="002859F7"/>
    <w:rsid w:val="00285E07"/>
    <w:rsid w:val="0028640E"/>
    <w:rsid w:val="00286D10"/>
    <w:rsid w:val="00287E54"/>
    <w:rsid w:val="00290C32"/>
    <w:rsid w:val="00290E07"/>
    <w:rsid w:val="0029123E"/>
    <w:rsid w:val="002925CD"/>
    <w:rsid w:val="00293A8F"/>
    <w:rsid w:val="00294562"/>
    <w:rsid w:val="00294B2B"/>
    <w:rsid w:val="0029710B"/>
    <w:rsid w:val="002973AF"/>
    <w:rsid w:val="002974FD"/>
    <w:rsid w:val="002978CE"/>
    <w:rsid w:val="00297C11"/>
    <w:rsid w:val="002A0C67"/>
    <w:rsid w:val="002A159A"/>
    <w:rsid w:val="002A229F"/>
    <w:rsid w:val="002A5326"/>
    <w:rsid w:val="002A6887"/>
    <w:rsid w:val="002A79C6"/>
    <w:rsid w:val="002A7B07"/>
    <w:rsid w:val="002B041B"/>
    <w:rsid w:val="002B073B"/>
    <w:rsid w:val="002B0F09"/>
    <w:rsid w:val="002B2CAD"/>
    <w:rsid w:val="002B44CE"/>
    <w:rsid w:val="002B4E7C"/>
    <w:rsid w:val="002B5D37"/>
    <w:rsid w:val="002B6562"/>
    <w:rsid w:val="002B7672"/>
    <w:rsid w:val="002B7E19"/>
    <w:rsid w:val="002C00FE"/>
    <w:rsid w:val="002C0446"/>
    <w:rsid w:val="002C159D"/>
    <w:rsid w:val="002C17F9"/>
    <w:rsid w:val="002C35CD"/>
    <w:rsid w:val="002C48EB"/>
    <w:rsid w:val="002C6749"/>
    <w:rsid w:val="002C7D9F"/>
    <w:rsid w:val="002D15CA"/>
    <w:rsid w:val="002D16C9"/>
    <w:rsid w:val="002D255D"/>
    <w:rsid w:val="002D2A08"/>
    <w:rsid w:val="002D2DF8"/>
    <w:rsid w:val="002D42BE"/>
    <w:rsid w:val="002E0015"/>
    <w:rsid w:val="002E054D"/>
    <w:rsid w:val="002E3736"/>
    <w:rsid w:val="002E38B8"/>
    <w:rsid w:val="002E4322"/>
    <w:rsid w:val="002E53A8"/>
    <w:rsid w:val="002E652D"/>
    <w:rsid w:val="002E654C"/>
    <w:rsid w:val="002E6976"/>
    <w:rsid w:val="002E6DA1"/>
    <w:rsid w:val="002E6EE0"/>
    <w:rsid w:val="002E7498"/>
    <w:rsid w:val="002F041F"/>
    <w:rsid w:val="002F05DF"/>
    <w:rsid w:val="002F097D"/>
    <w:rsid w:val="002F0AB0"/>
    <w:rsid w:val="002F0DA0"/>
    <w:rsid w:val="002F2A2C"/>
    <w:rsid w:val="002F33E3"/>
    <w:rsid w:val="002F378A"/>
    <w:rsid w:val="002F3A3D"/>
    <w:rsid w:val="002F3D9D"/>
    <w:rsid w:val="002F49B6"/>
    <w:rsid w:val="003002EA"/>
    <w:rsid w:val="00300ACD"/>
    <w:rsid w:val="00301152"/>
    <w:rsid w:val="00301453"/>
    <w:rsid w:val="00301587"/>
    <w:rsid w:val="0030474C"/>
    <w:rsid w:val="0030592C"/>
    <w:rsid w:val="0030604A"/>
    <w:rsid w:val="0030727D"/>
    <w:rsid w:val="00307442"/>
    <w:rsid w:val="003110DF"/>
    <w:rsid w:val="00314584"/>
    <w:rsid w:val="0031559E"/>
    <w:rsid w:val="0031676A"/>
    <w:rsid w:val="00317A07"/>
    <w:rsid w:val="00317DE6"/>
    <w:rsid w:val="00321C2C"/>
    <w:rsid w:val="00321F5A"/>
    <w:rsid w:val="003231CF"/>
    <w:rsid w:val="0032448C"/>
    <w:rsid w:val="00324BDF"/>
    <w:rsid w:val="00327BA1"/>
    <w:rsid w:val="00330B1D"/>
    <w:rsid w:val="003317DB"/>
    <w:rsid w:val="00331962"/>
    <w:rsid w:val="00331FF3"/>
    <w:rsid w:val="00332472"/>
    <w:rsid w:val="00333083"/>
    <w:rsid w:val="00333E73"/>
    <w:rsid w:val="00333E79"/>
    <w:rsid w:val="00334AC7"/>
    <w:rsid w:val="00335CAA"/>
    <w:rsid w:val="003362C0"/>
    <w:rsid w:val="00337395"/>
    <w:rsid w:val="0033745D"/>
    <w:rsid w:val="00337E00"/>
    <w:rsid w:val="003418C8"/>
    <w:rsid w:val="00341BA9"/>
    <w:rsid w:val="0034368E"/>
    <w:rsid w:val="00344A8D"/>
    <w:rsid w:val="00347C1C"/>
    <w:rsid w:val="00347CE7"/>
    <w:rsid w:val="00350FD6"/>
    <w:rsid w:val="003512E2"/>
    <w:rsid w:val="00351DFA"/>
    <w:rsid w:val="003547AD"/>
    <w:rsid w:val="0035505A"/>
    <w:rsid w:val="003575F8"/>
    <w:rsid w:val="0036080D"/>
    <w:rsid w:val="00360982"/>
    <w:rsid w:val="0036189B"/>
    <w:rsid w:val="003632C1"/>
    <w:rsid w:val="003637B4"/>
    <w:rsid w:val="00363905"/>
    <w:rsid w:val="00366437"/>
    <w:rsid w:val="00366C05"/>
    <w:rsid w:val="003672C7"/>
    <w:rsid w:val="003700E3"/>
    <w:rsid w:val="00370FA8"/>
    <w:rsid w:val="00371335"/>
    <w:rsid w:val="00372ADD"/>
    <w:rsid w:val="00372EA2"/>
    <w:rsid w:val="00373569"/>
    <w:rsid w:val="00373A80"/>
    <w:rsid w:val="00374BB7"/>
    <w:rsid w:val="0037590E"/>
    <w:rsid w:val="00375A31"/>
    <w:rsid w:val="003774E3"/>
    <w:rsid w:val="00380171"/>
    <w:rsid w:val="00380474"/>
    <w:rsid w:val="00381E3F"/>
    <w:rsid w:val="003825C6"/>
    <w:rsid w:val="003837A9"/>
    <w:rsid w:val="00383E02"/>
    <w:rsid w:val="00385E4D"/>
    <w:rsid w:val="003869FE"/>
    <w:rsid w:val="00387251"/>
    <w:rsid w:val="00391FAD"/>
    <w:rsid w:val="00392215"/>
    <w:rsid w:val="003923B2"/>
    <w:rsid w:val="00392762"/>
    <w:rsid w:val="0039488B"/>
    <w:rsid w:val="00394F13"/>
    <w:rsid w:val="0039745E"/>
    <w:rsid w:val="003A10D8"/>
    <w:rsid w:val="003A1B3F"/>
    <w:rsid w:val="003A2386"/>
    <w:rsid w:val="003A3C3F"/>
    <w:rsid w:val="003A5C04"/>
    <w:rsid w:val="003A65EE"/>
    <w:rsid w:val="003B014D"/>
    <w:rsid w:val="003B06CF"/>
    <w:rsid w:val="003B17B6"/>
    <w:rsid w:val="003B1E91"/>
    <w:rsid w:val="003B3510"/>
    <w:rsid w:val="003B3865"/>
    <w:rsid w:val="003B3995"/>
    <w:rsid w:val="003B5282"/>
    <w:rsid w:val="003B7222"/>
    <w:rsid w:val="003C0635"/>
    <w:rsid w:val="003C3217"/>
    <w:rsid w:val="003C33F1"/>
    <w:rsid w:val="003D034B"/>
    <w:rsid w:val="003D0D38"/>
    <w:rsid w:val="003D2833"/>
    <w:rsid w:val="003D3214"/>
    <w:rsid w:val="003D490E"/>
    <w:rsid w:val="003D4FA7"/>
    <w:rsid w:val="003D5516"/>
    <w:rsid w:val="003D5612"/>
    <w:rsid w:val="003D5AB9"/>
    <w:rsid w:val="003D70C9"/>
    <w:rsid w:val="003D71C6"/>
    <w:rsid w:val="003E0570"/>
    <w:rsid w:val="003E0817"/>
    <w:rsid w:val="003E1EAD"/>
    <w:rsid w:val="003E2210"/>
    <w:rsid w:val="003E2305"/>
    <w:rsid w:val="003E26FC"/>
    <w:rsid w:val="003E567B"/>
    <w:rsid w:val="003E593F"/>
    <w:rsid w:val="003E7222"/>
    <w:rsid w:val="003E75B5"/>
    <w:rsid w:val="003E76EA"/>
    <w:rsid w:val="003E7EAE"/>
    <w:rsid w:val="003F0747"/>
    <w:rsid w:val="003F1AE2"/>
    <w:rsid w:val="003F1CFA"/>
    <w:rsid w:val="003F1F5B"/>
    <w:rsid w:val="003F3A04"/>
    <w:rsid w:val="003F3A7E"/>
    <w:rsid w:val="003F3BE5"/>
    <w:rsid w:val="003F6D2C"/>
    <w:rsid w:val="00400D3B"/>
    <w:rsid w:val="004027E1"/>
    <w:rsid w:val="00403469"/>
    <w:rsid w:val="00403EDC"/>
    <w:rsid w:val="00404EEB"/>
    <w:rsid w:val="0040585F"/>
    <w:rsid w:val="00406717"/>
    <w:rsid w:val="00406B9A"/>
    <w:rsid w:val="0040740F"/>
    <w:rsid w:val="0040765E"/>
    <w:rsid w:val="0041083E"/>
    <w:rsid w:val="00410EBF"/>
    <w:rsid w:val="00410F13"/>
    <w:rsid w:val="00410FC0"/>
    <w:rsid w:val="00412086"/>
    <w:rsid w:val="004132E9"/>
    <w:rsid w:val="00413B3C"/>
    <w:rsid w:val="00413E0B"/>
    <w:rsid w:val="004148CB"/>
    <w:rsid w:val="004151FC"/>
    <w:rsid w:val="00417186"/>
    <w:rsid w:val="004173DE"/>
    <w:rsid w:val="00420104"/>
    <w:rsid w:val="004203EF"/>
    <w:rsid w:val="00420A31"/>
    <w:rsid w:val="004211DE"/>
    <w:rsid w:val="00421462"/>
    <w:rsid w:val="00422058"/>
    <w:rsid w:val="004227F5"/>
    <w:rsid w:val="00424A92"/>
    <w:rsid w:val="004256F8"/>
    <w:rsid w:val="0042745A"/>
    <w:rsid w:val="004309B7"/>
    <w:rsid w:val="00430D2D"/>
    <w:rsid w:val="0043178F"/>
    <w:rsid w:val="004325EA"/>
    <w:rsid w:val="0043470B"/>
    <w:rsid w:val="00435069"/>
    <w:rsid w:val="004371F9"/>
    <w:rsid w:val="00440846"/>
    <w:rsid w:val="00440DDF"/>
    <w:rsid w:val="00441A7B"/>
    <w:rsid w:val="00441BF5"/>
    <w:rsid w:val="004430EE"/>
    <w:rsid w:val="00443B81"/>
    <w:rsid w:val="00444B01"/>
    <w:rsid w:val="00444D52"/>
    <w:rsid w:val="00444DB7"/>
    <w:rsid w:val="00445C7D"/>
    <w:rsid w:val="004465D8"/>
    <w:rsid w:val="00447320"/>
    <w:rsid w:val="0045075C"/>
    <w:rsid w:val="004507E0"/>
    <w:rsid w:val="00450A6B"/>
    <w:rsid w:val="0045110E"/>
    <w:rsid w:val="00453D73"/>
    <w:rsid w:val="0045469A"/>
    <w:rsid w:val="004546A3"/>
    <w:rsid w:val="00456424"/>
    <w:rsid w:val="00456715"/>
    <w:rsid w:val="0045795F"/>
    <w:rsid w:val="00462BBA"/>
    <w:rsid w:val="00462E93"/>
    <w:rsid w:val="004634A5"/>
    <w:rsid w:val="00465B41"/>
    <w:rsid w:val="00465DCD"/>
    <w:rsid w:val="004708B5"/>
    <w:rsid w:val="00470C9B"/>
    <w:rsid w:val="00471C86"/>
    <w:rsid w:val="004729F6"/>
    <w:rsid w:val="00472E49"/>
    <w:rsid w:val="00473A36"/>
    <w:rsid w:val="00474617"/>
    <w:rsid w:val="00474800"/>
    <w:rsid w:val="004755FF"/>
    <w:rsid w:val="00480C86"/>
    <w:rsid w:val="00482946"/>
    <w:rsid w:val="0048365D"/>
    <w:rsid w:val="004844CF"/>
    <w:rsid w:val="00484AD9"/>
    <w:rsid w:val="004859E3"/>
    <w:rsid w:val="00485BBF"/>
    <w:rsid w:val="004872CE"/>
    <w:rsid w:val="00487367"/>
    <w:rsid w:val="004874EE"/>
    <w:rsid w:val="00487D3D"/>
    <w:rsid w:val="0049041E"/>
    <w:rsid w:val="00491605"/>
    <w:rsid w:val="00491740"/>
    <w:rsid w:val="00492781"/>
    <w:rsid w:val="00493A03"/>
    <w:rsid w:val="00494263"/>
    <w:rsid w:val="00495530"/>
    <w:rsid w:val="004A173D"/>
    <w:rsid w:val="004A1987"/>
    <w:rsid w:val="004A2022"/>
    <w:rsid w:val="004A5288"/>
    <w:rsid w:val="004A6777"/>
    <w:rsid w:val="004A6A0E"/>
    <w:rsid w:val="004A7AA8"/>
    <w:rsid w:val="004B03E6"/>
    <w:rsid w:val="004B06E5"/>
    <w:rsid w:val="004B0AB7"/>
    <w:rsid w:val="004B2364"/>
    <w:rsid w:val="004B327F"/>
    <w:rsid w:val="004B3499"/>
    <w:rsid w:val="004B52F4"/>
    <w:rsid w:val="004B577F"/>
    <w:rsid w:val="004B5E80"/>
    <w:rsid w:val="004B6B77"/>
    <w:rsid w:val="004B7148"/>
    <w:rsid w:val="004B754D"/>
    <w:rsid w:val="004C0BE2"/>
    <w:rsid w:val="004C1BD3"/>
    <w:rsid w:val="004C4774"/>
    <w:rsid w:val="004C5AC6"/>
    <w:rsid w:val="004D0733"/>
    <w:rsid w:val="004D1793"/>
    <w:rsid w:val="004D1A78"/>
    <w:rsid w:val="004D218B"/>
    <w:rsid w:val="004D2D03"/>
    <w:rsid w:val="004D38BF"/>
    <w:rsid w:val="004D3941"/>
    <w:rsid w:val="004D457B"/>
    <w:rsid w:val="004E135D"/>
    <w:rsid w:val="004E1751"/>
    <w:rsid w:val="004E1B32"/>
    <w:rsid w:val="004E2A10"/>
    <w:rsid w:val="004E38C0"/>
    <w:rsid w:val="004E4758"/>
    <w:rsid w:val="004E4B11"/>
    <w:rsid w:val="004E4C64"/>
    <w:rsid w:val="004E577A"/>
    <w:rsid w:val="004F07AB"/>
    <w:rsid w:val="004F124C"/>
    <w:rsid w:val="004F22A8"/>
    <w:rsid w:val="004F24D7"/>
    <w:rsid w:val="004F3C8D"/>
    <w:rsid w:val="004F5D15"/>
    <w:rsid w:val="004F5DB9"/>
    <w:rsid w:val="004F6C36"/>
    <w:rsid w:val="00500900"/>
    <w:rsid w:val="00500D6F"/>
    <w:rsid w:val="00500E26"/>
    <w:rsid w:val="00502DE1"/>
    <w:rsid w:val="00503C2B"/>
    <w:rsid w:val="00504179"/>
    <w:rsid w:val="00504C70"/>
    <w:rsid w:val="005050F0"/>
    <w:rsid w:val="0050662E"/>
    <w:rsid w:val="005100C4"/>
    <w:rsid w:val="00510ECA"/>
    <w:rsid w:val="00512981"/>
    <w:rsid w:val="00514F90"/>
    <w:rsid w:val="005150F8"/>
    <w:rsid w:val="00515A80"/>
    <w:rsid w:val="005161B6"/>
    <w:rsid w:val="00520453"/>
    <w:rsid w:val="00521073"/>
    <w:rsid w:val="00523D91"/>
    <w:rsid w:val="005244FF"/>
    <w:rsid w:val="00524BD7"/>
    <w:rsid w:val="0052509A"/>
    <w:rsid w:val="00525D8B"/>
    <w:rsid w:val="0052772E"/>
    <w:rsid w:val="0053184A"/>
    <w:rsid w:val="00531A22"/>
    <w:rsid w:val="00531B0F"/>
    <w:rsid w:val="005337F9"/>
    <w:rsid w:val="005341E8"/>
    <w:rsid w:val="0053779E"/>
    <w:rsid w:val="005377DA"/>
    <w:rsid w:val="005412C6"/>
    <w:rsid w:val="00541F1E"/>
    <w:rsid w:val="0054276E"/>
    <w:rsid w:val="00546840"/>
    <w:rsid w:val="005474E2"/>
    <w:rsid w:val="00547B76"/>
    <w:rsid w:val="00554CCC"/>
    <w:rsid w:val="0055688E"/>
    <w:rsid w:val="00556B83"/>
    <w:rsid w:val="00557958"/>
    <w:rsid w:val="00560DEB"/>
    <w:rsid w:val="005614CE"/>
    <w:rsid w:val="0056266D"/>
    <w:rsid w:val="0056381C"/>
    <w:rsid w:val="005640C3"/>
    <w:rsid w:val="00565A6C"/>
    <w:rsid w:val="00567B52"/>
    <w:rsid w:val="0057293F"/>
    <w:rsid w:val="00572C58"/>
    <w:rsid w:val="00573257"/>
    <w:rsid w:val="005736DE"/>
    <w:rsid w:val="00573CFB"/>
    <w:rsid w:val="00574972"/>
    <w:rsid w:val="00574D85"/>
    <w:rsid w:val="00574DB0"/>
    <w:rsid w:val="00577B4A"/>
    <w:rsid w:val="005807CC"/>
    <w:rsid w:val="00581E04"/>
    <w:rsid w:val="005822E2"/>
    <w:rsid w:val="00583F65"/>
    <w:rsid w:val="00584E86"/>
    <w:rsid w:val="00584F0D"/>
    <w:rsid w:val="00586940"/>
    <w:rsid w:val="00587EEA"/>
    <w:rsid w:val="00591AC3"/>
    <w:rsid w:val="00593450"/>
    <w:rsid w:val="00594943"/>
    <w:rsid w:val="0059566D"/>
    <w:rsid w:val="0059618A"/>
    <w:rsid w:val="005A131E"/>
    <w:rsid w:val="005A1A97"/>
    <w:rsid w:val="005A1F9E"/>
    <w:rsid w:val="005A304C"/>
    <w:rsid w:val="005A3290"/>
    <w:rsid w:val="005A4394"/>
    <w:rsid w:val="005A5C81"/>
    <w:rsid w:val="005A7B32"/>
    <w:rsid w:val="005B0461"/>
    <w:rsid w:val="005B096A"/>
    <w:rsid w:val="005B1481"/>
    <w:rsid w:val="005B37FC"/>
    <w:rsid w:val="005B488F"/>
    <w:rsid w:val="005B52FE"/>
    <w:rsid w:val="005B74C9"/>
    <w:rsid w:val="005B7773"/>
    <w:rsid w:val="005B7FF0"/>
    <w:rsid w:val="005C08BA"/>
    <w:rsid w:val="005C0B50"/>
    <w:rsid w:val="005C1B8A"/>
    <w:rsid w:val="005C2195"/>
    <w:rsid w:val="005C37BE"/>
    <w:rsid w:val="005C38AA"/>
    <w:rsid w:val="005C5A27"/>
    <w:rsid w:val="005C5A84"/>
    <w:rsid w:val="005C5CBB"/>
    <w:rsid w:val="005C6F64"/>
    <w:rsid w:val="005C72FC"/>
    <w:rsid w:val="005D0C41"/>
    <w:rsid w:val="005D25E2"/>
    <w:rsid w:val="005D59F4"/>
    <w:rsid w:val="005D6EB8"/>
    <w:rsid w:val="005E05CC"/>
    <w:rsid w:val="005E1734"/>
    <w:rsid w:val="005E1E5A"/>
    <w:rsid w:val="005E1EEF"/>
    <w:rsid w:val="005E335E"/>
    <w:rsid w:val="005E3598"/>
    <w:rsid w:val="005E56D4"/>
    <w:rsid w:val="005E6788"/>
    <w:rsid w:val="005E6A01"/>
    <w:rsid w:val="005E6B50"/>
    <w:rsid w:val="005E6C8E"/>
    <w:rsid w:val="005E7CA5"/>
    <w:rsid w:val="005F015B"/>
    <w:rsid w:val="005F024C"/>
    <w:rsid w:val="005F0F6F"/>
    <w:rsid w:val="005F2320"/>
    <w:rsid w:val="005F247B"/>
    <w:rsid w:val="005F2779"/>
    <w:rsid w:val="005F3077"/>
    <w:rsid w:val="005F553A"/>
    <w:rsid w:val="005F5C1A"/>
    <w:rsid w:val="00601673"/>
    <w:rsid w:val="0060193F"/>
    <w:rsid w:val="006019FB"/>
    <w:rsid w:val="00602A62"/>
    <w:rsid w:val="00602E4A"/>
    <w:rsid w:val="00603958"/>
    <w:rsid w:val="0060429B"/>
    <w:rsid w:val="006055E4"/>
    <w:rsid w:val="0060571F"/>
    <w:rsid w:val="006062D8"/>
    <w:rsid w:val="006103C7"/>
    <w:rsid w:val="00610D14"/>
    <w:rsid w:val="00613027"/>
    <w:rsid w:val="00613343"/>
    <w:rsid w:val="006142EE"/>
    <w:rsid w:val="00614A20"/>
    <w:rsid w:val="0061521E"/>
    <w:rsid w:val="006156E5"/>
    <w:rsid w:val="006171BB"/>
    <w:rsid w:val="00617553"/>
    <w:rsid w:val="00617941"/>
    <w:rsid w:val="00617FE8"/>
    <w:rsid w:val="00620E06"/>
    <w:rsid w:val="0062171C"/>
    <w:rsid w:val="00622726"/>
    <w:rsid w:val="0062276C"/>
    <w:rsid w:val="00623D50"/>
    <w:rsid w:val="00625898"/>
    <w:rsid w:val="00625A29"/>
    <w:rsid w:val="00627868"/>
    <w:rsid w:val="00627A95"/>
    <w:rsid w:val="0063197B"/>
    <w:rsid w:val="00632BBE"/>
    <w:rsid w:val="006332D9"/>
    <w:rsid w:val="00633B4E"/>
    <w:rsid w:val="00635659"/>
    <w:rsid w:val="00636C05"/>
    <w:rsid w:val="006423A7"/>
    <w:rsid w:val="00643944"/>
    <w:rsid w:val="00643E82"/>
    <w:rsid w:val="006453A5"/>
    <w:rsid w:val="00645767"/>
    <w:rsid w:val="0064687E"/>
    <w:rsid w:val="0064746E"/>
    <w:rsid w:val="006503EB"/>
    <w:rsid w:val="00650F56"/>
    <w:rsid w:val="00651230"/>
    <w:rsid w:val="006519A4"/>
    <w:rsid w:val="0065261E"/>
    <w:rsid w:val="00652929"/>
    <w:rsid w:val="00652CA7"/>
    <w:rsid w:val="00653A73"/>
    <w:rsid w:val="0065444B"/>
    <w:rsid w:val="006544A2"/>
    <w:rsid w:val="00656BEA"/>
    <w:rsid w:val="00657017"/>
    <w:rsid w:val="0065763F"/>
    <w:rsid w:val="0066024B"/>
    <w:rsid w:val="00661C98"/>
    <w:rsid w:val="0066231D"/>
    <w:rsid w:val="006655EE"/>
    <w:rsid w:val="006656AB"/>
    <w:rsid w:val="00666E87"/>
    <w:rsid w:val="00666EBA"/>
    <w:rsid w:val="006704A9"/>
    <w:rsid w:val="00673157"/>
    <w:rsid w:val="0067562C"/>
    <w:rsid w:val="00676571"/>
    <w:rsid w:val="00676A41"/>
    <w:rsid w:val="00677902"/>
    <w:rsid w:val="0068023D"/>
    <w:rsid w:val="006803FE"/>
    <w:rsid w:val="00680409"/>
    <w:rsid w:val="0068072A"/>
    <w:rsid w:val="00680C4A"/>
    <w:rsid w:val="0068110F"/>
    <w:rsid w:val="00681AB4"/>
    <w:rsid w:val="00681B13"/>
    <w:rsid w:val="006821D5"/>
    <w:rsid w:val="006830F4"/>
    <w:rsid w:val="006835E4"/>
    <w:rsid w:val="00683851"/>
    <w:rsid w:val="00683FAD"/>
    <w:rsid w:val="006844EE"/>
    <w:rsid w:val="0069189F"/>
    <w:rsid w:val="00691B08"/>
    <w:rsid w:val="00691CA1"/>
    <w:rsid w:val="006922E9"/>
    <w:rsid w:val="00694789"/>
    <w:rsid w:val="00694C7F"/>
    <w:rsid w:val="006950F0"/>
    <w:rsid w:val="00696C06"/>
    <w:rsid w:val="00696FF8"/>
    <w:rsid w:val="00697178"/>
    <w:rsid w:val="006A013D"/>
    <w:rsid w:val="006A01A3"/>
    <w:rsid w:val="006A0709"/>
    <w:rsid w:val="006A075E"/>
    <w:rsid w:val="006A1508"/>
    <w:rsid w:val="006A170A"/>
    <w:rsid w:val="006A314D"/>
    <w:rsid w:val="006A3C55"/>
    <w:rsid w:val="006A3D28"/>
    <w:rsid w:val="006A3DF4"/>
    <w:rsid w:val="006A4170"/>
    <w:rsid w:val="006A43D3"/>
    <w:rsid w:val="006A4B82"/>
    <w:rsid w:val="006A724C"/>
    <w:rsid w:val="006A78D4"/>
    <w:rsid w:val="006A7BDD"/>
    <w:rsid w:val="006B0D0C"/>
    <w:rsid w:val="006B0D78"/>
    <w:rsid w:val="006B1665"/>
    <w:rsid w:val="006B1FF1"/>
    <w:rsid w:val="006B2348"/>
    <w:rsid w:val="006B3309"/>
    <w:rsid w:val="006B3E62"/>
    <w:rsid w:val="006B6EFD"/>
    <w:rsid w:val="006C05B8"/>
    <w:rsid w:val="006C0D28"/>
    <w:rsid w:val="006C1437"/>
    <w:rsid w:val="006C1C82"/>
    <w:rsid w:val="006C377D"/>
    <w:rsid w:val="006C4578"/>
    <w:rsid w:val="006C4A3A"/>
    <w:rsid w:val="006C4F15"/>
    <w:rsid w:val="006C6B02"/>
    <w:rsid w:val="006C7208"/>
    <w:rsid w:val="006C73C6"/>
    <w:rsid w:val="006C7659"/>
    <w:rsid w:val="006C7B1C"/>
    <w:rsid w:val="006C7CA0"/>
    <w:rsid w:val="006D24E6"/>
    <w:rsid w:val="006D3FD5"/>
    <w:rsid w:val="006D45FE"/>
    <w:rsid w:val="006D5F41"/>
    <w:rsid w:val="006D7677"/>
    <w:rsid w:val="006D78E0"/>
    <w:rsid w:val="006D7AFE"/>
    <w:rsid w:val="006E09C3"/>
    <w:rsid w:val="006E1D6D"/>
    <w:rsid w:val="006E317F"/>
    <w:rsid w:val="006E341D"/>
    <w:rsid w:val="006E43C1"/>
    <w:rsid w:val="006E4B68"/>
    <w:rsid w:val="006E4B7C"/>
    <w:rsid w:val="006E534A"/>
    <w:rsid w:val="006E5B56"/>
    <w:rsid w:val="006E6AFB"/>
    <w:rsid w:val="006F1006"/>
    <w:rsid w:val="006F1711"/>
    <w:rsid w:val="006F1AEF"/>
    <w:rsid w:val="006F259E"/>
    <w:rsid w:val="006F37D2"/>
    <w:rsid w:val="006F43A4"/>
    <w:rsid w:val="006F4E6A"/>
    <w:rsid w:val="006F6463"/>
    <w:rsid w:val="006F65FF"/>
    <w:rsid w:val="006F6F21"/>
    <w:rsid w:val="006F7F82"/>
    <w:rsid w:val="0070001A"/>
    <w:rsid w:val="007022B6"/>
    <w:rsid w:val="007024A5"/>
    <w:rsid w:val="0070290A"/>
    <w:rsid w:val="00703045"/>
    <w:rsid w:val="00704382"/>
    <w:rsid w:val="00705DBC"/>
    <w:rsid w:val="00706076"/>
    <w:rsid w:val="00713220"/>
    <w:rsid w:val="00713A1E"/>
    <w:rsid w:val="0071440D"/>
    <w:rsid w:val="00715181"/>
    <w:rsid w:val="007205BC"/>
    <w:rsid w:val="007209E4"/>
    <w:rsid w:val="00721994"/>
    <w:rsid w:val="00721BD0"/>
    <w:rsid w:val="00722312"/>
    <w:rsid w:val="007235E8"/>
    <w:rsid w:val="00724C4C"/>
    <w:rsid w:val="00725666"/>
    <w:rsid w:val="00725C96"/>
    <w:rsid w:val="00727042"/>
    <w:rsid w:val="0073002B"/>
    <w:rsid w:val="00731889"/>
    <w:rsid w:val="00731BD2"/>
    <w:rsid w:val="007322F7"/>
    <w:rsid w:val="00734D3B"/>
    <w:rsid w:val="00735746"/>
    <w:rsid w:val="00740C5F"/>
    <w:rsid w:val="00742DB1"/>
    <w:rsid w:val="007440FD"/>
    <w:rsid w:val="00744D5C"/>
    <w:rsid w:val="00745000"/>
    <w:rsid w:val="007455DE"/>
    <w:rsid w:val="007472BB"/>
    <w:rsid w:val="00750131"/>
    <w:rsid w:val="00751317"/>
    <w:rsid w:val="007531B3"/>
    <w:rsid w:val="0075383D"/>
    <w:rsid w:val="00754323"/>
    <w:rsid w:val="00754EA9"/>
    <w:rsid w:val="007551F9"/>
    <w:rsid w:val="007552D6"/>
    <w:rsid w:val="0076410D"/>
    <w:rsid w:val="00764761"/>
    <w:rsid w:val="007648B3"/>
    <w:rsid w:val="00765628"/>
    <w:rsid w:val="0076565F"/>
    <w:rsid w:val="00766295"/>
    <w:rsid w:val="00766F29"/>
    <w:rsid w:val="00767865"/>
    <w:rsid w:val="00770BB9"/>
    <w:rsid w:val="00771A4C"/>
    <w:rsid w:val="007724C5"/>
    <w:rsid w:val="0077346C"/>
    <w:rsid w:val="007743C5"/>
    <w:rsid w:val="00774736"/>
    <w:rsid w:val="00775E37"/>
    <w:rsid w:val="00776133"/>
    <w:rsid w:val="00776E8D"/>
    <w:rsid w:val="007804E5"/>
    <w:rsid w:val="00781576"/>
    <w:rsid w:val="007815EC"/>
    <w:rsid w:val="007824FD"/>
    <w:rsid w:val="00783D7F"/>
    <w:rsid w:val="00784809"/>
    <w:rsid w:val="00786FD8"/>
    <w:rsid w:val="007870B1"/>
    <w:rsid w:val="007870E5"/>
    <w:rsid w:val="007873AC"/>
    <w:rsid w:val="00790A3A"/>
    <w:rsid w:val="007916E4"/>
    <w:rsid w:val="00793C65"/>
    <w:rsid w:val="00794A74"/>
    <w:rsid w:val="007953B7"/>
    <w:rsid w:val="00796B10"/>
    <w:rsid w:val="00797322"/>
    <w:rsid w:val="007A0247"/>
    <w:rsid w:val="007A02A4"/>
    <w:rsid w:val="007A2AC6"/>
    <w:rsid w:val="007A2C21"/>
    <w:rsid w:val="007A4BCE"/>
    <w:rsid w:val="007A61C3"/>
    <w:rsid w:val="007A7F6E"/>
    <w:rsid w:val="007B0D7F"/>
    <w:rsid w:val="007B1FD3"/>
    <w:rsid w:val="007B212C"/>
    <w:rsid w:val="007B2DA3"/>
    <w:rsid w:val="007B310F"/>
    <w:rsid w:val="007B5CC9"/>
    <w:rsid w:val="007C062D"/>
    <w:rsid w:val="007C2126"/>
    <w:rsid w:val="007C337E"/>
    <w:rsid w:val="007C3982"/>
    <w:rsid w:val="007C3C03"/>
    <w:rsid w:val="007C3F92"/>
    <w:rsid w:val="007C43DA"/>
    <w:rsid w:val="007C5E4E"/>
    <w:rsid w:val="007C6278"/>
    <w:rsid w:val="007C65C2"/>
    <w:rsid w:val="007C7150"/>
    <w:rsid w:val="007C76FA"/>
    <w:rsid w:val="007C79E0"/>
    <w:rsid w:val="007D0023"/>
    <w:rsid w:val="007D1787"/>
    <w:rsid w:val="007D295D"/>
    <w:rsid w:val="007D2CC8"/>
    <w:rsid w:val="007D3324"/>
    <w:rsid w:val="007D378B"/>
    <w:rsid w:val="007D4111"/>
    <w:rsid w:val="007D4B21"/>
    <w:rsid w:val="007D71CC"/>
    <w:rsid w:val="007E00E4"/>
    <w:rsid w:val="007E0128"/>
    <w:rsid w:val="007E1A89"/>
    <w:rsid w:val="007E276E"/>
    <w:rsid w:val="007E284D"/>
    <w:rsid w:val="007E3CD9"/>
    <w:rsid w:val="007E489E"/>
    <w:rsid w:val="007E5FD8"/>
    <w:rsid w:val="007E637B"/>
    <w:rsid w:val="007E6380"/>
    <w:rsid w:val="007E7C55"/>
    <w:rsid w:val="007F023A"/>
    <w:rsid w:val="007F06CD"/>
    <w:rsid w:val="007F079B"/>
    <w:rsid w:val="007F1599"/>
    <w:rsid w:val="007F182E"/>
    <w:rsid w:val="007F24ED"/>
    <w:rsid w:val="007F26DA"/>
    <w:rsid w:val="007F30D6"/>
    <w:rsid w:val="007F30FA"/>
    <w:rsid w:val="007F3297"/>
    <w:rsid w:val="007F346C"/>
    <w:rsid w:val="007F50E7"/>
    <w:rsid w:val="007F552D"/>
    <w:rsid w:val="007F56AE"/>
    <w:rsid w:val="007F57BC"/>
    <w:rsid w:val="007F57C0"/>
    <w:rsid w:val="007F7614"/>
    <w:rsid w:val="0080008B"/>
    <w:rsid w:val="00800DF9"/>
    <w:rsid w:val="00801B7A"/>
    <w:rsid w:val="00802EFC"/>
    <w:rsid w:val="00803B4D"/>
    <w:rsid w:val="00803CB0"/>
    <w:rsid w:val="00805A27"/>
    <w:rsid w:val="00806F92"/>
    <w:rsid w:val="008100E6"/>
    <w:rsid w:val="00810361"/>
    <w:rsid w:val="00810A96"/>
    <w:rsid w:val="00811AED"/>
    <w:rsid w:val="00811C41"/>
    <w:rsid w:val="00813549"/>
    <w:rsid w:val="008147D7"/>
    <w:rsid w:val="00816AED"/>
    <w:rsid w:val="00816E99"/>
    <w:rsid w:val="00817DA2"/>
    <w:rsid w:val="00820E6D"/>
    <w:rsid w:val="00821FBB"/>
    <w:rsid w:val="00824E64"/>
    <w:rsid w:val="00826864"/>
    <w:rsid w:val="00826DA4"/>
    <w:rsid w:val="0082703A"/>
    <w:rsid w:val="0083022C"/>
    <w:rsid w:val="008305D4"/>
    <w:rsid w:val="0083110E"/>
    <w:rsid w:val="00833115"/>
    <w:rsid w:val="0083393E"/>
    <w:rsid w:val="00833D9A"/>
    <w:rsid w:val="00833DA0"/>
    <w:rsid w:val="00834FB2"/>
    <w:rsid w:val="0083516A"/>
    <w:rsid w:val="00835310"/>
    <w:rsid w:val="00835517"/>
    <w:rsid w:val="0083662E"/>
    <w:rsid w:val="0084107D"/>
    <w:rsid w:val="008414F1"/>
    <w:rsid w:val="00841F55"/>
    <w:rsid w:val="00843B7A"/>
    <w:rsid w:val="0084650D"/>
    <w:rsid w:val="00846FD6"/>
    <w:rsid w:val="00847B66"/>
    <w:rsid w:val="008501BD"/>
    <w:rsid w:val="0085138C"/>
    <w:rsid w:val="008515C5"/>
    <w:rsid w:val="008528B7"/>
    <w:rsid w:val="00853134"/>
    <w:rsid w:val="00854D39"/>
    <w:rsid w:val="008565CE"/>
    <w:rsid w:val="00857791"/>
    <w:rsid w:val="00860A89"/>
    <w:rsid w:val="00861868"/>
    <w:rsid w:val="00862889"/>
    <w:rsid w:val="00862A61"/>
    <w:rsid w:val="00862BB8"/>
    <w:rsid w:val="00863E80"/>
    <w:rsid w:val="00864DA1"/>
    <w:rsid w:val="00865E23"/>
    <w:rsid w:val="00866C5F"/>
    <w:rsid w:val="00866C65"/>
    <w:rsid w:val="00867446"/>
    <w:rsid w:val="0086794E"/>
    <w:rsid w:val="0087211B"/>
    <w:rsid w:val="008725EA"/>
    <w:rsid w:val="0087284A"/>
    <w:rsid w:val="008729EE"/>
    <w:rsid w:val="00873F14"/>
    <w:rsid w:val="00875D30"/>
    <w:rsid w:val="008763CE"/>
    <w:rsid w:val="0087697A"/>
    <w:rsid w:val="0088062A"/>
    <w:rsid w:val="00880FFF"/>
    <w:rsid w:val="00882382"/>
    <w:rsid w:val="00882772"/>
    <w:rsid w:val="00882DD2"/>
    <w:rsid w:val="00884BB1"/>
    <w:rsid w:val="0088618C"/>
    <w:rsid w:val="008869DC"/>
    <w:rsid w:val="00886AE6"/>
    <w:rsid w:val="008919D7"/>
    <w:rsid w:val="00891E3A"/>
    <w:rsid w:val="008921BC"/>
    <w:rsid w:val="008924C5"/>
    <w:rsid w:val="00892850"/>
    <w:rsid w:val="008929C4"/>
    <w:rsid w:val="00894DF3"/>
    <w:rsid w:val="00894EB8"/>
    <w:rsid w:val="0089761B"/>
    <w:rsid w:val="0089780F"/>
    <w:rsid w:val="008A281D"/>
    <w:rsid w:val="008A5815"/>
    <w:rsid w:val="008A5A9D"/>
    <w:rsid w:val="008A6594"/>
    <w:rsid w:val="008A7AC1"/>
    <w:rsid w:val="008B0CE0"/>
    <w:rsid w:val="008B231D"/>
    <w:rsid w:val="008B4645"/>
    <w:rsid w:val="008B4A42"/>
    <w:rsid w:val="008B4E8B"/>
    <w:rsid w:val="008B59D7"/>
    <w:rsid w:val="008C06C2"/>
    <w:rsid w:val="008C0958"/>
    <w:rsid w:val="008C0ABE"/>
    <w:rsid w:val="008C0EF8"/>
    <w:rsid w:val="008C2012"/>
    <w:rsid w:val="008C216F"/>
    <w:rsid w:val="008C2C23"/>
    <w:rsid w:val="008C5593"/>
    <w:rsid w:val="008C57F4"/>
    <w:rsid w:val="008C63A3"/>
    <w:rsid w:val="008C6729"/>
    <w:rsid w:val="008D09D6"/>
    <w:rsid w:val="008D1CC2"/>
    <w:rsid w:val="008D23ED"/>
    <w:rsid w:val="008D4596"/>
    <w:rsid w:val="008D4AF3"/>
    <w:rsid w:val="008D4EF0"/>
    <w:rsid w:val="008D6073"/>
    <w:rsid w:val="008E00C3"/>
    <w:rsid w:val="008E3B93"/>
    <w:rsid w:val="008E633D"/>
    <w:rsid w:val="008F2764"/>
    <w:rsid w:val="008F2DB9"/>
    <w:rsid w:val="008F4B3B"/>
    <w:rsid w:val="009004B3"/>
    <w:rsid w:val="009004C3"/>
    <w:rsid w:val="00901CFD"/>
    <w:rsid w:val="0090360C"/>
    <w:rsid w:val="00903DAC"/>
    <w:rsid w:val="00904DC7"/>
    <w:rsid w:val="00904E91"/>
    <w:rsid w:val="00906F17"/>
    <w:rsid w:val="00906F30"/>
    <w:rsid w:val="0090736E"/>
    <w:rsid w:val="00907E45"/>
    <w:rsid w:val="00910A60"/>
    <w:rsid w:val="009113F0"/>
    <w:rsid w:val="00911473"/>
    <w:rsid w:val="009114DC"/>
    <w:rsid w:val="009115F1"/>
    <w:rsid w:val="00912EAE"/>
    <w:rsid w:val="0091348F"/>
    <w:rsid w:val="0091424D"/>
    <w:rsid w:val="0091447A"/>
    <w:rsid w:val="00915710"/>
    <w:rsid w:val="00915DB2"/>
    <w:rsid w:val="00915F91"/>
    <w:rsid w:val="00917788"/>
    <w:rsid w:val="00917CE3"/>
    <w:rsid w:val="00920CD6"/>
    <w:rsid w:val="00922133"/>
    <w:rsid w:val="0092325D"/>
    <w:rsid w:val="00924EB5"/>
    <w:rsid w:val="0092758A"/>
    <w:rsid w:val="00927743"/>
    <w:rsid w:val="009308CB"/>
    <w:rsid w:val="00930D71"/>
    <w:rsid w:val="0093181C"/>
    <w:rsid w:val="00931B9B"/>
    <w:rsid w:val="009320E7"/>
    <w:rsid w:val="00932FD1"/>
    <w:rsid w:val="009348BA"/>
    <w:rsid w:val="00934C6F"/>
    <w:rsid w:val="0093588B"/>
    <w:rsid w:val="00935F77"/>
    <w:rsid w:val="00936296"/>
    <w:rsid w:val="009372EE"/>
    <w:rsid w:val="00937612"/>
    <w:rsid w:val="00937E9A"/>
    <w:rsid w:val="00940704"/>
    <w:rsid w:val="009409A7"/>
    <w:rsid w:val="00943B77"/>
    <w:rsid w:val="00943D66"/>
    <w:rsid w:val="0094402C"/>
    <w:rsid w:val="00945FF8"/>
    <w:rsid w:val="009463FE"/>
    <w:rsid w:val="00947142"/>
    <w:rsid w:val="009475E8"/>
    <w:rsid w:val="009521CD"/>
    <w:rsid w:val="00952640"/>
    <w:rsid w:val="00952BE9"/>
    <w:rsid w:val="00952C72"/>
    <w:rsid w:val="00960077"/>
    <w:rsid w:val="0096094E"/>
    <w:rsid w:val="00960BB9"/>
    <w:rsid w:val="00961526"/>
    <w:rsid w:val="00962F44"/>
    <w:rsid w:val="009631CC"/>
    <w:rsid w:val="00963A25"/>
    <w:rsid w:val="00965B9F"/>
    <w:rsid w:val="00966AA8"/>
    <w:rsid w:val="009674F2"/>
    <w:rsid w:val="00971CD9"/>
    <w:rsid w:val="00975665"/>
    <w:rsid w:val="0097584E"/>
    <w:rsid w:val="00976F25"/>
    <w:rsid w:val="00977F6A"/>
    <w:rsid w:val="009807F3"/>
    <w:rsid w:val="00980CD6"/>
    <w:rsid w:val="009826BF"/>
    <w:rsid w:val="00984F85"/>
    <w:rsid w:val="00985177"/>
    <w:rsid w:val="009863D9"/>
    <w:rsid w:val="009874A9"/>
    <w:rsid w:val="00987B68"/>
    <w:rsid w:val="00992D58"/>
    <w:rsid w:val="00994FDE"/>
    <w:rsid w:val="00995AB2"/>
    <w:rsid w:val="009964AA"/>
    <w:rsid w:val="0099658D"/>
    <w:rsid w:val="009973E2"/>
    <w:rsid w:val="00997962"/>
    <w:rsid w:val="009A0F68"/>
    <w:rsid w:val="009A2246"/>
    <w:rsid w:val="009A2BCF"/>
    <w:rsid w:val="009A31B3"/>
    <w:rsid w:val="009A3358"/>
    <w:rsid w:val="009B1D0D"/>
    <w:rsid w:val="009B2BAC"/>
    <w:rsid w:val="009B3101"/>
    <w:rsid w:val="009B3B43"/>
    <w:rsid w:val="009B43B9"/>
    <w:rsid w:val="009B4832"/>
    <w:rsid w:val="009B498D"/>
    <w:rsid w:val="009B49C3"/>
    <w:rsid w:val="009B53EC"/>
    <w:rsid w:val="009B5D1E"/>
    <w:rsid w:val="009B6B31"/>
    <w:rsid w:val="009B787A"/>
    <w:rsid w:val="009C2A93"/>
    <w:rsid w:val="009C324F"/>
    <w:rsid w:val="009C35F3"/>
    <w:rsid w:val="009C372B"/>
    <w:rsid w:val="009C38BA"/>
    <w:rsid w:val="009C3D26"/>
    <w:rsid w:val="009C474C"/>
    <w:rsid w:val="009C5EAC"/>
    <w:rsid w:val="009C5F35"/>
    <w:rsid w:val="009C716F"/>
    <w:rsid w:val="009C71C8"/>
    <w:rsid w:val="009D1372"/>
    <w:rsid w:val="009D168A"/>
    <w:rsid w:val="009D1A7E"/>
    <w:rsid w:val="009D1AB1"/>
    <w:rsid w:val="009D2EDD"/>
    <w:rsid w:val="009D33F7"/>
    <w:rsid w:val="009D5CAB"/>
    <w:rsid w:val="009E0B33"/>
    <w:rsid w:val="009E0D80"/>
    <w:rsid w:val="009E16F0"/>
    <w:rsid w:val="009E193D"/>
    <w:rsid w:val="009E51E6"/>
    <w:rsid w:val="009E5BC6"/>
    <w:rsid w:val="009E6136"/>
    <w:rsid w:val="009E7073"/>
    <w:rsid w:val="009E75F8"/>
    <w:rsid w:val="009E7E5B"/>
    <w:rsid w:val="009F056C"/>
    <w:rsid w:val="009F1FB5"/>
    <w:rsid w:val="009F3379"/>
    <w:rsid w:val="009F3C14"/>
    <w:rsid w:val="009F4729"/>
    <w:rsid w:val="009F5CEF"/>
    <w:rsid w:val="00A02992"/>
    <w:rsid w:val="00A052A3"/>
    <w:rsid w:val="00A05668"/>
    <w:rsid w:val="00A0635B"/>
    <w:rsid w:val="00A07D6C"/>
    <w:rsid w:val="00A10519"/>
    <w:rsid w:val="00A10E52"/>
    <w:rsid w:val="00A10E61"/>
    <w:rsid w:val="00A1174C"/>
    <w:rsid w:val="00A122F1"/>
    <w:rsid w:val="00A1297C"/>
    <w:rsid w:val="00A13BAD"/>
    <w:rsid w:val="00A13DAF"/>
    <w:rsid w:val="00A146DF"/>
    <w:rsid w:val="00A15D3A"/>
    <w:rsid w:val="00A16958"/>
    <w:rsid w:val="00A21419"/>
    <w:rsid w:val="00A23405"/>
    <w:rsid w:val="00A23C7A"/>
    <w:rsid w:val="00A25132"/>
    <w:rsid w:val="00A254CB"/>
    <w:rsid w:val="00A258FB"/>
    <w:rsid w:val="00A25E97"/>
    <w:rsid w:val="00A2627A"/>
    <w:rsid w:val="00A2690D"/>
    <w:rsid w:val="00A33FFF"/>
    <w:rsid w:val="00A34163"/>
    <w:rsid w:val="00A34860"/>
    <w:rsid w:val="00A35942"/>
    <w:rsid w:val="00A366E4"/>
    <w:rsid w:val="00A41011"/>
    <w:rsid w:val="00A421BA"/>
    <w:rsid w:val="00A430C2"/>
    <w:rsid w:val="00A4386F"/>
    <w:rsid w:val="00A43BBF"/>
    <w:rsid w:val="00A4451E"/>
    <w:rsid w:val="00A44D69"/>
    <w:rsid w:val="00A44E94"/>
    <w:rsid w:val="00A45FF1"/>
    <w:rsid w:val="00A4687A"/>
    <w:rsid w:val="00A46F01"/>
    <w:rsid w:val="00A47455"/>
    <w:rsid w:val="00A50162"/>
    <w:rsid w:val="00A505E8"/>
    <w:rsid w:val="00A535DB"/>
    <w:rsid w:val="00A53CC3"/>
    <w:rsid w:val="00A53F65"/>
    <w:rsid w:val="00A544B3"/>
    <w:rsid w:val="00A54FE3"/>
    <w:rsid w:val="00A55353"/>
    <w:rsid w:val="00A57EC8"/>
    <w:rsid w:val="00A622A5"/>
    <w:rsid w:val="00A6269F"/>
    <w:rsid w:val="00A63B1F"/>
    <w:rsid w:val="00A651F5"/>
    <w:rsid w:val="00A660A4"/>
    <w:rsid w:val="00A66215"/>
    <w:rsid w:val="00A670D4"/>
    <w:rsid w:val="00A6775D"/>
    <w:rsid w:val="00A67DAF"/>
    <w:rsid w:val="00A705FF"/>
    <w:rsid w:val="00A70FF5"/>
    <w:rsid w:val="00A711C3"/>
    <w:rsid w:val="00A7159B"/>
    <w:rsid w:val="00A72186"/>
    <w:rsid w:val="00A7257B"/>
    <w:rsid w:val="00A73846"/>
    <w:rsid w:val="00A73BF9"/>
    <w:rsid w:val="00A751F5"/>
    <w:rsid w:val="00A7706C"/>
    <w:rsid w:val="00A778FA"/>
    <w:rsid w:val="00A81030"/>
    <w:rsid w:val="00A821FD"/>
    <w:rsid w:val="00A8285F"/>
    <w:rsid w:val="00A85111"/>
    <w:rsid w:val="00A85509"/>
    <w:rsid w:val="00A85DA4"/>
    <w:rsid w:val="00A86AE9"/>
    <w:rsid w:val="00A86C3D"/>
    <w:rsid w:val="00A87388"/>
    <w:rsid w:val="00A87C2B"/>
    <w:rsid w:val="00A87D91"/>
    <w:rsid w:val="00A9066D"/>
    <w:rsid w:val="00A90ACD"/>
    <w:rsid w:val="00A91C1A"/>
    <w:rsid w:val="00A951C6"/>
    <w:rsid w:val="00A95C27"/>
    <w:rsid w:val="00A964FC"/>
    <w:rsid w:val="00A9738D"/>
    <w:rsid w:val="00AA0A47"/>
    <w:rsid w:val="00AA0A5A"/>
    <w:rsid w:val="00AA0EA1"/>
    <w:rsid w:val="00AA1343"/>
    <w:rsid w:val="00AA176F"/>
    <w:rsid w:val="00AA4CC6"/>
    <w:rsid w:val="00AA532B"/>
    <w:rsid w:val="00AA5602"/>
    <w:rsid w:val="00AA5D2A"/>
    <w:rsid w:val="00AA610A"/>
    <w:rsid w:val="00AA6705"/>
    <w:rsid w:val="00AA695C"/>
    <w:rsid w:val="00AA7B40"/>
    <w:rsid w:val="00AA7EB0"/>
    <w:rsid w:val="00AA7EDD"/>
    <w:rsid w:val="00AB0065"/>
    <w:rsid w:val="00AB0729"/>
    <w:rsid w:val="00AB1A9B"/>
    <w:rsid w:val="00AB327C"/>
    <w:rsid w:val="00AB34B0"/>
    <w:rsid w:val="00AB3758"/>
    <w:rsid w:val="00AB38E3"/>
    <w:rsid w:val="00AB391A"/>
    <w:rsid w:val="00AB4837"/>
    <w:rsid w:val="00AB58B2"/>
    <w:rsid w:val="00AB5A94"/>
    <w:rsid w:val="00AB602A"/>
    <w:rsid w:val="00AB6118"/>
    <w:rsid w:val="00AB771D"/>
    <w:rsid w:val="00AC1286"/>
    <w:rsid w:val="00AC12B4"/>
    <w:rsid w:val="00AC332C"/>
    <w:rsid w:val="00AC3D57"/>
    <w:rsid w:val="00AC4A7E"/>
    <w:rsid w:val="00AC4CF7"/>
    <w:rsid w:val="00AC4D8C"/>
    <w:rsid w:val="00AC5B4A"/>
    <w:rsid w:val="00AC6D35"/>
    <w:rsid w:val="00AC7BF2"/>
    <w:rsid w:val="00AD06F5"/>
    <w:rsid w:val="00AD074B"/>
    <w:rsid w:val="00AD12C2"/>
    <w:rsid w:val="00AD1A1A"/>
    <w:rsid w:val="00AD1B91"/>
    <w:rsid w:val="00AD2581"/>
    <w:rsid w:val="00AD25DA"/>
    <w:rsid w:val="00AD38BD"/>
    <w:rsid w:val="00AD42CE"/>
    <w:rsid w:val="00AD4544"/>
    <w:rsid w:val="00AD45BC"/>
    <w:rsid w:val="00AD4BAF"/>
    <w:rsid w:val="00AD4C9C"/>
    <w:rsid w:val="00AD7D4D"/>
    <w:rsid w:val="00AE1994"/>
    <w:rsid w:val="00AE1A17"/>
    <w:rsid w:val="00AE1B70"/>
    <w:rsid w:val="00AE4CB0"/>
    <w:rsid w:val="00AE6B3B"/>
    <w:rsid w:val="00AE7510"/>
    <w:rsid w:val="00AE7A35"/>
    <w:rsid w:val="00AE7B3F"/>
    <w:rsid w:val="00AF1C37"/>
    <w:rsid w:val="00AF2076"/>
    <w:rsid w:val="00AF2199"/>
    <w:rsid w:val="00AF257A"/>
    <w:rsid w:val="00AF2BDA"/>
    <w:rsid w:val="00AF3DD3"/>
    <w:rsid w:val="00AF438A"/>
    <w:rsid w:val="00AF4A65"/>
    <w:rsid w:val="00AF609B"/>
    <w:rsid w:val="00AF6EA4"/>
    <w:rsid w:val="00AF703F"/>
    <w:rsid w:val="00B000A4"/>
    <w:rsid w:val="00B011EC"/>
    <w:rsid w:val="00B03024"/>
    <w:rsid w:val="00B0408A"/>
    <w:rsid w:val="00B04412"/>
    <w:rsid w:val="00B05FC8"/>
    <w:rsid w:val="00B06104"/>
    <w:rsid w:val="00B07C7D"/>
    <w:rsid w:val="00B111D8"/>
    <w:rsid w:val="00B13AF0"/>
    <w:rsid w:val="00B13D27"/>
    <w:rsid w:val="00B15997"/>
    <w:rsid w:val="00B15E91"/>
    <w:rsid w:val="00B17100"/>
    <w:rsid w:val="00B177AF"/>
    <w:rsid w:val="00B17CF7"/>
    <w:rsid w:val="00B2017F"/>
    <w:rsid w:val="00B20914"/>
    <w:rsid w:val="00B2211D"/>
    <w:rsid w:val="00B22B19"/>
    <w:rsid w:val="00B24311"/>
    <w:rsid w:val="00B258D7"/>
    <w:rsid w:val="00B306A7"/>
    <w:rsid w:val="00B30C6D"/>
    <w:rsid w:val="00B328C4"/>
    <w:rsid w:val="00B32A63"/>
    <w:rsid w:val="00B33101"/>
    <w:rsid w:val="00B33932"/>
    <w:rsid w:val="00B34421"/>
    <w:rsid w:val="00B3491E"/>
    <w:rsid w:val="00B358A4"/>
    <w:rsid w:val="00B359C6"/>
    <w:rsid w:val="00B36C38"/>
    <w:rsid w:val="00B37F56"/>
    <w:rsid w:val="00B4085B"/>
    <w:rsid w:val="00B417F0"/>
    <w:rsid w:val="00B41E61"/>
    <w:rsid w:val="00B42711"/>
    <w:rsid w:val="00B429D3"/>
    <w:rsid w:val="00B430CE"/>
    <w:rsid w:val="00B436A0"/>
    <w:rsid w:val="00B4427F"/>
    <w:rsid w:val="00B44892"/>
    <w:rsid w:val="00B470BF"/>
    <w:rsid w:val="00B4788C"/>
    <w:rsid w:val="00B4799D"/>
    <w:rsid w:val="00B51B82"/>
    <w:rsid w:val="00B53974"/>
    <w:rsid w:val="00B543DE"/>
    <w:rsid w:val="00B5456D"/>
    <w:rsid w:val="00B563B8"/>
    <w:rsid w:val="00B56470"/>
    <w:rsid w:val="00B57532"/>
    <w:rsid w:val="00B6036A"/>
    <w:rsid w:val="00B61A9A"/>
    <w:rsid w:val="00B62019"/>
    <w:rsid w:val="00B6471D"/>
    <w:rsid w:val="00B64A75"/>
    <w:rsid w:val="00B65251"/>
    <w:rsid w:val="00B7024A"/>
    <w:rsid w:val="00B703A7"/>
    <w:rsid w:val="00B7068C"/>
    <w:rsid w:val="00B71F1B"/>
    <w:rsid w:val="00B74B49"/>
    <w:rsid w:val="00B7555A"/>
    <w:rsid w:val="00B767F6"/>
    <w:rsid w:val="00B76DEE"/>
    <w:rsid w:val="00B76F20"/>
    <w:rsid w:val="00B77680"/>
    <w:rsid w:val="00B8042D"/>
    <w:rsid w:val="00B80557"/>
    <w:rsid w:val="00B81C65"/>
    <w:rsid w:val="00B82DC6"/>
    <w:rsid w:val="00B845B8"/>
    <w:rsid w:val="00B853F9"/>
    <w:rsid w:val="00B878E9"/>
    <w:rsid w:val="00B903AF"/>
    <w:rsid w:val="00B90406"/>
    <w:rsid w:val="00B91B25"/>
    <w:rsid w:val="00B93496"/>
    <w:rsid w:val="00B94C39"/>
    <w:rsid w:val="00BA1388"/>
    <w:rsid w:val="00BA1AD9"/>
    <w:rsid w:val="00BA26ED"/>
    <w:rsid w:val="00BA28C6"/>
    <w:rsid w:val="00BA62DA"/>
    <w:rsid w:val="00BB0F36"/>
    <w:rsid w:val="00BB1467"/>
    <w:rsid w:val="00BB29C2"/>
    <w:rsid w:val="00BB3231"/>
    <w:rsid w:val="00BB57FB"/>
    <w:rsid w:val="00BB7689"/>
    <w:rsid w:val="00BC0A1E"/>
    <w:rsid w:val="00BC0C89"/>
    <w:rsid w:val="00BC1482"/>
    <w:rsid w:val="00BC1A9E"/>
    <w:rsid w:val="00BC1DAA"/>
    <w:rsid w:val="00BC1E19"/>
    <w:rsid w:val="00BC20D8"/>
    <w:rsid w:val="00BC21A5"/>
    <w:rsid w:val="00BC2446"/>
    <w:rsid w:val="00BC294A"/>
    <w:rsid w:val="00BC3E7B"/>
    <w:rsid w:val="00BC4565"/>
    <w:rsid w:val="00BC463B"/>
    <w:rsid w:val="00BC47F1"/>
    <w:rsid w:val="00BC4C6B"/>
    <w:rsid w:val="00BC642E"/>
    <w:rsid w:val="00BC7D06"/>
    <w:rsid w:val="00BD05F1"/>
    <w:rsid w:val="00BD12FA"/>
    <w:rsid w:val="00BD1822"/>
    <w:rsid w:val="00BD182F"/>
    <w:rsid w:val="00BD2287"/>
    <w:rsid w:val="00BD477B"/>
    <w:rsid w:val="00BD56DA"/>
    <w:rsid w:val="00BD68B0"/>
    <w:rsid w:val="00BE0958"/>
    <w:rsid w:val="00BE10BE"/>
    <w:rsid w:val="00BE1844"/>
    <w:rsid w:val="00BE285D"/>
    <w:rsid w:val="00BE291A"/>
    <w:rsid w:val="00BE2DF7"/>
    <w:rsid w:val="00BE3132"/>
    <w:rsid w:val="00BE4100"/>
    <w:rsid w:val="00BE57C6"/>
    <w:rsid w:val="00BE6867"/>
    <w:rsid w:val="00BE70A9"/>
    <w:rsid w:val="00BE7B64"/>
    <w:rsid w:val="00BF0200"/>
    <w:rsid w:val="00BF0331"/>
    <w:rsid w:val="00BF0E0C"/>
    <w:rsid w:val="00BF2A67"/>
    <w:rsid w:val="00BF2D63"/>
    <w:rsid w:val="00BF2DC6"/>
    <w:rsid w:val="00BF52FC"/>
    <w:rsid w:val="00BF548B"/>
    <w:rsid w:val="00BF72DE"/>
    <w:rsid w:val="00C00A37"/>
    <w:rsid w:val="00C02597"/>
    <w:rsid w:val="00C02821"/>
    <w:rsid w:val="00C02C60"/>
    <w:rsid w:val="00C02FC6"/>
    <w:rsid w:val="00C050F3"/>
    <w:rsid w:val="00C05652"/>
    <w:rsid w:val="00C0582C"/>
    <w:rsid w:val="00C0633D"/>
    <w:rsid w:val="00C07358"/>
    <w:rsid w:val="00C07F1B"/>
    <w:rsid w:val="00C10C4F"/>
    <w:rsid w:val="00C10CC1"/>
    <w:rsid w:val="00C13236"/>
    <w:rsid w:val="00C13439"/>
    <w:rsid w:val="00C1404D"/>
    <w:rsid w:val="00C1434D"/>
    <w:rsid w:val="00C15480"/>
    <w:rsid w:val="00C15ED2"/>
    <w:rsid w:val="00C163BC"/>
    <w:rsid w:val="00C17057"/>
    <w:rsid w:val="00C17807"/>
    <w:rsid w:val="00C17EDB"/>
    <w:rsid w:val="00C2090F"/>
    <w:rsid w:val="00C20D16"/>
    <w:rsid w:val="00C218D4"/>
    <w:rsid w:val="00C21C84"/>
    <w:rsid w:val="00C21ED6"/>
    <w:rsid w:val="00C23A43"/>
    <w:rsid w:val="00C2563D"/>
    <w:rsid w:val="00C25727"/>
    <w:rsid w:val="00C272D6"/>
    <w:rsid w:val="00C27B8B"/>
    <w:rsid w:val="00C306AA"/>
    <w:rsid w:val="00C31186"/>
    <w:rsid w:val="00C3301B"/>
    <w:rsid w:val="00C33C8E"/>
    <w:rsid w:val="00C350C6"/>
    <w:rsid w:val="00C357EF"/>
    <w:rsid w:val="00C35B24"/>
    <w:rsid w:val="00C35F3B"/>
    <w:rsid w:val="00C3665A"/>
    <w:rsid w:val="00C3735D"/>
    <w:rsid w:val="00C37794"/>
    <w:rsid w:val="00C37B41"/>
    <w:rsid w:val="00C40193"/>
    <w:rsid w:val="00C40696"/>
    <w:rsid w:val="00C40F4B"/>
    <w:rsid w:val="00C422E0"/>
    <w:rsid w:val="00C433C7"/>
    <w:rsid w:val="00C449B3"/>
    <w:rsid w:val="00C4525F"/>
    <w:rsid w:val="00C456C8"/>
    <w:rsid w:val="00C456D2"/>
    <w:rsid w:val="00C4594B"/>
    <w:rsid w:val="00C46CBB"/>
    <w:rsid w:val="00C52B0C"/>
    <w:rsid w:val="00C54FD4"/>
    <w:rsid w:val="00C5746C"/>
    <w:rsid w:val="00C576AF"/>
    <w:rsid w:val="00C60095"/>
    <w:rsid w:val="00C621D1"/>
    <w:rsid w:val="00C62B85"/>
    <w:rsid w:val="00C63FA0"/>
    <w:rsid w:val="00C645F9"/>
    <w:rsid w:val="00C65101"/>
    <w:rsid w:val="00C6548E"/>
    <w:rsid w:val="00C6580C"/>
    <w:rsid w:val="00C65974"/>
    <w:rsid w:val="00C66DA6"/>
    <w:rsid w:val="00C677AC"/>
    <w:rsid w:val="00C70DEA"/>
    <w:rsid w:val="00C71152"/>
    <w:rsid w:val="00C714F7"/>
    <w:rsid w:val="00C72A0A"/>
    <w:rsid w:val="00C72B16"/>
    <w:rsid w:val="00C74DD5"/>
    <w:rsid w:val="00C751D6"/>
    <w:rsid w:val="00C76923"/>
    <w:rsid w:val="00C76EED"/>
    <w:rsid w:val="00C8202C"/>
    <w:rsid w:val="00C8210F"/>
    <w:rsid w:val="00C8270C"/>
    <w:rsid w:val="00C82AD8"/>
    <w:rsid w:val="00C834C1"/>
    <w:rsid w:val="00C83818"/>
    <w:rsid w:val="00C8455C"/>
    <w:rsid w:val="00C848D3"/>
    <w:rsid w:val="00C86A61"/>
    <w:rsid w:val="00C86BB7"/>
    <w:rsid w:val="00C872B8"/>
    <w:rsid w:val="00C90724"/>
    <w:rsid w:val="00C90FF4"/>
    <w:rsid w:val="00C91BFE"/>
    <w:rsid w:val="00C92839"/>
    <w:rsid w:val="00C92FA1"/>
    <w:rsid w:val="00C931B0"/>
    <w:rsid w:val="00C94393"/>
    <w:rsid w:val="00C95684"/>
    <w:rsid w:val="00C95A94"/>
    <w:rsid w:val="00C95AAD"/>
    <w:rsid w:val="00C95C8A"/>
    <w:rsid w:val="00C96A76"/>
    <w:rsid w:val="00CA02E7"/>
    <w:rsid w:val="00CA1FA9"/>
    <w:rsid w:val="00CA2451"/>
    <w:rsid w:val="00CA2933"/>
    <w:rsid w:val="00CA3920"/>
    <w:rsid w:val="00CA39B1"/>
    <w:rsid w:val="00CA4E7B"/>
    <w:rsid w:val="00CA5266"/>
    <w:rsid w:val="00CA54E1"/>
    <w:rsid w:val="00CA6555"/>
    <w:rsid w:val="00CA6C71"/>
    <w:rsid w:val="00CA6F75"/>
    <w:rsid w:val="00CA7B34"/>
    <w:rsid w:val="00CB00F6"/>
    <w:rsid w:val="00CB0325"/>
    <w:rsid w:val="00CB0AFC"/>
    <w:rsid w:val="00CB242C"/>
    <w:rsid w:val="00CB35C2"/>
    <w:rsid w:val="00CB406A"/>
    <w:rsid w:val="00CB6399"/>
    <w:rsid w:val="00CB6434"/>
    <w:rsid w:val="00CB7C13"/>
    <w:rsid w:val="00CC2F7C"/>
    <w:rsid w:val="00CC484D"/>
    <w:rsid w:val="00CC5D44"/>
    <w:rsid w:val="00CC62F3"/>
    <w:rsid w:val="00CC6386"/>
    <w:rsid w:val="00CC693E"/>
    <w:rsid w:val="00CC7392"/>
    <w:rsid w:val="00CD0EF1"/>
    <w:rsid w:val="00CD2C20"/>
    <w:rsid w:val="00CD2F0C"/>
    <w:rsid w:val="00CD362F"/>
    <w:rsid w:val="00CD400C"/>
    <w:rsid w:val="00CD4748"/>
    <w:rsid w:val="00CD49B5"/>
    <w:rsid w:val="00CD4B5E"/>
    <w:rsid w:val="00CD562B"/>
    <w:rsid w:val="00CD5D22"/>
    <w:rsid w:val="00CD77F7"/>
    <w:rsid w:val="00CE1156"/>
    <w:rsid w:val="00CE268A"/>
    <w:rsid w:val="00CE3E41"/>
    <w:rsid w:val="00CE4C10"/>
    <w:rsid w:val="00CE6CFD"/>
    <w:rsid w:val="00CF0712"/>
    <w:rsid w:val="00CF1207"/>
    <w:rsid w:val="00CF15B3"/>
    <w:rsid w:val="00CF3A68"/>
    <w:rsid w:val="00CF44BC"/>
    <w:rsid w:val="00CF567D"/>
    <w:rsid w:val="00D011D1"/>
    <w:rsid w:val="00D01553"/>
    <w:rsid w:val="00D015FD"/>
    <w:rsid w:val="00D01DF2"/>
    <w:rsid w:val="00D01E55"/>
    <w:rsid w:val="00D02428"/>
    <w:rsid w:val="00D03700"/>
    <w:rsid w:val="00D03A48"/>
    <w:rsid w:val="00D057A0"/>
    <w:rsid w:val="00D0645B"/>
    <w:rsid w:val="00D065EC"/>
    <w:rsid w:val="00D104B0"/>
    <w:rsid w:val="00D1168D"/>
    <w:rsid w:val="00D13A71"/>
    <w:rsid w:val="00D15CEB"/>
    <w:rsid w:val="00D204C5"/>
    <w:rsid w:val="00D20626"/>
    <w:rsid w:val="00D21D3C"/>
    <w:rsid w:val="00D22E9B"/>
    <w:rsid w:val="00D23539"/>
    <w:rsid w:val="00D23F00"/>
    <w:rsid w:val="00D244D3"/>
    <w:rsid w:val="00D263A4"/>
    <w:rsid w:val="00D275A8"/>
    <w:rsid w:val="00D278D6"/>
    <w:rsid w:val="00D31A48"/>
    <w:rsid w:val="00D33791"/>
    <w:rsid w:val="00D33ECE"/>
    <w:rsid w:val="00D3464A"/>
    <w:rsid w:val="00D36689"/>
    <w:rsid w:val="00D36E64"/>
    <w:rsid w:val="00D40965"/>
    <w:rsid w:val="00D41769"/>
    <w:rsid w:val="00D4320A"/>
    <w:rsid w:val="00D433BB"/>
    <w:rsid w:val="00D43D09"/>
    <w:rsid w:val="00D44934"/>
    <w:rsid w:val="00D45959"/>
    <w:rsid w:val="00D46381"/>
    <w:rsid w:val="00D47805"/>
    <w:rsid w:val="00D47F90"/>
    <w:rsid w:val="00D50AC4"/>
    <w:rsid w:val="00D5143C"/>
    <w:rsid w:val="00D532D8"/>
    <w:rsid w:val="00D53BC4"/>
    <w:rsid w:val="00D5407B"/>
    <w:rsid w:val="00D5442F"/>
    <w:rsid w:val="00D54FA2"/>
    <w:rsid w:val="00D5539A"/>
    <w:rsid w:val="00D55557"/>
    <w:rsid w:val="00D562EA"/>
    <w:rsid w:val="00D577E7"/>
    <w:rsid w:val="00D57E6A"/>
    <w:rsid w:val="00D60233"/>
    <w:rsid w:val="00D6048B"/>
    <w:rsid w:val="00D60E86"/>
    <w:rsid w:val="00D60EE4"/>
    <w:rsid w:val="00D610EE"/>
    <w:rsid w:val="00D622CC"/>
    <w:rsid w:val="00D62655"/>
    <w:rsid w:val="00D63166"/>
    <w:rsid w:val="00D63F32"/>
    <w:rsid w:val="00D64920"/>
    <w:rsid w:val="00D64CB7"/>
    <w:rsid w:val="00D65813"/>
    <w:rsid w:val="00D66204"/>
    <w:rsid w:val="00D664A6"/>
    <w:rsid w:val="00D66F69"/>
    <w:rsid w:val="00D67B50"/>
    <w:rsid w:val="00D71CC9"/>
    <w:rsid w:val="00D71D30"/>
    <w:rsid w:val="00D71D83"/>
    <w:rsid w:val="00D72163"/>
    <w:rsid w:val="00D721EE"/>
    <w:rsid w:val="00D728BA"/>
    <w:rsid w:val="00D72AA0"/>
    <w:rsid w:val="00D72B18"/>
    <w:rsid w:val="00D73A30"/>
    <w:rsid w:val="00D73F40"/>
    <w:rsid w:val="00D746A9"/>
    <w:rsid w:val="00D77612"/>
    <w:rsid w:val="00D81A53"/>
    <w:rsid w:val="00D832E8"/>
    <w:rsid w:val="00D83C75"/>
    <w:rsid w:val="00D84848"/>
    <w:rsid w:val="00D8581B"/>
    <w:rsid w:val="00D859A4"/>
    <w:rsid w:val="00D864DA"/>
    <w:rsid w:val="00D866F6"/>
    <w:rsid w:val="00D873EC"/>
    <w:rsid w:val="00D87883"/>
    <w:rsid w:val="00D87BE4"/>
    <w:rsid w:val="00D90574"/>
    <w:rsid w:val="00D9407F"/>
    <w:rsid w:val="00D944C8"/>
    <w:rsid w:val="00DA01B1"/>
    <w:rsid w:val="00DA156F"/>
    <w:rsid w:val="00DA2558"/>
    <w:rsid w:val="00DA31C4"/>
    <w:rsid w:val="00DA321D"/>
    <w:rsid w:val="00DA3D13"/>
    <w:rsid w:val="00DA6A27"/>
    <w:rsid w:val="00DB09C7"/>
    <w:rsid w:val="00DB1BDA"/>
    <w:rsid w:val="00DB20A5"/>
    <w:rsid w:val="00DB20A7"/>
    <w:rsid w:val="00DB44CA"/>
    <w:rsid w:val="00DB4DA4"/>
    <w:rsid w:val="00DB54A4"/>
    <w:rsid w:val="00DC0999"/>
    <w:rsid w:val="00DC1AFC"/>
    <w:rsid w:val="00DC2ACF"/>
    <w:rsid w:val="00DC3280"/>
    <w:rsid w:val="00DC6FC9"/>
    <w:rsid w:val="00DC71EF"/>
    <w:rsid w:val="00DC7F17"/>
    <w:rsid w:val="00DD02E9"/>
    <w:rsid w:val="00DD0DBA"/>
    <w:rsid w:val="00DD1AB1"/>
    <w:rsid w:val="00DD2F4F"/>
    <w:rsid w:val="00DD365A"/>
    <w:rsid w:val="00DD3A34"/>
    <w:rsid w:val="00DD5A15"/>
    <w:rsid w:val="00DD6704"/>
    <w:rsid w:val="00DD7A0B"/>
    <w:rsid w:val="00DE0C20"/>
    <w:rsid w:val="00DE1102"/>
    <w:rsid w:val="00DE1D9D"/>
    <w:rsid w:val="00DE1FB5"/>
    <w:rsid w:val="00DE26D9"/>
    <w:rsid w:val="00DE27A8"/>
    <w:rsid w:val="00DE2BA7"/>
    <w:rsid w:val="00DE3086"/>
    <w:rsid w:val="00DE5339"/>
    <w:rsid w:val="00DE62FE"/>
    <w:rsid w:val="00DE6B84"/>
    <w:rsid w:val="00DE768F"/>
    <w:rsid w:val="00DF0674"/>
    <w:rsid w:val="00DF216D"/>
    <w:rsid w:val="00DF2A23"/>
    <w:rsid w:val="00DF340D"/>
    <w:rsid w:val="00DF4316"/>
    <w:rsid w:val="00DF59CA"/>
    <w:rsid w:val="00DF6576"/>
    <w:rsid w:val="00DF6C3D"/>
    <w:rsid w:val="00DF70A7"/>
    <w:rsid w:val="00DF7A8F"/>
    <w:rsid w:val="00E000CA"/>
    <w:rsid w:val="00E014AA"/>
    <w:rsid w:val="00E0156D"/>
    <w:rsid w:val="00E01FC1"/>
    <w:rsid w:val="00E038D2"/>
    <w:rsid w:val="00E03F37"/>
    <w:rsid w:val="00E042DF"/>
    <w:rsid w:val="00E0514D"/>
    <w:rsid w:val="00E05422"/>
    <w:rsid w:val="00E05A10"/>
    <w:rsid w:val="00E06283"/>
    <w:rsid w:val="00E06CD1"/>
    <w:rsid w:val="00E112D6"/>
    <w:rsid w:val="00E13447"/>
    <w:rsid w:val="00E158D1"/>
    <w:rsid w:val="00E1765C"/>
    <w:rsid w:val="00E2014F"/>
    <w:rsid w:val="00E205A3"/>
    <w:rsid w:val="00E2238B"/>
    <w:rsid w:val="00E2300B"/>
    <w:rsid w:val="00E2358F"/>
    <w:rsid w:val="00E2507F"/>
    <w:rsid w:val="00E259CF"/>
    <w:rsid w:val="00E25C96"/>
    <w:rsid w:val="00E25E57"/>
    <w:rsid w:val="00E26DA9"/>
    <w:rsid w:val="00E2768F"/>
    <w:rsid w:val="00E317B5"/>
    <w:rsid w:val="00E3247A"/>
    <w:rsid w:val="00E33051"/>
    <w:rsid w:val="00E366BC"/>
    <w:rsid w:val="00E37035"/>
    <w:rsid w:val="00E373BE"/>
    <w:rsid w:val="00E40287"/>
    <w:rsid w:val="00E415B0"/>
    <w:rsid w:val="00E422E7"/>
    <w:rsid w:val="00E45550"/>
    <w:rsid w:val="00E46035"/>
    <w:rsid w:val="00E4699F"/>
    <w:rsid w:val="00E46AB4"/>
    <w:rsid w:val="00E473CB"/>
    <w:rsid w:val="00E479DF"/>
    <w:rsid w:val="00E5075E"/>
    <w:rsid w:val="00E508FB"/>
    <w:rsid w:val="00E5264B"/>
    <w:rsid w:val="00E527DE"/>
    <w:rsid w:val="00E52915"/>
    <w:rsid w:val="00E52D5D"/>
    <w:rsid w:val="00E53C15"/>
    <w:rsid w:val="00E540B3"/>
    <w:rsid w:val="00E5413C"/>
    <w:rsid w:val="00E54258"/>
    <w:rsid w:val="00E54853"/>
    <w:rsid w:val="00E54DF0"/>
    <w:rsid w:val="00E6166F"/>
    <w:rsid w:val="00E620FA"/>
    <w:rsid w:val="00E631DF"/>
    <w:rsid w:val="00E631E8"/>
    <w:rsid w:val="00E64842"/>
    <w:rsid w:val="00E665B5"/>
    <w:rsid w:val="00E669EF"/>
    <w:rsid w:val="00E66F03"/>
    <w:rsid w:val="00E6765F"/>
    <w:rsid w:val="00E67F32"/>
    <w:rsid w:val="00E73234"/>
    <w:rsid w:val="00E7400B"/>
    <w:rsid w:val="00E7407F"/>
    <w:rsid w:val="00E77770"/>
    <w:rsid w:val="00E77851"/>
    <w:rsid w:val="00E77FB8"/>
    <w:rsid w:val="00E805A2"/>
    <w:rsid w:val="00E8087D"/>
    <w:rsid w:val="00E814F2"/>
    <w:rsid w:val="00E81970"/>
    <w:rsid w:val="00E827A0"/>
    <w:rsid w:val="00E85A2A"/>
    <w:rsid w:val="00E86904"/>
    <w:rsid w:val="00E86B0F"/>
    <w:rsid w:val="00E875D5"/>
    <w:rsid w:val="00E9008B"/>
    <w:rsid w:val="00E911A8"/>
    <w:rsid w:val="00E9182E"/>
    <w:rsid w:val="00E9288D"/>
    <w:rsid w:val="00E93029"/>
    <w:rsid w:val="00E9410E"/>
    <w:rsid w:val="00E9558F"/>
    <w:rsid w:val="00E95A8B"/>
    <w:rsid w:val="00E97995"/>
    <w:rsid w:val="00EA1180"/>
    <w:rsid w:val="00EA120F"/>
    <w:rsid w:val="00EA1527"/>
    <w:rsid w:val="00EA63ED"/>
    <w:rsid w:val="00EA6F7C"/>
    <w:rsid w:val="00EB2DC8"/>
    <w:rsid w:val="00EB428F"/>
    <w:rsid w:val="00EB47C8"/>
    <w:rsid w:val="00EB50D8"/>
    <w:rsid w:val="00EB5D87"/>
    <w:rsid w:val="00EB5EF2"/>
    <w:rsid w:val="00EB7918"/>
    <w:rsid w:val="00EC0313"/>
    <w:rsid w:val="00EC0829"/>
    <w:rsid w:val="00EC08FA"/>
    <w:rsid w:val="00EC132E"/>
    <w:rsid w:val="00EC1BEE"/>
    <w:rsid w:val="00EC2FA5"/>
    <w:rsid w:val="00EC3951"/>
    <w:rsid w:val="00EC3961"/>
    <w:rsid w:val="00EC441D"/>
    <w:rsid w:val="00EC5058"/>
    <w:rsid w:val="00EC5474"/>
    <w:rsid w:val="00EC5740"/>
    <w:rsid w:val="00EC6FBE"/>
    <w:rsid w:val="00ED0762"/>
    <w:rsid w:val="00ED28B3"/>
    <w:rsid w:val="00ED2A0E"/>
    <w:rsid w:val="00ED3D4D"/>
    <w:rsid w:val="00ED5FE9"/>
    <w:rsid w:val="00ED7411"/>
    <w:rsid w:val="00ED7990"/>
    <w:rsid w:val="00EE2A73"/>
    <w:rsid w:val="00EE4531"/>
    <w:rsid w:val="00EE4C93"/>
    <w:rsid w:val="00EE4E59"/>
    <w:rsid w:val="00EE69A7"/>
    <w:rsid w:val="00EE6A08"/>
    <w:rsid w:val="00EE7FC7"/>
    <w:rsid w:val="00EF077D"/>
    <w:rsid w:val="00EF1AA4"/>
    <w:rsid w:val="00EF2954"/>
    <w:rsid w:val="00EF31AF"/>
    <w:rsid w:val="00EF32F4"/>
    <w:rsid w:val="00EF348E"/>
    <w:rsid w:val="00EF6867"/>
    <w:rsid w:val="00EF6B84"/>
    <w:rsid w:val="00EF6DA4"/>
    <w:rsid w:val="00EF71A7"/>
    <w:rsid w:val="00F002A4"/>
    <w:rsid w:val="00F00D4C"/>
    <w:rsid w:val="00F0133C"/>
    <w:rsid w:val="00F021AD"/>
    <w:rsid w:val="00F0379E"/>
    <w:rsid w:val="00F0429D"/>
    <w:rsid w:val="00F04A44"/>
    <w:rsid w:val="00F057A1"/>
    <w:rsid w:val="00F0758C"/>
    <w:rsid w:val="00F14A7A"/>
    <w:rsid w:val="00F14BD1"/>
    <w:rsid w:val="00F16372"/>
    <w:rsid w:val="00F164A6"/>
    <w:rsid w:val="00F1725B"/>
    <w:rsid w:val="00F21C57"/>
    <w:rsid w:val="00F2256C"/>
    <w:rsid w:val="00F229C5"/>
    <w:rsid w:val="00F247B1"/>
    <w:rsid w:val="00F2480D"/>
    <w:rsid w:val="00F24A87"/>
    <w:rsid w:val="00F24D7B"/>
    <w:rsid w:val="00F259F0"/>
    <w:rsid w:val="00F26490"/>
    <w:rsid w:val="00F31459"/>
    <w:rsid w:val="00F32412"/>
    <w:rsid w:val="00F32DCB"/>
    <w:rsid w:val="00F33205"/>
    <w:rsid w:val="00F34877"/>
    <w:rsid w:val="00F3608F"/>
    <w:rsid w:val="00F40190"/>
    <w:rsid w:val="00F41C2A"/>
    <w:rsid w:val="00F42D0D"/>
    <w:rsid w:val="00F43A3C"/>
    <w:rsid w:val="00F44F34"/>
    <w:rsid w:val="00F4558F"/>
    <w:rsid w:val="00F45C29"/>
    <w:rsid w:val="00F4634C"/>
    <w:rsid w:val="00F46FEB"/>
    <w:rsid w:val="00F471EE"/>
    <w:rsid w:val="00F522D6"/>
    <w:rsid w:val="00F53171"/>
    <w:rsid w:val="00F53326"/>
    <w:rsid w:val="00F541D8"/>
    <w:rsid w:val="00F54353"/>
    <w:rsid w:val="00F57686"/>
    <w:rsid w:val="00F60A77"/>
    <w:rsid w:val="00F61958"/>
    <w:rsid w:val="00F62225"/>
    <w:rsid w:val="00F63BAC"/>
    <w:rsid w:val="00F64EEC"/>
    <w:rsid w:val="00F655B1"/>
    <w:rsid w:val="00F65BE3"/>
    <w:rsid w:val="00F66BEA"/>
    <w:rsid w:val="00F67973"/>
    <w:rsid w:val="00F67A11"/>
    <w:rsid w:val="00F701F4"/>
    <w:rsid w:val="00F70BA1"/>
    <w:rsid w:val="00F70D8A"/>
    <w:rsid w:val="00F71457"/>
    <w:rsid w:val="00F725FE"/>
    <w:rsid w:val="00F728FD"/>
    <w:rsid w:val="00F72B1E"/>
    <w:rsid w:val="00F7390D"/>
    <w:rsid w:val="00F74B27"/>
    <w:rsid w:val="00F753F3"/>
    <w:rsid w:val="00F75E54"/>
    <w:rsid w:val="00F76DD4"/>
    <w:rsid w:val="00F779ED"/>
    <w:rsid w:val="00F80EB3"/>
    <w:rsid w:val="00F829DA"/>
    <w:rsid w:val="00F8667B"/>
    <w:rsid w:val="00F870E8"/>
    <w:rsid w:val="00F8788A"/>
    <w:rsid w:val="00F920AA"/>
    <w:rsid w:val="00F93773"/>
    <w:rsid w:val="00F9583E"/>
    <w:rsid w:val="00F95B27"/>
    <w:rsid w:val="00F9637B"/>
    <w:rsid w:val="00F9648D"/>
    <w:rsid w:val="00F97D80"/>
    <w:rsid w:val="00F97F6B"/>
    <w:rsid w:val="00FA12F3"/>
    <w:rsid w:val="00FA1A5C"/>
    <w:rsid w:val="00FA289E"/>
    <w:rsid w:val="00FA373E"/>
    <w:rsid w:val="00FA3CEA"/>
    <w:rsid w:val="00FA4191"/>
    <w:rsid w:val="00FA4C6B"/>
    <w:rsid w:val="00FA5A7B"/>
    <w:rsid w:val="00FA6592"/>
    <w:rsid w:val="00FA7A82"/>
    <w:rsid w:val="00FB027B"/>
    <w:rsid w:val="00FB0C7B"/>
    <w:rsid w:val="00FB1EF8"/>
    <w:rsid w:val="00FB3EB4"/>
    <w:rsid w:val="00FB51D1"/>
    <w:rsid w:val="00FB66AA"/>
    <w:rsid w:val="00FC1CFF"/>
    <w:rsid w:val="00FC3A9B"/>
    <w:rsid w:val="00FC3DAD"/>
    <w:rsid w:val="00FC4A26"/>
    <w:rsid w:val="00FC6178"/>
    <w:rsid w:val="00FC63AB"/>
    <w:rsid w:val="00FD07E4"/>
    <w:rsid w:val="00FD0B22"/>
    <w:rsid w:val="00FD1724"/>
    <w:rsid w:val="00FD2483"/>
    <w:rsid w:val="00FD44FC"/>
    <w:rsid w:val="00FD4E0B"/>
    <w:rsid w:val="00FD4F4F"/>
    <w:rsid w:val="00FD5EBE"/>
    <w:rsid w:val="00FE2213"/>
    <w:rsid w:val="00FE2CF1"/>
    <w:rsid w:val="00FE2D72"/>
    <w:rsid w:val="00FE30D5"/>
    <w:rsid w:val="00FE3C8B"/>
    <w:rsid w:val="00FE51B0"/>
    <w:rsid w:val="00FE5B21"/>
    <w:rsid w:val="00FE7806"/>
    <w:rsid w:val="00FF0BFC"/>
    <w:rsid w:val="00FF0F71"/>
    <w:rsid w:val="00FF1F86"/>
    <w:rsid w:val="00FF20FC"/>
    <w:rsid w:val="00FF213B"/>
    <w:rsid w:val="00FF2DA2"/>
    <w:rsid w:val="00FF39FB"/>
    <w:rsid w:val="00FF4CDA"/>
    <w:rsid w:val="00FF562B"/>
    <w:rsid w:val="00FF5843"/>
    <w:rsid w:val="00FF5C0A"/>
    <w:rsid w:val="00FF7788"/>
    <w:rsid w:val="011A0BD4"/>
    <w:rsid w:val="01227296"/>
    <w:rsid w:val="01304893"/>
    <w:rsid w:val="01ED1DE4"/>
    <w:rsid w:val="022463F6"/>
    <w:rsid w:val="02386F40"/>
    <w:rsid w:val="029307AF"/>
    <w:rsid w:val="030553C1"/>
    <w:rsid w:val="034E2F3C"/>
    <w:rsid w:val="03514B21"/>
    <w:rsid w:val="03672F4A"/>
    <w:rsid w:val="03987C95"/>
    <w:rsid w:val="03E257D9"/>
    <w:rsid w:val="042B4AF8"/>
    <w:rsid w:val="046D7A37"/>
    <w:rsid w:val="04B62533"/>
    <w:rsid w:val="04F84CC5"/>
    <w:rsid w:val="053E49CD"/>
    <w:rsid w:val="05516031"/>
    <w:rsid w:val="05A02313"/>
    <w:rsid w:val="05AD511D"/>
    <w:rsid w:val="05B7011F"/>
    <w:rsid w:val="062E3268"/>
    <w:rsid w:val="072B2B5F"/>
    <w:rsid w:val="078869E7"/>
    <w:rsid w:val="079058EC"/>
    <w:rsid w:val="08326375"/>
    <w:rsid w:val="083B7D56"/>
    <w:rsid w:val="083E0AC4"/>
    <w:rsid w:val="08C5503C"/>
    <w:rsid w:val="08C6302D"/>
    <w:rsid w:val="08D826FC"/>
    <w:rsid w:val="08E92ED7"/>
    <w:rsid w:val="092657F6"/>
    <w:rsid w:val="096864F2"/>
    <w:rsid w:val="096F280F"/>
    <w:rsid w:val="098756A8"/>
    <w:rsid w:val="0A521A86"/>
    <w:rsid w:val="0A8C443D"/>
    <w:rsid w:val="0AB41A37"/>
    <w:rsid w:val="0BC32105"/>
    <w:rsid w:val="0BD33CE7"/>
    <w:rsid w:val="0C0A2AED"/>
    <w:rsid w:val="0C0B7609"/>
    <w:rsid w:val="0C577D9D"/>
    <w:rsid w:val="0C584940"/>
    <w:rsid w:val="0C973E19"/>
    <w:rsid w:val="0CB371E3"/>
    <w:rsid w:val="0CD724A5"/>
    <w:rsid w:val="0CD741FF"/>
    <w:rsid w:val="0D703608"/>
    <w:rsid w:val="0D9C351D"/>
    <w:rsid w:val="0DAE281E"/>
    <w:rsid w:val="0DB829DC"/>
    <w:rsid w:val="0E564453"/>
    <w:rsid w:val="0EA31D7A"/>
    <w:rsid w:val="0ECB0F83"/>
    <w:rsid w:val="0ECE6363"/>
    <w:rsid w:val="0EF55213"/>
    <w:rsid w:val="0F257C84"/>
    <w:rsid w:val="0F9C6936"/>
    <w:rsid w:val="0FD15E81"/>
    <w:rsid w:val="102533FA"/>
    <w:rsid w:val="102F38FF"/>
    <w:rsid w:val="10572BE5"/>
    <w:rsid w:val="10964231"/>
    <w:rsid w:val="10C37D89"/>
    <w:rsid w:val="10DE787E"/>
    <w:rsid w:val="110605AA"/>
    <w:rsid w:val="11071E0C"/>
    <w:rsid w:val="111E02A6"/>
    <w:rsid w:val="11766552"/>
    <w:rsid w:val="11901586"/>
    <w:rsid w:val="11ED7C13"/>
    <w:rsid w:val="123525B2"/>
    <w:rsid w:val="12711741"/>
    <w:rsid w:val="12737A44"/>
    <w:rsid w:val="12C11D4F"/>
    <w:rsid w:val="12E43E43"/>
    <w:rsid w:val="140562F0"/>
    <w:rsid w:val="14442EBE"/>
    <w:rsid w:val="14502472"/>
    <w:rsid w:val="148B6F37"/>
    <w:rsid w:val="14AA2BB4"/>
    <w:rsid w:val="14D15F8D"/>
    <w:rsid w:val="14D257F2"/>
    <w:rsid w:val="153E21A1"/>
    <w:rsid w:val="156030F0"/>
    <w:rsid w:val="15863ECD"/>
    <w:rsid w:val="15D026D5"/>
    <w:rsid w:val="15D531C3"/>
    <w:rsid w:val="15F2270B"/>
    <w:rsid w:val="15F43526"/>
    <w:rsid w:val="16003DC6"/>
    <w:rsid w:val="163D4862"/>
    <w:rsid w:val="164508DF"/>
    <w:rsid w:val="16633106"/>
    <w:rsid w:val="16A722E7"/>
    <w:rsid w:val="17AD797F"/>
    <w:rsid w:val="17D26618"/>
    <w:rsid w:val="180B3DE1"/>
    <w:rsid w:val="186D2AE9"/>
    <w:rsid w:val="18BB6034"/>
    <w:rsid w:val="18EF785F"/>
    <w:rsid w:val="18F11AA0"/>
    <w:rsid w:val="19576769"/>
    <w:rsid w:val="19997D01"/>
    <w:rsid w:val="19B33FFD"/>
    <w:rsid w:val="1B30582B"/>
    <w:rsid w:val="1B9173D7"/>
    <w:rsid w:val="1BE86240"/>
    <w:rsid w:val="1BE94A02"/>
    <w:rsid w:val="1BF2464E"/>
    <w:rsid w:val="1C5514A0"/>
    <w:rsid w:val="1CC12C19"/>
    <w:rsid w:val="1CCA0115"/>
    <w:rsid w:val="1D261161"/>
    <w:rsid w:val="1D3268B9"/>
    <w:rsid w:val="1D7B2545"/>
    <w:rsid w:val="1D7D2054"/>
    <w:rsid w:val="1D913885"/>
    <w:rsid w:val="1E65655E"/>
    <w:rsid w:val="1E901E5E"/>
    <w:rsid w:val="1F7D3C58"/>
    <w:rsid w:val="202851BE"/>
    <w:rsid w:val="20555D28"/>
    <w:rsid w:val="20E21630"/>
    <w:rsid w:val="21321D15"/>
    <w:rsid w:val="21F51D97"/>
    <w:rsid w:val="2209202C"/>
    <w:rsid w:val="22235254"/>
    <w:rsid w:val="2235025C"/>
    <w:rsid w:val="22525C7C"/>
    <w:rsid w:val="22B67E76"/>
    <w:rsid w:val="22C31FE5"/>
    <w:rsid w:val="22D75F34"/>
    <w:rsid w:val="22F84666"/>
    <w:rsid w:val="23011C51"/>
    <w:rsid w:val="23890570"/>
    <w:rsid w:val="24006671"/>
    <w:rsid w:val="246B6925"/>
    <w:rsid w:val="2483326D"/>
    <w:rsid w:val="24B86AE0"/>
    <w:rsid w:val="24C5090B"/>
    <w:rsid w:val="25274429"/>
    <w:rsid w:val="25F9676B"/>
    <w:rsid w:val="26006A50"/>
    <w:rsid w:val="263C0693"/>
    <w:rsid w:val="26F67342"/>
    <w:rsid w:val="27097773"/>
    <w:rsid w:val="27211CFD"/>
    <w:rsid w:val="27607454"/>
    <w:rsid w:val="27EB3F9B"/>
    <w:rsid w:val="28AB30A3"/>
    <w:rsid w:val="29060E78"/>
    <w:rsid w:val="291B779B"/>
    <w:rsid w:val="294D1F54"/>
    <w:rsid w:val="29517FEE"/>
    <w:rsid w:val="296A7053"/>
    <w:rsid w:val="298E0AC7"/>
    <w:rsid w:val="2A2D06CE"/>
    <w:rsid w:val="2A3B5747"/>
    <w:rsid w:val="2A42503E"/>
    <w:rsid w:val="2AF7330B"/>
    <w:rsid w:val="2B265F27"/>
    <w:rsid w:val="2B40490C"/>
    <w:rsid w:val="2BA43E12"/>
    <w:rsid w:val="2C357A15"/>
    <w:rsid w:val="2C907A36"/>
    <w:rsid w:val="2CCC1A4A"/>
    <w:rsid w:val="2CE77F6A"/>
    <w:rsid w:val="2CF55748"/>
    <w:rsid w:val="2CF62945"/>
    <w:rsid w:val="2D651E1D"/>
    <w:rsid w:val="2DC20635"/>
    <w:rsid w:val="2DD05C38"/>
    <w:rsid w:val="2DE9071A"/>
    <w:rsid w:val="2DFF7FB9"/>
    <w:rsid w:val="2E253525"/>
    <w:rsid w:val="2E41718E"/>
    <w:rsid w:val="2ED97866"/>
    <w:rsid w:val="2F370E42"/>
    <w:rsid w:val="30026DE4"/>
    <w:rsid w:val="30183ADC"/>
    <w:rsid w:val="30315CB4"/>
    <w:rsid w:val="30360C61"/>
    <w:rsid w:val="309703BE"/>
    <w:rsid w:val="30A2436F"/>
    <w:rsid w:val="30C53686"/>
    <w:rsid w:val="315D0497"/>
    <w:rsid w:val="31EA2C37"/>
    <w:rsid w:val="31FB08D2"/>
    <w:rsid w:val="31FD2766"/>
    <w:rsid w:val="3245269C"/>
    <w:rsid w:val="32DB27E4"/>
    <w:rsid w:val="331D184C"/>
    <w:rsid w:val="333D534C"/>
    <w:rsid w:val="33441032"/>
    <w:rsid w:val="33671BA0"/>
    <w:rsid w:val="33845A2F"/>
    <w:rsid w:val="33CE076A"/>
    <w:rsid w:val="34157A6A"/>
    <w:rsid w:val="34675901"/>
    <w:rsid w:val="34750D50"/>
    <w:rsid w:val="34B56245"/>
    <w:rsid w:val="350A2395"/>
    <w:rsid w:val="35604DB0"/>
    <w:rsid w:val="35D175E0"/>
    <w:rsid w:val="35D40939"/>
    <w:rsid w:val="36047A26"/>
    <w:rsid w:val="36633A19"/>
    <w:rsid w:val="36FA1B20"/>
    <w:rsid w:val="36FF6C94"/>
    <w:rsid w:val="375E44FB"/>
    <w:rsid w:val="37612E8E"/>
    <w:rsid w:val="37CD197A"/>
    <w:rsid w:val="37E9163D"/>
    <w:rsid w:val="388E659A"/>
    <w:rsid w:val="38B0063F"/>
    <w:rsid w:val="38C40686"/>
    <w:rsid w:val="38D71361"/>
    <w:rsid w:val="3906674B"/>
    <w:rsid w:val="39604E01"/>
    <w:rsid w:val="39AE56E4"/>
    <w:rsid w:val="3AC24284"/>
    <w:rsid w:val="3B6305F0"/>
    <w:rsid w:val="3B7A1346"/>
    <w:rsid w:val="3BA748DA"/>
    <w:rsid w:val="3C4D0053"/>
    <w:rsid w:val="3C5F2A4E"/>
    <w:rsid w:val="3C680F52"/>
    <w:rsid w:val="3C7E1D2C"/>
    <w:rsid w:val="3C963E10"/>
    <w:rsid w:val="3CA95E33"/>
    <w:rsid w:val="3CC52BD7"/>
    <w:rsid w:val="3D1F7030"/>
    <w:rsid w:val="3D5B3565"/>
    <w:rsid w:val="3E381A70"/>
    <w:rsid w:val="3E5F765F"/>
    <w:rsid w:val="3E797F51"/>
    <w:rsid w:val="3E7E33E4"/>
    <w:rsid w:val="3E893F4B"/>
    <w:rsid w:val="3E942BD3"/>
    <w:rsid w:val="3EEA0D68"/>
    <w:rsid w:val="3F5030BA"/>
    <w:rsid w:val="3F632CDC"/>
    <w:rsid w:val="400347F1"/>
    <w:rsid w:val="403A2F2F"/>
    <w:rsid w:val="404070A2"/>
    <w:rsid w:val="404E68E8"/>
    <w:rsid w:val="406F7FDB"/>
    <w:rsid w:val="408E6767"/>
    <w:rsid w:val="412E1E81"/>
    <w:rsid w:val="41417E5D"/>
    <w:rsid w:val="41822D22"/>
    <w:rsid w:val="41F32840"/>
    <w:rsid w:val="42271F88"/>
    <w:rsid w:val="427E7562"/>
    <w:rsid w:val="42E97B6D"/>
    <w:rsid w:val="431664B9"/>
    <w:rsid w:val="43696D4B"/>
    <w:rsid w:val="436D7C45"/>
    <w:rsid w:val="43AE5C8B"/>
    <w:rsid w:val="43F21F34"/>
    <w:rsid w:val="43FA7066"/>
    <w:rsid w:val="44623DCE"/>
    <w:rsid w:val="44752986"/>
    <w:rsid w:val="44830BA9"/>
    <w:rsid w:val="44900CB6"/>
    <w:rsid w:val="450370E6"/>
    <w:rsid w:val="458075C1"/>
    <w:rsid w:val="45CA18B8"/>
    <w:rsid w:val="46092234"/>
    <w:rsid w:val="46FF2079"/>
    <w:rsid w:val="470913EE"/>
    <w:rsid w:val="473378FE"/>
    <w:rsid w:val="47825997"/>
    <w:rsid w:val="48580432"/>
    <w:rsid w:val="48805C68"/>
    <w:rsid w:val="488A29EF"/>
    <w:rsid w:val="488B31A5"/>
    <w:rsid w:val="48A966D4"/>
    <w:rsid w:val="48AB5457"/>
    <w:rsid w:val="48B82B72"/>
    <w:rsid w:val="48EA3161"/>
    <w:rsid w:val="48F35136"/>
    <w:rsid w:val="48FE389D"/>
    <w:rsid w:val="49110644"/>
    <w:rsid w:val="49490A40"/>
    <w:rsid w:val="496B55C8"/>
    <w:rsid w:val="49AE63C9"/>
    <w:rsid w:val="49AF4A3C"/>
    <w:rsid w:val="49CB21EA"/>
    <w:rsid w:val="4A6427A0"/>
    <w:rsid w:val="4A8C63B0"/>
    <w:rsid w:val="4ACE1782"/>
    <w:rsid w:val="4B4332BD"/>
    <w:rsid w:val="4B5B349D"/>
    <w:rsid w:val="4B6B5547"/>
    <w:rsid w:val="4B9C71B9"/>
    <w:rsid w:val="4BBE7A71"/>
    <w:rsid w:val="4BC07957"/>
    <w:rsid w:val="4BE458FD"/>
    <w:rsid w:val="4C3348F6"/>
    <w:rsid w:val="4C8610FC"/>
    <w:rsid w:val="4D884647"/>
    <w:rsid w:val="4D8C156C"/>
    <w:rsid w:val="4D8F6986"/>
    <w:rsid w:val="4DB8282C"/>
    <w:rsid w:val="4DE774FD"/>
    <w:rsid w:val="4E5C61A5"/>
    <w:rsid w:val="4E737DA0"/>
    <w:rsid w:val="4E9D6029"/>
    <w:rsid w:val="4F495972"/>
    <w:rsid w:val="501346F6"/>
    <w:rsid w:val="5017292F"/>
    <w:rsid w:val="5075052D"/>
    <w:rsid w:val="50E92D79"/>
    <w:rsid w:val="50F07A0F"/>
    <w:rsid w:val="51053B58"/>
    <w:rsid w:val="52453C91"/>
    <w:rsid w:val="52505AB3"/>
    <w:rsid w:val="525C7CA8"/>
    <w:rsid w:val="529C529C"/>
    <w:rsid w:val="53244E08"/>
    <w:rsid w:val="533047A6"/>
    <w:rsid w:val="533A19C8"/>
    <w:rsid w:val="534F3ABF"/>
    <w:rsid w:val="53871C76"/>
    <w:rsid w:val="539E7404"/>
    <w:rsid w:val="53BB0A46"/>
    <w:rsid w:val="53F174A1"/>
    <w:rsid w:val="541224FD"/>
    <w:rsid w:val="553A1D7E"/>
    <w:rsid w:val="5556551E"/>
    <w:rsid w:val="55663D46"/>
    <w:rsid w:val="562C447D"/>
    <w:rsid w:val="56826C45"/>
    <w:rsid w:val="569B27D5"/>
    <w:rsid w:val="570F612F"/>
    <w:rsid w:val="57353C32"/>
    <w:rsid w:val="578F3BE3"/>
    <w:rsid w:val="57E62F7E"/>
    <w:rsid w:val="58286C64"/>
    <w:rsid w:val="588261EE"/>
    <w:rsid w:val="588F498D"/>
    <w:rsid w:val="58A62208"/>
    <w:rsid w:val="58C34FB0"/>
    <w:rsid w:val="58CB6E1F"/>
    <w:rsid w:val="58D67C8D"/>
    <w:rsid w:val="58E66224"/>
    <w:rsid w:val="597F4BDE"/>
    <w:rsid w:val="59F04E41"/>
    <w:rsid w:val="5A266E3D"/>
    <w:rsid w:val="5A273A72"/>
    <w:rsid w:val="5A8F1174"/>
    <w:rsid w:val="5AAD1A2F"/>
    <w:rsid w:val="5AD16BEB"/>
    <w:rsid w:val="5AF41888"/>
    <w:rsid w:val="5B094B5B"/>
    <w:rsid w:val="5B2568ED"/>
    <w:rsid w:val="5B344DD0"/>
    <w:rsid w:val="5B816FFF"/>
    <w:rsid w:val="5C743FA6"/>
    <w:rsid w:val="5D5C030F"/>
    <w:rsid w:val="5DC359C5"/>
    <w:rsid w:val="5E072BB1"/>
    <w:rsid w:val="5E372819"/>
    <w:rsid w:val="5F1E3AED"/>
    <w:rsid w:val="5F5E7E06"/>
    <w:rsid w:val="5FA16E09"/>
    <w:rsid w:val="5FB449D7"/>
    <w:rsid w:val="5FC944F1"/>
    <w:rsid w:val="5FCB6853"/>
    <w:rsid w:val="5FCD33E2"/>
    <w:rsid w:val="5FD749AD"/>
    <w:rsid w:val="5FE26C4F"/>
    <w:rsid w:val="602D4960"/>
    <w:rsid w:val="60563A08"/>
    <w:rsid w:val="60A606DE"/>
    <w:rsid w:val="60BD7A8E"/>
    <w:rsid w:val="60C45DB8"/>
    <w:rsid w:val="61480429"/>
    <w:rsid w:val="61764257"/>
    <w:rsid w:val="6211091A"/>
    <w:rsid w:val="62B7412A"/>
    <w:rsid w:val="62C42581"/>
    <w:rsid w:val="63733B60"/>
    <w:rsid w:val="63CB3D8F"/>
    <w:rsid w:val="63F511CE"/>
    <w:rsid w:val="64105972"/>
    <w:rsid w:val="641D68E4"/>
    <w:rsid w:val="64752EFC"/>
    <w:rsid w:val="64FA293C"/>
    <w:rsid w:val="651469E3"/>
    <w:rsid w:val="65267288"/>
    <w:rsid w:val="653322D6"/>
    <w:rsid w:val="6571215F"/>
    <w:rsid w:val="65DF2D5F"/>
    <w:rsid w:val="65F953FE"/>
    <w:rsid w:val="66933384"/>
    <w:rsid w:val="66AF0182"/>
    <w:rsid w:val="66FB4605"/>
    <w:rsid w:val="677A2DCF"/>
    <w:rsid w:val="68357B24"/>
    <w:rsid w:val="68B14947"/>
    <w:rsid w:val="68E74737"/>
    <w:rsid w:val="68FD69BE"/>
    <w:rsid w:val="69022117"/>
    <w:rsid w:val="69043048"/>
    <w:rsid w:val="69077C03"/>
    <w:rsid w:val="69AA7098"/>
    <w:rsid w:val="69B734AA"/>
    <w:rsid w:val="69C5327D"/>
    <w:rsid w:val="69FD4B5A"/>
    <w:rsid w:val="6A0F67CC"/>
    <w:rsid w:val="6A3A70C7"/>
    <w:rsid w:val="6A5C52D6"/>
    <w:rsid w:val="6AA141F9"/>
    <w:rsid w:val="6AC76FE9"/>
    <w:rsid w:val="6AD71062"/>
    <w:rsid w:val="6B431148"/>
    <w:rsid w:val="6B727B05"/>
    <w:rsid w:val="6B93381E"/>
    <w:rsid w:val="6BA30799"/>
    <w:rsid w:val="6BAA4BCE"/>
    <w:rsid w:val="6C4069C3"/>
    <w:rsid w:val="6C861CF9"/>
    <w:rsid w:val="6D221B43"/>
    <w:rsid w:val="6D492571"/>
    <w:rsid w:val="6D551332"/>
    <w:rsid w:val="6D8B7692"/>
    <w:rsid w:val="6D8B789B"/>
    <w:rsid w:val="6DB477EA"/>
    <w:rsid w:val="6DC728C0"/>
    <w:rsid w:val="6E0306DB"/>
    <w:rsid w:val="6E1141FA"/>
    <w:rsid w:val="6E207EF9"/>
    <w:rsid w:val="6E400157"/>
    <w:rsid w:val="6E67265B"/>
    <w:rsid w:val="6F1F1F8F"/>
    <w:rsid w:val="6F2A770D"/>
    <w:rsid w:val="6F356E11"/>
    <w:rsid w:val="6F3C64A4"/>
    <w:rsid w:val="6F8D5088"/>
    <w:rsid w:val="6FB14EAF"/>
    <w:rsid w:val="6FC7191F"/>
    <w:rsid w:val="6FD55EBF"/>
    <w:rsid w:val="6FDA2B79"/>
    <w:rsid w:val="6FE93F92"/>
    <w:rsid w:val="700D54DA"/>
    <w:rsid w:val="704B656E"/>
    <w:rsid w:val="70966876"/>
    <w:rsid w:val="71584B2F"/>
    <w:rsid w:val="715905AF"/>
    <w:rsid w:val="715C6DE4"/>
    <w:rsid w:val="71A518D1"/>
    <w:rsid w:val="71E06531"/>
    <w:rsid w:val="72E85780"/>
    <w:rsid w:val="72F76213"/>
    <w:rsid w:val="73012D38"/>
    <w:rsid w:val="731A7B0D"/>
    <w:rsid w:val="73260C73"/>
    <w:rsid w:val="734A3288"/>
    <w:rsid w:val="74403EBC"/>
    <w:rsid w:val="7499627D"/>
    <w:rsid w:val="74A67972"/>
    <w:rsid w:val="74B2405D"/>
    <w:rsid w:val="7500042C"/>
    <w:rsid w:val="754B7577"/>
    <w:rsid w:val="7569098C"/>
    <w:rsid w:val="757435FB"/>
    <w:rsid w:val="7589394A"/>
    <w:rsid w:val="758C2C82"/>
    <w:rsid w:val="75BA5566"/>
    <w:rsid w:val="76032219"/>
    <w:rsid w:val="762E34C5"/>
    <w:rsid w:val="7649620A"/>
    <w:rsid w:val="767F332F"/>
    <w:rsid w:val="76890C5B"/>
    <w:rsid w:val="769A7D48"/>
    <w:rsid w:val="77101F6A"/>
    <w:rsid w:val="78047A5F"/>
    <w:rsid w:val="786F01AB"/>
    <w:rsid w:val="787C68C5"/>
    <w:rsid w:val="78BB6D2C"/>
    <w:rsid w:val="78C54550"/>
    <w:rsid w:val="78DB1E6A"/>
    <w:rsid w:val="78FE2B4D"/>
    <w:rsid w:val="79AD14AF"/>
    <w:rsid w:val="79C23038"/>
    <w:rsid w:val="79F83B2D"/>
    <w:rsid w:val="7A3263ED"/>
    <w:rsid w:val="7A3A08EE"/>
    <w:rsid w:val="7B4E6F46"/>
    <w:rsid w:val="7B735E5B"/>
    <w:rsid w:val="7BA47AD1"/>
    <w:rsid w:val="7C121818"/>
    <w:rsid w:val="7C372F21"/>
    <w:rsid w:val="7C6E74B5"/>
    <w:rsid w:val="7C7304C7"/>
    <w:rsid w:val="7C9E1A58"/>
    <w:rsid w:val="7CB02BD9"/>
    <w:rsid w:val="7CE74CC7"/>
    <w:rsid w:val="7D290098"/>
    <w:rsid w:val="7D582B1A"/>
    <w:rsid w:val="7D875BB8"/>
    <w:rsid w:val="7D962A75"/>
    <w:rsid w:val="7DAF7190"/>
    <w:rsid w:val="7DF50062"/>
    <w:rsid w:val="7E766656"/>
    <w:rsid w:val="7EC15CFA"/>
    <w:rsid w:val="7EFB137E"/>
    <w:rsid w:val="7F0A242F"/>
    <w:rsid w:val="7F116093"/>
    <w:rsid w:val="7F3A56E9"/>
    <w:rsid w:val="7F8A64E3"/>
    <w:rsid w:val="7FEF4069"/>
  </w:rsids>
  <w:docVars>
    <w:docVar w:name="commondata" w:val="eyJoZGlkIjoiNDhiMzA3NmUyZGNmYjVkZmRlNzgwMDU1OWMxYTliNTc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lsdException w:name="heading 2" w:semiHidden="0" w:uiPriority="0" w:unhideWhenUsed="0"/>
    <w:lsdException w:name="heading 3" w:semiHidden="0" w:uiPriority="0" w:unhideWhenUsed="0"/>
    <w:lsdException w:name="heading 4" w:semiHidden="0" w:uiPriority="0" w:unhideWhenUsed="0"/>
    <w:lsdException w:name="heading 5" w:semiHidden="0" w:uiPriority="0" w:unhideWhenUsed="0"/>
    <w:lsdException w:name="heading 6" w:semiHidden="0" w:uiPriority="0" w:unhideWhenUsed="0"/>
    <w:lsdException w:name="heading 7" w:semiHidden="0" w:uiPriority="0" w:unhideWhenUsed="0"/>
    <w:lsdException w:name="heading 8" w:semiHidden="0" w:uiPriority="0" w:unhideWhenUsed="0"/>
    <w:lsdException w:name="heading 9" w:semiHidden="0" w:uiPriority="0" w:unhideWhenUsed="0"/>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semiHidden="0" w:uiPriority="0" w:unhideWhenUsed="0"/>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lsdException w:name="Emphasis" w:semiHidden="0" w:uiPriority="0" w:unhideWhenUsed="0"/>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qFormat="1"/>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widowControl w:val="0"/>
      <w:jc w:val="both"/>
    </w:pPr>
    <w:rPr>
      <w:kern w:val="2"/>
      <w:sz w:val="21"/>
      <w:szCs w:val="24"/>
      <w:lang w:val="en-US" w:eastAsia="zh-CN" w:bidi="ar-SA"/>
    </w:rPr>
  </w:style>
  <w:style w:type="character" w:default="1" w:styleId="DefaultParagraphFont">
    <w:name w:val="Default Paragraph Font"/>
    <w:link w:val="CharCharCharCharCharCharCharCharCharCharCharCharCharCharCharCharCharCharChar"/>
    <w:semiHidden/>
    <w:rPr>
      <w:rFonts w:ascii="Verdana" w:hAnsi="Verdana"/>
      <w:kern w:val="0"/>
      <w:szCs w:val="20"/>
      <w:lang w:eastAsia="en-US"/>
    </w:rPr>
  </w:style>
  <w:style w:type="table" w:default="1" w:styleId="TableNormal">
    <w:name w:val="Normal Table"/>
    <w:semiHidden/>
    <w:tblPr>
      <w:tblCellMar>
        <w:top w:w="0" w:type="dxa"/>
        <w:left w:w="108" w:type="dxa"/>
        <w:bottom w:w="0" w:type="dxa"/>
        <w:right w:w="108" w:type="dxa"/>
      </w:tblCellMar>
    </w:tblPr>
  </w:style>
  <w:style w:type="paragraph" w:styleId="ListBullet">
    <w:name w:val="List Bullet"/>
    <w:basedOn w:val="Normal"/>
    <w:pPr>
      <w:numPr>
        <w:ilvl w:val="0"/>
        <w:numId w:val="1"/>
      </w:numPr>
      <w:tabs>
        <w:tab w:val="left" w:pos="360"/>
      </w:tabs>
    </w:pPr>
  </w:style>
  <w:style w:type="paragraph" w:styleId="BodyTextIndent">
    <w:name w:val="Body Text Indent"/>
    <w:basedOn w:val="Normal"/>
    <w:pPr>
      <w:spacing w:after="120"/>
      <w:ind w:left="420" w:leftChars="200"/>
    </w:pPr>
  </w:style>
  <w:style w:type="paragraph" w:styleId="PlainText">
    <w:name w:val="Plain Text"/>
    <w:basedOn w:val="Normal"/>
    <w:rPr>
      <w:rFonts w:ascii="宋体" w:hAnsi="Courier New" w:cs="Courier New"/>
      <w:szCs w:val="21"/>
    </w:rPr>
  </w:style>
  <w:style w:type="paragraph" w:styleId="Footer">
    <w:name w:val="footer"/>
    <w:basedOn w:val="Normal"/>
    <w:pPr>
      <w:tabs>
        <w:tab w:val="center" w:pos="4153"/>
        <w:tab w:val="right" w:pos="8306"/>
      </w:tabs>
      <w:snapToGrid w:val="0"/>
      <w:jc w:val="left"/>
    </w:pPr>
    <w:rPr>
      <w:sz w:val="18"/>
      <w:szCs w:val="18"/>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NormalWeb">
    <w:name w:val="Normal (Web)"/>
    <w:basedOn w:val="Normal"/>
    <w:pPr>
      <w:widowControl/>
      <w:spacing w:before="100" w:beforeAutospacing="1" w:after="100" w:afterAutospacing="1"/>
      <w:jc w:val="left"/>
    </w:pPr>
    <w:rPr>
      <w:rFonts w:ascii="宋体" w:hAnsi="宋体" w:cs="宋体"/>
      <w:kern w:val="0"/>
      <w:sz w:val="24"/>
    </w:rPr>
  </w:style>
  <w:style w:type="paragraph" w:styleId="BodyTextFirstIndent2">
    <w:name w:val="Body Text First Indent 2"/>
    <w:basedOn w:val="BodyTextIndent"/>
    <w:link w:val="CharChar2"/>
    <w:unhideWhenUsed/>
    <w:pPr>
      <w:ind w:firstLine="420" w:firstLineChars="200"/>
    </w:pPr>
  </w:style>
  <w:style w:type="character" w:customStyle="1" w:styleId="CharChar2">
    <w:name w:val=" Char Char2"/>
    <w:basedOn w:val="DefaultParagraphFont"/>
    <w:link w:val="BodyTextFirstIndent2"/>
    <w:semiHidden/>
    <w:rPr>
      <w:rFonts w:eastAsia="宋体"/>
      <w:kern w:val="2"/>
      <w:sz w:val="21"/>
      <w:szCs w:val="24"/>
      <w:lang w:val="en-US" w:eastAsia="zh-CN" w:bidi="ar-SA"/>
    </w:rPr>
  </w:style>
  <w:style w:type="paragraph" w:customStyle="1" w:styleId="CharCharCharCharCharCharCharCharCharCharCharCharCharCharCharCharCharCharChar">
    <w:name w:val="Char Char Char Char Char Char Char Char Char Char Char Char Char Char Char Char Char Char Char"/>
    <w:basedOn w:val="Normal"/>
    <w:link w:val="DefaultParagraphFont"/>
    <w:pPr>
      <w:widowControl/>
      <w:spacing w:line="300" w:lineRule="auto"/>
      <w:ind w:firstLine="200" w:firstLineChars="200"/>
    </w:pPr>
    <w:rPr>
      <w:rFonts w:ascii="Verdana" w:hAnsi="Verdana"/>
      <w:kern w:val="0"/>
      <w:szCs w:val="20"/>
      <w:lang w:eastAsia="en-US"/>
    </w:rPr>
  </w:style>
  <w:style w:type="character" w:styleId="PageNumber">
    <w:name w:val="page number"/>
    <w:basedOn w:val="DefaultParagraphFont"/>
  </w:style>
  <w:style w:type="character" w:styleId="HTMLAcronym">
    <w:name w:val="HTML Acronym"/>
    <w:basedOn w:val="DefaultParagraphFont"/>
    <w:qFormat/>
  </w:style>
  <w:style w:type="character" w:customStyle="1" w:styleId="mathjye2">
    <w:name w:val="mathjye2"/>
    <w:basedOn w:val="DefaultParagraphFont"/>
    <w:rPr>
      <w:rFonts w:ascii="Times New Roman" w:hAnsi="Times New Roman" w:cs="Times New Roman" w:hint="default"/>
      <w:spacing w:val="15"/>
      <w:sz w:val="23"/>
      <w:szCs w:val="23"/>
    </w:rPr>
  </w:style>
  <w:style w:type="character" w:customStyle="1" w:styleId="latexlinear">
    <w:name w:val="latex_linear"/>
    <w:basedOn w:val="DefaultParagraphFont"/>
    <w:qFormat/>
  </w:style>
  <w:style w:type="character" w:customStyle="1" w:styleId="DefaultParagraphCharChar">
    <w:name w:val="DefaultParagraph Char Char"/>
    <w:rPr>
      <w:rFonts w:hAnsi="Calibri"/>
      <w:kern w:val="2"/>
      <w:sz w:val="21"/>
      <w:szCs w:val="22"/>
      <w:lang w:val="en-US" w:eastAsia="zh-CN" w:bidi="ar-SA"/>
    </w:rPr>
  </w:style>
  <w:style w:type="character" w:customStyle="1" w:styleId="mathjye1">
    <w:name w:val="mathjye1"/>
    <w:basedOn w:val="DefaultParagraphFont"/>
    <w:rPr>
      <w:spacing w:val="0"/>
      <w:sz w:val="20"/>
      <w:szCs w:val="20"/>
    </w:rPr>
  </w:style>
  <w:style w:type="character" w:customStyle="1" w:styleId="apple-converted-space">
    <w:name w:val="apple-converted-space"/>
    <w:basedOn w:val="DefaultParagraphFont"/>
  </w:style>
  <w:style w:type="character" w:customStyle="1" w:styleId="DefaultParagraphChar">
    <w:name w:val="DefaultParagraph Char"/>
    <w:basedOn w:val="DefaultParagraphFont"/>
    <w:link w:val="DefaultParagraph"/>
    <w:rPr>
      <w:rFonts w:eastAsia="宋体" w:hAnsi="Calibri"/>
      <w:kern w:val="2"/>
      <w:sz w:val="21"/>
      <w:szCs w:val="22"/>
      <w:lang w:val="en-US" w:eastAsia="zh-CN" w:bidi="ar-SA"/>
    </w:rPr>
  </w:style>
  <w:style w:type="paragraph" w:customStyle="1" w:styleId="DefaultParagraph">
    <w:name w:val="DefaultParagraph"/>
    <w:link w:val="DefaultParagraphChar"/>
    <w:rPr>
      <w:rFonts w:hAnsi="Calibri"/>
      <w:kern w:val="2"/>
      <w:sz w:val="21"/>
      <w:szCs w:val="22"/>
      <w:lang w:val="en-US" w:eastAsia="zh-CN" w:bidi="ar-SA"/>
    </w:rPr>
  </w:style>
  <w:style w:type="character" w:customStyle="1" w:styleId="Char">
    <w:name w:val="无间隔 Char"/>
    <w:basedOn w:val="DefaultParagraphFont"/>
    <w:link w:val="NoSpacing"/>
    <w:rPr>
      <w:rFonts w:ascii="Calibri" w:eastAsia="宋体" w:hAnsi="Calibri"/>
      <w:sz w:val="22"/>
      <w:szCs w:val="22"/>
      <w:lang w:bidi="ar-SA"/>
    </w:rPr>
  </w:style>
  <w:style w:type="paragraph" w:customStyle="1" w:styleId="NoSpacing">
    <w:name w:val="No Spacing"/>
    <w:link w:val="Char"/>
    <w:qFormat/>
    <w:rPr>
      <w:rFonts w:ascii="Calibri" w:hAnsi="Calibri"/>
      <w:sz w:val="22"/>
      <w:szCs w:val="22"/>
      <w:lang w:bidi="ar-SA"/>
    </w:rPr>
  </w:style>
  <w:style w:type="paragraph" w:customStyle="1" w:styleId="Normal43">
    <w:name w:val="Normal_4_3"/>
    <w:uiPriority w:val="99"/>
    <w:pPr>
      <w:widowControl w:val="0"/>
      <w:jc w:val="both"/>
    </w:pPr>
    <w:rPr>
      <w:rFonts w:ascii="Calibri" w:eastAsia="宋体" w:hAnsi="Calibri" w:cs="Times New Roman"/>
      <w:kern w:val="2"/>
      <w:sz w:val="21"/>
      <w:szCs w:val="22"/>
    </w:rPr>
  </w:style>
  <w:style w:type="paragraph" w:customStyle="1" w:styleId="Normal510">
    <w:name w:val="Normal_5_10"/>
    <w:uiPriority w:val="99"/>
    <w:pPr>
      <w:widowControl w:val="0"/>
      <w:jc w:val="both"/>
    </w:pPr>
    <w:rPr>
      <w:rFonts w:ascii="Calibri" w:eastAsia="宋体" w:hAnsi="Calibri" w:cs="Times New Roman"/>
      <w:kern w:val="2"/>
      <w:sz w:val="21"/>
      <w:szCs w:val="22"/>
    </w:rPr>
  </w:style>
  <w:style w:type="paragraph" w:customStyle="1" w:styleId="Char3">
    <w:name w:val=" Char3"/>
    <w:basedOn w:val="Normal"/>
    <w:pPr>
      <w:widowControl/>
      <w:spacing w:line="300" w:lineRule="auto"/>
      <w:ind w:firstLine="200" w:firstLineChars="200"/>
    </w:pPr>
    <w:rPr>
      <w:rFonts w:ascii="Verdana" w:hAnsi="Verdana"/>
      <w:kern w:val="0"/>
      <w:szCs w:val="20"/>
      <w:lang w:eastAsia="en-US"/>
    </w:rPr>
  </w:style>
  <w:style w:type="paragraph" w:customStyle="1" w:styleId="Normal423">
    <w:name w:val="Normal_4_23"/>
    <w:uiPriority w:val="99"/>
    <w:pPr>
      <w:widowControl w:val="0"/>
      <w:jc w:val="both"/>
    </w:pPr>
    <w:rPr>
      <w:rFonts w:ascii="Calibri" w:eastAsia="宋体" w:hAnsi="Calibri" w:cs="Times New Roman"/>
      <w:kern w:val="2"/>
      <w:sz w:val="21"/>
      <w:szCs w:val="22"/>
    </w:rPr>
  </w:style>
  <w:style w:type="paragraph" w:customStyle="1" w:styleId="Normal47">
    <w:name w:val="Normal_4_7"/>
    <w:uiPriority w:val="99"/>
    <w:pPr>
      <w:widowControl w:val="0"/>
      <w:jc w:val="both"/>
    </w:pPr>
    <w:rPr>
      <w:rFonts w:ascii="Calibri" w:eastAsia="宋体" w:hAnsi="Calibri" w:cs="Times New Roman"/>
      <w:kern w:val="2"/>
      <w:sz w:val="21"/>
      <w:szCs w:val="22"/>
      <w:lang w:val="en-US" w:eastAsia="zh-CN" w:bidi="ar-SA"/>
    </w:rPr>
  </w:style>
  <w:style w:type="paragraph" w:customStyle="1" w:styleId="Normal48">
    <w:name w:val="Normal_4_8"/>
    <w:uiPriority w:val="99"/>
    <w:pPr>
      <w:widowControl w:val="0"/>
      <w:jc w:val="both"/>
    </w:pPr>
    <w:rPr>
      <w:rFonts w:ascii="Calibri" w:eastAsia="宋体" w:hAnsi="Calibri" w:cs="Times New Roman"/>
      <w:kern w:val="2"/>
      <w:sz w:val="21"/>
      <w:szCs w:val="22"/>
    </w:rPr>
  </w:style>
  <w:style w:type="paragraph" w:customStyle="1" w:styleId="NewNewNewNewNewNewNewNewNewNewNewNewNewNewNewNew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New New New New New New New New New New New New New New New New"/>
    <w:pPr>
      <w:widowControl w:val="0"/>
      <w:jc w:val="both"/>
    </w:pPr>
    <w:rPr>
      <w:kern w:val="2"/>
      <w:sz w:val="21"/>
      <w:szCs w:val="22"/>
      <w:lang w:val="en-US" w:eastAsia="zh-CN" w:bidi="ar-SA"/>
    </w:rPr>
  </w:style>
  <w:style w:type="paragraph" w:customStyle="1" w:styleId="ListParagraph">
    <w:name w:val="List Paragraph"/>
    <w:basedOn w:val="Normal"/>
    <w:qFormat/>
    <w:pPr>
      <w:ind w:firstLine="420" w:firstLineChars="200"/>
    </w:pPr>
    <w:rPr>
      <w:rFonts w:ascii="Calibri" w:hAnsi="Calibri" w:cs="Calibri"/>
      <w:szCs w:val="21"/>
    </w:rPr>
  </w:style>
  <w:style w:type="paragraph" w:customStyle="1" w:styleId="NewNew">
    <w:name w:val="正文 New New"/>
    <w:pPr>
      <w:widowControl w:val="0"/>
      <w:jc w:val="both"/>
    </w:pPr>
    <w:rPr>
      <w:kern w:val="2"/>
      <w:sz w:val="21"/>
      <w:szCs w:val="24"/>
      <w:lang w:val="en-US" w:eastAsia="zh-CN" w:bidi="ar-SA"/>
    </w:rPr>
  </w:style>
  <w:style w:type="paragraph" w:customStyle="1" w:styleId="Normal53">
    <w:name w:val="Normal_5_3"/>
    <w:uiPriority w:val="99"/>
    <w:pPr>
      <w:widowControl w:val="0"/>
      <w:jc w:val="both"/>
    </w:pPr>
    <w:rPr>
      <w:rFonts w:ascii="Calibri" w:eastAsia="宋体" w:hAnsi="Calibri" w:cs="Times New Roman"/>
      <w:kern w:val="2"/>
      <w:sz w:val="21"/>
      <w:szCs w:val="22"/>
    </w:rPr>
  </w:style>
  <w:style w:type="paragraph" w:customStyle="1" w:styleId="Normal410">
    <w:name w:val="Normal_4_10"/>
    <w:uiPriority w:val="99"/>
    <w:pPr>
      <w:widowControl w:val="0"/>
      <w:jc w:val="both"/>
    </w:pPr>
    <w:rPr>
      <w:rFonts w:ascii="Calibri" w:eastAsia="宋体" w:hAnsi="Calibri" w:cs="Times New Roman"/>
      <w:kern w:val="2"/>
      <w:sz w:val="21"/>
      <w:szCs w:val="22"/>
    </w:rPr>
  </w:style>
  <w:style w:type="paragraph" w:customStyle="1" w:styleId="Normal56">
    <w:name w:val="Normal_5_6"/>
    <w:uiPriority w:val="99"/>
    <w:pPr>
      <w:widowControl w:val="0"/>
      <w:jc w:val="both"/>
    </w:pPr>
    <w:rPr>
      <w:rFonts w:ascii="Calibri" w:eastAsia="宋体" w:hAnsi="Calibri" w:cs="Times New Roman"/>
      <w:kern w:val="2"/>
      <w:sz w:val="21"/>
      <w:szCs w:val="22"/>
    </w:rPr>
  </w:style>
  <w:style w:type="paragraph" w:customStyle="1" w:styleId="NewNewNewNewNew">
    <w:name w:val="正文 New New New New New"/>
    <w:pPr>
      <w:widowControl w:val="0"/>
      <w:jc w:val="both"/>
    </w:pPr>
    <w:rPr>
      <w:kern w:val="2"/>
      <w:sz w:val="21"/>
      <w:szCs w:val="24"/>
      <w:lang w:val="en-US" w:eastAsia="zh-CN" w:bidi="ar-SA"/>
    </w:rPr>
  </w:style>
  <w:style w:type="paragraph" w:customStyle="1" w:styleId="Normal16">
    <w:name w:val="Normal_1_6"/>
    <w:uiPriority w:val="99"/>
    <w:pPr>
      <w:widowControl w:val="0"/>
      <w:jc w:val="both"/>
    </w:pPr>
    <w:rPr>
      <w:rFonts w:ascii="Calibri" w:eastAsia="宋体" w:hAnsi="Calibri" w:cs="Times New Roman"/>
      <w:kern w:val="2"/>
      <w:sz w:val="21"/>
      <w:szCs w:val="22"/>
    </w:rPr>
  </w:style>
  <w:style w:type="paragraph" w:customStyle="1" w:styleId="p0">
    <w:name w:val="p0"/>
    <w:basedOn w:val="Normal"/>
    <w:pPr>
      <w:widowControl/>
    </w:pPr>
    <w:rPr>
      <w:kern w:val="0"/>
      <w:szCs w:val="21"/>
    </w:rPr>
  </w:style>
  <w:style w:type="paragraph" w:customStyle="1" w:styleId="0">
    <w:name w:val="正文_0"/>
    <w:qFormat/>
    <w:pPr>
      <w:widowControl w:val="0"/>
      <w:jc w:val="both"/>
    </w:pPr>
    <w:rPr>
      <w:rFonts w:ascii="Calibri" w:hAnsi="Calibri"/>
      <w:kern w:val="2"/>
      <w:sz w:val="21"/>
      <w:lang w:val="en-US" w:eastAsia="zh-CN" w:bidi="ar-SA"/>
    </w:rPr>
  </w:style>
  <w:style w:type="paragraph" w:customStyle="1" w:styleId="Normal516">
    <w:name w:val="Normal_5_16"/>
    <w:uiPriority w:val="99"/>
    <w:pPr>
      <w:widowControl w:val="0"/>
      <w:jc w:val="both"/>
    </w:pPr>
    <w:rPr>
      <w:rFonts w:ascii="Calibri" w:eastAsia="宋体" w:hAnsi="Calibri" w:cs="Times New Roman"/>
      <w:kern w:val="2"/>
      <w:sz w:val="21"/>
      <w:szCs w:val="22"/>
    </w:rPr>
  </w:style>
  <w:style w:type="paragraph" w:customStyle="1" w:styleId="NewNewNewNewNewNewNewNew">
    <w:name w:val="正文 New New New New New New New New"/>
    <w:pPr>
      <w:widowControl w:val="0"/>
      <w:jc w:val="both"/>
    </w:pPr>
    <w:rPr>
      <w:kern w:val="2"/>
      <w:sz w:val="21"/>
      <w:szCs w:val="24"/>
      <w:lang w:val="en-US" w:eastAsia="zh-CN" w:bidi="ar-SA"/>
    </w:rPr>
  </w:style>
  <w:style w:type="paragraph" w:customStyle="1" w:styleId="NewNewNewNewNewNewNewNewNewNewNewNewNewNewNewNewNewNewNewNewNewNewNewNewNewNewNewNewNewNewNewNewNewNewNewNewNewNewNewNewNewNew">
    <w:name w:val="正文 New New New New New New New New New New New New New New New New New New New New New New New New New New New New New New New New New New New New New New New New New New"/>
    <w:pPr>
      <w:widowControl w:val="0"/>
      <w:jc w:val="both"/>
    </w:pPr>
    <w:rPr>
      <w:kern w:val="2"/>
      <w:sz w:val="21"/>
      <w:szCs w:val="24"/>
      <w:lang w:val="en-US" w:eastAsia="zh-CN" w:bidi="ar-SA"/>
    </w:rPr>
  </w:style>
  <w:style w:type="paragraph" w:customStyle="1" w:styleId="Normal51">
    <w:name w:val="Normal_5_1"/>
    <w:uiPriority w:val="99"/>
    <w:pPr>
      <w:widowControl w:val="0"/>
      <w:jc w:val="both"/>
    </w:pPr>
    <w:rPr>
      <w:rFonts w:ascii="Calibri" w:eastAsia="宋体" w:hAnsi="Calibri" w:cs="Times New Roman"/>
      <w:kern w:val="2"/>
      <w:sz w:val="21"/>
      <w:szCs w:val="22"/>
    </w:rPr>
  </w:style>
  <w:style w:type="paragraph" w:customStyle="1" w:styleId="Normal41">
    <w:name w:val="Normal_4_1"/>
    <w:uiPriority w:val="99"/>
    <w:pPr>
      <w:widowControl w:val="0"/>
      <w:jc w:val="both"/>
    </w:pPr>
    <w:rPr>
      <w:rFonts w:ascii="Calibri" w:eastAsia="宋体" w:hAnsi="Calibri" w:cs="Times New Roman"/>
      <w:kern w:val="2"/>
      <w:sz w:val="21"/>
      <w:szCs w:val="22"/>
    </w:rPr>
  </w:style>
  <w:style w:type="paragraph" w:customStyle="1" w:styleId="Normal46">
    <w:name w:val="Normal_4_6"/>
    <w:uiPriority w:val="99"/>
    <w:pPr>
      <w:widowControl w:val="0"/>
      <w:jc w:val="both"/>
    </w:pPr>
    <w:rPr>
      <w:rFonts w:ascii="Calibri" w:eastAsia="宋体" w:hAnsi="Calibri" w:cs="Times New Roman"/>
      <w:kern w:val="2"/>
      <w:sz w:val="21"/>
      <w:szCs w:val="22"/>
    </w:rPr>
  </w:style>
  <w:style w:type="paragraph" w:customStyle="1" w:styleId="MTDisplayEquation">
    <w:name w:val="MTDisplayEquation"/>
    <w:basedOn w:val="Normal"/>
    <w:next w:val="Normal"/>
    <w:pPr>
      <w:tabs>
        <w:tab w:val="center" w:pos="4160"/>
        <w:tab w:val="right" w:pos="8320"/>
      </w:tabs>
    </w:pPr>
    <w:rPr>
      <w:szCs w:val="18"/>
    </w:rPr>
  </w:style>
  <w:style w:type="paragraph" w:customStyle="1" w:styleId="Normal4">
    <w:name w:val="Normal_4"/>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5">
    <w:name w:val="Normal_5"/>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6">
    <w:name w:val="Normal_6"/>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05">
    <w:name w:val="Normal_0_5"/>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57">
    <w:name w:val="Normal_5_7"/>
    <w:uiPriority w:val="99"/>
    <w:qFormat/>
    <w:pPr>
      <w:widowControl w:val="0"/>
      <w:jc w:val="both"/>
    </w:pPr>
    <w:rPr>
      <w:rFonts w:ascii="Calibri" w:eastAsia="宋体" w:hAnsi="Calibri" w:cs="Times New Roman"/>
      <w:kern w:val="2"/>
      <w:sz w:val="21"/>
      <w:szCs w:val="22"/>
    </w:rPr>
  </w:style>
  <w:style w:type="paragraph" w:customStyle="1" w:styleId="Normal3">
    <w:name w:val="Normal_3"/>
    <w:uiPriority w:val="99"/>
    <w:qFormat/>
    <w:pPr>
      <w:widowControl w:val="0"/>
      <w:jc w:val="both"/>
    </w:pPr>
    <w:rPr>
      <w:rFonts w:ascii="Calibri" w:eastAsia="宋体" w:hAnsi="Calibri" w:cs="Times New Roman"/>
      <w:kern w:val="2"/>
      <w:sz w:val="21"/>
      <w:szCs w:val="22"/>
      <w:lang w:val="en-US" w:eastAsia="zh-CN" w:bidi="ar-SA"/>
    </w:rPr>
  </w:style>
  <w:style w:type="paragraph" w:customStyle="1" w:styleId="Normal55">
    <w:name w:val="Normal_5_5"/>
    <w:uiPriority w:val="99"/>
    <w:qFormat/>
    <w:pPr>
      <w:widowControl w:val="0"/>
      <w:jc w:val="both"/>
    </w:pPr>
    <w:rPr>
      <w:rFonts w:ascii="Calibri" w:eastAsia="宋体" w:hAnsi="Calibri" w:cs="Times New Roman"/>
      <w:kern w:val="2"/>
      <w:sz w:val="21"/>
      <w:szCs w:val="22"/>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5.wmf" /><Relationship Id="rId100" Type="http://schemas.openxmlformats.org/officeDocument/2006/relationships/oleObject" Target="embeddings/oleObject46.bin" /><Relationship Id="rId101" Type="http://schemas.openxmlformats.org/officeDocument/2006/relationships/image" Target="media/image52.wmf" /><Relationship Id="rId102" Type="http://schemas.openxmlformats.org/officeDocument/2006/relationships/oleObject" Target="embeddings/oleObject47.bin" /><Relationship Id="rId103" Type="http://schemas.openxmlformats.org/officeDocument/2006/relationships/image" Target="media/image53.wmf" /><Relationship Id="rId104" Type="http://schemas.openxmlformats.org/officeDocument/2006/relationships/oleObject" Target="embeddings/oleObject48.bin" /><Relationship Id="rId105" Type="http://schemas.openxmlformats.org/officeDocument/2006/relationships/image" Target="media/image54.wmf" /><Relationship Id="rId106" Type="http://schemas.openxmlformats.org/officeDocument/2006/relationships/oleObject" Target="embeddings/oleObject49.bin" /><Relationship Id="rId107" Type="http://schemas.openxmlformats.org/officeDocument/2006/relationships/image" Target="media/image55.png" /><Relationship Id="rId108" Type="http://schemas.openxmlformats.org/officeDocument/2006/relationships/image" Target="media/image56.wmf" /><Relationship Id="rId109" Type="http://schemas.openxmlformats.org/officeDocument/2006/relationships/oleObject" Target="embeddings/oleObject50.bin" /><Relationship Id="rId11" Type="http://schemas.openxmlformats.org/officeDocument/2006/relationships/oleObject" Target="embeddings/oleObject3.bin" /><Relationship Id="rId110" Type="http://schemas.openxmlformats.org/officeDocument/2006/relationships/image" Target="media/image57.wmf" /><Relationship Id="rId111" Type="http://schemas.openxmlformats.org/officeDocument/2006/relationships/oleObject" Target="embeddings/oleObject51.bin" /><Relationship Id="rId112" Type="http://schemas.openxmlformats.org/officeDocument/2006/relationships/image" Target="media/image58.wmf" /><Relationship Id="rId113" Type="http://schemas.openxmlformats.org/officeDocument/2006/relationships/oleObject" Target="embeddings/oleObject52.bin" /><Relationship Id="rId114" Type="http://schemas.openxmlformats.org/officeDocument/2006/relationships/image" Target="media/image59.wmf" /><Relationship Id="rId115" Type="http://schemas.openxmlformats.org/officeDocument/2006/relationships/oleObject" Target="embeddings/oleObject53.bin" /><Relationship Id="rId116" Type="http://schemas.openxmlformats.org/officeDocument/2006/relationships/image" Target="media/image60.wmf" /><Relationship Id="rId117" Type="http://schemas.openxmlformats.org/officeDocument/2006/relationships/oleObject" Target="embeddings/oleObject54.bin" /><Relationship Id="rId118" Type="http://schemas.openxmlformats.org/officeDocument/2006/relationships/image" Target="media/image61.wmf" /><Relationship Id="rId119" Type="http://schemas.openxmlformats.org/officeDocument/2006/relationships/oleObject" Target="embeddings/oleObject55.bin" /><Relationship Id="rId12" Type="http://schemas.openxmlformats.org/officeDocument/2006/relationships/image" Target="media/image6.wmf" /><Relationship Id="rId120" Type="http://schemas.openxmlformats.org/officeDocument/2006/relationships/image" Target="media/image62.wmf" /><Relationship Id="rId121" Type="http://schemas.openxmlformats.org/officeDocument/2006/relationships/oleObject" Target="embeddings/oleObject56.bin" /><Relationship Id="rId122" Type="http://schemas.openxmlformats.org/officeDocument/2006/relationships/image" Target="media/image63.wmf" /><Relationship Id="rId123" Type="http://schemas.openxmlformats.org/officeDocument/2006/relationships/oleObject" Target="embeddings/oleObject57.bin" /><Relationship Id="rId124" Type="http://schemas.openxmlformats.org/officeDocument/2006/relationships/image" Target="media/image64.wmf" /><Relationship Id="rId125" Type="http://schemas.openxmlformats.org/officeDocument/2006/relationships/oleObject" Target="embeddings/oleObject58.bin" /><Relationship Id="rId126" Type="http://schemas.openxmlformats.org/officeDocument/2006/relationships/image" Target="media/image65.wmf" /><Relationship Id="rId127" Type="http://schemas.openxmlformats.org/officeDocument/2006/relationships/oleObject" Target="embeddings/oleObject59.bin" /><Relationship Id="rId128" Type="http://schemas.openxmlformats.org/officeDocument/2006/relationships/image" Target="media/image66.wmf" /><Relationship Id="rId129" Type="http://schemas.openxmlformats.org/officeDocument/2006/relationships/oleObject" Target="embeddings/oleObject60.bin" /><Relationship Id="rId13" Type="http://schemas.openxmlformats.org/officeDocument/2006/relationships/oleObject" Target="embeddings/oleObject4.bin" /><Relationship Id="rId130" Type="http://schemas.openxmlformats.org/officeDocument/2006/relationships/image" Target="media/image67.wmf" /><Relationship Id="rId131" Type="http://schemas.openxmlformats.org/officeDocument/2006/relationships/oleObject" Target="embeddings/oleObject61.bin" /><Relationship Id="rId132" Type="http://schemas.openxmlformats.org/officeDocument/2006/relationships/image" Target="media/image68.wmf" /><Relationship Id="rId133" Type="http://schemas.openxmlformats.org/officeDocument/2006/relationships/oleObject" Target="embeddings/oleObject62.bin" /><Relationship Id="rId134" Type="http://schemas.openxmlformats.org/officeDocument/2006/relationships/image" Target="media/image69.png" /><Relationship Id="rId135" Type="http://schemas.openxmlformats.org/officeDocument/2006/relationships/image" Target="media/image70.wmf" /><Relationship Id="rId136" Type="http://schemas.openxmlformats.org/officeDocument/2006/relationships/oleObject" Target="embeddings/oleObject63.bin" /><Relationship Id="rId137" Type="http://schemas.openxmlformats.org/officeDocument/2006/relationships/image" Target="media/image71.wmf" /><Relationship Id="rId138" Type="http://schemas.openxmlformats.org/officeDocument/2006/relationships/oleObject" Target="embeddings/oleObject64.bin" /><Relationship Id="rId139" Type="http://schemas.openxmlformats.org/officeDocument/2006/relationships/image" Target="media/image72.wmf" /><Relationship Id="rId14" Type="http://schemas.openxmlformats.org/officeDocument/2006/relationships/image" Target="media/image7.wmf" /><Relationship Id="rId140" Type="http://schemas.openxmlformats.org/officeDocument/2006/relationships/oleObject" Target="embeddings/oleObject65.bin" /><Relationship Id="rId141" Type="http://schemas.openxmlformats.org/officeDocument/2006/relationships/image" Target="media/image73.wmf" /><Relationship Id="rId142" Type="http://schemas.openxmlformats.org/officeDocument/2006/relationships/oleObject" Target="embeddings/oleObject66.bin" /><Relationship Id="rId143" Type="http://schemas.openxmlformats.org/officeDocument/2006/relationships/image" Target="media/image74.wmf" /><Relationship Id="rId144" Type="http://schemas.openxmlformats.org/officeDocument/2006/relationships/oleObject" Target="embeddings/oleObject67.bin" /><Relationship Id="rId145" Type="http://schemas.openxmlformats.org/officeDocument/2006/relationships/image" Target="media/image75.wmf" /><Relationship Id="rId146" Type="http://schemas.openxmlformats.org/officeDocument/2006/relationships/oleObject" Target="embeddings/oleObject68.bin" /><Relationship Id="rId147" Type="http://schemas.openxmlformats.org/officeDocument/2006/relationships/image" Target="media/image76.wmf" /><Relationship Id="rId148" Type="http://schemas.openxmlformats.org/officeDocument/2006/relationships/oleObject" Target="embeddings/oleObject69.bin" /><Relationship Id="rId149" Type="http://schemas.openxmlformats.org/officeDocument/2006/relationships/image" Target="media/image77.wmf" /><Relationship Id="rId15" Type="http://schemas.openxmlformats.org/officeDocument/2006/relationships/oleObject" Target="embeddings/oleObject5.bin" /><Relationship Id="rId150" Type="http://schemas.openxmlformats.org/officeDocument/2006/relationships/oleObject" Target="embeddings/oleObject70.bin" /><Relationship Id="rId151" Type="http://schemas.openxmlformats.org/officeDocument/2006/relationships/image" Target="media/image78.png" /><Relationship Id="rId152" Type="http://schemas.openxmlformats.org/officeDocument/2006/relationships/image" Target="media/image79.wmf" /><Relationship Id="rId153" Type="http://schemas.openxmlformats.org/officeDocument/2006/relationships/oleObject" Target="embeddings/oleObject71.bin" /><Relationship Id="rId154" Type="http://schemas.openxmlformats.org/officeDocument/2006/relationships/image" Target="media/image80.wmf" /><Relationship Id="rId155" Type="http://schemas.openxmlformats.org/officeDocument/2006/relationships/oleObject" Target="embeddings/oleObject72.bin" /><Relationship Id="rId156" Type="http://schemas.openxmlformats.org/officeDocument/2006/relationships/image" Target="media/image81.wmf" /><Relationship Id="rId157" Type="http://schemas.openxmlformats.org/officeDocument/2006/relationships/oleObject" Target="embeddings/oleObject73.bin" /><Relationship Id="rId158" Type="http://schemas.openxmlformats.org/officeDocument/2006/relationships/image" Target="media/image82.wmf" /><Relationship Id="rId159" Type="http://schemas.openxmlformats.org/officeDocument/2006/relationships/oleObject" Target="embeddings/oleObject74.bin" /><Relationship Id="rId16" Type="http://schemas.openxmlformats.org/officeDocument/2006/relationships/image" Target="media/image8.wmf" /><Relationship Id="rId160" Type="http://schemas.openxmlformats.org/officeDocument/2006/relationships/image" Target="media/image83.wmf" /><Relationship Id="rId161" Type="http://schemas.openxmlformats.org/officeDocument/2006/relationships/oleObject" Target="embeddings/oleObject75.bin" /><Relationship Id="rId162" Type="http://schemas.openxmlformats.org/officeDocument/2006/relationships/image" Target="media/image84.wmf" /><Relationship Id="rId163" Type="http://schemas.openxmlformats.org/officeDocument/2006/relationships/oleObject" Target="embeddings/oleObject76.bin" /><Relationship Id="rId164" Type="http://schemas.openxmlformats.org/officeDocument/2006/relationships/image" Target="media/image85.wmf" /><Relationship Id="rId165" Type="http://schemas.openxmlformats.org/officeDocument/2006/relationships/oleObject" Target="embeddings/oleObject77.bin" /><Relationship Id="rId166" Type="http://schemas.openxmlformats.org/officeDocument/2006/relationships/image" Target="media/image86.wmf" /><Relationship Id="rId167" Type="http://schemas.openxmlformats.org/officeDocument/2006/relationships/oleObject" Target="embeddings/oleObject78.bin" /><Relationship Id="rId168" Type="http://schemas.openxmlformats.org/officeDocument/2006/relationships/image" Target="media/image87.png" /><Relationship Id="rId169" Type="http://schemas.openxmlformats.org/officeDocument/2006/relationships/image" Target="media/image88.wmf" /><Relationship Id="rId17" Type="http://schemas.openxmlformats.org/officeDocument/2006/relationships/oleObject" Target="embeddings/oleObject6.bin" /><Relationship Id="rId170" Type="http://schemas.openxmlformats.org/officeDocument/2006/relationships/oleObject" Target="embeddings/oleObject79.bin" /><Relationship Id="rId171" Type="http://schemas.openxmlformats.org/officeDocument/2006/relationships/image" Target="media/image89.wmf" /><Relationship Id="rId172" Type="http://schemas.openxmlformats.org/officeDocument/2006/relationships/oleObject" Target="embeddings/oleObject80.bin" /><Relationship Id="rId173" Type="http://schemas.openxmlformats.org/officeDocument/2006/relationships/image" Target="media/image90.wmf" /><Relationship Id="rId174" Type="http://schemas.openxmlformats.org/officeDocument/2006/relationships/oleObject" Target="embeddings/oleObject81.bin" /><Relationship Id="rId175" Type="http://schemas.openxmlformats.org/officeDocument/2006/relationships/image" Target="media/image91.wmf" /><Relationship Id="rId176" Type="http://schemas.openxmlformats.org/officeDocument/2006/relationships/oleObject" Target="embeddings/oleObject82.bin" /><Relationship Id="rId177" Type="http://schemas.openxmlformats.org/officeDocument/2006/relationships/image" Target="media/image92.wmf" /><Relationship Id="rId178" Type="http://schemas.openxmlformats.org/officeDocument/2006/relationships/oleObject" Target="embeddings/oleObject83.bin" /><Relationship Id="rId179" Type="http://schemas.openxmlformats.org/officeDocument/2006/relationships/image" Target="media/image93.wmf" /><Relationship Id="rId18" Type="http://schemas.openxmlformats.org/officeDocument/2006/relationships/oleObject" Target="embeddings/oleObject7.bin" /><Relationship Id="rId180" Type="http://schemas.openxmlformats.org/officeDocument/2006/relationships/oleObject" Target="embeddings/oleObject84.bin" /><Relationship Id="rId181" Type="http://schemas.openxmlformats.org/officeDocument/2006/relationships/image" Target="media/image94.wmf" /><Relationship Id="rId182" Type="http://schemas.openxmlformats.org/officeDocument/2006/relationships/oleObject" Target="embeddings/oleObject85.bin" /><Relationship Id="rId183" Type="http://schemas.openxmlformats.org/officeDocument/2006/relationships/image" Target="media/image95.wmf" /><Relationship Id="rId184" Type="http://schemas.openxmlformats.org/officeDocument/2006/relationships/oleObject" Target="embeddings/oleObject86.bin" /><Relationship Id="rId185" Type="http://schemas.openxmlformats.org/officeDocument/2006/relationships/image" Target="media/image96.wmf" /><Relationship Id="rId186" Type="http://schemas.openxmlformats.org/officeDocument/2006/relationships/oleObject" Target="embeddings/oleObject87.bin" /><Relationship Id="rId187" Type="http://schemas.openxmlformats.org/officeDocument/2006/relationships/image" Target="media/image97.wmf" /><Relationship Id="rId188" Type="http://schemas.openxmlformats.org/officeDocument/2006/relationships/oleObject" Target="embeddings/oleObject88.bin" /><Relationship Id="rId189" Type="http://schemas.openxmlformats.org/officeDocument/2006/relationships/image" Target="media/image98.wmf" /><Relationship Id="rId19" Type="http://schemas.openxmlformats.org/officeDocument/2006/relationships/image" Target="media/image9.wmf" /><Relationship Id="rId190" Type="http://schemas.openxmlformats.org/officeDocument/2006/relationships/oleObject" Target="embeddings/oleObject89.bin" /><Relationship Id="rId191" Type="http://schemas.openxmlformats.org/officeDocument/2006/relationships/image" Target="media/image99.wmf" /><Relationship Id="rId192" Type="http://schemas.openxmlformats.org/officeDocument/2006/relationships/oleObject" Target="embeddings/oleObject90.bin" /><Relationship Id="rId193" Type="http://schemas.openxmlformats.org/officeDocument/2006/relationships/image" Target="media/image100.wmf" /><Relationship Id="rId194" Type="http://schemas.openxmlformats.org/officeDocument/2006/relationships/oleObject" Target="embeddings/oleObject91.bin" /><Relationship Id="rId195" Type="http://schemas.openxmlformats.org/officeDocument/2006/relationships/image" Target="media/image101.wmf" /><Relationship Id="rId196" Type="http://schemas.openxmlformats.org/officeDocument/2006/relationships/oleObject" Target="embeddings/oleObject92.bin" /><Relationship Id="rId197" Type="http://schemas.openxmlformats.org/officeDocument/2006/relationships/image" Target="media/image102.wmf" /><Relationship Id="rId198" Type="http://schemas.openxmlformats.org/officeDocument/2006/relationships/oleObject" Target="embeddings/oleObject93.bin" /><Relationship Id="rId199" Type="http://schemas.openxmlformats.org/officeDocument/2006/relationships/image" Target="media/image103.wmf" /><Relationship Id="rId2" Type="http://schemas.openxmlformats.org/officeDocument/2006/relationships/webSettings" Target="webSettings.xml" /><Relationship Id="rId20" Type="http://schemas.openxmlformats.org/officeDocument/2006/relationships/oleObject" Target="embeddings/oleObject8.bin" /><Relationship Id="rId200" Type="http://schemas.openxmlformats.org/officeDocument/2006/relationships/oleObject" Target="embeddings/oleObject94.bin" /><Relationship Id="rId201" Type="http://schemas.openxmlformats.org/officeDocument/2006/relationships/image" Target="media/image104.wmf" /><Relationship Id="rId202" Type="http://schemas.openxmlformats.org/officeDocument/2006/relationships/oleObject" Target="embeddings/oleObject95.bin" /><Relationship Id="rId203" Type="http://schemas.openxmlformats.org/officeDocument/2006/relationships/image" Target="media/image105.wmf" /><Relationship Id="rId204" Type="http://schemas.openxmlformats.org/officeDocument/2006/relationships/oleObject" Target="embeddings/oleObject96.bin" /><Relationship Id="rId205" Type="http://schemas.openxmlformats.org/officeDocument/2006/relationships/image" Target="media/image106.wmf" /><Relationship Id="rId206" Type="http://schemas.openxmlformats.org/officeDocument/2006/relationships/oleObject" Target="embeddings/oleObject97.bin" /><Relationship Id="rId207" Type="http://schemas.openxmlformats.org/officeDocument/2006/relationships/image" Target="media/image107.wmf" /><Relationship Id="rId208" Type="http://schemas.openxmlformats.org/officeDocument/2006/relationships/oleObject" Target="embeddings/oleObject98.bin" /><Relationship Id="rId209" Type="http://schemas.openxmlformats.org/officeDocument/2006/relationships/image" Target="media/image108.wmf" /><Relationship Id="rId21" Type="http://schemas.openxmlformats.org/officeDocument/2006/relationships/image" Target="media/image10.png" /><Relationship Id="rId210" Type="http://schemas.openxmlformats.org/officeDocument/2006/relationships/oleObject" Target="embeddings/oleObject99.bin" /><Relationship Id="rId211" Type="http://schemas.openxmlformats.org/officeDocument/2006/relationships/image" Target="media/image109.wmf" /><Relationship Id="rId212" Type="http://schemas.openxmlformats.org/officeDocument/2006/relationships/oleObject" Target="embeddings/oleObject100.bin" /><Relationship Id="rId213" Type="http://schemas.openxmlformats.org/officeDocument/2006/relationships/image" Target="media/image110.wmf" /><Relationship Id="rId214" Type="http://schemas.openxmlformats.org/officeDocument/2006/relationships/oleObject" Target="embeddings/oleObject101.bin" /><Relationship Id="rId215" Type="http://schemas.openxmlformats.org/officeDocument/2006/relationships/image" Target="media/image111.wmf" /><Relationship Id="rId216" Type="http://schemas.openxmlformats.org/officeDocument/2006/relationships/oleObject" Target="embeddings/oleObject102.bin" /><Relationship Id="rId217" Type="http://schemas.openxmlformats.org/officeDocument/2006/relationships/image" Target="media/image112.wmf" /><Relationship Id="rId218" Type="http://schemas.openxmlformats.org/officeDocument/2006/relationships/oleObject" Target="embeddings/oleObject103.bin" /><Relationship Id="rId219" Type="http://schemas.openxmlformats.org/officeDocument/2006/relationships/image" Target="media/image113.wmf" /><Relationship Id="rId22" Type="http://schemas.openxmlformats.org/officeDocument/2006/relationships/image" Target="media/image11.wmf" /><Relationship Id="rId220" Type="http://schemas.openxmlformats.org/officeDocument/2006/relationships/oleObject" Target="embeddings/oleObject104.bin" /><Relationship Id="rId221" Type="http://schemas.openxmlformats.org/officeDocument/2006/relationships/image" Target="media/image114.wmf" /><Relationship Id="rId222" Type="http://schemas.openxmlformats.org/officeDocument/2006/relationships/oleObject" Target="embeddings/oleObject105.bin" /><Relationship Id="rId223" Type="http://schemas.openxmlformats.org/officeDocument/2006/relationships/image" Target="media/image115.wmf" /><Relationship Id="rId224" Type="http://schemas.openxmlformats.org/officeDocument/2006/relationships/oleObject" Target="embeddings/oleObject106.bin" /><Relationship Id="rId225" Type="http://schemas.openxmlformats.org/officeDocument/2006/relationships/image" Target="media/image116.wmf" /><Relationship Id="rId226" Type="http://schemas.openxmlformats.org/officeDocument/2006/relationships/oleObject" Target="embeddings/oleObject107.bin" /><Relationship Id="rId227" Type="http://schemas.openxmlformats.org/officeDocument/2006/relationships/image" Target="media/image117.png" /><Relationship Id="rId228" Type="http://schemas.openxmlformats.org/officeDocument/2006/relationships/image" Target="media/image118.wmf" /><Relationship Id="rId229" Type="http://schemas.openxmlformats.org/officeDocument/2006/relationships/oleObject" Target="embeddings/oleObject108.bin" /><Relationship Id="rId23" Type="http://schemas.openxmlformats.org/officeDocument/2006/relationships/oleObject" Target="embeddings/oleObject9.bin" /><Relationship Id="rId230" Type="http://schemas.openxmlformats.org/officeDocument/2006/relationships/image" Target="media/image119.wmf" /><Relationship Id="rId231" Type="http://schemas.openxmlformats.org/officeDocument/2006/relationships/oleObject" Target="embeddings/oleObject109.bin" /><Relationship Id="rId232" Type="http://schemas.openxmlformats.org/officeDocument/2006/relationships/image" Target="media/image120.wmf" /><Relationship Id="rId233" Type="http://schemas.openxmlformats.org/officeDocument/2006/relationships/oleObject" Target="embeddings/oleObject110.bin" /><Relationship Id="rId234" Type="http://schemas.openxmlformats.org/officeDocument/2006/relationships/image" Target="media/image121.wmf" /><Relationship Id="rId235" Type="http://schemas.openxmlformats.org/officeDocument/2006/relationships/oleObject" Target="embeddings/oleObject111.bin" /><Relationship Id="rId236" Type="http://schemas.openxmlformats.org/officeDocument/2006/relationships/image" Target="media/image122.wmf" /><Relationship Id="rId237" Type="http://schemas.openxmlformats.org/officeDocument/2006/relationships/oleObject" Target="embeddings/oleObject112.bin" /><Relationship Id="rId238" Type="http://schemas.openxmlformats.org/officeDocument/2006/relationships/image" Target="media/image123.wmf" /><Relationship Id="rId239" Type="http://schemas.openxmlformats.org/officeDocument/2006/relationships/oleObject" Target="embeddings/oleObject113.bin" /><Relationship Id="rId24" Type="http://schemas.openxmlformats.org/officeDocument/2006/relationships/image" Target="media/image12.wmf" /><Relationship Id="rId240" Type="http://schemas.openxmlformats.org/officeDocument/2006/relationships/image" Target="media/image124.wmf" /><Relationship Id="rId241" Type="http://schemas.openxmlformats.org/officeDocument/2006/relationships/oleObject" Target="embeddings/oleObject114.bin" /><Relationship Id="rId242" Type="http://schemas.openxmlformats.org/officeDocument/2006/relationships/image" Target="media/image125.wmf" /><Relationship Id="rId243" Type="http://schemas.openxmlformats.org/officeDocument/2006/relationships/oleObject" Target="embeddings/oleObject115.bin" /><Relationship Id="rId244" Type="http://schemas.openxmlformats.org/officeDocument/2006/relationships/image" Target="media/image126.wmf" /><Relationship Id="rId245" Type="http://schemas.openxmlformats.org/officeDocument/2006/relationships/oleObject" Target="embeddings/oleObject116.bin" /><Relationship Id="rId246" Type="http://schemas.openxmlformats.org/officeDocument/2006/relationships/image" Target="media/image127.wmf" /><Relationship Id="rId247" Type="http://schemas.openxmlformats.org/officeDocument/2006/relationships/oleObject" Target="embeddings/oleObject117.bin" /><Relationship Id="rId248" Type="http://schemas.openxmlformats.org/officeDocument/2006/relationships/image" Target="media/image128.wmf" /><Relationship Id="rId249" Type="http://schemas.openxmlformats.org/officeDocument/2006/relationships/oleObject" Target="embeddings/oleObject118.bin" /><Relationship Id="rId25" Type="http://schemas.openxmlformats.org/officeDocument/2006/relationships/oleObject" Target="embeddings/oleObject10.bin" /><Relationship Id="rId250" Type="http://schemas.openxmlformats.org/officeDocument/2006/relationships/image" Target="media/image129.wmf" /><Relationship Id="rId251" Type="http://schemas.openxmlformats.org/officeDocument/2006/relationships/oleObject" Target="embeddings/oleObject119.bin" /><Relationship Id="rId252" Type="http://schemas.openxmlformats.org/officeDocument/2006/relationships/image" Target="media/image130.wmf" /><Relationship Id="rId253" Type="http://schemas.openxmlformats.org/officeDocument/2006/relationships/oleObject" Target="embeddings/oleObject120.bin" /><Relationship Id="rId254" Type="http://schemas.openxmlformats.org/officeDocument/2006/relationships/image" Target="media/image131.wmf" /><Relationship Id="rId255" Type="http://schemas.openxmlformats.org/officeDocument/2006/relationships/oleObject" Target="embeddings/oleObject121.bin" /><Relationship Id="rId256" Type="http://schemas.openxmlformats.org/officeDocument/2006/relationships/image" Target="media/image132.wmf" /><Relationship Id="rId257" Type="http://schemas.openxmlformats.org/officeDocument/2006/relationships/oleObject" Target="embeddings/oleObject122.bin" /><Relationship Id="rId258" Type="http://schemas.openxmlformats.org/officeDocument/2006/relationships/image" Target="media/image133.wmf" /><Relationship Id="rId259" Type="http://schemas.openxmlformats.org/officeDocument/2006/relationships/oleObject" Target="embeddings/oleObject123.bin" /><Relationship Id="rId26" Type="http://schemas.openxmlformats.org/officeDocument/2006/relationships/image" Target="media/image13.wmf" /><Relationship Id="rId260" Type="http://schemas.openxmlformats.org/officeDocument/2006/relationships/image" Target="media/image134.png" /><Relationship Id="rId261" Type="http://schemas.openxmlformats.org/officeDocument/2006/relationships/image" Target="media/image135.wmf" /><Relationship Id="rId262" Type="http://schemas.openxmlformats.org/officeDocument/2006/relationships/oleObject" Target="embeddings/oleObject124.bin" /><Relationship Id="rId263" Type="http://schemas.openxmlformats.org/officeDocument/2006/relationships/image" Target="media/image136.wmf" /><Relationship Id="rId264" Type="http://schemas.openxmlformats.org/officeDocument/2006/relationships/oleObject" Target="embeddings/oleObject125.bin" /><Relationship Id="rId265" Type="http://schemas.openxmlformats.org/officeDocument/2006/relationships/image" Target="media/image137.wmf" /><Relationship Id="rId266" Type="http://schemas.openxmlformats.org/officeDocument/2006/relationships/oleObject" Target="embeddings/oleObject126.bin" /><Relationship Id="rId267" Type="http://schemas.openxmlformats.org/officeDocument/2006/relationships/image" Target="media/image138.wmf" /><Relationship Id="rId268" Type="http://schemas.openxmlformats.org/officeDocument/2006/relationships/oleObject" Target="embeddings/oleObject127.bin" /><Relationship Id="rId269" Type="http://schemas.openxmlformats.org/officeDocument/2006/relationships/image" Target="media/image139.wmf" /><Relationship Id="rId27" Type="http://schemas.openxmlformats.org/officeDocument/2006/relationships/oleObject" Target="embeddings/oleObject11.bin" /><Relationship Id="rId270" Type="http://schemas.openxmlformats.org/officeDocument/2006/relationships/oleObject" Target="embeddings/oleObject128.bin" /><Relationship Id="rId271" Type="http://schemas.openxmlformats.org/officeDocument/2006/relationships/image" Target="media/image140.wmf" /><Relationship Id="rId272" Type="http://schemas.openxmlformats.org/officeDocument/2006/relationships/oleObject" Target="embeddings/oleObject129.bin" /><Relationship Id="rId273" Type="http://schemas.openxmlformats.org/officeDocument/2006/relationships/image" Target="media/image141.wmf" /><Relationship Id="rId274" Type="http://schemas.openxmlformats.org/officeDocument/2006/relationships/oleObject" Target="embeddings/oleObject130.bin" /><Relationship Id="rId275" Type="http://schemas.openxmlformats.org/officeDocument/2006/relationships/image" Target="media/image142.wmf" /><Relationship Id="rId276" Type="http://schemas.openxmlformats.org/officeDocument/2006/relationships/oleObject" Target="embeddings/oleObject131.bin" /><Relationship Id="rId277" Type="http://schemas.openxmlformats.org/officeDocument/2006/relationships/image" Target="media/image143.wmf" /><Relationship Id="rId278" Type="http://schemas.openxmlformats.org/officeDocument/2006/relationships/oleObject" Target="embeddings/oleObject132.bin" /><Relationship Id="rId279" Type="http://schemas.openxmlformats.org/officeDocument/2006/relationships/image" Target="media/image144.wmf" /><Relationship Id="rId28" Type="http://schemas.openxmlformats.org/officeDocument/2006/relationships/image" Target="media/image14.wmf" /><Relationship Id="rId280" Type="http://schemas.openxmlformats.org/officeDocument/2006/relationships/oleObject" Target="embeddings/oleObject133.bin" /><Relationship Id="rId281" Type="http://schemas.openxmlformats.org/officeDocument/2006/relationships/image" Target="media/image145.wmf" /><Relationship Id="rId282" Type="http://schemas.openxmlformats.org/officeDocument/2006/relationships/oleObject" Target="embeddings/oleObject134.bin" /><Relationship Id="rId283" Type="http://schemas.openxmlformats.org/officeDocument/2006/relationships/image" Target="media/image146.wmf" /><Relationship Id="rId284" Type="http://schemas.openxmlformats.org/officeDocument/2006/relationships/oleObject" Target="embeddings/oleObject135.bin" /><Relationship Id="rId285" Type="http://schemas.openxmlformats.org/officeDocument/2006/relationships/image" Target="media/image147.wmf" /><Relationship Id="rId286" Type="http://schemas.openxmlformats.org/officeDocument/2006/relationships/oleObject" Target="embeddings/oleObject136.bin" /><Relationship Id="rId287" Type="http://schemas.openxmlformats.org/officeDocument/2006/relationships/image" Target="media/image148.wmf" /><Relationship Id="rId288" Type="http://schemas.openxmlformats.org/officeDocument/2006/relationships/oleObject" Target="embeddings/oleObject137.bin" /><Relationship Id="rId289" Type="http://schemas.openxmlformats.org/officeDocument/2006/relationships/image" Target="media/image149.wmf" /><Relationship Id="rId29" Type="http://schemas.openxmlformats.org/officeDocument/2006/relationships/oleObject" Target="embeddings/oleObject12.bin" /><Relationship Id="rId290" Type="http://schemas.openxmlformats.org/officeDocument/2006/relationships/oleObject" Target="embeddings/oleObject138.bin" /><Relationship Id="rId291" Type="http://schemas.openxmlformats.org/officeDocument/2006/relationships/image" Target="media/image150.wmf" /><Relationship Id="rId292" Type="http://schemas.openxmlformats.org/officeDocument/2006/relationships/oleObject" Target="embeddings/oleObject139.bin" /><Relationship Id="rId293" Type="http://schemas.openxmlformats.org/officeDocument/2006/relationships/image" Target="media/image151.wmf" /><Relationship Id="rId294" Type="http://schemas.openxmlformats.org/officeDocument/2006/relationships/oleObject" Target="embeddings/oleObject140.bin" /><Relationship Id="rId295" Type="http://schemas.openxmlformats.org/officeDocument/2006/relationships/image" Target="media/image152.wmf" /><Relationship Id="rId296" Type="http://schemas.openxmlformats.org/officeDocument/2006/relationships/oleObject" Target="embeddings/oleObject141.bin" /><Relationship Id="rId297" Type="http://schemas.openxmlformats.org/officeDocument/2006/relationships/image" Target="media/image153.wmf" /><Relationship Id="rId298" Type="http://schemas.openxmlformats.org/officeDocument/2006/relationships/oleObject" Target="embeddings/oleObject142.bin" /><Relationship Id="rId299" Type="http://schemas.openxmlformats.org/officeDocument/2006/relationships/image" Target="media/image154.wmf" /><Relationship Id="rId3" Type="http://schemas.openxmlformats.org/officeDocument/2006/relationships/fontTable" Target="fontTable.xml" /><Relationship Id="rId30" Type="http://schemas.openxmlformats.org/officeDocument/2006/relationships/image" Target="media/image15.wmf" /><Relationship Id="rId300" Type="http://schemas.openxmlformats.org/officeDocument/2006/relationships/oleObject" Target="embeddings/oleObject143.bin" /><Relationship Id="rId301" Type="http://schemas.openxmlformats.org/officeDocument/2006/relationships/image" Target="media/image155.wmf" /><Relationship Id="rId302" Type="http://schemas.openxmlformats.org/officeDocument/2006/relationships/oleObject" Target="embeddings/oleObject144.bin" /><Relationship Id="rId303" Type="http://schemas.openxmlformats.org/officeDocument/2006/relationships/image" Target="media/image156.wmf" /><Relationship Id="rId304" Type="http://schemas.openxmlformats.org/officeDocument/2006/relationships/oleObject" Target="embeddings/oleObject145.bin" /><Relationship Id="rId305" Type="http://schemas.openxmlformats.org/officeDocument/2006/relationships/image" Target="media/image157.wmf" /><Relationship Id="rId306" Type="http://schemas.openxmlformats.org/officeDocument/2006/relationships/oleObject" Target="embeddings/oleObject146.bin" /><Relationship Id="rId307" Type="http://schemas.openxmlformats.org/officeDocument/2006/relationships/image" Target="media/image158.wmf" /><Relationship Id="rId308" Type="http://schemas.openxmlformats.org/officeDocument/2006/relationships/oleObject" Target="embeddings/oleObject147.bin" /><Relationship Id="rId309" Type="http://schemas.openxmlformats.org/officeDocument/2006/relationships/image" Target="media/image159.wmf" /><Relationship Id="rId31" Type="http://schemas.openxmlformats.org/officeDocument/2006/relationships/oleObject" Target="embeddings/oleObject13.bin" /><Relationship Id="rId310" Type="http://schemas.openxmlformats.org/officeDocument/2006/relationships/oleObject" Target="embeddings/oleObject148.bin" /><Relationship Id="rId311" Type="http://schemas.openxmlformats.org/officeDocument/2006/relationships/image" Target="media/image160.wmf" /><Relationship Id="rId312" Type="http://schemas.openxmlformats.org/officeDocument/2006/relationships/oleObject" Target="embeddings/oleObject149.bin" /><Relationship Id="rId313" Type="http://schemas.openxmlformats.org/officeDocument/2006/relationships/image" Target="media/image161.wmf" /><Relationship Id="rId314" Type="http://schemas.openxmlformats.org/officeDocument/2006/relationships/oleObject" Target="embeddings/oleObject150.bin" /><Relationship Id="rId315" Type="http://schemas.openxmlformats.org/officeDocument/2006/relationships/image" Target="media/image162.wmf" /><Relationship Id="rId316" Type="http://schemas.openxmlformats.org/officeDocument/2006/relationships/oleObject" Target="embeddings/oleObject151.bin" /><Relationship Id="rId317" Type="http://schemas.openxmlformats.org/officeDocument/2006/relationships/image" Target="media/image163.wmf" /><Relationship Id="rId318" Type="http://schemas.openxmlformats.org/officeDocument/2006/relationships/oleObject" Target="embeddings/oleObject152.bin" /><Relationship Id="rId319" Type="http://schemas.openxmlformats.org/officeDocument/2006/relationships/image" Target="media/image164.wmf" /><Relationship Id="rId32" Type="http://schemas.openxmlformats.org/officeDocument/2006/relationships/image" Target="media/image16.wmf" /><Relationship Id="rId320" Type="http://schemas.openxmlformats.org/officeDocument/2006/relationships/oleObject" Target="embeddings/oleObject153.bin" /><Relationship Id="rId321" Type="http://schemas.openxmlformats.org/officeDocument/2006/relationships/image" Target="media/image165.wmf" /><Relationship Id="rId322" Type="http://schemas.openxmlformats.org/officeDocument/2006/relationships/oleObject" Target="embeddings/oleObject154.bin" /><Relationship Id="rId323" Type="http://schemas.openxmlformats.org/officeDocument/2006/relationships/image" Target="media/image166.wmf" /><Relationship Id="rId324" Type="http://schemas.openxmlformats.org/officeDocument/2006/relationships/oleObject" Target="embeddings/oleObject155.bin" /><Relationship Id="rId325" Type="http://schemas.openxmlformats.org/officeDocument/2006/relationships/image" Target="media/image167.wmf" /><Relationship Id="rId326" Type="http://schemas.openxmlformats.org/officeDocument/2006/relationships/oleObject" Target="embeddings/oleObject156.bin" /><Relationship Id="rId327" Type="http://schemas.openxmlformats.org/officeDocument/2006/relationships/image" Target="media/image168.wmf" /><Relationship Id="rId328" Type="http://schemas.openxmlformats.org/officeDocument/2006/relationships/oleObject" Target="embeddings/oleObject157.bin" /><Relationship Id="rId329" Type="http://schemas.openxmlformats.org/officeDocument/2006/relationships/image" Target="media/image169.wmf" /><Relationship Id="rId33" Type="http://schemas.openxmlformats.org/officeDocument/2006/relationships/oleObject" Target="embeddings/oleObject14.bin" /><Relationship Id="rId330" Type="http://schemas.openxmlformats.org/officeDocument/2006/relationships/oleObject" Target="embeddings/oleObject158.bin" /><Relationship Id="rId331" Type="http://schemas.openxmlformats.org/officeDocument/2006/relationships/image" Target="media/image170.wmf" /><Relationship Id="rId332" Type="http://schemas.openxmlformats.org/officeDocument/2006/relationships/oleObject" Target="embeddings/oleObject159.bin" /><Relationship Id="rId333" Type="http://schemas.openxmlformats.org/officeDocument/2006/relationships/image" Target="media/image171.wmf" /><Relationship Id="rId334" Type="http://schemas.openxmlformats.org/officeDocument/2006/relationships/oleObject" Target="embeddings/oleObject160.bin" /><Relationship Id="rId335" Type="http://schemas.openxmlformats.org/officeDocument/2006/relationships/image" Target="media/image172.wmf" /><Relationship Id="rId336" Type="http://schemas.openxmlformats.org/officeDocument/2006/relationships/oleObject" Target="embeddings/oleObject161.bin" /><Relationship Id="rId337" Type="http://schemas.openxmlformats.org/officeDocument/2006/relationships/image" Target="media/image173.wmf" /><Relationship Id="rId338" Type="http://schemas.openxmlformats.org/officeDocument/2006/relationships/oleObject" Target="embeddings/oleObject162.bin" /><Relationship Id="rId339" Type="http://schemas.openxmlformats.org/officeDocument/2006/relationships/image" Target="media/image174.wmf" /><Relationship Id="rId34" Type="http://schemas.openxmlformats.org/officeDocument/2006/relationships/image" Target="media/image17.wmf" /><Relationship Id="rId340" Type="http://schemas.openxmlformats.org/officeDocument/2006/relationships/oleObject" Target="embeddings/oleObject163.bin" /><Relationship Id="rId341" Type="http://schemas.openxmlformats.org/officeDocument/2006/relationships/image" Target="media/image175.wmf" /><Relationship Id="rId342" Type="http://schemas.openxmlformats.org/officeDocument/2006/relationships/oleObject" Target="embeddings/oleObject164.bin" /><Relationship Id="rId343" Type="http://schemas.openxmlformats.org/officeDocument/2006/relationships/image" Target="media/image176.wmf" /><Relationship Id="rId344" Type="http://schemas.openxmlformats.org/officeDocument/2006/relationships/oleObject" Target="embeddings/oleObject165.bin" /><Relationship Id="rId345" Type="http://schemas.openxmlformats.org/officeDocument/2006/relationships/image" Target="media/image177.wmf" /><Relationship Id="rId346" Type="http://schemas.openxmlformats.org/officeDocument/2006/relationships/oleObject" Target="embeddings/oleObject166.bin" /><Relationship Id="rId347" Type="http://schemas.openxmlformats.org/officeDocument/2006/relationships/image" Target="media/image178.wmf" /><Relationship Id="rId348" Type="http://schemas.openxmlformats.org/officeDocument/2006/relationships/oleObject" Target="embeddings/oleObject167.bin" /><Relationship Id="rId349" Type="http://schemas.openxmlformats.org/officeDocument/2006/relationships/image" Target="media/image179.wmf" /><Relationship Id="rId35" Type="http://schemas.openxmlformats.org/officeDocument/2006/relationships/oleObject" Target="embeddings/oleObject15.bin" /><Relationship Id="rId350" Type="http://schemas.openxmlformats.org/officeDocument/2006/relationships/oleObject" Target="embeddings/oleObject168.bin" /><Relationship Id="rId351" Type="http://schemas.openxmlformats.org/officeDocument/2006/relationships/image" Target="media/image180.wmf" /><Relationship Id="rId352" Type="http://schemas.openxmlformats.org/officeDocument/2006/relationships/oleObject" Target="embeddings/oleObject169.bin" /><Relationship Id="rId353" Type="http://schemas.openxmlformats.org/officeDocument/2006/relationships/image" Target="media/image181.wmf" /><Relationship Id="rId354" Type="http://schemas.openxmlformats.org/officeDocument/2006/relationships/oleObject" Target="embeddings/oleObject170.bin" /><Relationship Id="rId355" Type="http://schemas.openxmlformats.org/officeDocument/2006/relationships/image" Target="media/image182.wmf" /><Relationship Id="rId356" Type="http://schemas.openxmlformats.org/officeDocument/2006/relationships/oleObject" Target="embeddings/oleObject171.bin" /><Relationship Id="rId357" Type="http://schemas.openxmlformats.org/officeDocument/2006/relationships/image" Target="media/image183.wmf" /><Relationship Id="rId358" Type="http://schemas.openxmlformats.org/officeDocument/2006/relationships/oleObject" Target="embeddings/oleObject172.bin" /><Relationship Id="rId359" Type="http://schemas.openxmlformats.org/officeDocument/2006/relationships/image" Target="media/image184.wmf" /><Relationship Id="rId36" Type="http://schemas.openxmlformats.org/officeDocument/2006/relationships/image" Target="media/image18.wmf" /><Relationship Id="rId360" Type="http://schemas.openxmlformats.org/officeDocument/2006/relationships/oleObject" Target="embeddings/oleObject173.bin" /><Relationship Id="rId361" Type="http://schemas.openxmlformats.org/officeDocument/2006/relationships/image" Target="media/image185.wmf" /><Relationship Id="rId362" Type="http://schemas.openxmlformats.org/officeDocument/2006/relationships/oleObject" Target="embeddings/oleObject174.bin" /><Relationship Id="rId363" Type="http://schemas.openxmlformats.org/officeDocument/2006/relationships/image" Target="media/image186.wmf" /><Relationship Id="rId364" Type="http://schemas.openxmlformats.org/officeDocument/2006/relationships/oleObject" Target="embeddings/oleObject175.bin" /><Relationship Id="rId365" Type="http://schemas.openxmlformats.org/officeDocument/2006/relationships/image" Target="media/image187.wmf" /><Relationship Id="rId366" Type="http://schemas.openxmlformats.org/officeDocument/2006/relationships/oleObject" Target="embeddings/oleObject176.bin" /><Relationship Id="rId367" Type="http://schemas.openxmlformats.org/officeDocument/2006/relationships/image" Target="media/image188.wmf" /><Relationship Id="rId368" Type="http://schemas.openxmlformats.org/officeDocument/2006/relationships/oleObject" Target="embeddings/oleObject177.bin" /><Relationship Id="rId369" Type="http://schemas.openxmlformats.org/officeDocument/2006/relationships/image" Target="media/image189.png" /><Relationship Id="rId37" Type="http://schemas.openxmlformats.org/officeDocument/2006/relationships/oleObject" Target="embeddings/oleObject16.bin" /><Relationship Id="rId370" Type="http://schemas.openxmlformats.org/officeDocument/2006/relationships/image" Target="media/image190.wmf" /><Relationship Id="rId371" Type="http://schemas.openxmlformats.org/officeDocument/2006/relationships/oleObject" Target="embeddings/oleObject178.bin" /><Relationship Id="rId372" Type="http://schemas.openxmlformats.org/officeDocument/2006/relationships/image" Target="media/image191.wmf" /><Relationship Id="rId373" Type="http://schemas.openxmlformats.org/officeDocument/2006/relationships/oleObject" Target="embeddings/oleObject179.bin" /><Relationship Id="rId374" Type="http://schemas.openxmlformats.org/officeDocument/2006/relationships/image" Target="media/image192.wmf" /><Relationship Id="rId375" Type="http://schemas.openxmlformats.org/officeDocument/2006/relationships/oleObject" Target="embeddings/oleObject180.bin" /><Relationship Id="rId376" Type="http://schemas.openxmlformats.org/officeDocument/2006/relationships/image" Target="media/image193.png" /><Relationship Id="rId377" Type="http://schemas.openxmlformats.org/officeDocument/2006/relationships/image" Target="media/image194.wmf" /><Relationship Id="rId378" Type="http://schemas.openxmlformats.org/officeDocument/2006/relationships/oleObject" Target="embeddings/oleObject181.bin" /><Relationship Id="rId379" Type="http://schemas.openxmlformats.org/officeDocument/2006/relationships/image" Target="media/image195.wmf" /><Relationship Id="rId38" Type="http://schemas.openxmlformats.org/officeDocument/2006/relationships/image" Target="media/image19.wmf" /><Relationship Id="rId380" Type="http://schemas.openxmlformats.org/officeDocument/2006/relationships/oleObject" Target="embeddings/oleObject182.bin" /><Relationship Id="rId381" Type="http://schemas.openxmlformats.org/officeDocument/2006/relationships/image" Target="media/image196.wmf" /><Relationship Id="rId382" Type="http://schemas.openxmlformats.org/officeDocument/2006/relationships/oleObject" Target="embeddings/oleObject183.bin" /><Relationship Id="rId383" Type="http://schemas.openxmlformats.org/officeDocument/2006/relationships/image" Target="media/image197.wmf" /><Relationship Id="rId384" Type="http://schemas.openxmlformats.org/officeDocument/2006/relationships/oleObject" Target="embeddings/oleObject184.bin" /><Relationship Id="rId385" Type="http://schemas.openxmlformats.org/officeDocument/2006/relationships/image" Target="media/image198.wmf" /><Relationship Id="rId386" Type="http://schemas.openxmlformats.org/officeDocument/2006/relationships/oleObject" Target="embeddings/oleObject185.bin" /><Relationship Id="rId387" Type="http://schemas.openxmlformats.org/officeDocument/2006/relationships/image" Target="media/image199.wmf" /><Relationship Id="rId388" Type="http://schemas.openxmlformats.org/officeDocument/2006/relationships/oleObject" Target="embeddings/oleObject186.bin" /><Relationship Id="rId389" Type="http://schemas.openxmlformats.org/officeDocument/2006/relationships/image" Target="media/image200.wmf" /><Relationship Id="rId39" Type="http://schemas.openxmlformats.org/officeDocument/2006/relationships/oleObject" Target="embeddings/oleObject17.bin" /><Relationship Id="rId390" Type="http://schemas.openxmlformats.org/officeDocument/2006/relationships/oleObject" Target="embeddings/oleObject187.bin" /><Relationship Id="rId391" Type="http://schemas.openxmlformats.org/officeDocument/2006/relationships/image" Target="media/image201.wmf" /><Relationship Id="rId392" Type="http://schemas.openxmlformats.org/officeDocument/2006/relationships/oleObject" Target="embeddings/oleObject188.bin" /><Relationship Id="rId393" Type="http://schemas.openxmlformats.org/officeDocument/2006/relationships/image" Target="media/image202.wmf" /><Relationship Id="rId394" Type="http://schemas.openxmlformats.org/officeDocument/2006/relationships/oleObject" Target="embeddings/oleObject189.bin" /><Relationship Id="rId395" Type="http://schemas.openxmlformats.org/officeDocument/2006/relationships/image" Target="media/image203.wmf" /><Relationship Id="rId396" Type="http://schemas.openxmlformats.org/officeDocument/2006/relationships/oleObject" Target="embeddings/oleObject190.bin" /><Relationship Id="rId397" Type="http://schemas.openxmlformats.org/officeDocument/2006/relationships/image" Target="media/image204.wmf" /><Relationship Id="rId398" Type="http://schemas.openxmlformats.org/officeDocument/2006/relationships/oleObject" Target="embeddings/oleObject191.bin" /><Relationship Id="rId399" Type="http://schemas.openxmlformats.org/officeDocument/2006/relationships/image" Target="media/image205.wmf" /><Relationship Id="rId4" Type="http://schemas.openxmlformats.org/officeDocument/2006/relationships/image" Target="media/image1.png" /><Relationship Id="rId40" Type="http://schemas.openxmlformats.org/officeDocument/2006/relationships/image" Target="media/image20.wmf" /><Relationship Id="rId400" Type="http://schemas.openxmlformats.org/officeDocument/2006/relationships/oleObject" Target="embeddings/oleObject192.bin" /><Relationship Id="rId401" Type="http://schemas.openxmlformats.org/officeDocument/2006/relationships/image" Target="media/image206.png" /><Relationship Id="rId402" Type="http://schemas.openxmlformats.org/officeDocument/2006/relationships/image" Target="media/image207.png" /><Relationship Id="rId403" Type="http://schemas.openxmlformats.org/officeDocument/2006/relationships/image" Target="media/image208.png" /><Relationship Id="rId404" Type="http://schemas.openxmlformats.org/officeDocument/2006/relationships/header" Target="header1.xml" /><Relationship Id="rId405" Type="http://schemas.openxmlformats.org/officeDocument/2006/relationships/footer" Target="footer1.xml" /><Relationship Id="rId406" Type="http://schemas.openxmlformats.org/officeDocument/2006/relationships/footer" Target="footer2.xml" /><Relationship Id="rId407" Type="http://schemas.openxmlformats.org/officeDocument/2006/relationships/image" Target="media/image211.jpeg" /><Relationship Id="rId408" Type="http://schemas.openxmlformats.org/officeDocument/2006/relationships/numbering" Target="numbering.xml" /><Relationship Id="rId409" Type="http://schemas.openxmlformats.org/officeDocument/2006/relationships/styles" Target="styles.xml" /><Relationship Id="rId41" Type="http://schemas.openxmlformats.org/officeDocument/2006/relationships/oleObject" Target="embeddings/oleObject18.bin" /><Relationship Id="rId42" Type="http://schemas.openxmlformats.org/officeDocument/2006/relationships/image" Target="media/image21.wmf" /><Relationship Id="rId43" Type="http://schemas.openxmlformats.org/officeDocument/2006/relationships/oleObject" Target="embeddings/oleObject19.bin" /><Relationship Id="rId44" Type="http://schemas.openxmlformats.org/officeDocument/2006/relationships/image" Target="media/image22.wmf" /><Relationship Id="rId45" Type="http://schemas.openxmlformats.org/officeDocument/2006/relationships/oleObject" Target="embeddings/oleObject20.bin" /><Relationship Id="rId46" Type="http://schemas.openxmlformats.org/officeDocument/2006/relationships/image" Target="media/image23.wmf" /><Relationship Id="rId47" Type="http://schemas.openxmlformats.org/officeDocument/2006/relationships/oleObject" Target="embeddings/oleObject21.bin" /><Relationship Id="rId48" Type="http://schemas.openxmlformats.org/officeDocument/2006/relationships/image" Target="media/image24.wmf" /><Relationship Id="rId49" Type="http://schemas.openxmlformats.org/officeDocument/2006/relationships/oleObject" Target="embeddings/oleObject22.bin" /><Relationship Id="rId5" Type="http://schemas.openxmlformats.org/officeDocument/2006/relationships/image" Target="media/image2.png" /><Relationship Id="rId50" Type="http://schemas.openxmlformats.org/officeDocument/2006/relationships/image" Target="media/image25.wmf" /><Relationship Id="rId51" Type="http://schemas.openxmlformats.org/officeDocument/2006/relationships/oleObject" Target="embeddings/oleObject23.bin" /><Relationship Id="rId52" Type="http://schemas.openxmlformats.org/officeDocument/2006/relationships/image" Target="media/image26.wmf" /><Relationship Id="rId53" Type="http://schemas.openxmlformats.org/officeDocument/2006/relationships/oleObject" Target="embeddings/oleObject24.bin" /><Relationship Id="rId54" Type="http://schemas.openxmlformats.org/officeDocument/2006/relationships/image" Target="media/image27.wmf" /><Relationship Id="rId55" Type="http://schemas.openxmlformats.org/officeDocument/2006/relationships/oleObject" Target="embeddings/oleObject25.bin" /><Relationship Id="rId56" Type="http://schemas.openxmlformats.org/officeDocument/2006/relationships/image" Target="media/image28.wmf" /><Relationship Id="rId57" Type="http://schemas.openxmlformats.org/officeDocument/2006/relationships/oleObject" Target="embeddings/oleObject26.bin" /><Relationship Id="rId58" Type="http://schemas.openxmlformats.org/officeDocument/2006/relationships/image" Target="media/image29.wmf" /><Relationship Id="rId59" Type="http://schemas.openxmlformats.org/officeDocument/2006/relationships/oleObject" Target="embeddings/oleObject27.bin" /><Relationship Id="rId6" Type="http://schemas.openxmlformats.org/officeDocument/2006/relationships/image" Target="media/image3.wmf" /><Relationship Id="rId60" Type="http://schemas.openxmlformats.org/officeDocument/2006/relationships/image" Target="media/image30.wmf" /><Relationship Id="rId61" Type="http://schemas.openxmlformats.org/officeDocument/2006/relationships/oleObject" Target="embeddings/oleObject28.bin" /><Relationship Id="rId62" Type="http://schemas.openxmlformats.org/officeDocument/2006/relationships/image" Target="media/image31.wmf" /><Relationship Id="rId63" Type="http://schemas.openxmlformats.org/officeDocument/2006/relationships/oleObject" Target="embeddings/oleObject29.bin" /><Relationship Id="rId64" Type="http://schemas.openxmlformats.org/officeDocument/2006/relationships/image" Target="media/image32.wmf" /><Relationship Id="rId65" Type="http://schemas.openxmlformats.org/officeDocument/2006/relationships/oleObject" Target="embeddings/oleObject30.bin" /><Relationship Id="rId66" Type="http://schemas.openxmlformats.org/officeDocument/2006/relationships/image" Target="media/image33.wmf" /><Relationship Id="rId67" Type="http://schemas.openxmlformats.org/officeDocument/2006/relationships/oleObject" Target="embeddings/oleObject31.bin" /><Relationship Id="rId68" Type="http://schemas.openxmlformats.org/officeDocument/2006/relationships/image" Target="media/image34.png" /><Relationship Id="rId69" Type="http://schemas.openxmlformats.org/officeDocument/2006/relationships/image" Target="media/image35.png" /><Relationship Id="rId7" Type="http://schemas.openxmlformats.org/officeDocument/2006/relationships/oleObject" Target="embeddings/oleObject1.bin" /><Relationship Id="rId70" Type="http://schemas.openxmlformats.org/officeDocument/2006/relationships/image" Target="media/image36.wmf" /><Relationship Id="rId71" Type="http://schemas.openxmlformats.org/officeDocument/2006/relationships/oleObject" Target="embeddings/oleObject32.bin" /><Relationship Id="rId72" Type="http://schemas.openxmlformats.org/officeDocument/2006/relationships/image" Target="media/image37.png" /><Relationship Id="rId73" Type="http://schemas.openxmlformats.org/officeDocument/2006/relationships/image" Target="media/image38.wmf" /><Relationship Id="rId74" Type="http://schemas.openxmlformats.org/officeDocument/2006/relationships/oleObject" Target="embeddings/oleObject33.bin" /><Relationship Id="rId75" Type="http://schemas.openxmlformats.org/officeDocument/2006/relationships/image" Target="media/image39.wmf" /><Relationship Id="rId76" Type="http://schemas.openxmlformats.org/officeDocument/2006/relationships/oleObject" Target="embeddings/oleObject34.bin" /><Relationship Id="rId77" Type="http://schemas.openxmlformats.org/officeDocument/2006/relationships/image" Target="media/image40.wmf" /><Relationship Id="rId78" Type="http://schemas.openxmlformats.org/officeDocument/2006/relationships/oleObject" Target="embeddings/oleObject35.bin" /><Relationship Id="rId79" Type="http://schemas.openxmlformats.org/officeDocument/2006/relationships/image" Target="media/image41.wmf" /><Relationship Id="rId8" Type="http://schemas.openxmlformats.org/officeDocument/2006/relationships/image" Target="media/image4.wmf" /><Relationship Id="rId80" Type="http://schemas.openxmlformats.org/officeDocument/2006/relationships/oleObject" Target="embeddings/oleObject36.bin" /><Relationship Id="rId81" Type="http://schemas.openxmlformats.org/officeDocument/2006/relationships/image" Target="media/image42.wmf" /><Relationship Id="rId82" Type="http://schemas.openxmlformats.org/officeDocument/2006/relationships/oleObject" Target="embeddings/oleObject37.bin" /><Relationship Id="rId83" Type="http://schemas.openxmlformats.org/officeDocument/2006/relationships/image" Target="media/image43.wmf" /><Relationship Id="rId84" Type="http://schemas.openxmlformats.org/officeDocument/2006/relationships/oleObject" Target="embeddings/oleObject38.bin" /><Relationship Id="rId85" Type="http://schemas.openxmlformats.org/officeDocument/2006/relationships/image" Target="media/image44.wmf" /><Relationship Id="rId86" Type="http://schemas.openxmlformats.org/officeDocument/2006/relationships/oleObject" Target="embeddings/oleObject39.bin" /><Relationship Id="rId87" Type="http://schemas.openxmlformats.org/officeDocument/2006/relationships/image" Target="media/image45.wmf" /><Relationship Id="rId88" Type="http://schemas.openxmlformats.org/officeDocument/2006/relationships/oleObject" Target="embeddings/oleObject40.bin" /><Relationship Id="rId89" Type="http://schemas.openxmlformats.org/officeDocument/2006/relationships/image" Target="media/image46.wmf" /><Relationship Id="rId9" Type="http://schemas.openxmlformats.org/officeDocument/2006/relationships/oleObject" Target="embeddings/oleObject2.bin" /><Relationship Id="rId90" Type="http://schemas.openxmlformats.org/officeDocument/2006/relationships/oleObject" Target="embeddings/oleObject41.bin" /><Relationship Id="rId91" Type="http://schemas.openxmlformats.org/officeDocument/2006/relationships/image" Target="media/image47.wmf" /><Relationship Id="rId92" Type="http://schemas.openxmlformats.org/officeDocument/2006/relationships/oleObject" Target="embeddings/oleObject42.bin" /><Relationship Id="rId93" Type="http://schemas.openxmlformats.org/officeDocument/2006/relationships/image" Target="media/image48.wmf" /><Relationship Id="rId94" Type="http://schemas.openxmlformats.org/officeDocument/2006/relationships/oleObject" Target="embeddings/oleObject43.bin" /><Relationship Id="rId95" Type="http://schemas.openxmlformats.org/officeDocument/2006/relationships/image" Target="media/image49.wmf" /><Relationship Id="rId96" Type="http://schemas.openxmlformats.org/officeDocument/2006/relationships/oleObject" Target="embeddings/oleObject44.bin" /><Relationship Id="rId97" Type="http://schemas.openxmlformats.org/officeDocument/2006/relationships/image" Target="media/image50.wmf" /><Relationship Id="rId98" Type="http://schemas.openxmlformats.org/officeDocument/2006/relationships/oleObject" Target="embeddings/oleObject45.bin" /><Relationship Id="rId99" Type="http://schemas.openxmlformats.org/officeDocument/2006/relationships/image" Target="media/image51.wmf" /></Relationships>
</file>

<file path=word/_rels/footer2.xml.rels>&#65279;<?xml version="1.0" encoding="utf-8" standalone="yes"?><Relationships xmlns="http://schemas.openxmlformats.org/package/2006/relationships"><Relationship Id="rId1" Type="http://schemas.openxmlformats.org/officeDocument/2006/relationships/image" Target="media/image209.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210.png" /></Relationships>
</file>

<file path=word/_rels/header1.xml.rels>&#65279;<?xml version="1.0" encoding="utf-8" standalone="yes"?><Relationships xmlns="http://schemas.openxmlformats.org/package/2006/relationships"><Relationship Id="rId1" Type="http://schemas.openxmlformats.org/officeDocument/2006/relationships/image" Target="media/image209.png" /><Relationship Id="rId2" Type="http://schemas.openxmlformats.org/officeDocument/2006/relationships/image" Target="file:///D:\qq&#25991;&#20214;\712321467\Image\C2C\Image2\%7B75232B38-A165-1FB7-499C-2E1C792CACB5%7D.png" TargetMode="External" /><Relationship Id="rId3" Type="http://schemas.openxmlformats.org/officeDocument/2006/relationships/image" Target="media/image210.png" /></Relationships>
</file>

<file path=word/_rels/settings.xml.rels>&#65279;<?xml version="1.0" encoding="utf-8" standalone="yes"?><Relationships xmlns="http://schemas.openxmlformats.org/package/2006/relationships"><Relationship Id="rId1" Type="http://schemas.openxmlformats.org/officeDocument/2006/relationships/attachedTemplate" Target="file:///D:\Program%20Files\SXJP\SXJP.dot" TargetMode="External" /></Relationships>
</file>

<file path=docProps/app.xml><?xml version="1.0" encoding="utf-8"?>
<Properties xmlns="http://schemas.openxmlformats.org/officeDocument/2006/extended-properties" xmlns:vt="http://schemas.openxmlformats.org/officeDocument/2006/docPropsVTypes">
  <Template>SXJP</Template>
  <TotalTime>0</TotalTime>
  <Pages>4</Pages>
  <Words>1330</Words>
  <Characters>1847</Characters>
  <Application>Microsoft Office Word</Application>
  <DocSecurity>0</DocSecurity>
  <Lines>49</Lines>
  <Paragraphs>14</Paragraphs>
  <ScaleCrop>false</ScaleCrop>
  <Company>WwW.YlmF.CoM</Company>
  <LinksUpToDate>false</LinksUpToDate>
  <CharactersWithSpaces>2131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YlmF</dc:creator>
  <cp:lastModifiedBy>Administrator</cp:lastModifiedBy>
  <cp:revision>2475</cp:revision>
  <dcterms:created xsi:type="dcterms:W3CDTF">2011-01-27T02:22:00Z</dcterms:created>
  <dcterms:modified xsi:type="dcterms:W3CDTF">2023-04-10T08:20:30Z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