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10744200</wp:posOffset>
            </wp:positionV>
            <wp:extent cx="482600" cy="304800"/>
            <wp:wrapNone/>
            <wp:docPr id="10013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173355</wp:posOffset>
                </wp:positionV>
                <wp:extent cx="14354810" cy="10066655"/>
                <wp:effectExtent l="0" t="0" r="27940" b="10795"/>
                <wp:wrapNone/>
                <wp:docPr id="44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354810" cy="10066655"/>
                          <a:chOff x="663" y="489"/>
                          <a:chExt cx="22606" cy="15853"/>
                        </a:xfrm>
                      </wpg:grpSpPr>
                      <wps:wsp xmlns:wps="http://schemas.microsoft.com/office/word/2010/wordprocessingShape">
                        <wps:cNvPr id="1" name="AutoShape 156"/>
                        <wps:cNvSpPr/>
                        <wps:spPr>
                          <a:xfrm>
                            <a:off x="735" y="7071"/>
                            <a:ext cx="7245" cy="8526"/>
                          </a:xfrm>
                          <a:prstGeom prst="roundRect">
                            <a:avLst>
                              <a:gd name="adj" fmla="val 3245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2" name="AutoShape 74"/>
                        <wps:cNvSpPr/>
                        <wps:spPr>
                          <a:xfrm>
                            <a:off x="8085" y="1328"/>
                            <a:ext cx="7560" cy="14269"/>
                          </a:xfrm>
                          <a:prstGeom prst="roundRect">
                            <a:avLst>
                              <a:gd name="adj" fmla="val 3718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" name="AutoShape 73"/>
                        <wps:cNvSpPr/>
                        <wps:spPr>
                          <a:xfrm>
                            <a:off x="15750" y="1328"/>
                            <a:ext cx="7350" cy="14269"/>
                          </a:xfrm>
                          <a:prstGeom prst="roundRect">
                            <a:avLst>
                              <a:gd name="adj" fmla="val 440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4" name="Text Box 16"/>
                        <wps:cNvSpPr txBox="1"/>
                        <wps:spPr>
                          <a:xfrm>
                            <a:off x="840" y="1050"/>
                            <a:ext cx="7350" cy="1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80" w:lineRule="exact"/>
                                <w:jc w:val="center"/>
                                <w:rPr>
                                  <w:rFonts w:ascii="黑体" w:eastAsia="黑体" w:hAnsi="黑体" w:cs="黑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黑体" w:eastAsia="黑体" w:hAnsi="黑体" w:cs="黑体" w:hint="eastAsia"/>
                                  <w:sz w:val="28"/>
                                  <w:szCs w:val="28"/>
                                </w:rPr>
                                <w:t>2022学年第二学期七年级期末检测</w:t>
                              </w:r>
                              <w:r>
                                <w:rPr>
                                  <w:rFonts w:ascii="黑体" w:eastAsia="黑体" w:hAnsi="黑体" w:cs="黑体" w:hint="eastAsia"/>
                                  <w:sz w:val="18"/>
                                  <w:szCs w:val="18"/>
                                </w:rPr>
                                <w:t>2023.0</w:t>
                              </w:r>
                              <w:r>
                                <w:rPr>
                                  <w:rFonts w:ascii="黑体" w:eastAsia="黑体" w:hAnsi="黑体" w:cs="黑体"/>
                                  <w:sz w:val="18"/>
                                  <w:szCs w:val="18"/>
                                </w:rPr>
                                <w:t>6</w:t>
                              </w:r>
                            </w:p>
                            <w:p>
                              <w:pPr>
                                <w:spacing w:line="380" w:lineRule="exact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28"/>
                                  <w:szCs w:val="28"/>
                                </w:rPr>
                                <w:t>语文 答题卷</w:t>
                              </w:r>
                            </w:p>
                            <w:p>
                              <w:pPr>
                                <w:spacing w:line="360" w:lineRule="auto"/>
                                <w:ind w:firstLine="560" w:firstLineChars="200"/>
                                <w:rPr>
                                  <w:rFonts w:ascii="黑体" w:eastAsia="黑体" w:hAnsi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黑体" w:eastAsia="黑体" w:hAnsi="宋体" w:hint="eastAsia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  <w:p>
                              <w:pPr>
                                <w:spacing w:line="44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</w:p>
                            <w:p>
                              <w:pPr>
                                <w:spacing w:line="440" w:lineRule="exact"/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8"/>
                                  <w:szCs w:val="28"/>
                                </w:rPr>
                                <w:t>高三数学（理）答题卡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5" name="Text Box 17"/>
                        <wps:cNvSpPr txBox="1"/>
                        <wps:spPr>
                          <a:xfrm>
                            <a:off x="735" y="2079"/>
                            <a:ext cx="7245" cy="42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黑体" w:eastAsia="黑体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line="360" w:lineRule="auto"/>
                                <w:ind w:firstLine="118" w:firstLineChars="49"/>
                                <w:rPr>
                                  <w:rFonts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 w:val="24"/>
                                </w:rPr>
                                <w:t>姓    名</w:t>
                              </w:r>
                              <w:r>
                                <w:rPr>
                                  <w:rFonts w:ascii="黑体" w:eastAsia="黑体" w:hint="eastAsia"/>
                                  <w:sz w:val="24"/>
                                </w:rPr>
                                <w:t>________________</w:t>
                              </w:r>
                            </w:p>
                            <w:p>
                              <w:pPr>
                                <w:spacing w:line="360" w:lineRule="auto"/>
                                <w:ind w:firstLine="118" w:firstLineChars="49"/>
                                <w:rPr>
                                  <w:rFonts w:ascii="黑体" w:eastAsia="黑体"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班    级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24"/>
                                </w:rPr>
                                <w:t>________________</w:t>
                              </w:r>
                            </w:p>
                            <w:p>
                              <w:pPr>
                                <w:spacing w:line="360" w:lineRule="auto"/>
                                <w:ind w:firstLine="118" w:firstLineChars="49"/>
                                <w:rPr>
                                  <w:rFonts w:ascii="黑体" w:eastAsia="黑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24"/>
                                </w:rPr>
                                <w:t>考    号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sz w:val="24"/>
                                </w:rPr>
                                <w:t>________________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6" name="Text Box 46"/>
                        <wps:cNvSpPr txBox="1"/>
                        <wps:spPr>
                          <a:xfrm>
                            <a:off x="1575" y="4887"/>
                            <a:ext cx="6300" cy="1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357" w:hanging="357"/>
                                <w:rPr>
                                  <w:rFonts w:ascii="黑体" w:eastAsia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sz w:val="18"/>
                                  <w:szCs w:val="18"/>
                                </w:rPr>
                                <w:t>选择题部分必须使用2B铅笔填涂；非选择题部分必须使用0.5毫米的黑色签字笔书写，字体工整、笔迹清楚。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357" w:hanging="357"/>
                                <w:rPr>
                                  <w:rFonts w:ascii="黑体" w:eastAsia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sz w:val="18"/>
                                  <w:szCs w:val="18"/>
                                </w:rPr>
                                <w:t>请按照题号顺序在各题目的答题区域内作答，超出答题区域书写的答案无效；在草稿纸、试题卷上答题无效。</w:t>
                              </w:r>
                            </w:p>
                            <w:p>
                              <w:pPr>
                                <w:numPr>
                                  <w:ilvl w:val="0"/>
                                  <w:numId w:val="1"/>
                                </w:numPr>
                                <w:spacing w:line="240" w:lineRule="exact"/>
                                <w:ind w:left="357" w:hanging="357"/>
                                <w:rPr>
                                  <w:rFonts w:ascii="黑体" w:eastAsia="黑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sz w:val="18"/>
                                  <w:szCs w:val="18"/>
                                </w:rPr>
                                <w:t>保持卡面清洁，不要折叠、不要弄破，禁用涂改液，涂改胶条。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7" name="Text Box 47"/>
                        <wps:cNvSpPr txBox="1"/>
                        <wps:spPr>
                          <a:xfrm>
                            <a:off x="810" y="4977"/>
                            <a:ext cx="630" cy="17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rPr>
                                  <w:rFonts w:ascii="宋体" w:hAnsi="宋体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szCs w:val="21"/>
                                </w:rPr>
                                <w:t>注 意 事 项</w:t>
                              </w:r>
                            </w:p>
                          </w:txbxContent>
                        </wps:txbx>
                        <wps:bodyPr vert="eaVert" wrap="square" upright="1"/>
                      </wps:wsp>
                      <wps:wsp xmlns:wps="http://schemas.microsoft.com/office/word/2010/wordprocessingShape">
                        <wps:cNvPr id="8" name="Line 146"/>
                        <wps:cNvCnPr/>
                        <wps:spPr>
                          <a:xfrm>
                            <a:off x="4107" y="2079"/>
                            <a:ext cx="1" cy="2808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9" name="Text Box 52"/>
                        <wps:cNvSpPr txBox="1"/>
                        <wps:spPr>
                          <a:xfrm>
                            <a:off x="1995" y="6291"/>
                            <a:ext cx="409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正确填涂           错误填涂</w: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18"/>
                                  <w:szCs w:val="18"/>
                                  <w:lang w:val="zh-CN"/>
                                </w:rPr>
                              </w:pPr>
                            </w:p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10" name="Rectangle 155"/>
                        <wps:cNvSpPr/>
                        <wps:spPr>
                          <a:xfrm>
                            <a:off x="3123" y="6528"/>
                            <a:ext cx="282" cy="15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11" name="Line 150"/>
                        <wps:cNvCnPr/>
                        <wps:spPr>
                          <a:xfrm>
                            <a:off x="735" y="4887"/>
                            <a:ext cx="7035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2" name="Line 148"/>
                        <wps:cNvCnPr/>
                        <wps:spPr>
                          <a:xfrm flipV="1">
                            <a:off x="1470" y="4887"/>
                            <a:ext cx="1" cy="267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3" name="Line 147"/>
                        <wps:cNvCnPr/>
                        <wps:spPr>
                          <a:xfrm>
                            <a:off x="1470" y="5169"/>
                            <a:ext cx="1" cy="112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4" name="Rectangle 35"/>
                        <wps:cNvSpPr/>
                        <wps:spPr>
                          <a:xfrm>
                            <a:off x="840" y="7167"/>
                            <a:ext cx="7035" cy="81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pStyle w:val="BodyTextIndent"/>
                                <w:spacing w:line="520" w:lineRule="exact"/>
                                <w:ind w:firstLine="0" w:firstLineChars="0"/>
                                <w:rPr>
                                  <w:rFonts w:ascii="黑体" w:eastAsia="黑体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sz w:val="21"/>
                                  <w:szCs w:val="21"/>
                                </w:rPr>
                                <w:t>书写（3分）</w:t>
                              </w:r>
                            </w:p>
                            <w:p>
                              <w:pPr>
                                <w:pStyle w:val="BodyTextIndent"/>
                                <w:spacing w:line="520" w:lineRule="exact"/>
                                <w:ind w:firstLine="0" w:firstLineChars="0"/>
                                <w:jc w:val="center"/>
                                <w:rPr>
                                  <w:rFonts w:ascii="黑体" w:eastAsia="黑体" w:hAnsi="黑体"/>
                                  <w:color w:val="00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sz w:val="24"/>
                                </w:rPr>
                                <w:t>【</w:t>
                              </w:r>
                              <w:r>
                                <w:rPr>
                                  <w:rFonts w:ascii="黑体" w:eastAsia="黑体" w:hint="eastAsia"/>
                                  <w:sz w:val="24"/>
                                </w:rPr>
                                <w:t>我积累</w:t>
                              </w:r>
                              <w:r>
                                <w:rPr>
                                  <w:rFonts w:ascii="黑体" w:eastAsia="黑体" w:hint="eastAsia"/>
                                  <w:sz w:val="24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ascii="黑体" w:eastAsia="黑体"/>
                                  <w:sz w:val="24"/>
                                </w:rPr>
                                <w:t>我</w:t>
                              </w:r>
                              <w:r>
                                <w:rPr>
                                  <w:rFonts w:ascii="黑体" w:eastAsia="黑体" w:hint="eastAsia"/>
                                  <w:sz w:val="24"/>
                                  <w:lang w:val="en-US" w:eastAsia="zh-CN"/>
                                </w:rPr>
                                <w:t>收获</w:t>
                              </w:r>
                              <w:r>
                                <w:rPr>
                                  <w:rFonts w:ascii="黑体" w:eastAsia="黑体" w:hAnsi="黑体" w:hint="eastAsia"/>
                                  <w:sz w:val="24"/>
                                </w:rPr>
                                <w:t>】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000000"/>
                                  <w:sz w:val="21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黑体" w:eastAsia="黑体" w:hAnsi="黑体"/>
                                  <w:color w:val="000000"/>
                                  <w:sz w:val="21"/>
                                  <w:szCs w:val="21"/>
                                </w:rPr>
                                <w:t>25</w:t>
                              </w:r>
                              <w:r>
                                <w:rPr>
                                  <w:rFonts w:ascii="黑体" w:eastAsia="黑体" w:hAnsi="黑体" w:hint="eastAsia"/>
                                  <w:color w:val="000000"/>
                                  <w:sz w:val="21"/>
                                  <w:szCs w:val="21"/>
                                </w:rPr>
                                <w:t>分）</w:t>
                              </w:r>
                            </w:p>
                            <w:p>
                              <w:pPr>
                                <w:spacing w:before="65" w:line="225" w:lineRule="auto"/>
                                <w:rPr>
                                  <w:rFonts w:ascii="宋体" w:hAnsi="宋体" w:cs="宋体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</w:rPr>
                                <w:t>1.（4分）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0"/>
                                  <w:szCs w:val="20"/>
                                </w:rPr>
                                <w:t>(1)</w:t>
                              </w:r>
                              <w:r>
                                <w:rPr>
                                  <w:rFonts w:ascii="宋体" w:hAnsi="宋体" w:cs="宋体"/>
                                  <w:spacing w:val="-8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4"/>
                                  <w:sz w:val="20"/>
                                  <w:szCs w:val="20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宋体" w:hAnsi="宋体" w:cs="宋体"/>
                                  <w:spacing w:val="25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0"/>
                                  <w:szCs w:val="20"/>
                                </w:rPr>
                                <w:t>(2)</w:t>
                              </w:r>
                              <w:r>
                                <w:rPr>
                                  <w:rFonts w:ascii="宋体" w:hAnsi="宋体" w:cs="宋体"/>
                                  <w:spacing w:val="-8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-82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4"/>
                                  <w:sz w:val="20"/>
                                  <w:szCs w:val="20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宋体" w:hAnsi="宋体" w:cs="宋体"/>
                                  <w:spacing w:val="25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0"/>
                                  <w:szCs w:val="20"/>
                                </w:rPr>
                                <w:t>(3)</w:t>
                              </w:r>
                              <w:r>
                                <w:rPr>
                                  <w:rFonts w:ascii="宋体" w:hAnsi="宋体" w:cs="宋体"/>
                                  <w:spacing w:val="-8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-83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4"/>
                                  <w:sz w:val="20"/>
                                  <w:szCs w:val="20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宋体" w:hAnsi="宋体" w:cs="宋体"/>
                                  <w:spacing w:val="9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cs="宋体" w:hint="eastAsia"/>
                                  <w:sz w:val="20"/>
                                  <w:szCs w:val="20"/>
                                </w:rPr>
                                <w:t>(4)</w:t>
                              </w:r>
                              <w:r>
                                <w:rPr>
                                  <w:rFonts w:ascii="宋体" w:hAnsi="宋体" w:cs="宋体"/>
                                  <w:spacing w:val="-8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-91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z w:val="20"/>
                                  <w:szCs w:val="20"/>
                                  <w:u w:val="single"/>
                                </w:rPr>
                                <w:t xml:space="preserve">       </w:t>
                              </w:r>
                            </w:p>
                            <w:p>
                              <w:pPr>
                                <w:spacing w:line="480" w:lineRule="auto"/>
                                <w:jc w:val="lef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2.（1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分）</w:t>
                              </w:r>
                            </w:p>
                            <w:p>
                              <w:pPr>
                                <w:spacing w:line="480" w:lineRule="auto"/>
                                <w:jc w:val="lef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</w:rPr>
                                <w:t>（</w:t>
                              </w:r>
                              <w:r>
                                <w:rPr>
                                  <w:rFonts w:ascii="宋体" w:hAnsi="宋体"/>
                                </w:rPr>
                                <w:t>1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>）</w:t>
                              </w:r>
                              <w:bookmarkStart w:id="0" w:name="_Hlk135987881"/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①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②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    </w:t>
                              </w:r>
                            </w:p>
                            <w:p>
                              <w:pPr>
                                <w:spacing w:line="480" w:lineRule="auto"/>
                                <w:ind w:left="525" w:leftChars="250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③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hint="eastAsia"/>
                                  <w:sz w:val="20"/>
                                  <w:szCs w:val="22"/>
                                </w:rPr>
                                <w:instrText>= 4 \* GB3</w:instrTex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hint="eastAsia"/>
                                  <w:sz w:val="20"/>
                                  <w:szCs w:val="22"/>
                                </w:rPr>
                                <w:t>④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  </w:t>
                              </w:r>
                              <w:bookmarkEnd w:id="0"/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spacing w:line="480" w:lineRule="auto"/>
                                <w:ind w:left="525" w:leftChars="250"/>
                                <w:rPr>
                                  <w:rFonts w:ascii="宋体" w:hAnsi="宋体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instrText>= 5 \* GB3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t>⑤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instrText>= 6 \* GB3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t>⑥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     </w:t>
                              </w:r>
                            </w:p>
                            <w:p>
                              <w:pPr>
                                <w:spacing w:line="480" w:lineRule="auto"/>
                                <w:ind w:left="525" w:leftChars="250"/>
                                <w:jc w:val="left"/>
                                <w:rPr>
                                  <w:rFonts w:ascii="宋体" w:hAnsi="宋体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instrText>= 7 \* GB3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t>⑦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hint="eastAsia"/>
                                  <w:sz w:val="20"/>
                                  <w:szCs w:val="22"/>
                                </w:rPr>
                                <w:instrText>= 8 \* GB3</w:instrTex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hint="eastAsia"/>
                                  <w:sz w:val="20"/>
                                  <w:szCs w:val="22"/>
                                </w:rPr>
                                <w:t>⑧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    </w:t>
                              </w:r>
                            </w:p>
                            <w:p>
                              <w:pPr>
                                <w:spacing w:line="480" w:lineRule="auto"/>
                                <w:ind w:left="525" w:leftChars="250"/>
                                <w:rPr>
                                  <w:rFonts w:ascii="宋体" w:hAnsi="宋体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instrText>= 9 \* GB3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t>⑨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instrText>= 10 \* GB3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t>⑩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     </w:t>
                              </w:r>
                            </w:p>
                            <w:p>
                              <w:pPr>
                                <w:spacing w:line="480" w:lineRule="auto"/>
                                <w:ind w:left="525" w:leftChars="250"/>
                                <w:jc w:val="left"/>
                                <w:rPr>
                                  <w:rFonts w:ascii="宋体" w:hAnsi="宋体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A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210" w:firstLineChars="100"/>
                                <w:rPr>
                                  <w:rFonts w:ascii="宋体" w:hAnsi="宋体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（2）（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分）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210" w:firstLineChars="100"/>
                                <w:rPr>
                                  <w:rFonts w:ascii="宋体" w:hAnsi="宋体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                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210" w:firstLineChars="100"/>
                                <w:rPr>
                                  <w:rFonts w:ascii="宋体" w:hAnsi="宋体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                                                           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15" name="Rectangle 88"/>
                        <wps:cNvSpPr/>
                        <wps:spPr>
                          <a:xfrm>
                            <a:off x="15855" y="1611"/>
                            <a:ext cx="7140" cy="136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16" name="Text Box 34"/>
                        <wps:cNvSpPr txBox="1"/>
                        <wps:spPr>
                          <a:xfrm>
                            <a:off x="15960" y="1574"/>
                            <a:ext cx="7035" cy="13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④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10.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lang w:val="en-US" w:eastAsia="zh-CN"/>
                                </w:rPr>
                                <w:t>6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分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1.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（6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分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  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                                                               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12.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.（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分）</w:t>
                              </w: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vertAlign w:val="subscript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pacing w:val="-14"/>
                                        <w:sz w:val="20"/>
                                        <w:szCs w:val="22"/>
                                        <w:vertAlign w:val="subscript"/>
                                      </w:rPr>
                                      <w:t>1</w:t>
                                    </w:r>
                                    <w:r>
                                      <w:rPr>
                                        <w:spacing w:val="-14"/>
                                        <w:sz w:val="20"/>
                                        <w:szCs w:val="22"/>
                                        <w:vertAlign w:val="subscript"/>
                                      </w:rPr>
                                      <w:t>00</w:t>
                                    </w: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17" name="Line 149"/>
                        <wps:cNvCnPr/>
                        <wps:spPr>
                          <a:xfrm>
                            <a:off x="7770" y="4887"/>
                            <a:ext cx="210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18" name="Text Box 87"/>
                        <wps:cNvSpPr txBox="1"/>
                        <wps:spPr>
                          <a:xfrm>
                            <a:off x="4410" y="6231"/>
                            <a:ext cx="1365" cy="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18"/>
                                  <w:szCs w:val="18"/>
                                  <w:lang w:val="zh-CN"/>
                                </w:rPr>
                              </w:pPr>
                              <w:r>
                                <w:rPr>
                                  <w:rFonts w:ascii="宋体" w:cs="宋体" w:hint="eastAsia"/>
                                  <w:kern w:val="0"/>
                                  <w:sz w:val="18"/>
                                  <w:szCs w:val="18"/>
                                  <w:lang w:val="zh-CN"/>
                                </w:rPr>
                                <w:obje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70" type="#_x0000_t75" style="width:60.75pt;height:28.5pt" o:ole="" coordsize="21600,21600" o:preferrelative="t" filled="f" stroked="f">
                                    <v:stroke joinstyle="miter"/>
                                    <v:imagedata r:id="rId6" o:title="" embosscolor="white"/>
                                    <o:lock v:ext="edit" aspectratio="t"/>
                                    <w10:anchorlock/>
                                  </v:shape>
                                  <o:OLEObject Type="Embed" ProgID="Picture.PicObj.1" ShapeID="_x0000_i1070" DrawAspect="Content" ObjectID="_1468075725" r:id="rId7"/>
                                </w:object>
                              </w:r>
                            </w:p>
                            <w:p>
                              <w:pPr>
                                <w:rPr>
                                  <w:rFonts w:ascii="宋体" w:cs="宋体"/>
                                  <w:kern w:val="0"/>
                                  <w:sz w:val="18"/>
                                  <w:szCs w:val="18"/>
                                  <w:lang w:val="zh-CN"/>
                                </w:rPr>
                              </w:pPr>
                            </w:p>
                            <w:p/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19" name="Rectangle 153"/>
                        <wps:cNvSpPr/>
                        <wps:spPr>
                          <a:xfrm>
                            <a:off x="735" y="6297"/>
                            <a:ext cx="7245" cy="6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20" name="Text Box 51"/>
                        <wps:cNvSpPr txBox="1"/>
                        <wps:spPr>
                          <a:xfrm>
                            <a:off x="735" y="6408"/>
                            <a:ext cx="1365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填涂样例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21" name="Line 152"/>
                        <wps:cNvCnPr/>
                        <wps:spPr>
                          <a:xfrm>
                            <a:off x="1890" y="6291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2" name="Line 151"/>
                        <wps:cNvCnPr/>
                        <wps:spPr>
                          <a:xfrm>
                            <a:off x="5880" y="6291"/>
                            <a:ext cx="1" cy="6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23" name="Text Box 50"/>
                        <wps:cNvSpPr txBox="1"/>
                        <wps:spPr>
                          <a:xfrm>
                            <a:off x="5880" y="6369"/>
                            <a:ext cx="1155" cy="62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缺考标记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24" name="Rectangle 154"/>
                        <wps:cNvSpPr/>
                        <wps:spPr>
                          <a:xfrm>
                            <a:off x="7170" y="6477"/>
                            <a:ext cx="315" cy="1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25" name="Text Box 28"/>
                        <wps:cNvSpPr txBox="1"/>
                        <wps:spPr>
                          <a:xfrm>
                            <a:off x="8190" y="1611"/>
                            <a:ext cx="7350" cy="138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spacing w:line="600" w:lineRule="exact"/>
                                <w:jc w:val="center"/>
                                <w:rPr>
                                  <w:rFonts w:ascii="黑体" w:eastAsia="黑体" w:hAnsi="黑体"/>
                                  <w:b/>
                                  <w:bCs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/>
                                  <w:sz w:val="24"/>
                                </w:rPr>
                                <w:t>【我阅读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/>
                                  <w:sz w:val="24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/>
                                  <w:sz w:val="24"/>
                                </w:rPr>
                                <w:t>我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/>
                                  <w:sz w:val="24"/>
                                  <w:lang w:val="en-US" w:eastAsia="zh-CN"/>
                                </w:rPr>
                                <w:t>成长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/>
                                  <w:sz w:val="24"/>
                                </w:rPr>
                                <w:t>】</w:t>
                              </w:r>
                            </w:p>
                            <w:p>
                              <w:pPr>
                                <w:spacing w:line="480" w:lineRule="auto"/>
                                <w:rPr>
                                  <w:rFonts w:ascii="宋体" w:hAnsi="宋体"/>
                                  <w:b/>
                                  <w:bCs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宋体" w:hAnsi="宋体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一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）古诗文阅读（1</w:t>
                              </w:r>
                              <w:r>
                                <w:rPr>
                                  <w:rFonts w:ascii="宋体" w:hAnsi="宋体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5分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）</w:t>
                              </w:r>
                            </w:p>
                            <w:p>
                              <w:pPr>
                                <w:spacing w:line="480" w:lineRule="auto"/>
                                <w:ind w:firstLine="105" w:firstLineChars="50"/>
                                <w:rPr>
                                  <w:rFonts w:ascii="宋体" w:hAnsi="宋体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3.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(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分)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①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②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</w:t>
                              </w:r>
                            </w:p>
                            <w:p>
                              <w:pPr>
                                <w:spacing w:line="480" w:lineRule="auto"/>
                                <w:ind w:firstLine="900" w:firstLineChars="450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③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④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楷体" w:eastAsia="楷体" w:hAnsi="楷体"/>
                                  <w:color w:val="000000"/>
                                  <w:spacing w:val="32"/>
                                  <w:sz w:val="24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分）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/>
                                  <w:spacing w:val="32"/>
                                  <w:sz w:val="24"/>
                                </w:rPr>
                                <w:t>携盒而往对花而饮殊无意味</w:t>
                              </w:r>
                            </w:p>
                            <w:p>
                              <w:pPr>
                                <w:spacing w:line="600" w:lineRule="exact"/>
                                <w:rPr>
                                  <w:rFonts w:ascii="楷体" w:eastAsia="楷体" w:hAnsi="楷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楷体" w:eastAsia="楷体" w:hAnsi="楷体" w:hint="eastAsia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楷体" w:eastAsia="楷体" w:hAnsi="楷体"/>
                                  <w:color w:val="000000"/>
                                  <w:szCs w:val="21"/>
                                </w:rPr>
                                <w:t>5.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/>
                                  <w:szCs w:val="21"/>
                                </w:rPr>
                                <w:t>（3</w:t>
                              </w:r>
                              <w:r>
                                <w:rPr>
                                  <w:rFonts w:ascii="楷体" w:eastAsia="楷体" w:hAnsi="楷体"/>
                                  <w:color w:val="000000"/>
                                  <w:szCs w:val="21"/>
                                </w:rPr>
                                <w:t>分</w:t>
                              </w:r>
                              <w:r>
                                <w:rPr>
                                  <w:rFonts w:ascii="楷体" w:eastAsia="楷体" w:hAnsi="楷体" w:hint="eastAsia"/>
                                  <w:color w:val="000000"/>
                                  <w:szCs w:val="21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</w:t>
                              </w:r>
                            </w:p>
                            <w:p>
                              <w:pPr>
                                <w:spacing w:line="600" w:lineRule="exact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6.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（6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分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ˎ̥" w:hAnsi="ˎ̥" w:cs="黑体"/>
                                  <w:color w:val="000000"/>
                                  <w:kern w:val="0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                                                               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 xml:space="preserve">         </w:t>
                              </w:r>
                            </w:p>
                            <w:p>
                              <w:pPr>
                                <w:spacing w:line="480" w:lineRule="auto"/>
                                <w:ind w:firstLine="105" w:firstLineChars="50"/>
                                <w:jc w:val="lef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7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.</w:t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t>（4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分</w:t>
                              </w:r>
                              <w:r>
                                <w:rPr>
                                  <w:rFonts w:ascii="宋体" w:hAnsi="宋体" w:cs="宋体" w:hint="eastAsia"/>
                                  <w:spacing w:val="2"/>
                                  <w:sz w:val="20"/>
                                  <w:szCs w:val="20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①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（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 w:hint="eastAsia"/>
                                  <w:lang w:val="en-US" w:eastAsia="zh-CN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②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>（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 w:cs="宋体"/>
                                  <w:spacing w:val="2"/>
                                  <w:sz w:val="20"/>
                                  <w:szCs w:val="20"/>
                                </w:rPr>
                                <w:t>③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（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>）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 w:hint="eastAsia"/>
                                  <w:sz w:val="20"/>
                                  <w:szCs w:val="22"/>
                                </w:rPr>
                                <w:instrText>= 4 \* GB3</w:instrTex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instrText xml:space="preserve"> </w:instrTex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hAnsi="宋体" w:hint="eastAsia"/>
                                  <w:sz w:val="20"/>
                                  <w:szCs w:val="22"/>
                                </w:rPr>
                                <w:t>④</w:t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hAnsi="宋体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 xml:space="preserve">（ </w:t>
                              </w:r>
                              <w:r>
                                <w:rPr>
                                  <w:rFonts w:ascii="宋体" w:hAnsi="宋体"/>
                                </w:rPr>
                                <w:t xml:space="preserve">   </w:t>
                              </w:r>
                              <w:r>
                                <w:rPr>
                                  <w:rFonts w:ascii="宋体" w:hAnsi="宋体" w:hint="eastAsia"/>
                                </w:rPr>
                                <w:t>）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8.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（5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分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）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我选择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：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书评：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spacing w:line="600" w:lineRule="exact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spacing w:line="600" w:lineRule="exact"/>
                                <w:ind w:firstLine="105" w:firstLineChars="50"/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>理由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：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 </w:t>
                              </w:r>
                            </w:p>
                            <w:p>
                              <w:pPr>
                                <w:spacing w:line="600" w:lineRule="exact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     </w:t>
                              </w:r>
                            </w:p>
                            <w:p>
                              <w:pPr>
                                <w:pStyle w:val="BodyTextIndent"/>
                                <w:spacing w:line="520" w:lineRule="exact"/>
                                <w:ind w:firstLine="0" w:firstLineChars="0"/>
                                <w:rPr>
                                  <w:rFonts w:asciiTheme="minorEastAsia" w:eastAsiaTheme="minorEastAsia" w:hAnsiTheme="minorEastAsia"/>
                                  <w:szCs w:val="21"/>
                                </w:rPr>
                              </w:pPr>
                              <w:r>
                                <w:rPr>
                                  <w:rFonts w:asci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</w:t>
                              </w:r>
                              <w:r>
                                <w:rPr>
                                  <w:rFonts w:asci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宋体" w:hint="eastAsia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sz w:val="21"/>
                                  <w:szCs w:val="21"/>
                                </w:rPr>
                                <w:t>（二）现代文阅读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21"/>
                                  <w:szCs w:val="21"/>
                                </w:rPr>
                                <w:t>（</w:t>
                              </w:r>
                              <w:r>
                                <w:rPr>
                                  <w:rFonts w:asciiTheme="minorEastAsia" w:eastAsiaTheme="minorEastAsia" w:hAnsiTheme="minorEastAsia"/>
                                  <w:color w:val="000000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  <w:t>3</w:t>
                              </w:r>
                              <w:r>
                                <w:rPr>
                                  <w:rFonts w:asciiTheme="minorEastAsia" w:eastAsiaTheme="minorEastAsia" w:hAnsiTheme="minorEastAsia" w:hint="eastAsia"/>
                                  <w:color w:val="000000"/>
                                  <w:sz w:val="21"/>
                                  <w:szCs w:val="21"/>
                                </w:rPr>
                                <w:t>分）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600" w:lineRule="exact"/>
                                <w:jc w:val="lef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9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.（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分）①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>②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600" w:lineRule="exact"/>
                                <w:jc w:val="left"/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③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    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600" w:lineRule="exact"/>
                                <w:jc w:val="lef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  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600" w:lineRule="exact"/>
                                <w:jc w:val="lef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</w:t>
                              </w:r>
                              <w:r>
                                <w:rPr>
                                  <w:rFonts w:ascii="宋体" w:hAnsi="宋体" w:hint="eastAsia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         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  <w:u w:val="single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宋体" w:hAnsi="宋体"/>
                                  <w:color w:val="000000"/>
                                  <w:szCs w:val="21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600" w:lineRule="exact"/>
                                <w:jc w:val="left"/>
                                <w:rPr>
                                  <w:rFonts w:ascii="ˎ̥" w:eastAsia="方正书宋简体" w:hAnsi="ˎ̥" w:cs="黑体"/>
                                  <w:color w:val="000000"/>
                                  <w:kern w:val="0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5.（4分）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560" w:lineRule="exact"/>
                                <w:jc w:val="left"/>
                                <w:rPr>
                                  <w:rFonts w:ascii="ˎ̥" w:eastAsia="方正书宋简体" w:hAnsi="ˎ̥" w:cs="黑体"/>
                                  <w:color w:val="000000"/>
                                  <w:kern w:val="0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6.（4分）（1）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560" w:lineRule="exact"/>
                                <w:ind w:firstLine="840" w:firstLineChars="400"/>
                                <w:jc w:val="left"/>
                                <w:rPr>
                                  <w:rFonts w:ascii="宋体" w:hAnsi="宋体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（2）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560" w:lineRule="exact"/>
                                <w:jc w:val="left"/>
                                <w:rPr>
                                  <w:rFonts w:ascii="ˎ̥" w:eastAsia="方正书宋简体" w:hAnsi="ˎ̥" w:cs="黑体"/>
                                  <w:color w:val="000000"/>
                                  <w:kern w:val="0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600" w:lineRule="exact"/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</w:rPr>
                                <w:t>8.（8分）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  </w:t>
                              </w:r>
                            </w:p>
                            <w:p>
                              <w:pPr>
                                <w:widowControl/>
                                <w:shd w:val="clear" w:color="auto" w:fill="FBFBFB"/>
                                <w:adjustRightInd w:val="0"/>
                                <w:snapToGrid w:val="0"/>
                                <w:spacing w:line="600" w:lineRule="exact"/>
                                <w:jc w:val="left"/>
                                <w:rPr>
                                  <w:rFonts w:ascii="ˎ̥" w:eastAsia="方正书宋简体" w:hAnsi="ˎ̥" w:cs="黑体"/>
                                  <w:color w:val="000000"/>
                                  <w:kern w:val="0"/>
                                  <w:sz w:val="24"/>
                                  <w:szCs w:val="21"/>
                                </w:rPr>
                              </w:pP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                                                                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宋体" w:hAnsi="宋体" w:hint="eastAsia"/>
                                  <w:szCs w:val="21"/>
                                  <w:u w:val="singl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26" name="Rectangle 9"/>
                        <wps:cNvSpPr/>
                        <wps:spPr>
                          <a:xfrm>
                            <a:off x="2043" y="666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27" name="Rectangle 10"/>
                        <wps:cNvSpPr/>
                        <wps:spPr>
                          <a:xfrm>
                            <a:off x="2423" y="666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28" name="Rectangle 11"/>
                        <wps:cNvSpPr/>
                        <wps:spPr>
                          <a:xfrm>
                            <a:off x="2803" y="666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29" name="Rectangle 13"/>
                        <wps:cNvSpPr/>
                        <wps:spPr>
                          <a:xfrm>
                            <a:off x="4323" y="666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0" name="Rectangle 14"/>
                        <wps:cNvSpPr/>
                        <wps:spPr>
                          <a:xfrm>
                            <a:off x="4703" y="666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1" name="Rectangle 15"/>
                        <wps:cNvSpPr/>
                        <wps:spPr>
                          <a:xfrm>
                            <a:off x="5083" y="666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pic:pic xmlns:pic="http://schemas.openxmlformats.org/drawingml/2006/picture">
                        <pic:nvPicPr>
                          <pic:cNvPr id="32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rcRect l="50977"/>
                          <a:stretch>
                            <a:fillRect/>
                          </a:stretch>
                        </pic:blipFill>
                        <pic:spPr>
                          <a:xfrm>
                            <a:off x="4209" y="2333"/>
                            <a:ext cx="3565" cy="1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3" name="Rectangle 4"/>
                        <wps:cNvSpPr/>
                        <wps:spPr>
                          <a:xfrm>
                            <a:off x="663" y="581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4" name="Rectangle 5"/>
                        <wps:cNvSpPr/>
                        <wps:spPr>
                          <a:xfrm>
                            <a:off x="22774" y="505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5" name="Rectangle 6"/>
                        <wps:cNvSpPr/>
                        <wps:spPr>
                          <a:xfrm>
                            <a:off x="663" y="16022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6" name="Rectangle 7"/>
                        <wps:cNvSpPr/>
                        <wps:spPr>
                          <a:xfrm>
                            <a:off x="22869" y="16022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7" name="Rectangle 12"/>
                        <wps:cNvSpPr/>
                        <wps:spPr>
                          <a:xfrm>
                            <a:off x="5526" y="489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8" name="Rectangle 6"/>
                        <wps:cNvSpPr/>
                        <wps:spPr>
                          <a:xfrm>
                            <a:off x="7875" y="16022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39" name="Rectangle 6"/>
                        <wps:cNvSpPr/>
                        <wps:spPr>
                          <a:xfrm>
                            <a:off x="15540" y="16022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40" name="Rectangle 12"/>
                        <wps:cNvSpPr/>
                        <wps:spPr>
                          <a:xfrm>
                            <a:off x="4123" y="501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41" name="Rectangle 12"/>
                        <wps:cNvSpPr/>
                        <wps:spPr>
                          <a:xfrm>
                            <a:off x="4850" y="501"/>
                            <a:ext cx="2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42" name="Rectangle 4"/>
                        <wps:cNvSpPr/>
                        <wps:spPr>
                          <a:xfrm>
                            <a:off x="15540" y="501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43" name="Rectangle 4"/>
                        <wps:cNvSpPr/>
                        <wps:spPr>
                          <a:xfrm>
                            <a:off x="7488" y="489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10" o:spid="_x0000_s1025" style="width:1130.3pt;height:792.65pt;margin-top:13.65pt;margin-left:33pt;mso-height-relative:page;mso-width-relative:page;position:absolute;z-index:251660288" coordorigin="663,489" coordsize="22606,15853">
                <o:lock v:ext="edit" aspectratio="f"/>
                <v:roundrect id="AutoShape 156" o:spid="_x0000_s1026" style="width:7245;height:8526;left:735;position:absolute;top:7071" arcsize="2127f" coordsize="21600,21600" filled="t" fillcolor="white" stroked="t" strokecolor="black">
                  <v:stroke joinstyle="round"/>
                  <o:lock v:ext="edit" aspectratio="f"/>
                </v:roundrect>
                <v:roundrect id="AutoShape 74" o:spid="_x0000_s1027" style="width:7560;height:14269;left:8085;position:absolute;top:1328" arcsize="2436f" coordsize="21600,21600" filled="t" fillcolor="white" stroked="t" strokecolor="black">
                  <v:stroke joinstyle="round"/>
                  <o:lock v:ext="edit" aspectratio="f"/>
                </v:roundrect>
                <v:roundrect id="AutoShape 73" o:spid="_x0000_s1028" style="width:7350;height:14269;left:15750;position:absolute;top:1328" arcsize="2888f" coordsize="21600,21600" filled="t" fillcolor="white" stroked="t" strokecolor="black">
                  <v:stroke joinstyle="round"/>
                  <o:lock v:ext="edit" aspectratio="f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width:7350;height:1449;left:840;position:absolute;top:1050" coordsize="21600,21600" filled="f" stroked="f">
                  <o:lock v:ext="edit" aspectratio="f"/>
                  <v:textbox>
                    <w:txbxContent>
                      <w:p>
                        <w:pPr>
                          <w:spacing w:line="380" w:lineRule="exact"/>
                          <w:jc w:val="center"/>
                          <w:rPr>
                            <w:rFonts w:ascii="黑体" w:eastAsia="黑体" w:hAnsi="黑体" w:cs="黑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黑体" w:cs="黑体" w:hint="eastAsia"/>
                            <w:sz w:val="28"/>
                            <w:szCs w:val="28"/>
                          </w:rPr>
                          <w:t>2022学年第二学期七年级期末检测</w:t>
                        </w:r>
                        <w:r>
                          <w:rPr>
                            <w:rFonts w:ascii="黑体" w:eastAsia="黑体" w:hAnsi="黑体" w:cs="黑体" w:hint="eastAsia"/>
                            <w:sz w:val="18"/>
                            <w:szCs w:val="18"/>
                          </w:rPr>
                          <w:t>2023.0</w:t>
                        </w:r>
                        <w:r>
                          <w:rPr>
                            <w:rFonts w:ascii="黑体" w:eastAsia="黑体" w:hAnsi="黑体" w:cs="黑体"/>
                            <w:sz w:val="18"/>
                            <w:szCs w:val="18"/>
                          </w:rPr>
                          <w:t>6</w:t>
                        </w:r>
                      </w:p>
                      <w:p>
                        <w:pPr>
                          <w:spacing w:line="380" w:lineRule="exact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  <w:t>语文 答题卷</w:t>
                        </w:r>
                      </w:p>
                      <w:p>
                        <w:pPr>
                          <w:spacing w:line="360" w:lineRule="auto"/>
                          <w:ind w:firstLine="560" w:firstLineChars="200"/>
                          <w:rPr>
                            <w:rFonts w:ascii="黑体" w:eastAsia="黑体" w:hAnsi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Ansi="宋体" w:hint="eastAsia"/>
                            <w:sz w:val="28"/>
                            <w:szCs w:val="28"/>
                          </w:rPr>
                          <w:t xml:space="preserve">     </w:t>
                        </w:r>
                      </w:p>
                      <w:p>
                        <w:pPr>
                          <w:spacing w:line="44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</w:p>
                      <w:p>
                        <w:pPr>
                          <w:spacing w:line="440" w:lineRule="exact"/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sz w:val="28"/>
                            <w:szCs w:val="28"/>
                          </w:rPr>
                          <w:t>高三数学（理）答题卡</w:t>
                        </w:r>
                      </w:p>
                    </w:txbxContent>
                  </v:textbox>
                </v:shape>
                <v:shape id="Text Box 17" o:spid="_x0000_s1030" type="#_x0000_t202" style="width:7245;height:4212;left:735;position:absolute;top:2079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rFonts w:ascii="黑体" w:eastAsia="黑体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line="360" w:lineRule="auto"/>
                          <w:ind w:firstLine="118" w:firstLineChars="49"/>
                          <w:rPr>
                            <w:rFonts w:ascii="黑体" w:eastAsia="黑体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 w:val="24"/>
                          </w:rPr>
                          <w:t>姓    名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________________</w:t>
                        </w:r>
                      </w:p>
                      <w:p>
                        <w:pPr>
                          <w:spacing w:line="360" w:lineRule="auto"/>
                          <w:ind w:firstLine="118" w:firstLineChars="49"/>
                          <w:rPr>
                            <w:rFonts w:ascii="黑体" w:eastAsia="黑体"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班    级</w:t>
                        </w:r>
                        <w:r>
                          <w:rPr>
                            <w:rFonts w:ascii="黑体" w:eastAsia="黑体" w:hint="eastAsia"/>
                            <w:b/>
                            <w:sz w:val="24"/>
                          </w:rPr>
                          <w:t>________________</w:t>
                        </w:r>
                      </w:p>
                      <w:p>
                        <w:pPr>
                          <w:spacing w:line="360" w:lineRule="auto"/>
                          <w:ind w:firstLine="118" w:firstLineChars="49"/>
                          <w:rPr>
                            <w:rFonts w:ascii="黑体" w:eastAsia="黑体"/>
                            <w:b/>
                            <w:sz w:val="24"/>
                          </w:rPr>
                        </w:pPr>
                        <w:r>
                          <w:rPr>
                            <w:rFonts w:hint="eastAsia"/>
                            <w:b/>
                            <w:sz w:val="24"/>
                          </w:rPr>
                          <w:t>考    号</w:t>
                        </w:r>
                        <w:r>
                          <w:rPr>
                            <w:rFonts w:ascii="黑体" w:eastAsia="黑体" w:hint="eastAsia"/>
                            <w:b/>
                            <w:sz w:val="24"/>
                          </w:rPr>
                          <w:t>________________</w:t>
                        </w:r>
                      </w:p>
                    </w:txbxContent>
                  </v:textbox>
                </v:shape>
                <v:shape id="Text Box 46" o:spid="_x0000_s1031" type="#_x0000_t202" style="width:6300;height:1716;left:1575;position:absolute;top:4887" coordsize="21600,21600" filled="f" stroked="f">
                  <o:lock v:ext="edit" aspectratio="f"/>
                  <v:textbox>
                    <w:txbxContent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357" w:hanging="357"/>
                          <w:rPr>
                            <w:rFonts w:ascii="黑体" w:eastAsia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int="eastAsia"/>
                            <w:sz w:val="18"/>
                            <w:szCs w:val="18"/>
                          </w:rPr>
                          <w:t>选择题部分必须使用2B铅笔填涂；非选择题部分必须使用0.5毫米的黑色签字笔书写，字体工整、笔迹清楚。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357" w:hanging="357"/>
                          <w:rPr>
                            <w:rFonts w:ascii="黑体" w:eastAsia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int="eastAsia"/>
                            <w:sz w:val="18"/>
                            <w:szCs w:val="18"/>
                          </w:rPr>
                          <w:t>请按照题号顺序在各题目的答题区域内作答，超出答题区域书写的答案无效；在草稿纸、试题卷上答题无效。</w:t>
                        </w:r>
                      </w:p>
                      <w:p>
                        <w:pPr>
                          <w:numPr>
                            <w:ilvl w:val="0"/>
                            <w:numId w:val="1"/>
                          </w:numPr>
                          <w:spacing w:line="240" w:lineRule="exact"/>
                          <w:ind w:left="357" w:hanging="357"/>
                          <w:rPr>
                            <w:rFonts w:ascii="黑体" w:eastAsia="黑体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int="eastAsia"/>
                            <w:sz w:val="18"/>
                            <w:szCs w:val="18"/>
                          </w:rPr>
                          <w:t>保持卡面清洁，不要折叠、不要弄破，禁用涂改液，涂改胶条。</w:t>
                        </w:r>
                      </w:p>
                    </w:txbxContent>
                  </v:textbox>
                </v:shape>
                <v:shape id="Text Box 47" o:spid="_x0000_s1032" type="#_x0000_t202" style="width:630;height:1716;left:810;position:absolute;top:4977" coordsize="21600,21600" filled="f" stroked="f">
                  <o:lock v:ext="edit" aspectratio="f"/>
                  <v:textbox style="layout-flow:vertical-ideographic">
                    <w:txbxContent>
                      <w:p>
                        <w:pPr>
                          <w:spacing w:line="360" w:lineRule="exact"/>
                          <w:rPr>
                            <w:rFonts w:ascii="宋体" w:hAnsi="宋体"/>
                            <w:b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szCs w:val="21"/>
                          </w:rPr>
                          <w:t>注 意 事 项</w:t>
                        </w:r>
                      </w:p>
                    </w:txbxContent>
                  </v:textbox>
                </v:shape>
                <v:line id="Line 146" o:spid="_x0000_s1033" style="position:absolute" from="4107,2079" to="4108,4887" coordsize="21600,21600" stroked="t" strokecolor="black">
                  <v:stroke joinstyle="round"/>
                  <o:lock v:ext="edit" aspectratio="f"/>
                </v:line>
                <v:shape id="Text Box 52" o:spid="_x0000_s1034" type="#_x0000_t202" style="width:4095;height:624;left:1995;position:absolute;top:6291" coordsize="21600,21600" filled="f" stroked="f"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正确填涂           错误填涂</w:t>
                        </w:r>
                      </w:p>
                      <w:p>
                        <w:pPr>
                          <w:rPr>
                            <w:rFonts w:ascii="宋体" w:cs="宋体"/>
                            <w:kern w:val="0"/>
                            <w:sz w:val="18"/>
                            <w:szCs w:val="18"/>
                            <w:lang w:val="zh-CN"/>
                          </w:rPr>
                        </w:pPr>
                      </w:p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v:rect id="Rectangle 155" o:spid="_x0000_s1035" style="width:282;height:155;left:3123;position:absolute;top:6528" coordsize="21600,21600" filled="t" fillcolor="black" stroked="t" strokecolor="black">
                  <v:stroke joinstyle="miter"/>
                  <o:lock v:ext="edit" aspectratio="f"/>
                </v:rect>
                <v:line id="Line 150" o:spid="_x0000_s1036" style="position:absolute" from="735,4887" to="7770,4887" coordsize="21600,21600" stroked="t" strokecolor="black">
                  <v:stroke joinstyle="round"/>
                  <o:lock v:ext="edit" aspectratio="f"/>
                </v:line>
                <v:line id="Line 148" o:spid="_x0000_s1037" style="flip:y;position:absolute" from="1470,4887" to="1471,5154" coordsize="21600,21600" stroked="t" strokecolor="black">
                  <v:stroke joinstyle="round"/>
                  <o:lock v:ext="edit" aspectratio="f"/>
                </v:line>
                <v:line id="Line 147" o:spid="_x0000_s1038" style="position:absolute" from="1470,5169" to="1471,6291" coordsize="21600,21600" stroked="t" strokecolor="black">
                  <v:stroke joinstyle="round"/>
                  <o:lock v:ext="edit" aspectratio="f"/>
                </v:line>
                <v:rect id="Rectangle 35" o:spid="_x0000_s1039" style="width:7035;height:8112;left:840;position:absolute;top:7167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pStyle w:val="BodyTextIndent"/>
                          <w:spacing w:line="520" w:lineRule="exact"/>
                          <w:ind w:firstLine="0" w:firstLineChars="0"/>
                          <w:rPr>
                            <w:rFonts w:ascii="黑体" w:eastAsia="黑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eastAsia="黑体" w:hint="eastAsia"/>
                            <w:sz w:val="21"/>
                            <w:szCs w:val="21"/>
                          </w:rPr>
                          <w:t>书写（3分）</w:t>
                        </w:r>
                      </w:p>
                      <w:p>
                        <w:pPr>
                          <w:pStyle w:val="BodyTextIndent"/>
                          <w:spacing w:line="520" w:lineRule="exact"/>
                          <w:ind w:firstLine="0" w:firstLineChars="0"/>
                          <w:jc w:val="center"/>
                          <w:rPr>
                            <w:rFonts w:ascii="黑体" w:eastAsia="黑体" w:hAnsi="黑体"/>
                            <w:color w:val="00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黑体" w:eastAsia="黑体" w:hAnsi="黑体" w:hint="eastAsia"/>
                            <w:sz w:val="24"/>
                          </w:rPr>
                          <w:t>【</w:t>
                        </w:r>
                        <w:r>
                          <w:rPr>
                            <w:rFonts w:ascii="黑体" w:eastAsia="黑体" w:hint="eastAsia"/>
                            <w:sz w:val="24"/>
                          </w:rPr>
                          <w:t>我积累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eastAsia="zh-CN"/>
                          </w:rPr>
                          <w:t>，</w:t>
                        </w:r>
                        <w:r>
                          <w:rPr>
                            <w:rFonts w:ascii="黑体" w:eastAsia="黑体"/>
                            <w:sz w:val="24"/>
                          </w:rPr>
                          <w:t>我</w:t>
                        </w:r>
                        <w:r>
                          <w:rPr>
                            <w:rFonts w:ascii="黑体" w:eastAsia="黑体" w:hint="eastAsia"/>
                            <w:sz w:val="24"/>
                            <w:lang w:val="en-US" w:eastAsia="zh-CN"/>
                          </w:rPr>
                          <w:t>收获</w:t>
                        </w:r>
                        <w:r>
                          <w:rPr>
                            <w:rFonts w:ascii="黑体" w:eastAsia="黑体" w:hAnsi="黑体" w:hint="eastAsia"/>
                            <w:sz w:val="24"/>
                          </w:rPr>
                          <w:t>】</w:t>
                        </w:r>
                        <w:r>
                          <w:rPr>
                            <w:rFonts w:ascii="黑体" w:eastAsia="黑体" w:hAnsi="黑体" w:hint="eastAsia"/>
                            <w:color w:val="000000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21"/>
                            <w:szCs w:val="21"/>
                          </w:rPr>
                          <w:t>25</w:t>
                        </w:r>
                        <w:r>
                          <w:rPr>
                            <w:rFonts w:ascii="黑体" w:eastAsia="黑体" w:hAnsi="黑体" w:hint="eastAsia"/>
                            <w:color w:val="000000"/>
                            <w:sz w:val="21"/>
                            <w:szCs w:val="21"/>
                          </w:rPr>
                          <w:t>分）</w:t>
                        </w:r>
                      </w:p>
                      <w:p>
                        <w:pPr>
                          <w:spacing w:before="65" w:line="225" w:lineRule="auto"/>
                          <w:rPr>
                            <w:rFonts w:ascii="宋体" w:hAnsi="宋体" w:cs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hint="eastAsia"/>
                          </w:rPr>
                          <w:t>1.（4分）</w:t>
                        </w:r>
                        <w:r>
                          <w:rPr>
                            <w:rFonts w:ascii="宋体" w:hAnsi="宋体" w:cs="宋体" w:hint="eastAsia"/>
                            <w:sz w:val="20"/>
                            <w:szCs w:val="20"/>
                          </w:rPr>
                          <w:t>(1)</w:t>
                        </w:r>
                        <w:r>
                          <w:rPr>
                            <w:rFonts w:ascii="宋体" w:hAnsi="宋体" w:cs="宋体"/>
                            <w:spacing w:val="-8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4"/>
                            <w:sz w:val="20"/>
                            <w:szCs w:val="20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cs="宋体"/>
                            <w:spacing w:val="25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 w:hint="eastAsia"/>
                            <w:sz w:val="20"/>
                            <w:szCs w:val="20"/>
                          </w:rPr>
                          <w:t>(2)</w:t>
                        </w:r>
                        <w:r>
                          <w:rPr>
                            <w:rFonts w:ascii="宋体" w:hAnsi="宋体" w:cs="宋体"/>
                            <w:spacing w:val="-8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-8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4"/>
                            <w:sz w:val="20"/>
                            <w:szCs w:val="20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cs="宋体"/>
                            <w:spacing w:val="25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 w:hint="eastAsia"/>
                            <w:sz w:val="20"/>
                            <w:szCs w:val="20"/>
                          </w:rPr>
                          <w:t>(3)</w:t>
                        </w:r>
                        <w:r>
                          <w:rPr>
                            <w:rFonts w:ascii="宋体" w:hAnsi="宋体" w:cs="宋体"/>
                            <w:spacing w:val="-8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-8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4"/>
                            <w:sz w:val="20"/>
                            <w:szCs w:val="20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cs="宋体"/>
                            <w:spacing w:val="9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 w:hint="eastAsia"/>
                            <w:sz w:val="20"/>
                            <w:szCs w:val="20"/>
                          </w:rPr>
                          <w:t>(4)</w:t>
                        </w:r>
                        <w:r>
                          <w:rPr>
                            <w:rFonts w:ascii="宋体" w:hAnsi="宋体" w:cs="宋体"/>
                            <w:spacing w:val="-8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-9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z w:val="20"/>
                            <w:szCs w:val="20"/>
                            <w:u w:val="single"/>
                          </w:rPr>
                          <w:t xml:space="preserve">       </w:t>
                        </w:r>
                      </w:p>
                      <w:p>
                        <w:pPr>
                          <w:spacing w:line="480" w:lineRule="auto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2.（1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分）</w:t>
                        </w:r>
                      </w:p>
                      <w:p>
                        <w:pPr>
                          <w:spacing w:line="480" w:lineRule="auto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</w:rPr>
                          <w:t>（</w:t>
                        </w:r>
                        <w:r>
                          <w:rPr>
                            <w:rFonts w:ascii="宋体" w:hAnsi="宋体"/>
                          </w:rPr>
                          <w:t>1</w:t>
                        </w:r>
                        <w:r>
                          <w:rPr>
                            <w:rFonts w:ascii="宋体" w:hAnsi="宋体" w:hint="eastAsia"/>
                          </w:rPr>
                          <w:t>）</w:t>
                        </w:r>
                        <w:bookmarkStart w:id="0" w:name="_Hlk135987881"/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①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②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    </w:t>
                        </w:r>
                      </w:p>
                      <w:p>
                        <w:pPr>
                          <w:spacing w:line="480" w:lineRule="auto"/>
                          <w:ind w:left="525" w:leftChars="250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③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begin"/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hint="eastAsia"/>
                            <w:sz w:val="20"/>
                            <w:szCs w:val="22"/>
                          </w:rPr>
                          <w:instrText>= 4 \* GB3</w:instrTex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="宋体" w:hAnsi="宋体" w:hint="eastAsia"/>
                            <w:sz w:val="20"/>
                            <w:szCs w:val="22"/>
                          </w:rPr>
                          <w:t>④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end"/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  </w:t>
                        </w:r>
                        <w:bookmarkEnd w:id="0"/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 </w:t>
                        </w:r>
                      </w:p>
                      <w:p>
                        <w:pPr>
                          <w:spacing w:line="480" w:lineRule="auto"/>
                          <w:ind w:left="525" w:leftChars="250"/>
                          <w:rPr>
                            <w:rFonts w:ascii="宋体" w:hAnsi="宋体"/>
                            <w:u w:val="single"/>
                          </w:rPr>
                        </w:pP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instrText>= 5 \* GB3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t>⑤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instrText>= 6 \* GB3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t>⑥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     </w:t>
                        </w:r>
                      </w:p>
                      <w:p>
                        <w:pPr>
                          <w:spacing w:line="480" w:lineRule="auto"/>
                          <w:ind w:left="525" w:leftChars="250"/>
                          <w:jc w:val="left"/>
                          <w:rPr>
                            <w:rFonts w:ascii="宋体" w:hAnsi="宋体"/>
                            <w:u w:val="single"/>
                          </w:rPr>
                        </w:pP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instrText>= 7 \* GB3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t>⑦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begin"/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hint="eastAsia"/>
                            <w:sz w:val="20"/>
                            <w:szCs w:val="22"/>
                          </w:rPr>
                          <w:instrText>= 8 \* GB3</w:instrTex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="宋体" w:hAnsi="宋体" w:hint="eastAsia"/>
                            <w:sz w:val="20"/>
                            <w:szCs w:val="22"/>
                          </w:rPr>
                          <w:t>⑧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end"/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    </w:t>
                        </w:r>
                      </w:p>
                      <w:p>
                        <w:pPr>
                          <w:spacing w:line="480" w:lineRule="auto"/>
                          <w:ind w:left="525" w:leftChars="250"/>
                          <w:rPr>
                            <w:rFonts w:ascii="宋体" w:hAnsi="宋体"/>
                            <w:u w:val="single"/>
                          </w:rPr>
                        </w:pP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instrText>= 9 \* GB3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t>⑨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begin"/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instrText>= 10 \* GB3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separate"/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t>⑩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fldChar w:fldCharType="end"/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     </w:t>
                        </w:r>
                      </w:p>
                      <w:p>
                        <w:pPr>
                          <w:spacing w:line="480" w:lineRule="auto"/>
                          <w:ind w:left="525" w:leftChars="250"/>
                          <w:jc w:val="left"/>
                          <w:rPr>
                            <w:rFonts w:ascii="宋体" w:hAnsi="宋体"/>
                            <w:u w:val="single"/>
                          </w:rPr>
                        </w:pP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A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</w:p>
                      <w:p>
                        <w:pPr>
                          <w:spacing w:line="600" w:lineRule="exact"/>
                          <w:ind w:firstLine="210" w:firstLineChars="100"/>
                          <w:rPr>
                            <w:rFonts w:ascii="宋体" w:hAnsi="宋体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（2）（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分）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                                         </w:t>
                        </w:r>
                      </w:p>
                      <w:p>
                        <w:pPr>
                          <w:spacing w:line="600" w:lineRule="exact"/>
                          <w:ind w:firstLine="210" w:firstLineChars="100"/>
                          <w:rPr>
                            <w:rFonts w:ascii="宋体" w:hAnsi="宋体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u w:val="single"/>
                          </w:rPr>
                          <w:t xml:space="preserve">                                                                    </w:t>
                        </w:r>
                      </w:p>
                      <w:p>
                        <w:pPr>
                          <w:spacing w:line="600" w:lineRule="exact"/>
                          <w:ind w:firstLine="210" w:firstLineChars="100"/>
                          <w:rPr>
                            <w:rFonts w:ascii="宋体" w:hAnsi="宋体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u w:val="single"/>
                          </w:rPr>
                          <w:t xml:space="preserve">                                                            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88" o:spid="_x0000_s1040" style="width:7140;height:13668;left:15855;position:absolute;top:1611" coordsize="21600,21600" filled="t" fillcolor="white" stroked="t" strokecolor="black">
                  <v:stroke joinstyle="miter"/>
                  <o:lock v:ext="edit" aspectratio="f"/>
                </v:rect>
                <v:shape id="Text Box 34" o:spid="_x0000_s1041" type="#_x0000_t202" style="width:7035;height:13589;left:15960;position:absolute;top:1574" coordsize="21600,21600" filled="f" stroked="f"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④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</w:rPr>
                          <w:t>10.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 w:hint="eastAsia"/>
                            <w:szCs w:val="21"/>
                            <w:lang w:val="en-US" w:eastAsia="zh-CN"/>
                          </w:rPr>
                          <w:t>6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分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1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1.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（6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分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          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</w:rPr>
                          <w:t>12.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.（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5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分）</w:t>
                        </w: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vertAlign w:val="subscript"/>
                                </w:rPr>
                              </w:pPr>
                              <w:r>
                                <w:rPr>
                                  <w:rFonts w:hint="eastAsia"/>
                                  <w:spacing w:val="-14"/>
                                  <w:sz w:val="20"/>
                                  <w:szCs w:val="22"/>
                                  <w:vertAlign w:val="subscript"/>
                                </w:rPr>
                                <w:t>1</w:t>
                              </w:r>
                              <w:r>
                                <w:rPr>
                                  <w:spacing w:val="-14"/>
                                  <w:sz w:val="20"/>
                                  <w:szCs w:val="22"/>
                                  <w:vertAlign w:val="subscript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</w:rPr>
                        </w:pPr>
                      </w:p>
                    </w:txbxContent>
                  </v:textbox>
                </v:shape>
                <v:line id="Line 149" o:spid="_x0000_s1042" style="position:absolute" from="7770,4887" to="7980,4887" coordsize="21600,21600" stroked="t" strokecolor="black">
                  <v:stroke joinstyle="round"/>
                  <o:lock v:ext="edit" aspectratio="f"/>
                </v:line>
                <v:shape id="Text Box 87" o:spid="_x0000_s1043" type="#_x0000_t202" style="width:1365;height:846;left:4410;position:absolute;top:6231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宋体" w:cs="宋体"/>
                            <w:kern w:val="0"/>
                            <w:sz w:val="18"/>
                            <w:szCs w:val="18"/>
                            <w:lang w:val="zh-CN"/>
                          </w:rPr>
                        </w:pPr>
                        <w:object>
                          <v:shape id="_x0000_i1044" type="#_x0000_t75" style="width:60.75pt;height:28.5pt" o:ole="" coordsize="21600,21600" o:preferrelative="t" filled="f" stroked="f">
                            <v:stroke joinstyle="miter"/>
                            <v:imagedata r:id="rId6" o:title="" embosscolor="white"/>
                            <o:lock v:ext="edit" aspectratio="t"/>
                            <w10:anchorlock/>
                          </v:shape>
                          <o:OLEObject Type="Embed" ProgID="Picture.PicObj.1" ShapeID="_x0000_i1044" DrawAspect="Content" ObjectID="_1468075726" r:id="rId9"/>
                        </w:object>
                      </w:p>
                      <w:p>
                        <w:pPr>
                          <w:rPr>
                            <w:rFonts w:ascii="宋体" w:cs="宋体"/>
                            <w:kern w:val="0"/>
                            <w:sz w:val="18"/>
                            <w:szCs w:val="18"/>
                            <w:lang w:val="zh-CN"/>
                          </w:rPr>
                        </w:pPr>
                      </w:p>
                      <w:p/>
                    </w:txbxContent>
                  </v:textbox>
                </v:shape>
                <v:rect id="Rectangle 153" o:spid="_x0000_s1045" style="width:7245;height:624;left:735;position:absolute;top:6297" coordsize="21600,21600" filled="f" stroked="t" strokecolor="black">
                  <v:stroke joinstyle="miter"/>
                  <o:lock v:ext="edit" aspectratio="f"/>
                </v:rect>
                <v:shape id="Text Box 51" o:spid="_x0000_s1046" type="#_x0000_t202" style="width:1365;height:624;left:735;position:absolute;top:6408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填涂样例</w:t>
                        </w:r>
                      </w:p>
                    </w:txbxContent>
                  </v:textbox>
                </v:shape>
                <v:line id="Line 152" o:spid="_x0000_s1047" style="position:absolute" from="1890,6291" to="1891,6915" coordsize="21600,21600" stroked="t" strokecolor="black">
                  <v:stroke joinstyle="round"/>
                  <o:lock v:ext="edit" aspectratio="f"/>
                </v:line>
                <v:line id="Line 151" o:spid="_x0000_s1048" style="position:absolute" from="5880,6291" to="5881,6915" coordsize="21600,21600" stroked="t" strokecolor="black">
                  <v:stroke joinstyle="round"/>
                  <o:lock v:ext="edit" aspectratio="f"/>
                </v:line>
                <v:shape id="Text Box 50" o:spid="_x0000_s1049" type="#_x0000_t202" style="width:1155;height:624;left:5880;position:absolute;top:6369" coordsize="21600,21600" filled="t" fillcolor="white" stroked="f">
                  <v:fill opacity="0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缺考标记</w:t>
                        </w:r>
                      </w:p>
                    </w:txbxContent>
                  </v:textbox>
                </v:shape>
                <v:rect id="Rectangle 154" o:spid="_x0000_s1050" style="width:315;height:156;left:7170;position:absolute;top:6477" coordsize="21600,21600" filled="t" fillcolor="white" stroked="t" strokecolor="black">
                  <v:stroke joinstyle="miter"/>
                  <o:lock v:ext="edit" aspectratio="f"/>
                </v:rect>
                <v:shape id="Text Box 28" o:spid="_x0000_s1051" type="#_x0000_t202" style="width:7350;height:13803;left:8190;position:absolute;top:1611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spacing w:line="600" w:lineRule="exact"/>
                          <w:jc w:val="center"/>
                          <w:rPr>
                            <w:rFonts w:ascii="黑体" w:eastAsia="黑体" w:hAnsi="黑体"/>
                            <w:b/>
                            <w:bCs/>
                            <w:color w:val="000000"/>
                            <w:sz w:val="24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/>
                            <w:sz w:val="24"/>
                          </w:rPr>
                          <w:t>【我阅读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/>
                            <w:sz w:val="24"/>
                            <w:lang w:eastAsia="zh-CN"/>
                          </w:rPr>
                          <w:t>，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/>
                            <w:sz w:val="24"/>
                          </w:rPr>
                          <w:t>我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/>
                            <w:sz w:val="24"/>
                            <w:lang w:val="en-US" w:eastAsia="zh-CN"/>
                          </w:rPr>
                          <w:t>成长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/>
                            <w:sz w:val="24"/>
                          </w:rPr>
                          <w:t>】</w:t>
                        </w:r>
                      </w:p>
                      <w:p>
                        <w:pPr>
                          <w:spacing w:line="480" w:lineRule="auto"/>
                          <w:rPr>
                            <w:rFonts w:ascii="宋体" w:hAnsi="宋体"/>
                            <w:b/>
                            <w:bCs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b/>
                            <w:bCs/>
                            <w:color w:val="00000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000000"/>
                            <w:szCs w:val="21"/>
                          </w:rPr>
                          <w:t>一</w:t>
                        </w:r>
                        <w:r>
                          <w:rPr>
                            <w:rFonts w:ascii="宋体" w:hAnsi="宋体" w:hint="eastAsia"/>
                            <w:b/>
                            <w:bCs/>
                            <w:color w:val="000000"/>
                            <w:szCs w:val="21"/>
                          </w:rPr>
                          <w:t>）古诗文阅读（1</w:t>
                        </w:r>
                        <w:r>
                          <w:rPr>
                            <w:rFonts w:ascii="宋体" w:hAnsi="宋体"/>
                            <w:b/>
                            <w:bCs/>
                            <w:color w:val="000000"/>
                            <w:szCs w:val="21"/>
                          </w:rPr>
                          <w:t>5分</w:t>
                        </w:r>
                        <w:r>
                          <w:rPr>
                            <w:rFonts w:ascii="宋体" w:hAnsi="宋体" w:hint="eastAsia"/>
                            <w:b/>
                            <w:bCs/>
                            <w:color w:val="000000"/>
                            <w:szCs w:val="21"/>
                          </w:rPr>
                          <w:t>）</w:t>
                        </w:r>
                      </w:p>
                      <w:p>
                        <w:pPr>
                          <w:spacing w:line="480" w:lineRule="auto"/>
                          <w:ind w:firstLine="105" w:firstLineChars="50"/>
                          <w:rPr>
                            <w:rFonts w:ascii="宋体" w:hAnsi="宋体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3.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(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4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分)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①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 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②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</w:t>
                        </w:r>
                      </w:p>
                      <w:p>
                        <w:pPr>
                          <w:spacing w:line="480" w:lineRule="auto"/>
                          <w:ind w:firstLine="900" w:firstLineChars="450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③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④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 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楷体" w:eastAsia="楷体" w:hAnsi="楷体"/>
                            <w:color w:val="000000"/>
                            <w:spacing w:val="32"/>
                            <w:sz w:val="24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4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.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2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分）</w:t>
                        </w:r>
                        <w:r>
                          <w:rPr>
                            <w:rFonts w:ascii="楷体" w:eastAsia="楷体" w:hAnsi="楷体" w:hint="eastAsia"/>
                            <w:color w:val="000000"/>
                            <w:spacing w:val="32"/>
                            <w:sz w:val="24"/>
                          </w:rPr>
                          <w:t>携盒而往对花而饮殊无意味</w:t>
                        </w:r>
                      </w:p>
                      <w:p>
                        <w:pPr>
                          <w:spacing w:line="600" w:lineRule="exact"/>
                          <w:rPr>
                            <w:rFonts w:ascii="楷体" w:eastAsia="楷体" w:hAnsi="楷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楷体" w:eastAsia="楷体" w:hAnsi="楷体" w:hint="eastAsia"/>
                            <w:color w:val="00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楷体" w:eastAsia="楷体" w:hAnsi="楷体"/>
                            <w:color w:val="000000"/>
                            <w:szCs w:val="21"/>
                          </w:rPr>
                          <w:t>5.</w:t>
                        </w:r>
                        <w:r>
                          <w:rPr>
                            <w:rFonts w:ascii="楷体" w:eastAsia="楷体" w:hAnsi="楷体" w:hint="eastAsia"/>
                            <w:color w:val="000000"/>
                            <w:szCs w:val="21"/>
                          </w:rPr>
                          <w:t>（3</w:t>
                        </w:r>
                        <w:r>
                          <w:rPr>
                            <w:rFonts w:ascii="楷体" w:eastAsia="楷体" w:hAnsi="楷体"/>
                            <w:color w:val="000000"/>
                            <w:szCs w:val="21"/>
                          </w:rPr>
                          <w:t>分</w:t>
                        </w:r>
                        <w:r>
                          <w:rPr>
                            <w:rFonts w:ascii="楷体" w:eastAsia="楷体" w:hAnsi="楷体" w:hint="eastAsia"/>
                            <w:color w:val="000000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</w:t>
                        </w:r>
                      </w:p>
                      <w:p>
                        <w:pPr>
                          <w:spacing w:line="600" w:lineRule="exact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6.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（6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分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）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   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     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 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ˎ̥" w:hAnsi="ˎ̥" w:cs="黑体"/>
                            <w:color w:val="000000"/>
                            <w:kern w:val="0"/>
                            <w:sz w:val="24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                                                                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 xml:space="preserve">         </w:t>
                        </w:r>
                      </w:p>
                      <w:p>
                        <w:pPr>
                          <w:spacing w:line="480" w:lineRule="auto"/>
                          <w:ind w:firstLine="105" w:firstLineChars="50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7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.</w:t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t>（4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分</w:t>
                        </w:r>
                        <w:r>
                          <w:rPr>
                            <w:rFonts w:ascii="宋体" w:hAnsi="宋体" w:cs="宋体" w:hint="eastAsia"/>
                            <w:spacing w:val="2"/>
                            <w:sz w:val="20"/>
                            <w:szCs w:val="20"/>
                          </w:rPr>
                          <w:t>）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①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（ </w:t>
                        </w:r>
                        <w:r>
                          <w:rPr>
                            <w:rFonts w:ascii="宋体" w:hAnsi="宋体"/>
                          </w:rPr>
                          <w:t xml:space="preserve">  </w:t>
                        </w:r>
                        <w:r>
                          <w:rPr>
                            <w:rFonts w:ascii="宋体" w:hAnsi="宋体" w:hint="eastAsia"/>
                            <w:lang w:val="en-US" w:eastAsia="zh-CN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</w:rPr>
                          <w:t>）</w:t>
                        </w:r>
                        <w:r>
                          <w:rPr>
                            <w:rFonts w:ascii="宋体" w:hAnsi="宋体"/>
                          </w:rPr>
                          <w:t xml:space="preserve"> 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②</w:t>
                        </w:r>
                        <w:r>
                          <w:rPr>
                            <w:rFonts w:ascii="宋体" w:hAnsi="宋体" w:hint="eastAsia"/>
                          </w:rPr>
                          <w:t>（</w:t>
                        </w:r>
                        <w:r>
                          <w:rPr>
                            <w:rFonts w:ascii="宋体" w:hAnsi="宋体"/>
                          </w:rPr>
                          <w:t xml:space="preserve">    </w:t>
                        </w:r>
                        <w:r>
                          <w:rPr>
                            <w:rFonts w:ascii="宋体" w:hAnsi="宋体" w:hint="eastAsia"/>
                          </w:rPr>
                          <w:t>）</w:t>
                        </w:r>
                        <w:r>
                          <w:rPr>
                            <w:rFonts w:ascii="宋体" w:hAnsi="宋体" w:cs="宋体"/>
                            <w:spacing w:val="2"/>
                            <w:sz w:val="20"/>
                            <w:szCs w:val="20"/>
                          </w:rPr>
                          <w:t>③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（ </w:t>
                        </w:r>
                        <w:r>
                          <w:rPr>
                            <w:rFonts w:ascii="宋体" w:hAnsi="宋体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</w:rPr>
                          <w:t>）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begin"/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 w:hint="eastAsia"/>
                            <w:sz w:val="20"/>
                            <w:szCs w:val="22"/>
                          </w:rPr>
                          <w:instrText>= 4 \* GB3</w:instrTex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instrText xml:space="preserve"> </w:instrTex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="宋体" w:hAnsi="宋体" w:hint="eastAsia"/>
                            <w:sz w:val="20"/>
                            <w:szCs w:val="22"/>
                          </w:rPr>
                          <w:t>④</w:t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fldChar w:fldCharType="end"/>
                        </w:r>
                        <w:r>
                          <w:rPr>
                            <w:rFonts w:ascii="宋体" w:hAnsi="宋体"/>
                            <w:sz w:val="20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</w:rPr>
                          <w:t xml:space="preserve">（ </w:t>
                        </w:r>
                        <w:r>
                          <w:rPr>
                            <w:rFonts w:ascii="宋体" w:hAnsi="宋体"/>
                          </w:rPr>
                          <w:t xml:space="preserve">   </w:t>
                        </w:r>
                        <w:r>
                          <w:rPr>
                            <w:rFonts w:ascii="宋体" w:hAnsi="宋体" w:hint="eastAsia"/>
                          </w:rPr>
                          <w:t>）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8.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（5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分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）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我选择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：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书评：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     </w:t>
                        </w:r>
                      </w:p>
                      <w:p>
                        <w:pPr>
                          <w:spacing w:line="600" w:lineRule="exact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</w:t>
                        </w:r>
                      </w:p>
                      <w:p>
                        <w:pPr>
                          <w:spacing w:line="600" w:lineRule="exact"/>
                          <w:ind w:firstLine="105" w:firstLineChars="50"/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>理由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：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</w:t>
                        </w:r>
                      </w:p>
                      <w:p>
                        <w:pPr>
                          <w:spacing w:line="600" w:lineRule="exact"/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  </w:t>
                        </w:r>
                      </w:p>
                      <w:p>
                        <w:pPr>
                          <w:spacing w:line="600" w:lineRule="exact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     </w:t>
                        </w:r>
                      </w:p>
                      <w:p>
                        <w:pPr>
                          <w:pStyle w:val="BodyTextIndent"/>
                          <w:spacing w:line="520" w:lineRule="exact"/>
                          <w:ind w:firstLine="0" w:firstLineChars="0"/>
                          <w:rPr>
                            <w:rFonts w:asciiTheme="minorEastAsia" w:eastAsiaTheme="minorEastAsia" w:hAnsiTheme="minorEastAsia"/>
                            <w:szCs w:val="21"/>
                          </w:rPr>
                        </w:pPr>
                        <w:r>
                          <w:rPr>
                            <w:rFonts w:asci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/>
                            <w:color w:val="000000"/>
                            <w:szCs w:val="21"/>
                            <w:u w:val="single"/>
                          </w:rPr>
                          <w:t xml:space="preserve">           </w:t>
                        </w:r>
                        <w:r>
                          <w:rPr>
                            <w:rFonts w:ascii="宋体" w:hint="eastAsia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</w:t>
                        </w:r>
                        <w:r>
                          <w:rPr>
                            <w:rFonts w:ascii="宋体"/>
                            <w:color w:val="000000"/>
                            <w:szCs w:val="21"/>
                            <w:u w:val="single"/>
                          </w:rPr>
                          <w:t xml:space="preserve">    </w:t>
                        </w:r>
                        <w:r>
                          <w:rPr>
                            <w:rFonts w:ascii="宋体" w:hint="eastAsia"/>
                            <w:color w:val="00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sz w:val="21"/>
                            <w:szCs w:val="21"/>
                          </w:rPr>
                          <w:t>（二）现代文阅读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21"/>
                            <w:szCs w:val="21"/>
                          </w:rPr>
                          <w:t>（</w:t>
                        </w:r>
                        <w:r>
                          <w:rPr>
                            <w:rFonts w:asciiTheme="minorEastAsia" w:eastAsiaTheme="minorEastAsia" w:hAnsiTheme="minorEastAsia"/>
                            <w:color w:val="0000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w:t>3</w:t>
                        </w:r>
                        <w:r>
                          <w:rPr>
                            <w:rFonts w:asciiTheme="minorEastAsia" w:eastAsiaTheme="minorEastAsia" w:hAnsiTheme="minorEastAsia" w:hint="eastAsia"/>
                            <w:color w:val="000000"/>
                            <w:sz w:val="21"/>
                            <w:szCs w:val="21"/>
                          </w:rPr>
                          <w:t>分）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600" w:lineRule="exact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/>
                            <w:szCs w:val="21"/>
                          </w:rPr>
                          <w:t>9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.（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6</w:t>
                        </w:r>
                        <w:r>
                          <w:rPr>
                            <w:rFonts w:ascii="宋体" w:hAnsi="宋体" w:hint="eastAsia"/>
                            <w:szCs w:val="21"/>
                          </w:rPr>
                          <w:t>分）①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>②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600" w:lineRule="exact"/>
                          <w:jc w:val="left"/>
                          <w:rPr>
                            <w:rFonts w:ascii="宋体" w:hAns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③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   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600" w:lineRule="exact"/>
                          <w:jc w:val="lef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                                                 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600" w:lineRule="exact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     </w:t>
                        </w:r>
                        <w:r>
                          <w:rPr>
                            <w:rFonts w:ascii="宋体" w:hAnsi="宋体" w:hint="eastAsia"/>
                            <w:color w:val="000000"/>
                            <w:szCs w:val="21"/>
                            <w:u w:val="single"/>
                          </w:rPr>
                          <w:t xml:space="preserve">                 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  <w:u w:val="single"/>
                          </w:rPr>
                          <w:t xml:space="preserve">        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600" w:lineRule="exact"/>
                          <w:jc w:val="left"/>
                          <w:rPr>
                            <w:rFonts w:ascii="ˎ̥" w:eastAsia="方正书宋简体" w:hAnsi="ˎ̥" w:cs="黑体"/>
                            <w:color w:val="000000"/>
                            <w:kern w:val="0"/>
                            <w:sz w:val="24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5.（4分）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560" w:lineRule="exact"/>
                          <w:jc w:val="left"/>
                          <w:rPr>
                            <w:rFonts w:ascii="ˎ̥" w:eastAsia="方正书宋简体" w:hAnsi="ˎ̥" w:cs="黑体"/>
                            <w:color w:val="000000"/>
                            <w:kern w:val="0"/>
                            <w:sz w:val="24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6.（4分）（1）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560" w:lineRule="exact"/>
                          <w:ind w:firstLine="840" w:firstLineChars="400"/>
                          <w:jc w:val="left"/>
                          <w:rPr>
                            <w:rFonts w:ascii="宋体" w:hAnsi="宋体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（2）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560" w:lineRule="exact"/>
                          <w:jc w:val="left"/>
                          <w:rPr>
                            <w:rFonts w:ascii="ˎ̥" w:eastAsia="方正书宋简体" w:hAnsi="ˎ̥" w:cs="黑体"/>
                            <w:color w:val="000000"/>
                            <w:kern w:val="0"/>
                            <w:sz w:val="24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600" w:lineRule="exact"/>
                          <w:rPr>
                            <w:rFonts w:ascii="宋体" w:hAnsi="宋体"/>
                            <w:szCs w:val="21"/>
                            <w:u w:val="single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</w:rPr>
                          <w:t>8.（8分）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  </w:t>
                        </w:r>
                      </w:p>
                      <w:p>
                        <w:pPr>
                          <w:widowControl/>
                          <w:shd w:val="clear" w:color="auto" w:fill="FBFBFB"/>
                          <w:adjustRightInd w:val="0"/>
                          <w:snapToGrid w:val="0"/>
                          <w:spacing w:line="600" w:lineRule="exact"/>
                          <w:jc w:val="left"/>
                          <w:rPr>
                            <w:rFonts w:ascii="ˎ̥" w:eastAsia="方正书宋简体" w:hAnsi="ˎ̥" w:cs="黑体"/>
                            <w:color w:val="000000"/>
                            <w:kern w:val="0"/>
                            <w:sz w:val="24"/>
                            <w:szCs w:val="21"/>
                          </w:rPr>
                        </w:pP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                                                                </w:t>
                        </w:r>
                        <w:r>
                          <w:rPr>
                            <w:rFonts w:ascii="宋体" w:hAnsi="宋体"/>
                            <w:szCs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宋体" w:hAnsi="宋体" w:hint="eastAsia"/>
                            <w:szCs w:val="21"/>
                            <w:u w:val="single"/>
                          </w:rPr>
                          <w:t xml:space="preserve"> </w:t>
                        </w:r>
                      </w:p>
                    </w:txbxContent>
                  </v:textbox>
                </v:shape>
                <v:rect id="Rectangle 9" o:spid="_x0000_s1052" style="width:200;height:320;left:2043;position:absolute;top:666" coordsize="21600,21600" filled="t" fillcolor="white" stroked="t" strokecolor="white">
                  <v:stroke joinstyle="miter"/>
                  <o:lock v:ext="edit" aspectratio="f"/>
                </v:rect>
                <v:rect id="Rectangle 10" o:spid="_x0000_s1053" style="width:200;height:320;left:2423;position:absolute;top:666" coordsize="21600,21600" filled="t" fillcolor="white" stroked="t" strokecolor="white">
                  <v:stroke joinstyle="miter"/>
                  <o:lock v:ext="edit" aspectratio="f"/>
                </v:rect>
                <v:rect id="Rectangle 11" o:spid="_x0000_s1054" style="width:200;height:320;left:2803;position:absolute;top:666" coordsize="21600,21600" filled="t" fillcolor="white" stroked="t" strokecolor="white">
                  <v:stroke joinstyle="miter"/>
                  <o:lock v:ext="edit" aspectratio="f"/>
                </v:rect>
                <v:rect id="Rectangle 13" o:spid="_x0000_s1055" style="width:200;height:320;left:4323;position:absolute;top:666" coordsize="21600,21600" filled="t" fillcolor="white" stroked="t" strokecolor="white">
                  <v:stroke joinstyle="miter"/>
                  <o:lock v:ext="edit" aspectratio="f"/>
                </v:rect>
                <v:rect id="Rectangle 14" o:spid="_x0000_s1056" style="width:200;height:320;left:4703;position:absolute;top:666" coordsize="21600,21600" filled="t" fillcolor="white" stroked="t" strokecolor="white">
                  <v:stroke joinstyle="miter"/>
                  <o:lock v:ext="edit" aspectratio="f"/>
                </v:rect>
                <v:rect id="Rectangle 15" o:spid="_x0000_s1057" style="width:200;height:320;left:5083;position:absolute;top:666" coordsize="21600,21600" filled="t" fillcolor="white" stroked="t" strokecolor="white">
                  <v:stroke joinstyle="miter"/>
                  <o:lock v:ext="edit" aspectratio="f"/>
                </v:rect>
                <v:shape id="图片 1" o:spid="_x0000_s1058" type="#_x0000_t75" style="width:3565;height:1871;left:4209;position:absolute;top:2333" coordsize="21600,21600" o:preferrelative="t" filled="f" stroked="f">
                  <v:imagedata r:id="rId8" o:title="" cropleft="33408f"/>
                  <o:lock v:ext="edit" aspectratio="t"/>
                </v:shape>
                <v:rect id="Rectangle 4" o:spid="_x0000_s1059" style="width:400;height:320;left:663;position:absolute;top:581" coordsize="21600,21600" filled="t" fillcolor="black" stroked="t" strokecolor="black">
                  <v:stroke joinstyle="miter"/>
                  <o:lock v:ext="edit" aspectratio="f"/>
                </v:rect>
                <v:rect id="Rectangle 5" o:spid="_x0000_s1060" style="width:400;height:320;left:22774;position:absolute;top:505" coordsize="21600,21600" filled="t" fillcolor="black" stroked="t" strokecolor="black">
                  <v:stroke joinstyle="miter"/>
                  <o:lock v:ext="edit" aspectratio="f"/>
                </v:rect>
                <v:rect id="Rectangle 6" o:spid="_x0000_s1061" style="width:400;height:320;left:663;position:absolute;top:16022" coordsize="21600,21600" filled="t" fillcolor="black" stroked="t" strokecolor="black">
                  <v:stroke joinstyle="miter"/>
                  <o:lock v:ext="edit" aspectratio="f"/>
                </v:rect>
                <v:rect id="Rectangle 7" o:spid="_x0000_s1062" style="width:400;height:320;left:22869;position:absolute;top:16022" coordsize="21600,21600" filled="t" fillcolor="black" stroked="t" strokecolor="black">
                  <v:stroke joinstyle="miter"/>
                  <o:lock v:ext="edit" aspectratio="f"/>
                </v:rect>
                <v:rect id="Rectangle 12" o:spid="_x0000_s1063" style="width:200;height:320;left:5526;position:absolute;top:489" coordsize="21600,21600" filled="t" fillcolor="black" stroked="t" strokecolor="black">
                  <v:stroke joinstyle="miter"/>
                  <o:lock v:ext="edit" aspectratio="f"/>
                </v:rect>
                <v:rect id="Rectangle 6" o:spid="_x0000_s1064" style="width:400;height:320;left:7875;position:absolute;top:16022" coordsize="21600,21600" filled="t" fillcolor="black" stroked="t" strokecolor="black">
                  <v:stroke joinstyle="miter"/>
                  <o:lock v:ext="edit" aspectratio="f"/>
                </v:rect>
                <v:rect id="Rectangle 6" o:spid="_x0000_s1065" style="width:400;height:320;left:15540;position:absolute;top:16022" coordsize="21600,21600" filled="t" fillcolor="black" stroked="t" strokecolor="black">
                  <v:stroke joinstyle="miter"/>
                  <o:lock v:ext="edit" aspectratio="f"/>
                </v:rect>
                <v:rect id="Rectangle 12" o:spid="_x0000_s1066" style="width:200;height:320;left:4123;position:absolute;top:501" coordsize="21600,21600" filled="t" fillcolor="black" stroked="t" strokecolor="black">
                  <v:stroke joinstyle="miter"/>
                  <o:lock v:ext="edit" aspectratio="f"/>
                </v:rect>
                <v:rect id="Rectangle 12" o:spid="_x0000_s1067" style="width:200;height:320;left:4850;position:absolute;top:501" coordsize="21600,21600" filled="t" fillcolor="black" stroked="t" strokecolor="black">
                  <v:stroke joinstyle="miter"/>
                  <o:lock v:ext="edit" aspectratio="f"/>
                </v:rect>
                <v:rect id="Rectangle 4" o:spid="_x0000_s1068" style="width:400;height:320;left:15540;position:absolute;top:501" coordsize="21600,21600" filled="t" fillcolor="black" stroked="t" strokecolor="black">
                  <v:stroke joinstyle="miter"/>
                  <o:lock v:ext="edit" aspectratio="f"/>
                </v:rect>
                <v:rect id="Rectangle 4" o:spid="_x0000_s1069" style="width:400;height:320;left:7488;position:absolute;top:489" coordsize="21600,21600" filled="t" fillcolor="black" stroked="t" strokecolor="black">
                  <v:stroke joinstyle="miter"/>
                  <o:lock v:ext="edit" aspectratio="f"/>
                </v:rect>
              </v:group>
            </w:pict>
          </mc:Fallback>
        </mc:AlternateConten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bookmarkStart w:id="1" w:name="_GoBack"/>
      <w:bookmarkEnd w:id="1"/>
    </w:p>
    <w:p>
      <w:pPr>
        <w:spacing w:line="480" w:lineRule="auto"/>
        <w:rPr>
          <w:spacing w:val="-14"/>
          <w:sz w:val="10"/>
        </w:rPr>
      </w:pPr>
      <w:r>
        <w:br w:type="page"/>
      </w:r>
    </w:p>
    <w:p>
      <w:pPr>
        <w:spacing w:line="100" w:lineRule="exact"/>
        <w:rPr>
          <w:spacing w:val="-14"/>
          <w:sz w:val="10"/>
          <w:lang w:val="en-GB"/>
        </w:rPr>
        <w:sectPr>
          <w:headerReference w:type="default" r:id="rId10"/>
          <w:type w:val="continuous"/>
          <w:pgSz w:w="23814" w:h="16840" w:orient="landscape"/>
          <w:pgMar w:top="0" w:right="0" w:bottom="0" w:left="0" w:header="0" w:footer="0" w:gutter="0"/>
          <w:cols w:num="3" w:space="720"/>
          <w:docGrid w:type="lines" w:linePitch="312" w:charSpace="0"/>
        </w:sect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592455</wp:posOffset>
                </wp:positionH>
                <wp:positionV relativeFrom="paragraph">
                  <wp:posOffset>-307340</wp:posOffset>
                </wp:positionV>
                <wp:extent cx="13582015" cy="10166985"/>
                <wp:effectExtent l="4445" t="4445" r="15240" b="20320"/>
                <wp:wrapNone/>
                <wp:docPr id="61" name="组合 20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582015" cy="10166985"/>
                          <a:chOff x="933" y="347"/>
                          <a:chExt cx="21389" cy="16011"/>
                        </a:xfrm>
                      </wpg:grpSpPr>
                      <wps:wsp xmlns:wps="http://schemas.microsoft.com/office/word/2010/wordprocessingShape">
                        <wps:cNvPr id="45" name="文本框 2"/>
                        <wps:cNvSpPr txBox="1"/>
                        <wps:spPr>
                          <a:xfrm>
                            <a:off x="1333" y="1216"/>
                            <a:ext cx="6544" cy="14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uto"/>
                                <w:jc w:val="center"/>
                                <w:rPr>
                                  <w:b/>
                                  <w:bCs/>
                                  <w:sz w:val="24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sz w:val="22"/>
                                  <w:szCs w:val="22"/>
                                </w:rPr>
                                <w:t>【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bCs/>
                                  <w:sz w:val="22"/>
                                  <w:szCs w:val="22"/>
                                </w:rPr>
                                <w:t>我写作</w:t>
                              </w:r>
                              <w:r>
                                <w:rPr>
                                  <w:rFonts w:ascii="黑体" w:eastAsia="黑体" w:hint="eastAsia"/>
                                  <w:b/>
                                  <w:bCs/>
                                  <w:sz w:val="22"/>
                                  <w:szCs w:val="22"/>
                                  <w:lang w:eastAsia="zh-CN"/>
                                </w:rPr>
                                <w:t>，</w:t>
                              </w:r>
                              <w:r>
                                <w:rPr>
                                  <w:rFonts w:ascii="黑体" w:eastAsia="黑体"/>
                                  <w:b/>
                                  <w:bCs/>
                                  <w:sz w:val="22"/>
                                  <w:szCs w:val="22"/>
                                </w:rPr>
                                <w:t>我沉淀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sz w:val="22"/>
                                  <w:szCs w:val="22"/>
                                </w:rPr>
                                <w:t>】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（30分</w:t>
                              </w:r>
                              <w:r>
                                <w:rPr>
                                  <w:rFonts w:ascii="黑体" w:eastAsia="黑体" w:hAnsi="黑体" w:hint="eastAsia"/>
                                  <w:b/>
                                  <w:bCs/>
                                  <w:color w:val="000000"/>
                                  <w:szCs w:val="21"/>
                                </w:rPr>
                                <w:t>）</w:t>
                              </w: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  <w:bookmarkStart w:id="2" w:name="_Hlk136018439"/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  <w:bookmarkEnd w:id="2"/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6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p/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46" name="文本框 2"/>
                        <wps:cNvSpPr txBox="1"/>
                        <wps:spPr>
                          <a:xfrm>
                            <a:off x="8384" y="1216"/>
                            <a:ext cx="6544" cy="14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sz w:val="13"/>
                                        <w:szCs w:val="13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6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47" name="文本框 2"/>
                        <wps:cNvSpPr txBox="1"/>
                        <wps:spPr>
                          <a:xfrm>
                            <a:off x="15378" y="1216"/>
                            <a:ext cx="6544" cy="143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  <w:lang w:val="en-GB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60" w:lineRule="exact"/>
                                <w:rPr>
                                  <w:sz w:val="13"/>
                                  <w:szCs w:val="13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>
                              <w:pPr>
                                <w:spacing w:line="100" w:lineRule="exact"/>
                                <w:rPr>
                                  <w:spacing w:val="-14"/>
                                  <w:sz w:val="10"/>
                                </w:rPr>
                              </w:pPr>
                            </w:p>
                            <w:tbl>
                              <w:tblPr>
                                <w:tblStyle w:val="TableNormal"/>
                                <w:tblW w:w="0" w:type="auto"/>
                                <w:tblInd w:w="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  <w:gridCol w:w="426"/>
                              </w:tblGrid>
                              <w:tr>
                                <w:tblPrEx>
                                  <w:tblW w:w="0" w:type="auto"/>
                                  <w:tblInd w:w="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val="470"/>
                                </w:trPr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b/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  <w:u w:val="single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26" w:type="dxa"/>
                                  </w:tcPr>
                                  <w:p>
                                    <w:pPr>
                                      <w:spacing w:line="420" w:lineRule="exact"/>
                                      <w:rPr>
                                        <w:spacing w:val="-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/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48" name="文本框 165"/>
                        <wps:cNvSpPr txBox="1"/>
                        <wps:spPr>
                          <a:xfrm>
                            <a:off x="14417" y="11034"/>
                            <a:ext cx="693" cy="5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600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49" name="文本框 165"/>
                        <wps:cNvSpPr txBox="1"/>
                        <wps:spPr>
                          <a:xfrm>
                            <a:off x="12267" y="15244"/>
                            <a:ext cx="693" cy="5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700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 xmlns:wps="http://schemas.microsoft.com/office/word/2010/wordprocessingShape">
                        <wps:cNvPr id="50" name="Rectangle 6"/>
                        <wps:cNvSpPr/>
                        <wps:spPr>
                          <a:xfrm>
                            <a:off x="933" y="347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1" name="Rectangle 7"/>
                        <wps:cNvSpPr/>
                        <wps:spPr>
                          <a:xfrm>
                            <a:off x="21922" y="422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2" name="Rectangle 6"/>
                        <wps:cNvSpPr/>
                        <wps:spPr>
                          <a:xfrm>
                            <a:off x="933" y="16038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3" name="Rectangle 7"/>
                        <wps:cNvSpPr/>
                        <wps:spPr>
                          <a:xfrm>
                            <a:off x="21922" y="16038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4" name="自选图形 202"/>
                        <wps:cNvSpPr/>
                        <wps:spPr>
                          <a:xfrm>
                            <a:off x="1165" y="1111"/>
                            <a:ext cx="20863" cy="14513"/>
                          </a:xfrm>
                          <a:prstGeom prst="roundRect">
                            <a:avLst>
                              <a:gd name="adj" fmla="val 2148"/>
                            </a:avLst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prstDash val="solid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5" name="矩形 203"/>
                        <wps:cNvSpPr/>
                        <wps:spPr>
                          <a:xfrm>
                            <a:off x="8002" y="1191"/>
                            <a:ext cx="170" cy="1430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587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6" name="矩形 204"/>
                        <wps:cNvSpPr/>
                        <wps:spPr>
                          <a:xfrm>
                            <a:off x="15015" y="1218"/>
                            <a:ext cx="170" cy="14304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FFFF"/>
                              </a:gs>
                            </a:gsLst>
                            <a:lin ang="0" scaled="0"/>
                          </a:gradFill>
                          <a:ln w="1587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7" name="Rectangle 7"/>
                        <wps:cNvSpPr/>
                        <wps:spPr>
                          <a:xfrm>
                            <a:off x="14928" y="16038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8" name="Rectangle 7"/>
                        <wps:cNvSpPr/>
                        <wps:spPr>
                          <a:xfrm>
                            <a:off x="7477" y="16038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59" name="Rectangle 6"/>
                        <wps:cNvSpPr/>
                        <wps:spPr>
                          <a:xfrm>
                            <a:off x="7877" y="347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  <wps:wsp xmlns:wps="http://schemas.microsoft.com/office/word/2010/wordprocessingShape">
                        <wps:cNvPr id="60" name="Rectangle 6"/>
                        <wps:cNvSpPr/>
                        <wps:spPr>
                          <a:xfrm>
                            <a:off x="14785" y="347"/>
                            <a:ext cx="400" cy="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0"/>
                            <a:headEnd/>
                            <a:tailEnd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09" o:spid="_x0000_s1071" style="width:1069.45pt;height:800.55pt;margin-top:-24.2pt;margin-left:46.65pt;mso-height-relative:page;mso-width-relative:page;position:absolute;z-index:251662336" coordorigin="933,347" coordsize="21389,16011">
                <o:lock v:ext="edit" aspectratio="f"/>
                <v:shape id="文本框 2" o:spid="_x0000_s1072" type="#_x0000_t202" style="width:6544;height:14306;left:1333;position:absolute;top:121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spacing w:line="360" w:lineRule="auto"/>
                          <w:jc w:val="center"/>
                          <w:rPr>
                            <w:b/>
                            <w:bCs/>
                            <w:sz w:val="24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sz w:val="22"/>
                            <w:szCs w:val="22"/>
                          </w:rPr>
                          <w:t>【</w:t>
                        </w:r>
                        <w:r>
                          <w:rPr>
                            <w:rFonts w:ascii="黑体" w:eastAsia="黑体" w:hint="eastAsia"/>
                            <w:b/>
                            <w:bCs/>
                            <w:sz w:val="22"/>
                            <w:szCs w:val="22"/>
                          </w:rPr>
                          <w:t>我写作</w:t>
                        </w:r>
                        <w:r>
                          <w:rPr>
                            <w:rFonts w:ascii="黑体" w:eastAsia="黑体" w:hint="eastAsia"/>
                            <w:b/>
                            <w:bCs/>
                            <w:sz w:val="22"/>
                            <w:szCs w:val="22"/>
                            <w:lang w:eastAsia="zh-CN"/>
                          </w:rPr>
                          <w:t>，</w:t>
                        </w:r>
                        <w:r>
                          <w:rPr>
                            <w:rFonts w:ascii="黑体" w:eastAsia="黑体"/>
                            <w:b/>
                            <w:bCs/>
                            <w:sz w:val="22"/>
                            <w:szCs w:val="22"/>
                          </w:rPr>
                          <w:t>我沉淀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sz w:val="22"/>
                            <w:szCs w:val="22"/>
                          </w:rPr>
                          <w:t>】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（30分</w:t>
                        </w:r>
                        <w:r>
                          <w:rPr>
                            <w:rFonts w:ascii="黑体" w:eastAsia="黑体" w:hAnsi="黑体" w:hint="eastAsia"/>
                            <w:b/>
                            <w:bCs/>
                            <w:color w:val="000000"/>
                            <w:szCs w:val="21"/>
                          </w:rPr>
                          <w:t>）</w:t>
                        </w: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  <w:bookmarkStart w:id="2" w:name="_Hlk136018439"/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  <w:bookmarkEnd w:id="2"/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60" w:lineRule="exact"/>
                          <w:rPr>
                            <w:sz w:val="13"/>
                            <w:szCs w:val="13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p/>
                    </w:txbxContent>
                  </v:textbox>
                </v:shape>
                <v:shape id="文本框 2" o:spid="_x0000_s1073" type="#_x0000_t202" style="width:6544;height:14306;left:8384;position:absolute;top:1216" coordsize="21600,21600" filled="t" fillcolor="white" stroked="f">
                  <o:lock v:ext="edit" aspectratio="f"/>
                  <v:textbox>
                    <w:txbxContent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sz w:val="13"/>
                                  <w:szCs w:val="13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60" w:lineRule="exact"/>
                          <w:rPr>
                            <w:sz w:val="13"/>
                            <w:szCs w:val="13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/>
                    </w:txbxContent>
                  </v:textbox>
                </v:shape>
                <v:shape id="文本框 2" o:spid="_x0000_s1074" type="#_x0000_t202" style="width:6544;height:14306;left:15378;position:absolute;top:1216" coordsize="21600,21600" filled="t" fillcolor="white" stroked="f">
                  <o:lock v:ext="edit" aspectratio="f"/>
                  <v:textbox>
                    <w:txbxContent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  <w:lang w:val="en-GB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60" w:lineRule="exact"/>
                          <w:rPr>
                            <w:sz w:val="13"/>
                            <w:szCs w:val="13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line="100" w:lineRule="exact"/>
                          <w:rPr>
                            <w:spacing w:val="-14"/>
                            <w:sz w:val="10"/>
                          </w:rPr>
                        </w:pPr>
                      </w:p>
                      <w:tbl>
                        <w:tblPr>
                          <w:tblStyle w:val="TableNormal"/>
                          <w:tblW w:w="0" w:type="auto"/>
                          <w:tblInd w:w="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  <w:gridCol w:w="426"/>
                        </w:tblGrid>
                        <w:tr>
                          <w:tblPrEx>
                            <w:tblW w:w="0" w:type="auto"/>
                            <w:tblInd w:w="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val="470"/>
                          </w:trPr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b/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  <w:u w:val="single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  <w:tc>
                            <w:tcPr>
                              <w:tcW w:w="426" w:type="dxa"/>
                            </w:tcPr>
                            <w:p>
                              <w:pPr>
                                <w:spacing w:line="420" w:lineRule="exact"/>
                                <w:rPr>
                                  <w:spacing w:val="-14"/>
                                </w:rPr>
                              </w:pPr>
                            </w:p>
                          </w:tc>
                        </w:tr>
                      </w:tbl>
                      <w:p/>
                    </w:txbxContent>
                  </v:textbox>
                </v:shape>
                <v:shape id="文本框 165" o:spid="_x0000_s1075" type="#_x0000_t202" style="width:693;height:505;left:14417;position:absolute;top:1103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600</w:t>
                        </w:r>
                      </w:p>
                    </w:txbxContent>
                  </v:textbox>
                </v:shape>
                <v:shape id="文本框 165" o:spid="_x0000_s1076" type="#_x0000_t202" style="width:693;height:505;left:12267;position:absolute;top:15244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700</w:t>
                        </w:r>
                      </w:p>
                    </w:txbxContent>
                  </v:textbox>
                </v:shape>
                <v:rect id="Rectangle 6" o:spid="_x0000_s1077" style="width:400;height:320;left:933;position:absolute;top:347" coordsize="21600,21600" filled="t" fillcolor="black" stroked="t" strokecolor="black">
                  <v:stroke joinstyle="miter"/>
                  <o:lock v:ext="edit" aspectratio="f"/>
                </v:rect>
                <v:rect id="Rectangle 7" o:spid="_x0000_s1078" style="width:400;height:320;left:21922;position:absolute;top:422" coordsize="21600,21600" filled="t" fillcolor="black" stroked="t" strokecolor="black">
                  <v:stroke joinstyle="miter"/>
                  <o:lock v:ext="edit" aspectratio="f"/>
                </v:rect>
                <v:rect id="Rectangle 6" o:spid="_x0000_s1079" style="width:400;height:320;left:933;position:absolute;top:16038" coordsize="21600,21600" filled="t" fillcolor="black" stroked="t" strokecolor="black">
                  <v:stroke joinstyle="miter"/>
                  <o:lock v:ext="edit" aspectratio="f"/>
                </v:rect>
                <v:rect id="Rectangle 7" o:spid="_x0000_s1080" style="width:400;height:320;left:21922;position:absolute;top:16038" coordsize="21600,21600" filled="t" fillcolor="black" stroked="t" strokecolor="black">
                  <v:stroke joinstyle="miter"/>
                  <o:lock v:ext="edit" aspectratio="f"/>
                </v:rect>
                <v:roundrect id="自选图形 202" o:spid="_x0000_s1081" style="width:20863;height:14513;left:1165;position:absolute;top:1111" arcsize="1408f" coordsize="21600,21600" filled="f" stroked="t" strokecolor="black">
                  <v:stroke joinstyle="round"/>
                  <o:lock v:ext="edit" aspectratio="f"/>
                </v:roundrect>
                <v:rect id="矩形 203" o:spid="_x0000_s1082" style="width:170;height:14304;left:8002;position:absolute;top:1191" coordsize="21600,21600" filled="t" fillcolor="white" stroked="t" strokecolor="black">
                  <v:fill color2="white" angle="90" focus="100%" type="gradient">
                    <o:fill v:ext="view" type="gradientUnscaled"/>
                  </v:fill>
                  <v:stroke joinstyle="miter"/>
                  <o:lock v:ext="edit" aspectratio="f"/>
                </v:rect>
                <v:rect id="矩形 204" o:spid="_x0000_s1083" style="width:170;height:14304;left:15015;position:absolute;top:1218" coordsize="21600,21600" filled="t" fillcolor="white" stroked="t" strokecolor="black">
                  <v:fill color2="white" angle="90" focus="100%" type="gradient">
                    <o:fill v:ext="view" type="gradientUnscaled"/>
                  </v:fill>
                  <v:stroke joinstyle="miter"/>
                  <o:lock v:ext="edit" aspectratio="f"/>
                </v:rect>
                <v:rect id="Rectangle 7" o:spid="_x0000_s1084" style="width:400;height:320;left:14928;position:absolute;top:16038" coordsize="21600,21600" filled="t" fillcolor="black" stroked="t" strokecolor="black">
                  <v:stroke joinstyle="miter"/>
                  <o:lock v:ext="edit" aspectratio="f"/>
                </v:rect>
                <v:rect id="Rectangle 7" o:spid="_x0000_s1085" style="width:400;height:320;left:7477;position:absolute;top:16038" coordsize="21600,21600" filled="t" fillcolor="black" stroked="t" strokecolor="black">
                  <v:stroke joinstyle="miter"/>
                  <o:lock v:ext="edit" aspectratio="f"/>
                </v:rect>
                <v:rect id="Rectangle 6" o:spid="_x0000_s1086" style="width:400;height:320;left:7877;position:absolute;top:347" coordsize="21600,21600" filled="t" fillcolor="black" stroked="t" strokecolor="black">
                  <v:stroke joinstyle="miter"/>
                  <o:lock v:ext="edit" aspectratio="f"/>
                </v:rect>
                <v:rect id="Rectangle 6" o:spid="_x0000_s1087" style="width:400;height:320;left:14785;position:absolute;top:347" coordsize="21600,21600" filled="t" fillcolor="black" stroked="t" strokecolor="black">
                  <v:stroke joinstyle="miter"/>
                  <o:lock v:ext="edit" aspectratio="f"/>
                </v:rect>
              </v:group>
            </w:pict>
          </mc:Fallback>
        </mc:AlternateContent>
      </w:r>
    </w:p>
    <w:p>
      <w:pPr>
        <w:spacing w:line="100" w:lineRule="exact"/>
        <w:rPr>
          <w:spacing w:val="-14"/>
          <w:sz w:val="10"/>
          <w:lang w:val="en-GB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tabs>
          <w:tab w:val="left" w:pos="22984"/>
        </w:tabs>
        <w:sectPr>
          <w:footerReference w:type="default" r:id="rId11"/>
          <w:type w:val="continuous"/>
          <w:pgSz w:w="23814" w:h="16840" w:orient="landscape"/>
          <w:pgMar w:top="0" w:right="0" w:bottom="0" w:left="0" w:header="0" w:footer="0" w:gutter="0"/>
          <w:cols w:num="1" w:space="720"/>
          <w:docGrid w:type="lines" w:linePitch="312" w:charSpace="0"/>
        </w:sectPr>
      </w:pPr>
      <w:r>
        <w:tab/>
      </w:r>
    </w:p>
    <w:p>
      <w:r>
        <w:drawing>
          <wp:inline>
            <wp:extent cx="8935186" cy="10693400"/>
            <wp:docPr id="10013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935186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200001F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．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Restart w:val="0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Restart w:val="0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Restart w:val="0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Restart w:val="0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Restart w:val="0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Restart w:val="0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Restart w:val="0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Restart w:val="0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ttachedTemplate r:id="rId1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26A"/>
    <w:rsid w:val="00004828"/>
    <w:rsid w:val="000064F9"/>
    <w:rsid w:val="00015348"/>
    <w:rsid w:val="00017CB3"/>
    <w:rsid w:val="000262CB"/>
    <w:rsid w:val="00037ABF"/>
    <w:rsid w:val="00040112"/>
    <w:rsid w:val="00042160"/>
    <w:rsid w:val="00043787"/>
    <w:rsid w:val="00043E1F"/>
    <w:rsid w:val="0005270F"/>
    <w:rsid w:val="00064D9D"/>
    <w:rsid w:val="000709E9"/>
    <w:rsid w:val="000717A8"/>
    <w:rsid w:val="000736DE"/>
    <w:rsid w:val="000753EE"/>
    <w:rsid w:val="00080A5E"/>
    <w:rsid w:val="00092083"/>
    <w:rsid w:val="000964DD"/>
    <w:rsid w:val="00096BA4"/>
    <w:rsid w:val="000B0B4D"/>
    <w:rsid w:val="000B1D15"/>
    <w:rsid w:val="000C0263"/>
    <w:rsid w:val="000D1443"/>
    <w:rsid w:val="000D1FC4"/>
    <w:rsid w:val="000E2F38"/>
    <w:rsid w:val="000E34AE"/>
    <w:rsid w:val="000F5AD0"/>
    <w:rsid w:val="001024BF"/>
    <w:rsid w:val="001042A1"/>
    <w:rsid w:val="001136D7"/>
    <w:rsid w:val="0011518A"/>
    <w:rsid w:val="00134C46"/>
    <w:rsid w:val="00141CA2"/>
    <w:rsid w:val="0014622F"/>
    <w:rsid w:val="00155DD5"/>
    <w:rsid w:val="00166323"/>
    <w:rsid w:val="00172A27"/>
    <w:rsid w:val="00176D55"/>
    <w:rsid w:val="00191B1A"/>
    <w:rsid w:val="001938CF"/>
    <w:rsid w:val="00197439"/>
    <w:rsid w:val="001A3DA7"/>
    <w:rsid w:val="001C3281"/>
    <w:rsid w:val="001C4125"/>
    <w:rsid w:val="001D1432"/>
    <w:rsid w:val="001F6935"/>
    <w:rsid w:val="0021284F"/>
    <w:rsid w:val="00227AAF"/>
    <w:rsid w:val="00230AC7"/>
    <w:rsid w:val="00240743"/>
    <w:rsid w:val="00244DEB"/>
    <w:rsid w:val="002520B3"/>
    <w:rsid w:val="002649B5"/>
    <w:rsid w:val="00272447"/>
    <w:rsid w:val="002B471F"/>
    <w:rsid w:val="002B69BD"/>
    <w:rsid w:val="002D3130"/>
    <w:rsid w:val="002E79DC"/>
    <w:rsid w:val="002F2259"/>
    <w:rsid w:val="002F5EC3"/>
    <w:rsid w:val="0030459E"/>
    <w:rsid w:val="00306557"/>
    <w:rsid w:val="0031539E"/>
    <w:rsid w:val="00320745"/>
    <w:rsid w:val="003257A5"/>
    <w:rsid w:val="003428E0"/>
    <w:rsid w:val="00356C43"/>
    <w:rsid w:val="003608D6"/>
    <w:rsid w:val="00373CD4"/>
    <w:rsid w:val="003742E6"/>
    <w:rsid w:val="00380F19"/>
    <w:rsid w:val="003915FB"/>
    <w:rsid w:val="003933B2"/>
    <w:rsid w:val="003A4001"/>
    <w:rsid w:val="003A728E"/>
    <w:rsid w:val="003C6A26"/>
    <w:rsid w:val="003C74E0"/>
    <w:rsid w:val="003D7AA0"/>
    <w:rsid w:val="003F0B73"/>
    <w:rsid w:val="003F6A4F"/>
    <w:rsid w:val="00412C3E"/>
    <w:rsid w:val="00413016"/>
    <w:rsid w:val="004151FC"/>
    <w:rsid w:val="004200BA"/>
    <w:rsid w:val="00422B4A"/>
    <w:rsid w:val="00423419"/>
    <w:rsid w:val="0042788B"/>
    <w:rsid w:val="004408E0"/>
    <w:rsid w:val="0044245F"/>
    <w:rsid w:val="00446180"/>
    <w:rsid w:val="004479EF"/>
    <w:rsid w:val="0046159B"/>
    <w:rsid w:val="00495A7E"/>
    <w:rsid w:val="004A0066"/>
    <w:rsid w:val="004A105F"/>
    <w:rsid w:val="004A172E"/>
    <w:rsid w:val="004A22BB"/>
    <w:rsid w:val="004B3C85"/>
    <w:rsid w:val="004B791A"/>
    <w:rsid w:val="004C31F4"/>
    <w:rsid w:val="004D5B30"/>
    <w:rsid w:val="004D5D0D"/>
    <w:rsid w:val="004E7BD0"/>
    <w:rsid w:val="004F6CA6"/>
    <w:rsid w:val="00500732"/>
    <w:rsid w:val="0050235F"/>
    <w:rsid w:val="0053312B"/>
    <w:rsid w:val="0053441A"/>
    <w:rsid w:val="00534CAB"/>
    <w:rsid w:val="00535ADB"/>
    <w:rsid w:val="00541209"/>
    <w:rsid w:val="0055645E"/>
    <w:rsid w:val="00561975"/>
    <w:rsid w:val="0057598E"/>
    <w:rsid w:val="00583A40"/>
    <w:rsid w:val="005857FF"/>
    <w:rsid w:val="00591E88"/>
    <w:rsid w:val="005925F7"/>
    <w:rsid w:val="0059269B"/>
    <w:rsid w:val="00595BFE"/>
    <w:rsid w:val="00597B39"/>
    <w:rsid w:val="005D3517"/>
    <w:rsid w:val="005F0A5B"/>
    <w:rsid w:val="00612146"/>
    <w:rsid w:val="00616963"/>
    <w:rsid w:val="00631D5E"/>
    <w:rsid w:val="00633426"/>
    <w:rsid w:val="00664888"/>
    <w:rsid w:val="0066630F"/>
    <w:rsid w:val="00666AD3"/>
    <w:rsid w:val="00680EB5"/>
    <w:rsid w:val="00697275"/>
    <w:rsid w:val="006A2040"/>
    <w:rsid w:val="006A6EC2"/>
    <w:rsid w:val="006B055B"/>
    <w:rsid w:val="006B2CA5"/>
    <w:rsid w:val="006B43F5"/>
    <w:rsid w:val="006B599B"/>
    <w:rsid w:val="006D10B6"/>
    <w:rsid w:val="006D5450"/>
    <w:rsid w:val="006E2439"/>
    <w:rsid w:val="006E6EA6"/>
    <w:rsid w:val="00701DBD"/>
    <w:rsid w:val="007147EB"/>
    <w:rsid w:val="00732231"/>
    <w:rsid w:val="00736CD5"/>
    <w:rsid w:val="00736EAF"/>
    <w:rsid w:val="00737C25"/>
    <w:rsid w:val="007423B7"/>
    <w:rsid w:val="00745AB9"/>
    <w:rsid w:val="007471F7"/>
    <w:rsid w:val="00747B48"/>
    <w:rsid w:val="00751D8F"/>
    <w:rsid w:val="0075390C"/>
    <w:rsid w:val="00755A7C"/>
    <w:rsid w:val="00760D2B"/>
    <w:rsid w:val="00772124"/>
    <w:rsid w:val="007734B9"/>
    <w:rsid w:val="0078076F"/>
    <w:rsid w:val="007D093B"/>
    <w:rsid w:val="007D0CCA"/>
    <w:rsid w:val="007D2C59"/>
    <w:rsid w:val="007D55FB"/>
    <w:rsid w:val="007F0C56"/>
    <w:rsid w:val="007F1895"/>
    <w:rsid w:val="00811137"/>
    <w:rsid w:val="00811722"/>
    <w:rsid w:val="00813A03"/>
    <w:rsid w:val="00816625"/>
    <w:rsid w:val="00824530"/>
    <w:rsid w:val="00837B6E"/>
    <w:rsid w:val="0084060E"/>
    <w:rsid w:val="00844E6F"/>
    <w:rsid w:val="00846EF7"/>
    <w:rsid w:val="00854720"/>
    <w:rsid w:val="00861CB8"/>
    <w:rsid w:val="00874A30"/>
    <w:rsid w:val="00883A77"/>
    <w:rsid w:val="00884AF3"/>
    <w:rsid w:val="008C19FC"/>
    <w:rsid w:val="008C3317"/>
    <w:rsid w:val="008D0C6C"/>
    <w:rsid w:val="008E2D16"/>
    <w:rsid w:val="008E307B"/>
    <w:rsid w:val="008E6590"/>
    <w:rsid w:val="008F5247"/>
    <w:rsid w:val="00900E1D"/>
    <w:rsid w:val="00903435"/>
    <w:rsid w:val="00912BA9"/>
    <w:rsid w:val="009148B6"/>
    <w:rsid w:val="00915DE6"/>
    <w:rsid w:val="00917C11"/>
    <w:rsid w:val="0092384D"/>
    <w:rsid w:val="00926EA3"/>
    <w:rsid w:val="00935969"/>
    <w:rsid w:val="009456D7"/>
    <w:rsid w:val="009515C4"/>
    <w:rsid w:val="00983C1C"/>
    <w:rsid w:val="00990A65"/>
    <w:rsid w:val="009913E9"/>
    <w:rsid w:val="00994EBB"/>
    <w:rsid w:val="009A2E7E"/>
    <w:rsid w:val="009A62F6"/>
    <w:rsid w:val="009B1B69"/>
    <w:rsid w:val="009B6B66"/>
    <w:rsid w:val="009C3F94"/>
    <w:rsid w:val="009C48A7"/>
    <w:rsid w:val="009C5243"/>
    <w:rsid w:val="009C52B5"/>
    <w:rsid w:val="009D33CA"/>
    <w:rsid w:val="009E6CD4"/>
    <w:rsid w:val="00A07651"/>
    <w:rsid w:val="00A1129E"/>
    <w:rsid w:val="00A25AA5"/>
    <w:rsid w:val="00A36576"/>
    <w:rsid w:val="00A46542"/>
    <w:rsid w:val="00A51273"/>
    <w:rsid w:val="00A5314D"/>
    <w:rsid w:val="00A56E96"/>
    <w:rsid w:val="00A63903"/>
    <w:rsid w:val="00A651D3"/>
    <w:rsid w:val="00A67C34"/>
    <w:rsid w:val="00A741FE"/>
    <w:rsid w:val="00A84894"/>
    <w:rsid w:val="00A91DDE"/>
    <w:rsid w:val="00AA3055"/>
    <w:rsid w:val="00AB2387"/>
    <w:rsid w:val="00AB7859"/>
    <w:rsid w:val="00AC5E23"/>
    <w:rsid w:val="00AD4E79"/>
    <w:rsid w:val="00AD5FA7"/>
    <w:rsid w:val="00AE65E3"/>
    <w:rsid w:val="00AF0300"/>
    <w:rsid w:val="00B07ED3"/>
    <w:rsid w:val="00B13BA6"/>
    <w:rsid w:val="00B1451B"/>
    <w:rsid w:val="00B239A7"/>
    <w:rsid w:val="00B330D2"/>
    <w:rsid w:val="00B54357"/>
    <w:rsid w:val="00B63760"/>
    <w:rsid w:val="00B813B6"/>
    <w:rsid w:val="00B878AC"/>
    <w:rsid w:val="00B91550"/>
    <w:rsid w:val="00B9411B"/>
    <w:rsid w:val="00B94A17"/>
    <w:rsid w:val="00BA77D3"/>
    <w:rsid w:val="00BC06FB"/>
    <w:rsid w:val="00BC1108"/>
    <w:rsid w:val="00BD3479"/>
    <w:rsid w:val="00BE07EB"/>
    <w:rsid w:val="00BE2112"/>
    <w:rsid w:val="00BE5D70"/>
    <w:rsid w:val="00C02FC6"/>
    <w:rsid w:val="00C10912"/>
    <w:rsid w:val="00C27077"/>
    <w:rsid w:val="00C36450"/>
    <w:rsid w:val="00C37D62"/>
    <w:rsid w:val="00C416DE"/>
    <w:rsid w:val="00C4182D"/>
    <w:rsid w:val="00C5094C"/>
    <w:rsid w:val="00C51BE9"/>
    <w:rsid w:val="00C57167"/>
    <w:rsid w:val="00C6788F"/>
    <w:rsid w:val="00C713E4"/>
    <w:rsid w:val="00C743BB"/>
    <w:rsid w:val="00C7672B"/>
    <w:rsid w:val="00C81EF7"/>
    <w:rsid w:val="00C835B4"/>
    <w:rsid w:val="00C93B2A"/>
    <w:rsid w:val="00C9410A"/>
    <w:rsid w:val="00C94E29"/>
    <w:rsid w:val="00CA3312"/>
    <w:rsid w:val="00CB65E6"/>
    <w:rsid w:val="00CB6729"/>
    <w:rsid w:val="00CB7A1E"/>
    <w:rsid w:val="00CD26F6"/>
    <w:rsid w:val="00CE5BF7"/>
    <w:rsid w:val="00D01203"/>
    <w:rsid w:val="00D01D18"/>
    <w:rsid w:val="00D05515"/>
    <w:rsid w:val="00D12F2E"/>
    <w:rsid w:val="00D228D9"/>
    <w:rsid w:val="00D428D1"/>
    <w:rsid w:val="00D56D66"/>
    <w:rsid w:val="00D807AD"/>
    <w:rsid w:val="00D81794"/>
    <w:rsid w:val="00D81CED"/>
    <w:rsid w:val="00D905F5"/>
    <w:rsid w:val="00D97F99"/>
    <w:rsid w:val="00DA2170"/>
    <w:rsid w:val="00DA2522"/>
    <w:rsid w:val="00DB36B6"/>
    <w:rsid w:val="00DC187A"/>
    <w:rsid w:val="00DD1630"/>
    <w:rsid w:val="00DE1E81"/>
    <w:rsid w:val="00DE444D"/>
    <w:rsid w:val="00E00885"/>
    <w:rsid w:val="00E03B89"/>
    <w:rsid w:val="00E11222"/>
    <w:rsid w:val="00E21E23"/>
    <w:rsid w:val="00E22D25"/>
    <w:rsid w:val="00E27A49"/>
    <w:rsid w:val="00E31B87"/>
    <w:rsid w:val="00E40516"/>
    <w:rsid w:val="00E4625D"/>
    <w:rsid w:val="00E54E32"/>
    <w:rsid w:val="00E623F3"/>
    <w:rsid w:val="00E73D56"/>
    <w:rsid w:val="00E75135"/>
    <w:rsid w:val="00E87CD6"/>
    <w:rsid w:val="00E9139E"/>
    <w:rsid w:val="00E913E5"/>
    <w:rsid w:val="00E9322E"/>
    <w:rsid w:val="00EB03C0"/>
    <w:rsid w:val="00EC454F"/>
    <w:rsid w:val="00EE16BA"/>
    <w:rsid w:val="00EE57C5"/>
    <w:rsid w:val="00EF471C"/>
    <w:rsid w:val="00EF475B"/>
    <w:rsid w:val="00F00914"/>
    <w:rsid w:val="00F11A94"/>
    <w:rsid w:val="00F156FF"/>
    <w:rsid w:val="00F173CE"/>
    <w:rsid w:val="00F34071"/>
    <w:rsid w:val="00F361C9"/>
    <w:rsid w:val="00F4325A"/>
    <w:rsid w:val="00F44D11"/>
    <w:rsid w:val="00F54238"/>
    <w:rsid w:val="00F54C9D"/>
    <w:rsid w:val="00F558C6"/>
    <w:rsid w:val="00F56951"/>
    <w:rsid w:val="00F61D4B"/>
    <w:rsid w:val="00F63E73"/>
    <w:rsid w:val="00F659B2"/>
    <w:rsid w:val="00F6769F"/>
    <w:rsid w:val="00F84965"/>
    <w:rsid w:val="00F87804"/>
    <w:rsid w:val="00FA0EC2"/>
    <w:rsid w:val="00FA16EA"/>
    <w:rsid w:val="00FA7F8D"/>
    <w:rsid w:val="00FB2150"/>
    <w:rsid w:val="00FB5533"/>
    <w:rsid w:val="00FC062D"/>
    <w:rsid w:val="00FD74AC"/>
    <w:rsid w:val="00FE3230"/>
    <w:rsid w:val="00FF40E4"/>
    <w:rsid w:val="016347D7"/>
    <w:rsid w:val="01FC75AA"/>
    <w:rsid w:val="074F1CC1"/>
    <w:rsid w:val="08B374B6"/>
    <w:rsid w:val="0DCF2837"/>
    <w:rsid w:val="10DD46B8"/>
    <w:rsid w:val="142837E9"/>
    <w:rsid w:val="14AE4079"/>
    <w:rsid w:val="17A553DC"/>
    <w:rsid w:val="196F59B9"/>
    <w:rsid w:val="1B3F26C4"/>
    <w:rsid w:val="1C4306F9"/>
    <w:rsid w:val="207F0DA2"/>
    <w:rsid w:val="23CE6FDC"/>
    <w:rsid w:val="26DE2E14"/>
    <w:rsid w:val="27553934"/>
    <w:rsid w:val="27BD5716"/>
    <w:rsid w:val="27DC4766"/>
    <w:rsid w:val="28B121D1"/>
    <w:rsid w:val="2A621B97"/>
    <w:rsid w:val="2C2B1183"/>
    <w:rsid w:val="2D3A4BC3"/>
    <w:rsid w:val="32460A89"/>
    <w:rsid w:val="36622AC7"/>
    <w:rsid w:val="37726FE1"/>
    <w:rsid w:val="3C3C60E0"/>
    <w:rsid w:val="3CDB255C"/>
    <w:rsid w:val="3CE028C1"/>
    <w:rsid w:val="3E691C61"/>
    <w:rsid w:val="3F6A6298"/>
    <w:rsid w:val="3F9520FC"/>
    <w:rsid w:val="3FC500EB"/>
    <w:rsid w:val="3FE24C5D"/>
    <w:rsid w:val="446B3DCC"/>
    <w:rsid w:val="44FE03DD"/>
    <w:rsid w:val="459B1F40"/>
    <w:rsid w:val="45FD4563"/>
    <w:rsid w:val="47D86233"/>
    <w:rsid w:val="49FA026B"/>
    <w:rsid w:val="4AE44CD1"/>
    <w:rsid w:val="4AEA6060"/>
    <w:rsid w:val="4CA536CC"/>
    <w:rsid w:val="4EE477BB"/>
    <w:rsid w:val="53BA46BE"/>
    <w:rsid w:val="544662D1"/>
    <w:rsid w:val="558C43EA"/>
    <w:rsid w:val="56B00CC9"/>
    <w:rsid w:val="56B50AB6"/>
    <w:rsid w:val="584A616F"/>
    <w:rsid w:val="5977627C"/>
    <w:rsid w:val="5999604E"/>
    <w:rsid w:val="59DF01CC"/>
    <w:rsid w:val="5B9C20DB"/>
    <w:rsid w:val="5BC86423"/>
    <w:rsid w:val="5DDB4B89"/>
    <w:rsid w:val="5F6D1A9C"/>
    <w:rsid w:val="5FD92450"/>
    <w:rsid w:val="60375FAA"/>
    <w:rsid w:val="60B24332"/>
    <w:rsid w:val="633E4CE0"/>
    <w:rsid w:val="636A1027"/>
    <w:rsid w:val="647911E5"/>
    <w:rsid w:val="6D6F150C"/>
    <w:rsid w:val="719E6674"/>
    <w:rsid w:val="73E82D35"/>
    <w:rsid w:val="7B5D05F4"/>
    <w:rsid w:val="7D6B275D"/>
    <w:rsid w:val="7E521FF6"/>
    <w:rsid w:val="7FA00EF8"/>
  </w:rsids>
  <w:docVars>
    <w:docVar w:name="commondata" w:val="eyJoZGlkIjoiMGFiMDNjM2I4NjQ3N2I1ODI0ZDU2ZjJiZWY3ZGFhMjI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 w:qFormat="1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uiPriority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qFormat/>
    <w:pPr>
      <w:keepNext/>
      <w:keepLines/>
      <w:jc w:val="center"/>
      <w:outlineLvl w:val="1"/>
    </w:pPr>
    <w:rPr>
      <w:rFonts w:ascii="宋体" w:hAnsi="宋体"/>
      <w:bCs/>
      <w:sz w:val="34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a"/>
    <w:qFormat/>
    <w:pPr>
      <w:spacing w:line="380" w:lineRule="exact"/>
      <w:ind w:firstLine="561" w:firstLineChars="200"/>
    </w:pPr>
    <w:rPr>
      <w:rFonts w:ascii="华文新魏" w:eastAsia="华文新魏" w:hAnsi="宋体"/>
      <w:b/>
      <w:bCs/>
      <w:sz w:val="28"/>
    </w:rPr>
  </w:style>
  <w:style w:type="paragraph" w:styleId="BalloonText">
    <w:name w:val="Balloon Text"/>
    <w:basedOn w:val="Normal"/>
    <w:link w:val="a0"/>
    <w:rPr>
      <w:sz w:val="18"/>
      <w:szCs w:val="18"/>
    </w:rPr>
  </w:style>
  <w:style w:type="paragraph" w:styleId="Footer">
    <w:name w:val="footer"/>
    <w:basedOn w:val="Normal"/>
    <w:link w:val="a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2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正文文本缩进 字符"/>
    <w:link w:val="BodyTextIndent"/>
    <w:qFormat/>
    <w:rPr>
      <w:rFonts w:ascii="华文新魏" w:eastAsia="华文新魏" w:hAnsi="宋体" w:cs="Times New Roman"/>
      <w:b/>
      <w:bCs/>
      <w:kern w:val="2"/>
      <w:sz w:val="28"/>
      <w:szCs w:val="24"/>
      <w:lang w:bidi="ar-SA"/>
    </w:rPr>
  </w:style>
  <w:style w:type="character" w:customStyle="1" w:styleId="a0">
    <w:name w:val="批注框文本 字符"/>
    <w:link w:val="BalloonText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1">
    <w:name w:val="页脚 字符"/>
    <w:link w:val="Foot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2">
    <w:name w:val="页眉 字符"/>
    <w:link w:val="Header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hei141">
    <w:name w:val="hei141"/>
    <w:qFormat/>
    <w:rPr>
      <w:rFonts w:ascii="宋体" w:eastAsia="宋体" w:hAnsi="宋体" w:cs="Times New Roman" w:hint="eastAsia"/>
      <w:color w:val="000000"/>
      <w:sz w:val="21"/>
      <w:szCs w:val="21"/>
      <w:u w:val="non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 w:cs="Verdana"/>
      <w:kern w:val="0"/>
      <w:szCs w:val="21"/>
      <w:lang w:eastAsia="en-US"/>
    </w:rPr>
  </w:style>
  <w:style w:type="paragraph" w:customStyle="1" w:styleId="Char3CharCharCharCharCharChar">
    <w:name w:val="Char3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Normal"/>
    <w:qFormat/>
    <w:pPr>
      <w:widowControl/>
    </w:pPr>
    <w:rPr>
      <w:kern w:val="0"/>
      <w:szCs w:val="21"/>
    </w:rPr>
  </w:style>
  <w:style w:type="paragraph" w:customStyle="1" w:styleId="Style4">
    <w:name w:val="_Style 4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Char">
    <w:name w:val="Char"/>
    <w:basedOn w:val="Normal"/>
    <w:qFormat/>
    <w:pPr>
      <w:widowControl/>
      <w:adjustRightInd w:val="0"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5.jpeg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oleObject" Target="embeddings/oleObject2.bin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attachedTemplate" Target="file:///E:\zhou\&#21806;&#21518;&#23567;&#32452;&#20849;&#29992;&#25991;&#20214;\&#35797;&#21367;&#35774;&#35745;7.0.dot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试卷设计7.0</Template>
  <TotalTime>156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 SYSTEM</dc:creator>
  <cp:lastModifiedBy>F corona</cp:lastModifiedBy>
  <cp:revision>10</cp:revision>
  <cp:lastPrinted>2019-04-23T02:27:00Z</cp:lastPrinted>
  <dcterms:created xsi:type="dcterms:W3CDTF">2023-05-25T14:29:00Z</dcterms:created>
  <dcterms:modified xsi:type="dcterms:W3CDTF">2023-05-30T09:14:03Z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