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545FD1" w:rsidRPr="00545FD1" w:rsidP="00545FD1">
      <w:pPr>
        <w:spacing w:line="312" w:lineRule="auto"/>
        <w:ind w:left="640" w:hanging="640" w:hangingChars="200"/>
        <w:jc w:val="center"/>
        <w:rPr>
          <w:rFonts w:ascii="宋体" w:hAnsi="宋体"/>
          <w:b/>
          <w:bCs/>
          <w:sz w:val="32"/>
          <w:szCs w:val="32"/>
        </w:rPr>
      </w:pPr>
      <w:r w:rsidRPr="00545FD1">
        <w:rPr>
          <w:rFonts w:ascii="宋体" w:hAnsi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10617200</wp:posOffset>
            </wp:positionV>
            <wp:extent cx="317500" cy="393700"/>
            <wp:wrapNone/>
            <wp:docPr id="1001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5FD1">
        <w:rPr>
          <w:rFonts w:ascii="宋体" w:hAnsi="宋体"/>
          <w:b/>
          <w:bCs/>
          <w:sz w:val="32"/>
          <w:szCs w:val="32"/>
        </w:rPr>
        <w:t>2023年九年级六月份单元作业（一）</w:t>
      </w:r>
    </w:p>
    <w:p w:rsidR="002D726C">
      <w:pPr>
        <w:spacing w:after="156" w:afterLines="50" w:line="360" w:lineRule="exact"/>
        <w:jc w:val="center"/>
        <w:rPr>
          <w:rFonts w:ascii="Arial" w:eastAsia="黑体" w:hAnsi="Arial" w:cs="Arial"/>
          <w:b/>
          <w:sz w:val="24"/>
          <w:szCs w:val="24"/>
        </w:rPr>
      </w:pPr>
      <w:r w:rsidR="005641AC">
        <w:rPr>
          <w:rFonts w:ascii="黑体" w:eastAsia="黑体" w:hAnsi="黑体" w:cs="Arial" w:hint="eastAsia"/>
          <w:b/>
          <w:sz w:val="28"/>
          <w:szCs w:val="28"/>
        </w:rPr>
        <w:t>物理答题卡</w:t>
      </w:r>
    </w:p>
    <w:tbl>
      <w:tblPr>
        <w:tblStyle w:val="TableNormal"/>
        <w:tblW w:w="5000" w:type="pct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113" w:type="dxa"/>
          <w:bottom w:w="113" w:type="dxa"/>
        </w:tblCellMar>
        <w:tblLook w:val="0000"/>
      </w:tblPr>
      <w:tblGrid>
        <w:gridCol w:w="524"/>
        <w:gridCol w:w="2242"/>
        <w:gridCol w:w="4178"/>
      </w:tblGrid>
      <w:tr>
        <w:tblPrEx>
          <w:tblW w:w="50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113" w:type="dxa"/>
            <w:bottom w:w="113" w:type="dxa"/>
          </w:tblCellMar>
          <w:tblLook w:val="0000"/>
        </w:tblPrEx>
        <w:trPr>
          <w:trHeight w:val="20"/>
        </w:trPr>
        <w:tc>
          <w:tcPr>
            <w:tcW w:w="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726C">
            <w:pPr>
              <w:jc w:val="center"/>
              <w:rPr>
                <w:rFonts w:ascii="黑体" w:eastAsia="黑体" w:hAnsi="Arial" w:cs="Arial"/>
                <w:color w:val="000000"/>
                <w:sz w:val="24"/>
              </w:rPr>
            </w:pPr>
            <w:r>
              <w:rPr>
                <w:rFonts w:ascii="黑体" w:eastAsia="黑体" w:hAnsi="Arial" w:cs="Arial" w:hint="eastAsia"/>
                <w:color w:val="000000"/>
                <w:sz w:val="24"/>
              </w:rPr>
              <w:t>考</w:t>
            </w:r>
          </w:p>
          <w:p w:rsidR="002D726C">
            <w:pPr>
              <w:jc w:val="center"/>
              <w:rPr>
                <w:rFonts w:ascii="Arial" w:hAnsi="Arial" w:cs="Arial" w:hint="eastAsia"/>
                <w:color w:val="000000"/>
                <w:sz w:val="24"/>
              </w:rPr>
            </w:pPr>
            <w:r>
              <w:rPr>
                <w:rFonts w:ascii="黑体" w:eastAsia="黑体" w:hAnsi="Arial" w:cs="Arial" w:hint="eastAsia"/>
                <w:color w:val="000000"/>
                <w:sz w:val="24"/>
              </w:rPr>
              <w:t>生须知</w:t>
            </w:r>
          </w:p>
        </w:tc>
        <w:tc>
          <w:tcPr>
            <w:tcW w:w="65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726C">
            <w:pPr>
              <w:numPr>
                <w:ilvl w:val="0"/>
                <w:numId w:val="1"/>
              </w:numPr>
              <w:spacing w:line="240" w:lineRule="exac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 w:hint="eastAsia"/>
                <w:color w:val="000000"/>
                <w:szCs w:val="21"/>
              </w:rPr>
              <w:t>考生务必在每张答题卡上将自己的学校、班级、姓名等信息填写清楚，在指定位置粘贴条形码。</w:t>
            </w:r>
          </w:p>
          <w:p w:rsidR="002D726C">
            <w:pPr>
              <w:numPr>
                <w:ilvl w:val="0"/>
                <w:numId w:val="1"/>
              </w:numPr>
              <w:spacing w:line="240" w:lineRule="exac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 w:hint="eastAsia"/>
                <w:color w:val="000000"/>
                <w:szCs w:val="21"/>
              </w:rPr>
              <w:t>选择题必须使用</w:t>
            </w:r>
            <w:r>
              <w:rPr>
                <w:rFonts w:ascii="Arial" w:hAnsi="Arial" w:cs="Arial"/>
                <w:color w:val="000000"/>
                <w:szCs w:val="21"/>
              </w:rPr>
              <w:t>2B</w:t>
            </w:r>
            <w:r>
              <w:rPr>
                <w:rFonts w:ascii="Arial" w:hAnsi="Arial" w:cs="Arial" w:hint="eastAsia"/>
                <w:color w:val="000000"/>
                <w:szCs w:val="21"/>
              </w:rPr>
              <w:t>铅笔填涂；非选择题要书写工整、字迹清楚。</w:t>
            </w:r>
          </w:p>
        </w:tc>
      </w:tr>
      <w:tr>
        <w:tblPrEx>
          <w:tblW w:w="5000" w:type="pct"/>
          <w:tblInd w:w="0" w:type="dxa"/>
          <w:tblCellMar>
            <w:top w:w="113" w:type="dxa"/>
            <w:bottom w:w="113" w:type="dxa"/>
          </w:tblCellMar>
          <w:tblLook w:val="0000"/>
        </w:tblPrEx>
        <w:trPr>
          <w:trHeight w:val="32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726C">
            <w:pPr>
              <w:widowControl/>
              <w:jc w:val="left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726C">
            <w:pPr>
              <w:rPr>
                <w:rFonts w:ascii="Arial" w:hAnsi="Arial" w:cs="Arial"/>
                <w:b/>
                <w:color w:val="000000"/>
                <w:szCs w:val="21"/>
              </w:rPr>
            </w:pPr>
            <w:r>
              <w:pict>
                <v:rect id="矩形 168" o:spid="_x0000_s1025" style="width:14.15pt;height:7.1pt;margin-top:3.95pt;margin-left:50.45pt;position:absolute;z-index:251661312" filled="t" fillcolor="black" stroked="t" strokeweight="0.5pt">
                  <o:lock v:ext="edit" aspectratio="f"/>
                </v:rect>
              </w:pict>
            </w:r>
            <w:r>
              <w:rPr>
                <w:rFonts w:ascii="Arial" w:hAnsi="Arial" w:cs="Arial" w:hint="eastAsia"/>
                <w:color w:val="000000"/>
                <w:szCs w:val="21"/>
              </w:rPr>
              <w:t>正确填涂：</w:t>
            </w:r>
            <w:r>
              <w:rPr>
                <w:rFonts w:ascii="Arial" w:hAnsi="Arial" w:cs="Arial"/>
                <w:color w:val="000000"/>
                <w:szCs w:val="21"/>
              </w:rPr>
              <w:t xml:space="preserve">   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726C">
            <w:pPr>
              <w:ind w:right="-57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pict>
                <v:rect id="Rectangle 2175" o:spid="_x0000_s1026" style="width:14.15pt;height:7.15pt;margin-top:4.9pt;margin-left:30.6pt;position:absolute;z-index:251659264" filled="t" stroked="t" strokeweight="1pt">
                  <o:lock v:ext="edit" aspectratio="f"/>
                </v:rect>
              </w:pict>
            </w:r>
            <w:r>
              <w:pict>
                <v:rect id="Rectangle 2176" o:spid="_x0000_s1027" style="width:14.15pt;height:7.15pt;margin-top:4.95pt;margin-left:93.1pt;position:absolute;z-index:251660288" filled="t" stroked="t" strokeweight="1pt">
                  <o:lock v:ext="edit" aspectratio="f"/>
                </v:rect>
              </w:pict>
            </w:r>
            <w:r>
              <w:rPr>
                <w:rFonts w:ascii="Arial" w:hAnsi="Arial" w:cs="Arial" w:hint="eastAsia"/>
                <w:color w:val="000000"/>
                <w:szCs w:val="21"/>
              </w:rPr>
              <w:t>缺考：</w:t>
            </w:r>
            <w:r>
              <w:rPr>
                <w:rFonts w:ascii="Arial" w:hAnsi="Arial" w:cs="Arial"/>
                <w:color w:val="000000"/>
                <w:szCs w:val="21"/>
              </w:rPr>
              <w:t xml:space="preserve">      </w:t>
            </w:r>
            <w:r>
              <w:rPr>
                <w:rFonts w:ascii="Arial" w:hAnsi="Arial" w:cs="Arial" w:hint="eastAsia"/>
                <w:color w:val="000000"/>
                <w:szCs w:val="21"/>
              </w:rPr>
              <w:t>违纪：</w:t>
            </w:r>
            <w:r>
              <w:rPr>
                <w:rFonts w:ascii="Arial" w:hAnsi="Arial" w:cs="Arial"/>
                <w:color w:val="000000"/>
                <w:szCs w:val="21"/>
              </w:rPr>
              <w:t xml:space="preserve">    </w:t>
            </w:r>
            <w:r>
              <w:rPr>
                <w:rFonts w:ascii="黑体" w:eastAsia="黑体" w:hAnsi="Arial" w:cs="Arial" w:hint="eastAsia"/>
                <w:color w:val="000000"/>
                <w:szCs w:val="21"/>
              </w:rPr>
              <w:t>【教师填涂！】</w:t>
            </w:r>
          </w:p>
        </w:tc>
      </w:tr>
    </w:tbl>
    <w:p w:rsidR="002D726C">
      <w:pPr>
        <w:spacing w:before="156" w:beforeLines="50" w:after="156" w:afterLines="50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第</w:t>
      </w:r>
      <w:r>
        <w:rPr>
          <w:rFonts w:ascii="宋体" w:hAnsi="宋体" w:hint="eastAsia"/>
          <w:b/>
          <w:bCs/>
          <w:sz w:val="24"/>
        </w:rPr>
        <w:t>Ⅰ</w:t>
      </w:r>
      <w:r>
        <w:rPr>
          <w:rFonts w:ascii="宋体" w:hAnsi="宋体" w:hint="eastAsia"/>
          <w:b/>
          <w:bCs/>
          <w:sz w:val="24"/>
        </w:rPr>
        <w:t>卷（选择题）</w:t>
      </w:r>
    </w:p>
    <w:p w:rsidR="002D726C" w:rsidRPr="004A7EFB">
      <w:pPr>
        <w:spacing w:line="400" w:lineRule="exact"/>
        <w:rPr>
          <w:rFonts w:ascii="宋体" w:hAnsi="宋体"/>
          <w:color w:val="000000"/>
          <w:sz w:val="22"/>
        </w:rPr>
      </w:pPr>
      <w:r w:rsidR="002724C3">
        <w:rPr>
          <w:rFonts w:ascii="宋体" w:hAnsi="宋体" w:hint="eastAsia"/>
          <w:b/>
          <w:color w:val="000000"/>
          <w:sz w:val="22"/>
        </w:rPr>
        <w:t>一、</w:t>
      </w:r>
      <w:r>
        <w:rPr>
          <w:rFonts w:ascii="宋体" w:hAnsi="宋体" w:hint="eastAsia"/>
          <w:b/>
          <w:color w:val="000000"/>
          <w:sz w:val="22"/>
        </w:rPr>
        <w:t>选择题</w:t>
      </w:r>
      <w:r w:rsidRPr="004A7EFB">
        <w:rPr>
          <w:rFonts w:ascii="宋体" w:hAnsi="宋体"/>
          <w:color w:val="000000"/>
          <w:sz w:val="22"/>
        </w:rPr>
        <w:t>(</w:t>
      </w:r>
      <w:r w:rsidRPr="004A7EFB" w:rsidR="002724C3">
        <w:rPr>
          <w:rFonts w:ascii="宋体" w:hAnsi="宋体" w:hint="eastAsia"/>
          <w:color w:val="000000"/>
          <w:sz w:val="22"/>
        </w:rPr>
        <w:t>第1～13题每</w:t>
      </w:r>
      <w:r w:rsidRPr="004A7EFB">
        <w:rPr>
          <w:rFonts w:ascii="宋体" w:hAnsi="宋体" w:hint="eastAsia"/>
          <w:color w:val="000000"/>
          <w:sz w:val="22"/>
        </w:rPr>
        <w:t>题2分</w:t>
      </w:r>
      <w:r w:rsidRPr="004A7EFB">
        <w:rPr>
          <w:rFonts w:ascii="宋体" w:hAnsi="宋体"/>
          <w:color w:val="000000"/>
          <w:sz w:val="22"/>
        </w:rPr>
        <w:t>,</w:t>
      </w:r>
      <w:r w:rsidRPr="004A7EFB" w:rsidR="002724C3">
        <w:rPr>
          <w:rFonts w:ascii="宋体" w:hAnsi="宋体"/>
          <w:color w:val="000000"/>
          <w:sz w:val="22"/>
        </w:rPr>
        <w:t>第</w:t>
      </w:r>
      <w:r w:rsidRPr="004A7EFB" w:rsidR="002724C3">
        <w:rPr>
          <w:rFonts w:ascii="宋体" w:hAnsi="宋体" w:hint="eastAsia"/>
          <w:color w:val="000000"/>
          <w:sz w:val="22"/>
        </w:rPr>
        <w:t>14～16题每题3分，</w:t>
      </w:r>
      <w:r w:rsidRPr="004A7EFB">
        <w:rPr>
          <w:rFonts w:ascii="宋体" w:hAnsi="宋体" w:hint="eastAsia"/>
          <w:color w:val="000000"/>
          <w:sz w:val="22"/>
        </w:rPr>
        <w:t>共</w:t>
      </w:r>
      <w:r w:rsidRPr="004A7EFB">
        <w:rPr>
          <w:rFonts w:ascii="宋体" w:hAnsi="宋体"/>
          <w:color w:val="000000"/>
          <w:sz w:val="22"/>
        </w:rPr>
        <w:t>3</w:t>
      </w:r>
      <w:r w:rsidRPr="004A7EFB" w:rsidR="002724C3">
        <w:rPr>
          <w:rFonts w:ascii="宋体" w:hAnsi="宋体" w:hint="eastAsia"/>
          <w:color w:val="000000"/>
          <w:sz w:val="22"/>
        </w:rPr>
        <w:t>5</w:t>
      </w:r>
      <w:r w:rsidRPr="004A7EFB">
        <w:rPr>
          <w:rFonts w:ascii="宋体" w:hAnsi="宋体" w:hint="eastAsia"/>
          <w:color w:val="000000"/>
          <w:sz w:val="22"/>
        </w:rPr>
        <w:t>分</w:t>
      </w:r>
      <w:r w:rsidRPr="004A7EFB">
        <w:rPr>
          <w:rFonts w:ascii="宋体" w:hAnsi="宋体"/>
          <w:color w:val="000000"/>
          <w:sz w:val="22"/>
        </w:rPr>
        <w:t>)</w:t>
      </w:r>
    </w:p>
    <w:tbl>
      <w:tblPr>
        <w:tblStyle w:val="TableNormal"/>
        <w:tblW w:w="4912" w:type="pct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000"/>
      </w:tblPr>
      <w:tblGrid>
        <w:gridCol w:w="2274"/>
        <w:gridCol w:w="2274"/>
        <w:gridCol w:w="2274"/>
      </w:tblGrid>
      <w:tr>
        <w:tblPrEx>
          <w:tblW w:w="4912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  <w:tblCellMar>
            <w:top w:w="113" w:type="dxa"/>
            <w:bottom w:w="113" w:type="dxa"/>
          </w:tblCellMar>
          <w:tblLook w:val="0000"/>
        </w:tblPrEx>
        <w:tc>
          <w:tcPr>
            <w:tcW w:w="2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 w:hint="eastAsia"/>
                <w:color w:val="000000"/>
                <w:sz w:val="18"/>
                <w:szCs w:val="18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40" o:spid="_x0000_i102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9" o:spid="_x0000_i102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8" o:spid="_x0000_i103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7" o:spid="_x0000_i103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6" o:spid="_x0000_i1032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5" o:spid="_x0000_i1033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4" o:spid="_x0000_i1034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3" o:spid="_x0000_i1035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36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37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3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3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4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4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42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43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44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45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46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47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 w:hint="eastAsia"/>
                <w:color w:val="000000"/>
                <w:sz w:val="18"/>
                <w:szCs w:val="18"/>
              </w:rPr>
            </w:pPr>
            <w:r>
              <w:pict>
                <v:shape id="Text Box 2332" o:spid="_x0000_i104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4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5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5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2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28" o:spid="_x0000_i1052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7" o:spid="_x0000_i1053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6" o:spid="_x0000_i1054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5" o:spid="_x0000_i1055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24" o:spid="_x0000_i1056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3" o:spid="_x0000_i1057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2" o:spid="_x0000_i105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1" o:spid="_x0000_i105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20" o:spid="_x0000_i106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19" o:spid="_x0000_i106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18" o:spid="_x0000_i1062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17" o:spid="_x0000_i1063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64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65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66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67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6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6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7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7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 w:hint="eastAsia"/>
                <w:color w:val="000000"/>
                <w:sz w:val="18"/>
                <w:szCs w:val="18"/>
              </w:rPr>
            </w:pPr>
            <w:r>
              <w:pict>
                <v:shape id="Text Box 2332" o:spid="_x0000_i1072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73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74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75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2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76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77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7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7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8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8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82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83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pict>
                <v:shape id="Text Box 2332" o:spid="_x0000_i1084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85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86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87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2D726C">
            <w:pPr>
              <w:numPr>
                <w:ilvl w:val="0"/>
                <w:numId w:val="2"/>
              </w:numPr>
              <w:spacing w:line="280" w:lineRule="exact"/>
              <w:ind w:left="424" w:right="84" w:hanging="424" w:rightChars="40" w:hangingChars="202"/>
              <w:rPr>
                <w:rFonts w:ascii="Courier New" w:hAnsi="Courier New" w:cs="Courier New" w:hint="eastAsia"/>
                <w:color w:val="000000"/>
                <w:sz w:val="18"/>
                <w:szCs w:val="18"/>
              </w:rPr>
            </w:pPr>
            <w:r>
              <w:pict>
                <v:shape id="Text Box 2332" o:spid="_x0000_i1088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1" o:spid="_x0000_i1089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30" o:spid="_x0000_i1090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pict>
                <v:shape id="Text Box 2329" o:spid="_x0000_i1091" type="#_x0000_t202" style="width:12.75pt;height:7.1pt;mso-position-horizontal-relative:char;mso-position-vertical-relative:line" filled="f" stroked="t" strokeweight="0.5pt">
                  <o:lock v:ext="edit" aspectratio="f"/>
                  <v:textbox inset="0,0,0,0">
                    <w:txbxContent>
                      <w:p w:rsidR="002D726C">
                        <w:pPr>
                          <w:spacing w:line="140" w:lineRule="exact"/>
                          <w:jc w:val="center"/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</w:tbl>
    <w:p w:rsidR="002D726C">
      <w:pPr>
        <w:spacing w:before="156" w:beforeLines="50" w:after="156" w:afterLines="50"/>
        <w:jc w:val="center"/>
        <w:rPr>
          <w:rFonts w:ascii="宋体" w:hAnsi="宋体" w:cs="Arial"/>
          <w:szCs w:val="21"/>
        </w:rPr>
      </w:pPr>
      <w:r>
        <w:rPr>
          <w:rFonts w:ascii="宋体" w:hAnsi="宋体" w:hint="eastAsia"/>
          <w:b/>
          <w:bCs/>
          <w:sz w:val="24"/>
        </w:rPr>
        <w:t>第</w:t>
      </w:r>
      <w:r>
        <w:rPr>
          <w:rFonts w:ascii="宋体" w:hAnsi="宋体" w:hint="eastAsia"/>
          <w:b/>
          <w:bCs/>
          <w:sz w:val="24"/>
        </w:rPr>
        <w:t>Ⅱ</w:t>
      </w:r>
      <w:r>
        <w:rPr>
          <w:rFonts w:ascii="宋体" w:hAnsi="宋体" w:hint="eastAsia"/>
          <w:b/>
          <w:bCs/>
          <w:sz w:val="24"/>
        </w:rPr>
        <w:t>卷（非选择题）</w:t>
      </w:r>
    </w:p>
    <w:tbl>
      <w:tblPr>
        <w:tblStyle w:val="TableNormal"/>
        <w:tblW w:w="4977" w:type="pct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  <w:bottom w:w="227" w:type="dxa"/>
        </w:tblCellMar>
        <w:tblLook w:val="0000"/>
      </w:tblPr>
      <w:tblGrid>
        <w:gridCol w:w="6912"/>
      </w:tblGrid>
      <w:tr>
        <w:tblPrEx>
          <w:tblW w:w="4977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227" w:type="dxa"/>
            <w:bottom w:w="227" w:type="dxa"/>
          </w:tblCellMar>
          <w:tblLook w:val="0000"/>
        </w:tblPrEx>
        <w:trPr>
          <w:trHeight w:val="7273"/>
        </w:trPr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726C" w:rsidRPr="00C04FF5">
            <w:pPr>
              <w:spacing w:line="80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b/>
                <w:sz w:val="24"/>
              </w:rPr>
              <w:t>二、填空题</w:t>
            </w:r>
            <w:r w:rsidRPr="00C04FF5">
              <w:rPr>
                <w:rFonts w:ascii="宋体" w:hAnsi="宋体" w:hint="eastAsia"/>
                <w:sz w:val="22"/>
              </w:rPr>
              <w:t>（每空</w:t>
            </w:r>
            <w:r w:rsidRPr="00C04FF5">
              <w:rPr>
                <w:rFonts w:ascii="宋体" w:hAnsi="宋体"/>
                <w:sz w:val="22"/>
              </w:rPr>
              <w:t>1</w:t>
            </w:r>
            <w:r w:rsidRPr="00C04FF5">
              <w:rPr>
                <w:rFonts w:ascii="宋体" w:hAnsi="宋体" w:hint="eastAsia"/>
                <w:sz w:val="22"/>
              </w:rPr>
              <w:t>分，共</w:t>
            </w:r>
            <w:r w:rsidRPr="00C04FF5">
              <w:rPr>
                <w:rFonts w:ascii="宋体" w:hAnsi="宋体"/>
                <w:sz w:val="22"/>
              </w:rPr>
              <w:t>1</w:t>
            </w:r>
            <w:r w:rsidRPr="00C04FF5" w:rsidR="002724C3">
              <w:rPr>
                <w:rFonts w:ascii="宋体" w:hAnsi="宋体" w:hint="eastAsia"/>
                <w:sz w:val="22"/>
              </w:rPr>
              <w:t>2</w:t>
            </w:r>
            <w:r w:rsidRPr="00C04FF5">
              <w:rPr>
                <w:rFonts w:ascii="宋体" w:hAnsi="宋体" w:hint="eastAsia"/>
                <w:sz w:val="22"/>
              </w:rPr>
              <w:t>分）</w:t>
            </w:r>
          </w:p>
          <w:p w:rsidR="002D726C">
            <w:pPr>
              <w:spacing w:line="9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17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2D726C">
            <w:pPr>
              <w:spacing w:line="9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2D726C">
            <w:pPr>
              <w:spacing w:line="9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19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/>
                <w:sz w:val="24"/>
                <w:u w:val="single"/>
              </w:rPr>
              <w:t xml:space="preserve"> 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 w:rsidR="002724C3">
              <w:rPr>
                <w:rFonts w:ascii="宋体" w:hAnsi="宋体" w:hint="eastAsia"/>
                <w:sz w:val="24"/>
              </w:rPr>
              <w:t>；</w:t>
            </w:r>
          </w:p>
          <w:p w:rsidR="002D726C">
            <w:pPr>
              <w:spacing w:line="9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2D726C">
            <w:pPr>
              <w:spacing w:line="9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/>
                <w:sz w:val="24"/>
                <w:u w:val="single"/>
              </w:rPr>
              <w:t xml:space="preserve"> 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2D726C" w:rsidP="002724C3">
            <w:pPr>
              <w:spacing w:line="9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/>
                <w:sz w:val="24"/>
                <w:u w:val="single"/>
              </w:rPr>
              <w:t xml:space="preserve">       </w:t>
            </w:r>
            <w:r w:rsidR="002724C3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A14DFD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2724C3" w:rsidR="002724C3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2D726C">
      <w:pPr>
        <w:spacing w:before="156" w:beforeLines="50" w:after="156" w:afterLines="50"/>
        <w:jc w:val="left"/>
        <w:rPr>
          <w:rFonts w:ascii="宋体" w:hAnsi="宋体" w:cs="Arial"/>
          <w:b/>
          <w:sz w:val="24"/>
          <w:szCs w:val="24"/>
        </w:rPr>
      </w:pPr>
    </w:p>
    <w:tbl>
      <w:tblPr>
        <w:tblStyle w:val="TableNormal"/>
        <w:tblW w:w="4773" w:type="pct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  <w:bottom w:w="227" w:type="dxa"/>
        </w:tblCellMar>
        <w:tblLook w:val="0000"/>
      </w:tblPr>
      <w:tblGrid>
        <w:gridCol w:w="6629"/>
      </w:tblGrid>
      <w:tr>
        <w:tblPrEx>
          <w:tblW w:w="4773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227" w:type="dxa"/>
            <w:bottom w:w="227" w:type="dxa"/>
          </w:tblCellMar>
          <w:tblLook w:val="0000"/>
        </w:tblPrEx>
        <w:trPr>
          <w:trHeight w:val="6497"/>
        </w:trPr>
        <w:tc>
          <w:tcPr>
            <w:tcW w:w="6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0D">
            <w:pPr>
              <w:ind w:right="84" w:rightChars="40"/>
              <w:rPr>
                <w:rFonts w:ascii="宋体" w:hAnsi="宋体" w:cs="Arial"/>
                <w:sz w:val="22"/>
              </w:rPr>
            </w:pPr>
            <w:r>
              <w:rPr>
                <w:rFonts w:ascii="宋体" w:hAnsi="宋体" w:cs="Arial" w:hint="eastAsia"/>
                <w:b/>
                <w:sz w:val="24"/>
                <w:szCs w:val="24"/>
              </w:rPr>
              <w:t>三、作图题</w:t>
            </w:r>
            <w:r w:rsidRPr="00C04FF5">
              <w:rPr>
                <w:rFonts w:ascii="宋体" w:hAnsi="宋体" w:cs="Arial" w:hint="eastAsia"/>
                <w:sz w:val="22"/>
              </w:rPr>
              <w:t>（共4分）</w:t>
            </w: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23</w:t>
            </w:r>
            <w:r>
              <w:rPr>
                <w:rFonts w:ascii="宋体" w:hAnsi="宋体" w:hint="eastAsia"/>
                <w:sz w:val="24"/>
              </w:rPr>
              <w:t>.（1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 xml:space="preserve">（2分）                   </w:t>
            </w: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  <w:r>
              <w:rPr>
                <w:noProof/>
              </w:rPr>
              <w:pict>
                <v:group id="组合 7" o:spid="_x0000_s1092" style="width:132pt;height:102.25pt;margin-top:2pt;margin-left:98.75pt;mso-wrap-distance-bottom:0;mso-wrap-distance-left:9pt;mso-wrap-distance-right:9pt;mso-wrap-distance-top:0;position:absolute;visibility:visible;z-index:251665408" coordorigin="0,0" coordsize="1676400,129857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1" o:spid="_x0000_s1093" type="#_x0000_t75" alt="IMG_256" style="width:1676400;height:1094105;position:absolute;visibility:visible" o:preferrelative="t" filled="f" stroked="f">
                    <v:imagedata r:id="rId6" o:title="IMG_256"/>
                    <v:path arrowok="t"/>
                    <o:lock v:ext="edit" aspectratio="t"/>
                  </v:shape>
                  <v:shape id="文本框 66" o:spid="_x0000_s1094" type="#_x0000_t202" style="width:560705;height:257175;left:508000;position:absolute;top:1041400;visibility:visible" filled="f" stroked="f" strokeweight="0.5pt">
                    <v:textbox>
                      <w:txbxContent>
                        <w:p w:rsidR="00737FDE" w:rsidRPr="009376F1" w:rsidP="009376F1">
                          <w:pPr>
                            <w:ind w:firstLine="240" w:firstLineChars="100"/>
                            <w:rPr>
                              <w:rFonts w:ascii="宋体" w:hAnsi="宋体" w:cs="宋体"/>
                              <w:sz w:val="24"/>
                            </w:rPr>
                          </w:pPr>
                          <w:r w:rsidRPr="009376F1" w:rsidR="009376F1">
                            <w:rPr>
                              <w:rFonts w:ascii="宋体" w:hAnsi="宋体" w:cs="宋体" w:hint="eastAsia"/>
                              <w:sz w:val="24"/>
                            </w:rPr>
                            <w:t>甲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 w:hint="eastAsia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pict>
                <v:rect id="矩形 538" o:spid="_x0000_s1095" style="width:37.3pt;height:23.35pt;margin-top:100.35pt;margin-left:149.45pt;position:absolute;z-index:251662336" filled="f" stroked="f">
                  <v:textbox>
                    <w:txbxContent>
                      <w:p w:rsidR="002D726C" w:rsidRPr="009376F1">
                        <w:pPr>
                          <w:rPr>
                            <w:rFonts w:ascii="宋体" w:hAnsi="宋体" w:hint="eastAsia"/>
                            <w:color w:val="0C0C0C"/>
                            <w:sz w:val="24"/>
                          </w:rPr>
                        </w:pPr>
                        <w:r w:rsidRPr="009376F1" w:rsidR="009376F1">
                          <w:rPr>
                            <w:rFonts w:ascii="宋体" w:hAnsi="宋体" w:hint="eastAsia"/>
                            <w:color w:val="0C0C0C"/>
                            <w:sz w:val="24"/>
                          </w:rPr>
                          <w:t>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 w:hint="eastAsia"/>
                <w:sz w:val="24"/>
              </w:rPr>
              <w:t>（2）（2分）</w:t>
            </w: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 w:hint="eastAsia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/>
                <w:sz w:val="24"/>
              </w:rPr>
            </w:pPr>
          </w:p>
          <w:p w:rsidR="002D726C">
            <w:pPr>
              <w:ind w:right="84" w:rightChars="40"/>
              <w:rPr>
                <w:rFonts w:ascii="宋体" w:hAnsi="宋体" w:hint="eastAsia"/>
                <w:sz w:val="24"/>
              </w:rPr>
            </w:pPr>
          </w:p>
          <w:p w:rsidR="002D726C">
            <w:pPr>
              <w:spacing w:line="800" w:lineRule="exact"/>
              <w:rPr>
                <w:rFonts w:ascii="宋体" w:hAnsi="宋体" w:hint="eastAsia"/>
                <w:color w:val="0D0D0D"/>
                <w:sz w:val="24"/>
                <w:u w:val="single"/>
              </w:rPr>
            </w:pPr>
            <w:r>
              <w:rPr>
                <w:noProof/>
              </w:rPr>
              <w:pict>
                <v:shape id="图片 54" o:spid="_x0000_s1096" type="#_x0000_t75" alt="C:\Users\Administrator\Documents\Tencent Files\929442612\Image\C2C\4$U%NMM2}CG8S{`YD]ZD8U7.png" style="width:146pt;height:79.95pt;margin-top:192pt;margin-left:84.75pt;mso-height-relative:margin;mso-position-horizontal-relative:margin;mso-position-vertical-relative:margin;mso-width-relative:margin;position:absolute;visibility:visible;z-index:251667456" filled="f" stroked="f">
                  <v:fill o:detectmouseclick="f"/>
                  <v:imagedata r:id="rId7" o:title="4$U%NMM2}CG8S{`YD]ZD8U7"/>
                  <o:lock v:ext="edit" aspectratio="t"/>
                  <w10:wrap type="square"/>
                </v:shape>
              </w:pict>
            </w:r>
          </w:p>
        </w:tc>
      </w:tr>
    </w:tbl>
    <w:p w:rsidR="002D726C">
      <w:pPr>
        <w:rPr>
          <w:vanish/>
        </w:rPr>
      </w:pPr>
    </w:p>
    <w:tbl>
      <w:tblPr>
        <w:tblStyle w:val="TableNormal"/>
        <w:tblpPr w:leftFromText="180" w:rightFromText="180" w:vertAnchor="text" w:horzAnchor="page" w:tblpX="9605" w:tblpY="506"/>
        <w:tblW w:w="477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9"/>
      </w:tblGrid>
      <w:tr w:rsidTr="0057340D">
        <w:tblPrEx>
          <w:tblW w:w="4773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49"/>
        </w:trPr>
        <w:tc>
          <w:tcPr>
            <w:tcW w:w="6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5186" w:rsidRPr="00C04FF5">
            <w:pPr>
              <w:spacing w:line="70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cs="Arial" w:hint="eastAsia"/>
                <w:b/>
                <w:sz w:val="24"/>
                <w:szCs w:val="24"/>
              </w:rPr>
              <w:t>四、实验探究题</w:t>
            </w:r>
            <w:r w:rsidRPr="00C04FF5">
              <w:rPr>
                <w:rFonts w:ascii="宋体" w:hAnsi="宋体" w:cs="Arial" w:hint="eastAsia"/>
                <w:sz w:val="22"/>
              </w:rPr>
              <w:t>（每空1分，共25分）</w:t>
            </w:r>
          </w:p>
          <w:p w:rsidR="002D726C">
            <w:pPr>
              <w:spacing w:line="7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24</w:t>
            </w:r>
            <w:r>
              <w:rPr>
                <w:rFonts w:ascii="宋体" w:hAnsi="宋体" w:hint="eastAsia"/>
                <w:sz w:val="24"/>
              </w:rPr>
              <w:t>．（</w:t>
            </w:r>
            <w:r w:rsidR="00EC40BA"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EC40BA" w:rsidP="00EC40BA">
            <w:pPr>
              <w:spacing w:line="64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(1)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</w:t>
            </w:r>
            <w:r w:rsidRPr="00EC40BA"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。 </w:t>
            </w:r>
          </w:p>
          <w:p w:rsidR="00EC40BA" w:rsidP="00EC40BA">
            <w:pPr>
              <w:spacing w:line="64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913986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EC40BA" w:rsidP="00EC40BA">
            <w:pPr>
              <w:spacing w:line="64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913986"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2D726C" w:rsidP="00913986">
            <w:pPr>
              <w:spacing w:line="700" w:lineRule="exact"/>
              <w:rPr>
                <w:rFonts w:ascii="宋体" w:hAnsi="宋体" w:hint="eastAsia"/>
                <w:color w:val="0D0D0D"/>
                <w:sz w:val="24"/>
                <w:u w:val="single"/>
              </w:rPr>
            </w:pPr>
            <w:r w:rsidR="00EC40BA">
              <w:rPr>
                <w:rFonts w:ascii="宋体" w:hAnsi="宋体" w:hint="eastAsia"/>
                <w:sz w:val="24"/>
              </w:rPr>
              <w:t>(</w:t>
            </w:r>
            <w:r w:rsidR="00913986">
              <w:rPr>
                <w:rFonts w:ascii="宋体" w:hAnsi="宋体" w:hint="eastAsia"/>
                <w:sz w:val="24"/>
              </w:rPr>
              <w:t>5</w:t>
            </w:r>
            <w:r w:rsidR="00EC40BA">
              <w:rPr>
                <w:rFonts w:ascii="宋体" w:hAnsi="宋体" w:hint="eastAsia"/>
                <w:sz w:val="24"/>
              </w:rPr>
              <w:t>)</w:t>
            </w:r>
            <w:r w:rsidR="00EC40BA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EC40BA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="00EC40BA">
              <w:rPr>
                <w:rFonts w:ascii="宋体" w:hAnsi="宋体"/>
                <w:sz w:val="24"/>
                <w:u w:val="single"/>
              </w:rPr>
              <w:t xml:space="preserve">  </w:t>
            </w:r>
            <w:r w:rsidR="00EC40BA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954676">
              <w:rPr>
                <w:rFonts w:ascii="宋体" w:hAnsi="宋体" w:hint="eastAsia"/>
                <w:sz w:val="24"/>
                <w:u w:val="single"/>
              </w:rPr>
              <w:t xml:space="preserve">                            </w:t>
            </w:r>
            <w:r w:rsidR="00EC40BA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EC40BA">
              <w:rPr>
                <w:rFonts w:ascii="宋体" w:hAnsi="宋体"/>
                <w:sz w:val="24"/>
                <w:u w:val="single"/>
              </w:rPr>
              <w:t xml:space="preserve">   </w:t>
            </w:r>
            <w:r w:rsidR="00EC40BA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2D726C">
      <w:pPr>
        <w:spacing w:before="156" w:beforeLines="50" w:after="156" w:afterLines="50"/>
        <w:jc w:val="left"/>
        <w:rPr>
          <w:rFonts w:ascii="宋体" w:hAnsi="宋体" w:cs="Arial"/>
          <w:b/>
          <w:sz w:val="24"/>
          <w:szCs w:val="24"/>
        </w:rPr>
      </w:pPr>
    </w:p>
    <w:tbl>
      <w:tblPr>
        <w:tblStyle w:val="TableNormal"/>
        <w:tblW w:w="4773" w:type="pct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227" w:type="dxa"/>
          <w:bottom w:w="227" w:type="dxa"/>
        </w:tblCellMar>
        <w:tblLook w:val="0000"/>
      </w:tblPr>
      <w:tblGrid>
        <w:gridCol w:w="6629"/>
      </w:tblGrid>
      <w:tr>
        <w:tblPrEx>
          <w:tblW w:w="4773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227" w:type="dxa"/>
            <w:bottom w:w="227" w:type="dxa"/>
          </w:tblCellMar>
          <w:tblLook w:val="0000"/>
        </w:tblPrEx>
        <w:trPr>
          <w:trHeight w:val="2953"/>
        </w:trPr>
        <w:tc>
          <w:tcPr>
            <w:tcW w:w="6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27" w:type="dxa"/>
              <w:left w:w="108" w:type="dxa"/>
              <w:bottom w:w="0" w:type="dxa"/>
              <w:right w:w="108" w:type="dxa"/>
            </w:tcMar>
          </w:tcPr>
          <w:p w:rsidR="00805186" w:rsidP="00805186">
            <w:pPr>
              <w:spacing w:line="640" w:lineRule="exact"/>
              <w:rPr>
                <w:rFonts w:ascii="宋体" w:hAnsi="宋体" w:hint="eastAsia"/>
                <w:sz w:val="24"/>
              </w:rPr>
            </w:pPr>
            <w:r w:rsidR="002D726C">
              <w:rPr>
                <w:rFonts w:ascii="宋体" w:hAnsi="宋体" w:hint="eastAsia"/>
                <w:sz w:val="24"/>
              </w:rPr>
              <w:t>2</w:t>
            </w:r>
            <w:r w:rsidR="002D726C">
              <w:rPr>
                <w:rFonts w:ascii="宋体" w:hAnsi="宋体"/>
                <w:sz w:val="24"/>
              </w:rPr>
              <w:t>5</w:t>
            </w:r>
            <w:r w:rsidR="002D726C">
              <w:rPr>
                <w:rFonts w:ascii="宋体" w:hAnsi="宋体" w:hint="eastAsia"/>
                <w:sz w:val="24"/>
              </w:rPr>
              <w:t>．（</w:t>
            </w:r>
            <w:r w:rsidR="002D726C">
              <w:rPr>
                <w:rFonts w:ascii="宋体" w:hAnsi="宋体"/>
                <w:sz w:val="24"/>
              </w:rPr>
              <w:t>6分</w:t>
            </w:r>
            <w:r w:rsidR="002D726C">
              <w:rPr>
                <w:rFonts w:ascii="宋体" w:hAnsi="宋体" w:hint="eastAsia"/>
                <w:sz w:val="24"/>
              </w:rPr>
              <w:t>）</w:t>
            </w:r>
          </w:p>
          <w:p w:rsidR="002D726C" w:rsidP="00805186">
            <w:pPr>
              <w:spacing w:line="6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(1)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2D726C">
            <w:pPr>
              <w:spacing w:line="64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913986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)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 w:hint="eastAsia"/>
                <w:sz w:val="24"/>
              </w:rPr>
              <w:t>，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 w:hint="eastAsia"/>
                <w:sz w:val="24"/>
              </w:rPr>
              <w:t>。</w:t>
            </w:r>
          </w:p>
          <w:p w:rsidR="002D726C" w:rsidP="00913986">
            <w:pPr>
              <w:spacing w:line="64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913986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)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 w:hint="eastAsia"/>
                <w:sz w:val="24"/>
              </w:rPr>
              <w:t>，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 w:rsidR="00913986">
              <w:rPr>
                <w:rFonts w:ascii="宋体" w:hAnsi="宋体"/>
                <w:sz w:val="24"/>
                <w:u w:val="single"/>
              </w:rPr>
              <w:t xml:space="preserve">   </w:t>
            </w:r>
            <w:r w:rsidR="00913986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2D726C">
      <w:pPr>
        <w:rPr>
          <w:rFonts w:ascii="宋体" w:hAnsi="宋体" w:cs="Arial" w:hint="eastAsia"/>
          <w:b/>
          <w:sz w:val="24"/>
          <w:szCs w:val="21"/>
        </w:rPr>
      </w:pPr>
      <w:r>
        <w:rPr>
          <w:rFonts w:ascii="宋体" w:hAnsi="宋体" w:cs="Arial" w:hint="eastAsia"/>
          <w:b/>
          <w:sz w:val="24"/>
          <w:szCs w:val="21"/>
        </w:rPr>
        <w:t xml:space="preserve"> 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</w:tblGrid>
      <w:tr w:rsidTr="0057340D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507"/>
        </w:trPr>
        <w:tc>
          <w:tcPr>
            <w:tcW w:w="6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726C">
            <w:pPr>
              <w:spacing w:line="70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26</w:t>
            </w:r>
            <w:r>
              <w:rPr>
                <w:rFonts w:ascii="宋体" w:hAnsi="宋体" w:hint="eastAsia"/>
                <w:sz w:val="24"/>
              </w:rPr>
              <w:t>．（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913986">
            <w:pPr>
              <w:spacing w:line="800" w:lineRule="exact"/>
              <w:ind w:left="720" w:hanging="720" w:hangingChars="300"/>
              <w:rPr>
                <w:rFonts w:ascii="宋体" w:hAnsi="宋体" w:hint="eastAsia"/>
                <w:color w:val="000000"/>
              </w:rPr>
            </w:pPr>
            <w:r w:rsidR="002D726C">
              <w:rPr>
                <w:rFonts w:ascii="宋体" w:hAnsi="宋体" w:hint="eastAsia"/>
                <w:sz w:val="24"/>
              </w:rPr>
              <w:t>(1)</w:t>
            </w:r>
            <w:r w:rsidR="002D726C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2D726C">
              <w:rPr>
                <w:rFonts w:ascii="宋体" w:hAnsi="宋体"/>
                <w:sz w:val="24"/>
                <w:u w:val="single"/>
              </w:rPr>
              <w:t xml:space="preserve">  </w:t>
            </w:r>
            <w:r w:rsidR="002D726C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2D726C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913986">
              <w:rPr>
                <w:rFonts w:ascii="宋体" w:hAnsi="宋体"/>
                <w:sz w:val="24"/>
              </w:rPr>
              <w:t>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r w:rsidR="002D721E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2D726C">
              <w:rPr>
                <w:rFonts w:ascii="宋体" w:hAnsi="宋体"/>
                <w:sz w:val="24"/>
                <w:u w:val="single"/>
              </w:rPr>
              <w:t xml:space="preserve">  </w:t>
            </w:r>
            <w:r w:rsidR="002D726C">
              <w:rPr>
                <w:rFonts w:ascii="宋体" w:hAnsi="宋体" w:hint="eastAsia"/>
                <w:color w:val="000000"/>
              </w:rPr>
              <w:t xml:space="preserve">。  </w:t>
            </w:r>
          </w:p>
          <w:p w:rsidR="002D726C" w:rsidP="00805186">
            <w:pPr>
              <w:spacing w:line="800" w:lineRule="exact"/>
              <w:ind w:left="720" w:hanging="720" w:hangingChars="3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。(3)</w:t>
            </w:r>
            <w:r>
              <w:rPr>
                <w:rFonts w:ascii="宋体" w:hAnsi="宋体"/>
                <w:sz w:val="24"/>
                <w:u w:val="single"/>
              </w:rPr>
              <w:t xml:space="preserve">       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2D726C" w:rsidP="00805186">
            <w:pPr>
              <w:spacing w:line="800" w:lineRule="exact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)</w:t>
            </w:r>
            <w:r w:rsidR="00913986">
              <w:rPr>
                <w:rFonts w:ascii="宋体" w:hAnsi="宋体"/>
                <w:sz w:val="24"/>
              </w:rPr>
              <w:fldChar w:fldCharType="begin"/>
            </w:r>
            <w:r w:rsidR="00913986">
              <w:rPr>
                <w:rFonts w:ascii="宋体" w:hAnsi="宋体"/>
                <w:sz w:val="24"/>
              </w:rPr>
              <w:instrText xml:space="preserve"> </w:instrText>
            </w:r>
            <w:r w:rsidR="00913986">
              <w:rPr>
                <w:rFonts w:ascii="宋体" w:hAnsi="宋体" w:hint="eastAsia"/>
                <w:sz w:val="24"/>
              </w:rPr>
              <w:instrText>= 1 \* GB3</w:instrText>
            </w:r>
            <w:r w:rsidR="00913986">
              <w:rPr>
                <w:rFonts w:ascii="宋体" w:hAnsi="宋体"/>
                <w:sz w:val="24"/>
              </w:rPr>
              <w:instrText xml:space="preserve"> </w:instrText>
            </w:r>
            <w:r w:rsidR="00913986">
              <w:rPr>
                <w:rFonts w:ascii="宋体" w:hAnsi="宋体"/>
                <w:sz w:val="24"/>
              </w:rPr>
              <w:fldChar w:fldCharType="separate"/>
            </w:r>
            <w:r w:rsidR="00913986">
              <w:rPr>
                <w:rFonts w:ascii="宋体" w:hAnsi="宋体" w:hint="eastAsia"/>
                <w:noProof/>
                <w:sz w:val="24"/>
              </w:rPr>
              <w:t>①</w:t>
            </w:r>
            <w:r w:rsidR="009139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913986" w:rsidR="00913986">
              <w:rPr>
                <w:rFonts w:ascii="宋体" w:hAnsi="宋体"/>
                <w:sz w:val="24"/>
              </w:rPr>
              <w:t>，</w:t>
            </w:r>
            <w:r w:rsidRPr="00913986" w:rsidR="00913986">
              <w:rPr>
                <w:rFonts w:ascii="宋体" w:hAnsi="宋体"/>
                <w:sz w:val="24"/>
              </w:rPr>
              <w:fldChar w:fldCharType="begin" w:dirty="1"/>
            </w:r>
            <w:r w:rsidRPr="00913986" w:rsidR="00913986">
              <w:rPr>
                <w:rFonts w:ascii="宋体" w:hAnsi="宋体"/>
                <w:sz w:val="24"/>
              </w:rPr>
              <w:instrText xml:space="preserve"> </w:instrText>
            </w:r>
            <w:r w:rsidRPr="00913986" w:rsidR="00913986">
              <w:rPr>
                <w:rFonts w:ascii="宋体" w:hAnsi="宋体" w:hint="eastAsia"/>
                <w:sz w:val="24"/>
              </w:rPr>
              <w:instrText>= 4 \* GB3</w:instrText>
            </w:r>
            <w:r w:rsidRPr="00913986" w:rsidR="00913986">
              <w:rPr>
                <w:rFonts w:ascii="宋体" w:hAnsi="宋体"/>
                <w:sz w:val="24"/>
              </w:rPr>
              <w:instrText xml:space="preserve"> </w:instrText>
            </w:r>
            <w:r w:rsidRPr="00913986" w:rsidR="00913986">
              <w:rPr>
                <w:rFonts w:ascii="宋体" w:hAnsi="宋体"/>
                <w:sz w:val="24"/>
              </w:rPr>
              <w:fldChar w:fldCharType="separate"/>
            </w:r>
            <w:r w:rsidRPr="00913986" w:rsidR="00913986">
              <w:rPr>
                <w:rFonts w:ascii="宋体" w:hAnsi="宋体" w:hint="eastAsia"/>
                <w:noProof/>
                <w:sz w:val="24"/>
              </w:rPr>
              <w:t>④</w:t>
            </w:r>
            <w:r w:rsidRPr="00913986" w:rsidR="009139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/>
                <w:sz w:val="24"/>
                <w:u w:val="single"/>
              </w:rPr>
              <w:t xml:space="preserve">              </w:t>
            </w:r>
            <w:r w:rsidR="0091398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 w:rsidRPr="00913986" w:rsidR="00913986">
              <w:rPr>
                <w:rFonts w:ascii="宋体" w:hAnsi="宋体"/>
                <w:sz w:val="24"/>
              </w:rPr>
              <w:t>，</w:t>
            </w:r>
          </w:p>
          <w:p w:rsidR="00913986" w:rsidP="00913986">
            <w:pPr>
              <w:spacing w:line="800" w:lineRule="exact"/>
              <w:ind w:firstLine="240" w:firstLineChars="100"/>
              <w:rPr>
                <w:rFonts w:ascii="宋体" w:hAnsi="宋体" w:hint="eastAsia"/>
                <w:sz w:val="24"/>
              </w:rPr>
            </w:pPr>
            <w:r w:rsidRPr="00913986">
              <w:rPr>
                <w:rFonts w:ascii="宋体" w:hAnsi="宋体"/>
                <w:sz w:val="24"/>
              </w:rPr>
              <w:fldChar w:fldCharType="begin" w:dirty="1"/>
            </w:r>
            <w:r w:rsidRPr="00913986">
              <w:rPr>
                <w:rFonts w:ascii="宋体" w:hAnsi="宋体"/>
                <w:sz w:val="24"/>
              </w:rPr>
              <w:instrText xml:space="preserve"> </w:instrText>
            </w:r>
            <w:r w:rsidRPr="00913986">
              <w:rPr>
                <w:rFonts w:ascii="宋体" w:hAnsi="宋体" w:hint="eastAsia"/>
                <w:sz w:val="24"/>
              </w:rPr>
              <w:instrText>= 5 \* GB3</w:instrText>
            </w:r>
            <w:r w:rsidRPr="00913986">
              <w:rPr>
                <w:rFonts w:ascii="宋体" w:hAnsi="宋体"/>
                <w:sz w:val="24"/>
              </w:rPr>
              <w:instrText xml:space="preserve"> </w:instrText>
            </w:r>
            <w:r w:rsidRPr="00913986">
              <w:rPr>
                <w:rFonts w:ascii="宋体" w:hAnsi="宋体"/>
                <w:sz w:val="24"/>
              </w:rPr>
              <w:fldChar w:fldCharType="separate"/>
            </w:r>
            <w:r w:rsidRPr="00913986">
              <w:rPr>
                <w:rFonts w:ascii="宋体" w:hAnsi="宋体" w:hint="eastAsia"/>
                <w:noProof/>
                <w:sz w:val="24"/>
              </w:rPr>
              <w:t>⑤</w:t>
            </w:r>
            <w:r w:rsidRPr="009139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</w:t>
            </w:r>
            <w:r w:rsidRPr="00913986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2D726C">
      <w:pPr>
        <w:spacing w:before="156" w:beforeLines="50" w:after="156" w:afterLines="50"/>
        <w:rPr>
          <w:rFonts w:ascii="宋体" w:hAnsi="宋体" w:cs="Arial" w:hint="eastAsia"/>
          <w:b/>
          <w:sz w:val="24"/>
          <w:szCs w:val="21"/>
        </w:rPr>
      </w:pPr>
      <w:r>
        <w:rPr>
          <w:rFonts w:ascii="宋体" w:hAnsi="宋体" w:cs="Arial" w:hint="eastAsia"/>
          <w:b/>
          <w:sz w:val="24"/>
          <w:szCs w:val="24"/>
        </w:rPr>
        <w:pict>
          <v:shape id="文本框 550" o:spid="_x0000_s1097" type="#_x0000_t202" style="width:335.7pt;height:300.65pt;margin-top:17.2pt;margin-left:-8.4pt;position:absolute;z-index:251663360" stroked="f">
            <v:textbox>
              <w:txbxContent>
                <w:tbl>
                  <w:tblPr>
                    <w:tblStyle w:val="TableNormal"/>
                    <w:tblW w:w="6662" w:type="dxa"/>
                    <w:tblInd w:w="0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tblLook w:val="0000"/>
                  </w:tblPr>
                  <w:tblGrid>
                    <w:gridCol w:w="6662"/>
                  </w:tblGrid>
                  <w:tr w:rsidTr="00824E63">
                    <w:tblPrEx>
                      <w:tblW w:w="6662" w:type="dxa"/>
                      <w:tblInd w:w="0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ook w:val="0000"/>
                    </w:tblPrEx>
                    <w:trPr>
                      <w:trHeight w:val="5642"/>
                    </w:trPr>
                    <w:tc>
                      <w:tcPr>
                        <w:tcW w:w="6662" w:type="dxa"/>
                      </w:tcPr>
                      <w:p w:rsidR="00824E63">
                        <w:pPr>
                          <w:spacing w:line="800" w:lineRule="exact"/>
                          <w:rPr>
                            <w:rFonts w:ascii="宋体" w:hAnsi="宋体"/>
                            <w:sz w:val="24"/>
                          </w:rPr>
                        </w:pPr>
                        <w:r w:rsidR="002D726C">
                          <w:rPr>
                            <w:rFonts w:ascii="宋体" w:hAnsi="宋体" w:hint="eastAsia"/>
                            <w:sz w:val="24"/>
                          </w:rPr>
                          <w:t>2</w:t>
                        </w:r>
                        <w:r w:rsidR="002D726C">
                          <w:rPr>
                            <w:rFonts w:ascii="宋体" w:hAnsi="宋体"/>
                            <w:sz w:val="24"/>
                          </w:rPr>
                          <w:t>7</w:t>
                        </w:r>
                        <w:r w:rsidR="002D726C">
                          <w:rPr>
                            <w:rFonts w:ascii="宋体" w:hAnsi="宋体" w:hint="eastAsia"/>
                            <w:sz w:val="24"/>
                          </w:rPr>
                          <w:t>．（</w:t>
                        </w:r>
                        <w:r w:rsidR="002D726C">
                          <w:rPr>
                            <w:rFonts w:ascii="宋体" w:hAnsi="宋体"/>
                            <w:sz w:val="24"/>
                          </w:rPr>
                          <w:t>7</w:t>
                        </w:r>
                        <w:r w:rsidR="002D726C">
                          <w:rPr>
                            <w:rFonts w:ascii="宋体" w:hAnsi="宋体" w:hint="eastAsia"/>
                            <w:sz w:val="24"/>
                          </w:rPr>
                          <w:t>分）</w:t>
                        </w:r>
                      </w:p>
                      <w:p w:rsidR="00580125">
                        <w:pPr>
                          <w:spacing w:line="800" w:lineRule="exact"/>
                          <w:rPr>
                            <w:rFonts w:ascii="宋体" w:hAnsi="宋体" w:hint="eastAsia"/>
                            <w:sz w:val="24"/>
                          </w:rPr>
                        </w:pPr>
                        <w:r w:rsidR="002D726C">
                          <w:rPr>
                            <w:rFonts w:ascii="宋体" w:hAnsi="宋体" w:hint="eastAsia"/>
                            <w:sz w:val="24"/>
                          </w:rPr>
                          <w:t>(1)</w:t>
                        </w:r>
                        <w:r>
                          <w:rPr>
                            <w:rFonts w:ascii="宋体" w:hAnsi="宋体" w:hint="eastAsia"/>
                            <w:sz w:val="24"/>
                          </w:rPr>
                          <w:t>如图甲所示</w:t>
                        </w:r>
                        <w:r w:rsidR="00805186">
                          <w:rPr>
                            <w:rFonts w:ascii="宋体" w:hAnsi="宋体" w:hint="eastAsia"/>
                            <w:sz w:val="24"/>
                          </w:rPr>
                          <w:t>。</w:t>
                        </w:r>
                      </w:p>
                      <w:p w:rsidR="002D726C">
                        <w:pPr>
                          <w:spacing w:line="800" w:lineRule="exact"/>
                          <w:rPr>
                            <w:rFonts w:ascii="宋体" w:hAnsi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sz w:val="24"/>
                          </w:rPr>
                          <w:t>(2)</w:t>
                        </w:r>
                        <w:r>
                          <w:rPr>
                            <w:rFonts w:ascii="宋体" w:hAnsi="宋体" w:hint="eastAsia"/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宋体" w:hAnsi="宋体" w:hint="eastAsia"/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 w:hint="eastAsia"/>
                            <w:sz w:val="24"/>
                          </w:rPr>
                          <w:t>。</w:t>
                        </w:r>
                      </w:p>
                      <w:p w:rsidR="00805186" w:rsidP="00805186">
                        <w:pPr>
                          <w:spacing w:line="800" w:lineRule="exact"/>
                          <w:rPr>
                            <w:rFonts w:ascii="宋体" w:hAnsi="宋体" w:hint="eastAsia"/>
                            <w:sz w:val="24"/>
                          </w:rPr>
                        </w:pPr>
                        <w:r w:rsidR="002D726C">
                          <w:rPr>
                            <w:rFonts w:ascii="宋体" w:hAnsi="宋体" w:hint="eastAsia"/>
                            <w:sz w:val="24"/>
                          </w:rPr>
                          <w:t>(</w:t>
                        </w:r>
                        <w:r w:rsidR="002D726C">
                          <w:rPr>
                            <w:rFonts w:ascii="宋体" w:hAnsi="宋体"/>
                            <w:sz w:val="24"/>
                          </w:rPr>
                          <w:t>3</w:t>
                        </w:r>
                        <w:r w:rsidR="002D726C">
                          <w:rPr>
                            <w:rFonts w:ascii="宋体" w:hAnsi="宋体" w:hint="eastAsia"/>
                            <w:sz w:val="24"/>
                          </w:rPr>
                          <w:t>)</w:t>
                        </w:r>
                        <w:r>
                          <w:rPr>
                            <w:rFonts w:ascii="宋体" w:hAnsi="宋体" w:hint="eastAsia"/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宋体" w:hAnsi="宋体" w:hint="eastAsia"/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 w:hint="eastAsia"/>
                            <w:sz w:val="24"/>
                          </w:rPr>
                          <w:t>。</w:t>
                        </w:r>
                      </w:p>
                      <w:p w:rsidR="002D726C">
                        <w:pPr>
                          <w:spacing w:line="800" w:lineRule="exact"/>
                          <w:rPr>
                            <w:rFonts w:ascii="宋体" w:hAnsi="宋体" w:hint="eastAsia"/>
                            <w:sz w:val="24"/>
                          </w:rPr>
                        </w:pPr>
                        <w:r w:rsidR="00805186">
                          <w:rPr>
                            <w:rFonts w:ascii="宋体" w:hAnsi="宋体" w:hint="eastAsia"/>
                            <w:sz w:val="24"/>
                          </w:rPr>
                          <w:t>(4)</w:t>
                        </w:r>
                        <w:r w:rsidR="00805186">
                          <w:rPr>
                            <w:rFonts w:ascii="宋体" w:hAnsi="宋体" w:hint="eastAsia"/>
                            <w:sz w:val="24"/>
                            <w:u w:val="single"/>
                          </w:rPr>
                          <w:t xml:space="preserve">            </w:t>
                        </w:r>
                        <w:r w:rsidR="00805186">
                          <w:rPr>
                            <w:rFonts w:ascii="宋体" w:hAnsi="宋体" w:hint="eastAsia"/>
                            <w:sz w:val="24"/>
                          </w:rPr>
                          <w:t>。</w:t>
                        </w:r>
                      </w:p>
                      <w:p w:rsidR="00805186" w:rsidP="00805186">
                        <w:pPr>
                          <w:spacing w:line="800" w:lineRule="exact"/>
                          <w:rPr>
                            <w:rFonts w:ascii="宋体" w:hAnsi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sz w:val="24"/>
                          </w:rPr>
                          <w:t>(5)如图丙所示。</w:t>
                        </w:r>
                      </w:p>
                      <w:p w:rsidR="002D726C">
                        <w:pPr>
                          <w:spacing w:line="800" w:lineRule="exact"/>
                          <w:ind w:firstLine="240" w:firstLineChars="100"/>
                          <w:rPr>
                            <w:rFonts w:ascii="宋体" w:hAnsi="宋体"/>
                            <w:sz w:val="24"/>
                          </w:rPr>
                        </w:pPr>
                      </w:p>
                    </w:tc>
                  </w:tr>
                </w:tbl>
                <w:p w:rsidR="002D726C"/>
              </w:txbxContent>
            </v:textbox>
          </v:shape>
        </w:pict>
      </w:r>
    </w:p>
    <w:p w:rsidR="002D726C" w:rsidP="00DB614D">
      <w:pPr>
        <w:spacing w:before="156" w:beforeLines="50" w:after="156" w:afterLines="50"/>
        <w:ind w:firstLine="420" w:firstLineChars="200"/>
        <w:rPr>
          <w:rFonts w:ascii="宋体" w:hAnsi="宋体" w:cs="Arial"/>
          <w:b/>
          <w:sz w:val="24"/>
          <w:szCs w:val="21"/>
        </w:rPr>
      </w:pPr>
      <w:r>
        <w:rPr>
          <w:noProof/>
        </w:rPr>
        <w:pict>
          <v:shape id="_x0000_s1098" type="#_x0000_t75" style="width:134.55pt;height:97.45pt;margin-top:411.65pt;margin-left:897.5pt;mso-position-horizontal-relative:margin;mso-position-vertical-relative:margin;position:absolute;z-index:251664384" o:preferrelative="t" filled="f" stroked="f">
            <v:fill o:detectmouseclick="f"/>
            <v:imagedata r:id="rId8" o:title=""/>
            <o:lock v:ext="edit" aspectratio="t"/>
            <w10:wrap type="square"/>
          </v:shape>
          <o:OLEObject Type="Embed" ProgID="PBrush" ShapeID="_x0000_s1098" DrawAspect="Content" ObjectID="_1740496994" r:id="rId9"/>
        </w:pict>
      </w:r>
    </w:p>
    <w:p w:rsidR="002D726C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 w:rsidP="00737FDE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 w:rsidP="00737FDE">
      <w:pPr>
        <w:spacing w:before="156" w:beforeLines="50" w:after="156" w:afterLines="50"/>
        <w:ind w:firstLine="420" w:firstLineChars="200"/>
        <w:rPr>
          <w:rFonts w:ascii="宋体" w:hAnsi="宋体" w:cs="Arial"/>
          <w:b/>
          <w:sz w:val="24"/>
          <w:szCs w:val="21"/>
        </w:rPr>
      </w:pPr>
      <w:r>
        <w:rPr>
          <w:noProof/>
        </w:rPr>
        <w:pict>
          <v:shape id="图片 1" o:spid="_x0000_s1099" type="#_x0000_t75" style="width:135.15pt;height:129.65pt;margin-top:532.55pt;margin-left:893.3pt;mso-position-horizontal-relative:margin;mso-position-vertical-relative:margin;position:absolute;visibility:visible;z-index:251666432" filled="f" stroked="f">
            <v:imagedata r:id="rId10" o:title=""/>
            <o:lock v:ext="edit" aspectratio="t"/>
            <w10:wrap type="square"/>
          </v:shape>
        </w:pict>
      </w:r>
    </w:p>
    <w:p w:rsidR="002D726C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 w:rsidP="00DB614D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2D726C">
      <w:pPr>
        <w:spacing w:before="156" w:beforeLines="50" w:after="156" w:afterLines="50"/>
        <w:ind w:firstLine="480" w:firstLineChars="200"/>
        <w:rPr>
          <w:rFonts w:ascii="宋体" w:hAnsi="宋体" w:cs="Arial"/>
          <w:b/>
          <w:sz w:val="24"/>
          <w:szCs w:val="21"/>
        </w:rPr>
      </w:pPr>
    </w:p>
    <w:p w:rsidR="00805186">
      <w:pPr>
        <w:spacing w:before="156" w:beforeLines="50" w:after="156" w:afterLines="50"/>
        <w:ind w:firstLine="480" w:firstLineChars="200"/>
        <w:rPr>
          <w:rFonts w:ascii="宋体" w:hAnsi="宋体" w:cs="Arial" w:hint="eastAsia"/>
          <w:b/>
          <w:sz w:val="24"/>
          <w:szCs w:val="21"/>
        </w:rPr>
      </w:pPr>
    </w:p>
    <w:p w:rsidR="00805186">
      <w:pPr>
        <w:spacing w:before="156" w:beforeLines="50" w:after="156" w:afterLines="50"/>
        <w:ind w:firstLine="480" w:firstLineChars="200"/>
        <w:rPr>
          <w:rFonts w:ascii="宋体" w:hAnsi="宋体" w:cs="Arial" w:hint="eastAsia"/>
          <w:b/>
          <w:sz w:val="24"/>
          <w:szCs w:val="21"/>
        </w:rPr>
      </w:pPr>
    </w:p>
    <w:tbl>
      <w:tblPr>
        <w:tblStyle w:val="TableNormal"/>
        <w:tblW w:w="60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5"/>
      </w:tblGrid>
      <w:tr w:rsidTr="0057340D">
        <w:tblPrEx>
          <w:tblW w:w="6095" w:type="dxa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62"/>
        </w:trPr>
        <w:tc>
          <w:tcPr>
            <w:tcW w:w="6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0D">
            <w:pPr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ascii="宋体" w:hAnsi="宋体" w:cs="Arial" w:hint="eastAsia"/>
                <w:b/>
                <w:sz w:val="24"/>
                <w:szCs w:val="21"/>
              </w:rPr>
              <w:t>五、综合应用题（共24分）</w:t>
            </w:r>
          </w:p>
          <w:p w:rsidR="002D726C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28</w:t>
            </w:r>
            <w:r>
              <w:rPr>
                <w:rFonts w:ascii="宋体" w:hAnsi="宋体" w:hint="eastAsia"/>
                <w:sz w:val="24"/>
              </w:rPr>
              <w:t>．（6分）</w:t>
            </w: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</w:tc>
      </w:tr>
    </w:tbl>
    <w:p w:rsidR="002D726C">
      <w:pPr>
        <w:spacing w:before="156" w:beforeLines="50" w:after="156" w:afterLines="50"/>
        <w:jc w:val="left"/>
        <w:rPr>
          <w:rFonts w:ascii="黑体" w:eastAsia="黑体" w:hAnsi="Arial" w:cs="Arial"/>
          <w:szCs w:val="21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1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61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726C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29</w:t>
            </w:r>
            <w:r>
              <w:rPr>
                <w:rFonts w:ascii="宋体" w:hAnsi="宋体" w:hint="eastAsia"/>
                <w:sz w:val="24"/>
              </w:rPr>
              <w:t>．（</w:t>
            </w:r>
            <w:r w:rsidR="00805186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2D726C">
            <w:pPr>
              <w:rPr>
                <w:rFonts w:ascii="宋体" w:hAnsi="宋体" w:hint="eastAsia"/>
                <w:sz w:val="24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</w:tc>
      </w:tr>
    </w:tbl>
    <w:p w:rsidR="002D726C">
      <w:pPr>
        <w:spacing w:before="156" w:beforeLines="50" w:after="156" w:afterLines="50"/>
        <w:jc w:val="left"/>
        <w:rPr>
          <w:rFonts w:ascii="黑体" w:eastAsia="黑体" w:hAnsi="Arial" w:cs="Arial"/>
          <w:szCs w:val="21"/>
        </w:rPr>
      </w:pPr>
    </w:p>
    <w:tbl>
      <w:tblPr>
        <w:tblStyle w:val="TableNormal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5"/>
      </w:tblGrid>
      <w:tr>
        <w:tblPrEx>
          <w:tblW w:w="0" w:type="auto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61"/>
        </w:trPr>
        <w:tc>
          <w:tcPr>
            <w:tcW w:w="6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726C">
            <w:pPr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．</w:t>
            </w:r>
            <w:bookmarkStart w:id="0" w:name="_Hlk486184623"/>
            <w:r>
              <w:rPr>
                <w:rFonts w:ascii="宋体" w:hAnsi="宋体" w:hint="eastAsia"/>
                <w:sz w:val="24"/>
              </w:rPr>
              <w:t>（10分）</w:t>
            </w:r>
            <w:bookmarkEnd w:id="0"/>
          </w:p>
          <w:p w:rsidR="002D726C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</w:t>
            </w: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  <w:p w:rsidR="002D726C">
            <w:pPr>
              <w:spacing w:before="156" w:beforeLines="50" w:after="156" w:afterLines="50"/>
              <w:jc w:val="left"/>
              <w:rPr>
                <w:rFonts w:ascii="黑体" w:eastAsia="黑体" w:hAnsi="Arial" w:cs="Arial" w:hint="eastAsia"/>
                <w:szCs w:val="21"/>
              </w:rPr>
            </w:pPr>
          </w:p>
        </w:tc>
      </w:tr>
    </w:tbl>
    <w:p w:rsidR="002D726C">
      <w:pPr>
        <w:spacing w:line="40" w:lineRule="exact"/>
        <w:jc w:val="left"/>
        <w:rPr>
          <w:rFonts w:ascii="黑体" w:eastAsia="黑体" w:hAnsi="Arial" w:cs="Arial" w:hint="eastAsia"/>
          <w:sz w:val="10"/>
          <w:szCs w:val="10"/>
        </w:rPr>
        <w:sectPr>
          <w:headerReference w:type="even" r:id="rId11"/>
          <w:headerReference w:type="default" r:id="rId12"/>
          <w:footerReference w:type="even" r:id="rId13"/>
          <w:footerReference w:type="default" r:id="rId14"/>
          <w:pgSz w:w="23814" w:h="16839" w:orient="landscape"/>
          <w:pgMar w:top="1077" w:right="340" w:bottom="1077" w:left="2438" w:header="737" w:footer="113" w:gutter="0"/>
          <w:cols w:num="3" w:space="425"/>
          <w:docGrid w:type="lines" w:linePitch="312"/>
        </w:sectPr>
      </w:pPr>
    </w:p>
    <w:p>
      <w:r w:rsidR="002D726C">
        <w:rPr>
          <w:rFonts w:ascii="黑体" w:eastAsia="黑体" w:hAnsi="Arial" w:cs="Arial" w:hint="eastAsia"/>
          <w:sz w:val="10"/>
          <w:szCs w:val="10"/>
        </w:rPr>
        <w:drawing>
          <wp:inline>
            <wp:extent cx="7791758" cy="9324975"/>
            <wp:docPr id="1001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91758" cy="932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6C">
    <w:pPr>
      <w:jc w:val="center"/>
      <w:rPr>
        <w:rFonts w:ascii="Arial" w:hAnsi="Arial" w:cs="Arial" w:hint="eastAsia"/>
        <w:kern w:val="0"/>
        <w:sz w:val="18"/>
        <w:szCs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63" type="#_x0000_t202" style="width:276.4pt;height:42.5pt;margin-top:-5pt;margin-left:672.45pt;mso-height-relative:margin;mso-width-relative:margin;position:absolute;z-index:251665408" filled="t" stroked="f">
          <o:lock v:ext="edit" aspectratio="f"/>
          <v:textbox>
            <w:txbxContent>
              <w:p w:rsidR="002D726C">
                <w:pPr>
                  <w:ind w:right="84" w:rightChars="40"/>
                  <w:rPr>
                    <w:rFonts w:ascii="Arial" w:hAnsi="Arial" w:cs="Arial"/>
                    <w:color w:val="FFFFFF"/>
                    <w:szCs w:val="21"/>
                  </w:rPr>
                </w:pPr>
                <w:r>
                  <w:rPr>
                    <w:rFonts w:ascii="Arial" w:hAnsi="Arial" w:cs="Arial" w:hint="eastAsia"/>
                    <w:color w:val="FFFFFF"/>
                    <w:szCs w:val="21"/>
                  </w:rPr>
                  <w:t>版权所有：北京达美嘉教育科技有限公司</w:t>
                </w:r>
              </w:p>
              <w:p w:rsidR="002D726C">
                <w:pPr>
                  <w:ind w:right="84" w:rightChars="40"/>
                  <w:rPr>
                    <w:color w:val="FFFFFF"/>
                  </w:rPr>
                </w:pPr>
                <w:r>
                  <w:rPr>
                    <w:rFonts w:ascii="Arial" w:hAnsi="Arial" w:cs="Arial"/>
                    <w:color w:val="FFFFFF"/>
                    <w:szCs w:val="21"/>
                  </w:rPr>
                  <w:t xml:space="preserve">© 2012-2013 </w:t>
                </w:r>
                <w:hyperlink r:id="rId1" w:history="1">
                  <w:r>
                    <w:rPr>
                      <w:rStyle w:val="Hyperlink"/>
                      <w:rFonts w:ascii="Arial" w:hAnsi="Arial" w:cs="Arial"/>
                      <w:color w:val="FFFFFF"/>
                      <w:szCs w:val="21"/>
                    </w:rPr>
                    <w:t>www.do-mega.com</w:t>
                  </w:r>
                </w:hyperlink>
                <w:r>
                  <w:rPr>
                    <w:rFonts w:ascii="Arial" w:hAnsi="Arial" w:cs="Arial"/>
                    <w:color w:val="FFFFFF"/>
                    <w:szCs w:val="21"/>
                  </w:rPr>
                  <w:t>. All Rights Reserved.</w:t>
                </w:r>
              </w:p>
            </w:txbxContent>
          </v:textbox>
        </v:shape>
      </w:pict>
    </w:r>
    <w:r>
      <w:pict>
        <v:rect id="矩形 199" o:spid="_x0000_s2064" style="width:15.8pt;height:9pt;margin-top:795.85pt;margin-left:11.4pt;mso-position-horizontal-relative:page;mso-position-vertical-relative:page;position:absolute;z-index:251661312" filled="t" fillcolor="black" stroked="t">
          <o:lock v:ext="edit" aspectratio="f"/>
        </v:rect>
      </w:pict>
    </w:r>
    <w:r>
      <w:pict>
        <v:rect id="矩形 199" o:spid="_x0000_s2065" style="width:15.8pt;height:9pt;margin-top:795.85pt;margin-left:1052.5pt;mso-position-horizontal-relative:page;mso-position-vertical-relative:page;position:absolute;z-index:251663360" filled="t" fillcolor="black" stroked="t">
          <o:lock v:ext="edit" aspectratio="f"/>
        </v:rect>
      </w:pict>
    </w:r>
    <w:r>
      <w:pict>
        <v:shape id="Text Box 16" o:spid="_x0000_s2066" type="#_x0000_t202" style="width:61.65pt;height:43.2pt;margin-top:-4.1pt;margin-left:800.25pt;mso-height-relative:margin;mso-width-relative:margin;mso-wrap-style:none;position:absolute;z-index:251662336" filled="f" stroked="f">
          <o:lock v:ext="edit" aspectratio="f"/>
          <v:textbox style="mso-fit-shape-to-text:t">
            <w:txbxContent>
              <w:p w:rsidR="002D726C">
                <w:pPr>
                  <w:jc w:val="left"/>
                </w:pPr>
                <w:r>
                  <w:rPr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1" o:spid="_x0000_i2067" type="#_x0000_t75" style="width:47.19pt;height:36.01pt;mso-position-horizontal-relative:page;mso-position-vertical-relative:page" filled="f" stroked="f">
                      <v:imagedata r:id="rId2" o:title=""/>
                      <v:path o:extrusionok="f"/>
                      <o:lock v:ext="edit" aspectratio="t"/>
                    </v:shape>
                  </w:pict>
                </w:r>
              </w:p>
            </w:txbxContent>
          </v:textbox>
        </v:shape>
      </w:pict>
    </w:r>
    <w:r>
      <w:rPr>
        <w:rFonts w:ascii="Arial" w:hAnsi="Arial" w:cs="Arial"/>
        <w:kern w:val="0"/>
        <w:sz w:val="18"/>
        <w:szCs w:val="18"/>
      </w:rPr>
      <w:fldChar w:fldCharType="begin"/>
    </w:r>
    <w:r>
      <w:rPr>
        <w:rFonts w:ascii="Arial" w:hAnsi="Arial" w:cs="Arial"/>
        <w:kern w:val="0"/>
        <w:sz w:val="18"/>
        <w:szCs w:val="18"/>
      </w:rPr>
      <w:instrText xml:space="preserve"> REF  </w:instrText>
    </w:r>
    <w:r>
      <w:rPr>
        <w:rFonts w:ascii="Arial" w:hAnsi="Arial" w:cs="Arial" w:hint="eastAsia"/>
        <w:kern w:val="0"/>
        <w:sz w:val="18"/>
        <w:szCs w:val="18"/>
      </w:rPr>
      <w:instrText>年级科目页脚</w:instrText>
    </w:r>
    <w:r>
      <w:rPr>
        <w:rFonts w:ascii="Arial" w:hAnsi="Arial" w:cs="Arial"/>
        <w:kern w:val="0"/>
        <w:sz w:val="18"/>
        <w:szCs w:val="18"/>
      </w:rPr>
      <w:instrText xml:space="preserve">  \* MERGEFORMAT </w:instrText>
    </w:r>
    <w:r>
      <w:rPr>
        <w:rFonts w:ascii="Arial" w:hAnsi="Arial" w:cs="Arial"/>
        <w:kern w:val="0"/>
        <w:sz w:val="18"/>
        <w:szCs w:val="18"/>
      </w:rPr>
      <w:fldChar w:fldCharType="separate"/>
    </w:r>
    <w:r w:rsidR="0049619A">
      <w:rPr>
        <w:rFonts w:ascii="Arial" w:hAnsi="Arial" w:cs="Arial" w:hint="eastAsia"/>
        <w:b/>
        <w:bCs/>
        <w:kern w:val="0"/>
        <w:sz w:val="18"/>
        <w:szCs w:val="18"/>
      </w:rPr>
      <w:t>错误!未找到引用源。</w:t>
    </w:r>
    <w:r>
      <w:rPr>
        <w:rFonts w:ascii="Arial" w:hAnsi="Arial" w:cs="Arial"/>
        <w:kern w:val="0"/>
        <w:sz w:val="18"/>
        <w:szCs w:val="18"/>
      </w:rPr>
      <w:fldChar w:fldCharType="end"/>
    </w:r>
  </w:p>
  <w:p w:rsidR="002D726C">
    <w:pPr>
      <w:jc w:val="center"/>
      <w:rPr>
        <w:rFonts w:ascii="Arial" w:hAnsi="Arial" w:cs="Arial"/>
        <w:kern w:val="0"/>
        <w:sz w:val="18"/>
        <w:szCs w:val="18"/>
      </w:rPr>
    </w:pPr>
    <w:r>
      <w:rPr>
        <w:rFonts w:ascii="Arial" w:hAnsi="Arial" w:cs="Arial" w:hint="eastAsia"/>
        <w:kern w:val="0"/>
        <w:sz w:val="18"/>
        <w:szCs w:val="18"/>
      </w:rPr>
      <w:t>第</w:t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/>
        <w:kern w:val="0"/>
        <w:sz w:val="18"/>
        <w:szCs w:val="18"/>
      </w:rPr>
      <w:fldChar w:fldCharType="begin"/>
    </w:r>
    <w:r>
      <w:rPr>
        <w:rFonts w:ascii="Arial" w:hAnsi="Arial" w:cs="Arial"/>
        <w:kern w:val="0"/>
        <w:sz w:val="18"/>
        <w:szCs w:val="18"/>
      </w:rPr>
      <w:instrText xml:space="preserve"> PAGE </w:instrText>
    </w:r>
    <w:r>
      <w:rPr>
        <w:rFonts w:ascii="Arial" w:hAnsi="Arial" w:cs="Arial"/>
        <w:kern w:val="0"/>
        <w:sz w:val="18"/>
        <w:szCs w:val="18"/>
      </w:rPr>
      <w:fldChar w:fldCharType="separate"/>
    </w:r>
    <w:r w:rsidR="0049619A">
      <w:rPr>
        <w:rFonts w:ascii="Arial" w:hAnsi="Arial" w:cs="Arial"/>
        <w:noProof/>
        <w:kern w:val="0"/>
        <w:sz w:val="18"/>
        <w:szCs w:val="18"/>
      </w:rPr>
      <w:t>2</w:t>
    </w:r>
    <w:r>
      <w:rPr>
        <w:rFonts w:ascii="Arial" w:hAnsi="Arial" w:cs="Arial"/>
        <w:kern w:val="0"/>
        <w:sz w:val="18"/>
        <w:szCs w:val="18"/>
      </w:rPr>
      <w:fldChar w:fldCharType="end"/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 w:hint="eastAsia"/>
        <w:kern w:val="0"/>
        <w:sz w:val="18"/>
        <w:szCs w:val="18"/>
      </w:rPr>
      <w:t>页</w:t>
    </w:r>
    <w:r>
      <w:rPr>
        <w:rFonts w:ascii="Arial" w:hAnsi="Arial" w:cs="Arial"/>
        <w:kern w:val="0"/>
        <w:sz w:val="18"/>
        <w:szCs w:val="18"/>
      </w:rPr>
      <w:t xml:space="preserve"> / </w:t>
    </w:r>
    <w:r>
      <w:rPr>
        <w:rFonts w:ascii="Arial" w:hAnsi="Arial" w:cs="Arial" w:hint="eastAsia"/>
        <w:kern w:val="0"/>
        <w:sz w:val="18"/>
        <w:szCs w:val="18"/>
      </w:rPr>
      <w:t>共</w:t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/>
        <w:kern w:val="0"/>
        <w:sz w:val="18"/>
        <w:szCs w:val="18"/>
      </w:rPr>
      <w:fldChar w:fldCharType="begin"/>
    </w:r>
    <w:r>
      <w:rPr>
        <w:rFonts w:ascii="Arial" w:hAnsi="Arial" w:cs="Arial"/>
        <w:kern w:val="0"/>
        <w:sz w:val="18"/>
        <w:szCs w:val="18"/>
      </w:rPr>
      <w:instrText xml:space="preserve"> NUMPAGES </w:instrText>
    </w:r>
    <w:r>
      <w:rPr>
        <w:rFonts w:ascii="Arial" w:hAnsi="Arial" w:cs="Arial"/>
        <w:kern w:val="0"/>
        <w:sz w:val="18"/>
        <w:szCs w:val="18"/>
      </w:rPr>
      <w:fldChar w:fldCharType="separate"/>
    </w:r>
    <w:r w:rsidR="0049619A">
      <w:rPr>
        <w:rFonts w:ascii="Arial" w:hAnsi="Arial" w:cs="Arial"/>
        <w:noProof/>
        <w:kern w:val="0"/>
        <w:sz w:val="18"/>
        <w:szCs w:val="18"/>
      </w:rPr>
      <w:t>2</w:t>
    </w:r>
    <w:r>
      <w:rPr>
        <w:rFonts w:ascii="Arial" w:hAnsi="Arial" w:cs="Arial"/>
        <w:kern w:val="0"/>
        <w:sz w:val="18"/>
        <w:szCs w:val="18"/>
      </w:rPr>
      <w:fldChar w:fldCharType="end"/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 w:hint="eastAsia"/>
        <w:kern w:val="0"/>
        <w:sz w:val="18"/>
        <w:szCs w:val="18"/>
      </w:rPr>
      <w:t>页</w:t>
    </w:r>
  </w:p>
  <w:p w:rsidR="002D726C">
    <w:pPr>
      <w:jc w:val="center"/>
      <w:rPr>
        <w:rFonts w:ascii="Arial" w:hAnsi="Arial" w:cs="Arial"/>
        <w:kern w:val="0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6C">
    <w:pPr>
      <w:jc w:val="center"/>
      <w:rPr>
        <w:rFonts w:ascii="Arial" w:hAnsi="Arial" w:cs="Arial"/>
        <w:kern w:val="0"/>
        <w:sz w:val="18"/>
        <w:szCs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2068" type="#_x0000_t202" style="width:276.45pt;height:42.5pt;margin-top:-3.55pt;margin-left:657.25pt;mso-height-relative:margin;mso-width-relative:margin;position:absolute;z-index:251664384" filled="t" stroked="f">
          <o:lock v:ext="edit" aspectratio="f"/>
          <v:textbox>
            <w:txbxContent>
              <w:p w:rsidR="002D726C">
                <w:pPr>
                  <w:ind w:right="84" w:rightChars="40"/>
                  <w:rPr>
                    <w:rFonts w:ascii="Arial" w:hAnsi="Arial" w:cs="Arial"/>
                    <w:color w:val="FFFFFF"/>
                    <w:szCs w:val="21"/>
                  </w:rPr>
                </w:pPr>
                <w:r>
                  <w:rPr>
                    <w:rFonts w:ascii="Arial" w:hAnsi="Arial" w:cs="Arial" w:hint="eastAsia"/>
                    <w:color w:val="FFFFFF"/>
                    <w:szCs w:val="21"/>
                  </w:rPr>
                  <w:t>版权所有：北京达美嘉教育科技有限公司</w:t>
                </w:r>
              </w:p>
              <w:p w:rsidR="002D726C">
                <w:pPr>
                  <w:ind w:right="84" w:rightChars="40"/>
                  <w:rPr>
                    <w:color w:val="FFFFFF"/>
                  </w:rPr>
                </w:pPr>
                <w:r>
                  <w:rPr>
                    <w:rFonts w:ascii="Arial" w:hAnsi="Arial" w:cs="Arial"/>
                    <w:color w:val="FFFFFF"/>
                    <w:szCs w:val="21"/>
                  </w:rPr>
                  <w:t xml:space="preserve">© 2012-2013 </w:t>
                </w:r>
                <w:hyperlink r:id="rId1" w:history="1">
                  <w:r>
                    <w:rPr>
                      <w:rStyle w:val="Hyperlink"/>
                      <w:rFonts w:ascii="Arial" w:hAnsi="Arial" w:cs="Arial"/>
                      <w:color w:val="FFFFFF"/>
                      <w:szCs w:val="21"/>
                    </w:rPr>
                    <w:t>www.do-mega.com</w:t>
                  </w:r>
                </w:hyperlink>
                <w:r>
                  <w:rPr>
                    <w:rFonts w:ascii="Arial" w:hAnsi="Arial" w:cs="Arial"/>
                    <w:color w:val="FFFFFF"/>
                    <w:szCs w:val="21"/>
                  </w:rPr>
                  <w:t>. All Rights Reserved.</w:t>
                </w:r>
              </w:p>
            </w:txbxContent>
          </v:textbox>
        </v:shape>
      </w:pict>
    </w:r>
    <w:r>
      <w:pict>
        <v:rect id="矩形 199" o:spid="_x0000_s2069" style="width:15.8pt;height:9pt;margin-top:796.15pt;margin-left:1157.35pt;mso-position-horizontal-relative:page;mso-position-vertical-relative:page;position:absolute;z-index:251659264" filled="t" fillcolor="black" stroked="t">
          <o:lock v:ext="edit" aspectratio="f"/>
        </v:rect>
      </w:pict>
    </w:r>
    <w:r>
      <w:pict>
        <v:rect id="矩形 199" o:spid="_x0000_s2070" style="width:15.8pt;height:9pt;margin-top:796.15pt;margin-left:116.15pt;mso-position-horizontal-relative:page;mso-position-vertical-relative:page;position:absolute;z-index:251658240" filled="t" fillcolor="black" stroked="t">
          <o:lock v:ext="edit" aspectratio="f"/>
        </v:rect>
      </w:pict>
    </w:r>
    <w:r>
      <w:pict>
        <v:shape id="文本框 2" o:spid="_x0000_s2071" type="#_x0000_t202" style="width:61.65pt;height:43.2pt;margin-top:-2.2pt;margin-left:750.85pt;mso-height-relative:margin;mso-width-relative:margin;mso-wrap-style:none;position:absolute;z-index:251660288" filled="f" stroked="f">
          <o:lock v:ext="edit" aspectratio="f"/>
          <v:textbox style="mso-fit-shape-to-text:t">
            <w:txbxContent>
              <w:p w:rsidR="002D726C">
                <w:pPr>
                  <w:jc w:val="left"/>
                </w:pPr>
                <w:r>
                  <w:rPr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67" o:spid="_x0000_i2072" type="#_x0000_t75" style="width:47.19pt;height:36.01pt;mso-position-horizontal-relative:page;mso-position-vertical-relative:page" filled="f" stroked="f">
                      <v:imagedata r:id="rId2" o:title=""/>
                      <v:path o:extrusionok="f"/>
                      <o:lock v:ext="edit" aspectratio="t"/>
                    </v:shape>
                  </w:pict>
                </w:r>
              </w:p>
            </w:txbxContent>
          </v:textbox>
        </v:shape>
      </w:pict>
    </w:r>
    <w:r>
      <w:rPr>
        <w:rFonts w:ascii="Arial" w:hAnsi="Arial" w:cs="Arial"/>
        <w:kern w:val="0"/>
        <w:sz w:val="18"/>
        <w:szCs w:val="18"/>
      </w:rPr>
      <w:fldChar w:fldCharType="begin"/>
    </w:r>
    <w:r>
      <w:rPr>
        <w:rFonts w:ascii="Arial" w:hAnsi="Arial" w:cs="Arial"/>
        <w:kern w:val="0"/>
        <w:sz w:val="18"/>
        <w:szCs w:val="18"/>
      </w:rPr>
      <w:instrText xml:space="preserve"> REF </w:instrText>
    </w:r>
    <w:r>
      <w:rPr>
        <w:rFonts w:ascii="Arial" w:hAnsi="Arial" w:cs="Arial" w:hint="eastAsia"/>
        <w:kern w:val="0"/>
        <w:sz w:val="18"/>
        <w:szCs w:val="18"/>
      </w:rPr>
      <w:instrText>年级科目页脚</w:instrText>
    </w:r>
    <w:r>
      <w:rPr>
        <w:rFonts w:ascii="Arial" w:hAnsi="Arial" w:cs="Arial"/>
        <w:kern w:val="0"/>
        <w:sz w:val="18"/>
        <w:szCs w:val="18"/>
      </w:rPr>
      <w:instrText xml:space="preserve"> \h  \* MERGEFORMAT </w:instrText>
    </w:r>
    <w:r>
      <w:rPr>
        <w:rFonts w:ascii="Arial" w:hAnsi="Arial" w:cs="Arial"/>
        <w:kern w:val="0"/>
        <w:sz w:val="18"/>
        <w:szCs w:val="18"/>
      </w:rPr>
      <w:fldChar w:fldCharType="separate"/>
    </w:r>
    <w:r w:rsidR="0049619A">
      <w:rPr>
        <w:rFonts w:ascii="Arial" w:hAnsi="Arial" w:cs="Arial" w:hint="eastAsia"/>
        <w:b/>
        <w:bCs/>
        <w:kern w:val="0"/>
        <w:sz w:val="18"/>
        <w:szCs w:val="18"/>
      </w:rPr>
      <w:t>错误!未找到引用源。</w:t>
    </w:r>
    <w:r>
      <w:rPr>
        <w:rFonts w:ascii="Arial" w:hAnsi="Arial" w:cs="Arial"/>
        <w:kern w:val="0"/>
        <w:sz w:val="18"/>
        <w:szCs w:val="18"/>
      </w:rPr>
      <w:fldChar w:fldCharType="end"/>
    </w:r>
  </w:p>
  <w:p w:rsidR="002D726C">
    <w:pPr>
      <w:jc w:val="center"/>
      <w:rPr>
        <w:rFonts w:ascii="Arial" w:hAnsi="Arial" w:cs="Arial"/>
        <w:kern w:val="0"/>
        <w:sz w:val="18"/>
        <w:szCs w:val="18"/>
      </w:rPr>
    </w:pPr>
    <w:r>
      <w:rPr>
        <w:rFonts w:ascii="Arial" w:hAnsi="Arial" w:cs="Arial" w:hint="eastAsia"/>
        <w:kern w:val="0"/>
        <w:sz w:val="18"/>
        <w:szCs w:val="18"/>
      </w:rPr>
      <w:t>第</w:t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/>
        <w:kern w:val="0"/>
        <w:sz w:val="18"/>
        <w:szCs w:val="18"/>
      </w:rPr>
      <w:fldChar w:fldCharType="begin"/>
    </w:r>
    <w:r>
      <w:rPr>
        <w:rFonts w:ascii="Arial" w:hAnsi="Arial" w:cs="Arial"/>
        <w:kern w:val="0"/>
        <w:sz w:val="18"/>
        <w:szCs w:val="18"/>
      </w:rPr>
      <w:instrText xml:space="preserve"> PAGE </w:instrText>
    </w:r>
    <w:r>
      <w:rPr>
        <w:rFonts w:ascii="Arial" w:hAnsi="Arial" w:cs="Arial"/>
        <w:kern w:val="0"/>
        <w:sz w:val="18"/>
        <w:szCs w:val="18"/>
      </w:rPr>
      <w:fldChar w:fldCharType="separate"/>
    </w:r>
    <w:r w:rsidR="0049619A">
      <w:rPr>
        <w:rFonts w:ascii="Arial" w:hAnsi="Arial" w:cs="Arial"/>
        <w:noProof/>
        <w:kern w:val="0"/>
        <w:sz w:val="18"/>
        <w:szCs w:val="18"/>
      </w:rPr>
      <w:t>1</w:t>
    </w:r>
    <w:r>
      <w:rPr>
        <w:rFonts w:ascii="Arial" w:hAnsi="Arial" w:cs="Arial"/>
        <w:kern w:val="0"/>
        <w:sz w:val="18"/>
        <w:szCs w:val="18"/>
      </w:rPr>
      <w:fldChar w:fldCharType="end"/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 w:hint="eastAsia"/>
        <w:kern w:val="0"/>
        <w:sz w:val="18"/>
        <w:szCs w:val="18"/>
      </w:rPr>
      <w:t>页</w:t>
    </w:r>
    <w:r>
      <w:rPr>
        <w:rFonts w:ascii="Arial" w:hAnsi="Arial" w:cs="Arial"/>
        <w:kern w:val="0"/>
        <w:sz w:val="18"/>
        <w:szCs w:val="18"/>
      </w:rPr>
      <w:t xml:space="preserve"> / </w:t>
    </w:r>
    <w:r>
      <w:rPr>
        <w:rFonts w:ascii="Arial" w:hAnsi="Arial" w:cs="Arial" w:hint="eastAsia"/>
        <w:kern w:val="0"/>
        <w:sz w:val="18"/>
        <w:szCs w:val="18"/>
      </w:rPr>
      <w:t>共</w:t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/>
        <w:kern w:val="0"/>
        <w:sz w:val="18"/>
        <w:szCs w:val="18"/>
      </w:rPr>
      <w:fldChar w:fldCharType="begin"/>
    </w:r>
    <w:r>
      <w:rPr>
        <w:rFonts w:ascii="Arial" w:hAnsi="Arial" w:cs="Arial"/>
        <w:kern w:val="0"/>
        <w:sz w:val="18"/>
        <w:szCs w:val="18"/>
      </w:rPr>
      <w:instrText xml:space="preserve"> NUMPAGES </w:instrText>
    </w:r>
    <w:r>
      <w:rPr>
        <w:rFonts w:ascii="Arial" w:hAnsi="Arial" w:cs="Arial"/>
        <w:kern w:val="0"/>
        <w:sz w:val="18"/>
        <w:szCs w:val="18"/>
      </w:rPr>
      <w:fldChar w:fldCharType="separate"/>
    </w:r>
    <w:r w:rsidR="0049619A">
      <w:rPr>
        <w:rFonts w:ascii="Arial" w:hAnsi="Arial" w:cs="Arial"/>
        <w:noProof/>
        <w:kern w:val="0"/>
        <w:sz w:val="18"/>
        <w:szCs w:val="18"/>
      </w:rPr>
      <w:t>2</w:t>
    </w:r>
    <w:r>
      <w:rPr>
        <w:rFonts w:ascii="Arial" w:hAnsi="Arial" w:cs="Arial"/>
        <w:kern w:val="0"/>
        <w:sz w:val="18"/>
        <w:szCs w:val="18"/>
      </w:rPr>
      <w:fldChar w:fldCharType="end"/>
    </w:r>
    <w:r>
      <w:rPr>
        <w:rFonts w:ascii="Arial" w:hAnsi="Arial" w:cs="Arial"/>
        <w:kern w:val="0"/>
        <w:sz w:val="18"/>
        <w:szCs w:val="18"/>
      </w:rPr>
      <w:t xml:space="preserve"> </w:t>
    </w:r>
    <w:r>
      <w:rPr>
        <w:rFonts w:ascii="Arial" w:hAnsi="Arial" w:cs="Arial" w:hint="eastAsia"/>
        <w:kern w:val="0"/>
        <w:sz w:val="18"/>
        <w:szCs w:val="18"/>
      </w:rPr>
      <w:t>页</w:t>
    </w:r>
  </w:p>
  <w:p w:rsidR="002D726C">
    <w:pPr>
      <w:jc w:val="center"/>
      <w:rPr>
        <w:rFonts w:ascii="Arial" w:hAnsi="Arial" w:cs="Arial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73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74" type="#_x0000_t75" alt="学科网 zxxk.com" style="width:0.05pt;height:0.05pt;margin-top:-20.75pt;margin-left:64.05pt;position:absolute;z-index:251667456" filled="f" stroked="f">
          <v:imagedata r:id="rId3" r:href="rId4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6C">
    <w:pPr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width:144.25pt;height:735.4pt;margin-top:16.4pt;margin-left:1064.3pt;mso-wrap-style:none;position:absolute;z-index:251663360" filled="t" stroked="t" strokecolor="white">
          <o:lock v:ext="edit" aspectratio="f"/>
          <v:textbox style="mso-fit-shape-to-text:t">
            <w:txbxContent>
              <w:p w:rsidR="002D726C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1" o:spid="_x0000_i2050" type="#_x0000_t75" style="width:129.09pt;height:727.42pt;mso-position-horizontal-relative:page;mso-position-vertical-relative:page" filled="f" stroked="f">
                      <v:imagedata r:id="rId1" o:title=""/>
                      <v:path o:extrusionok="f"/>
                      <o:lock v:ext="edit" aspectratio="t"/>
                    </v:shape>
                  </w:pict>
                </w:r>
              </w:p>
            </w:txbxContent>
          </v:textbox>
        </v:shape>
      </w:pict>
    </w:r>
    <w:r>
      <w:pict>
        <v:rect id="矩形 199" o:spid="_x0000_s2051" style="width:15.8pt;height:9pt;margin-top:24.55pt;margin-left:710.8pt;mso-position-horizontal-relative:page;mso-position-vertical-relative:page;position:absolute;z-index:251666432" filled="t" fillcolor="black" stroked="t">
          <o:lock v:ext="edit" aspectratio="f"/>
        </v:rect>
      </w:pict>
    </w:r>
    <w:r>
      <w:pict>
        <v:rect id="矩形 198" o:spid="_x0000_s2052" style="width:15.8pt;height:9pt;margin-top:24.55pt;margin-left:353.05pt;mso-position-horizontal-relative:page;mso-position-vertical-relative:page;position:absolute;z-index:251665408" filled="t" fillcolor="black" stroked="t">
          <o:lock v:ext="edit" aspectratio="f"/>
        </v:rect>
      </w:pict>
    </w:r>
    <w:r>
      <w:pict>
        <v:rect id="矩形 197" o:spid="_x0000_s2053" style="width:15.8pt;height:9pt;margin-top:24.55pt;margin-left:-5.55pt;mso-position-vertical-relative:page;position:absolute;z-index:251662336" filled="t" fillcolor="black" stroked="t">
          <o:lock v:ext="edit" aspectratio="f"/>
        </v:rect>
      </w:pict>
    </w:r>
    <w:r>
      <w:pict>
        <v:rect id="矩形 199" o:spid="_x0000_s2054" style="width:15.8pt;height:9pt;margin-top:24.55pt;margin-left:1052.5pt;mso-position-horizontal-relative:page;mso-position-vertical-relative:page;position:absolute;z-index:251667456" filled="t" fillcolor="black" stroked="t">
          <o:lock v:ext="edit" aspectratio="f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6C">
    <w:pPr>
      <w:jc w:val="right"/>
      <w:rPr>
        <w:rFonts w:ascii="宋体" w:hAnsi="宋体"/>
      </w:rPr>
    </w:pPr>
    <w:r>
      <w:pict>
        <v:rect id="Rectangle 6" o:spid="_x0000_s2055" style="width:60.2pt;height:198.45pt;margin-top:90.65pt;margin-left:-104.1pt;position:absolute;z-index:251668480" filled="t" stroked="t" strokeweight="1pt">
          <v:stroke dashstyle="1 1"/>
          <o:lock v:ext="edit" aspectratio="f"/>
          <v:textbox style="layout-flow:vertical;mso-layout-flow-alt:bottom-to-top">
            <w:txbxContent>
              <w:p w:rsidR="002D726C">
                <w:pPr>
                  <w:jc w:val="center"/>
                  <w:rPr>
                    <w:rFonts w:hint="eastAsia"/>
                    <w:sz w:val="28"/>
                  </w:rPr>
                </w:pPr>
                <w:r>
                  <w:rPr>
                    <w:rFonts w:hint="eastAsia"/>
                  </w:rPr>
                  <w:t xml:space="preserve"> </w:t>
                </w:r>
              </w:p>
              <w:p w:rsidR="002D726C">
                <w:pPr>
                  <w:jc w:val="center"/>
                </w:pPr>
                <w:r>
                  <w:rPr>
                    <w:rFonts w:hint="eastAsia"/>
                  </w:rPr>
                  <w:t>贴</w:t>
                </w:r>
                <w:r>
                  <w:t xml:space="preserve"> </w:t>
                </w:r>
                <w:r>
                  <w:rPr>
                    <w:rFonts w:hint="eastAsia"/>
                  </w:rPr>
                  <w:t>条</w:t>
                </w:r>
                <w:r>
                  <w:t xml:space="preserve"> </w:t>
                </w:r>
                <w:r>
                  <w:rPr>
                    <w:rFonts w:hint="eastAsia"/>
                  </w:rPr>
                  <w:t>形</w:t>
                </w:r>
                <w:r>
                  <w:t xml:space="preserve"> </w:t>
                </w:r>
                <w:r>
                  <w:rPr>
                    <w:rFonts w:hint="eastAsia"/>
                  </w:rPr>
                  <w:t>码</w:t>
                </w:r>
                <w:r>
                  <w:t xml:space="preserve"> </w:t>
                </w:r>
                <w:r>
                  <w:rPr>
                    <w:rFonts w:hint="eastAsia"/>
                  </w:rPr>
                  <w:t>区</w:t>
                </w:r>
              </w:p>
            </w:txbxContent>
          </v:textbox>
        </v:rect>
      </w:pict>
    </w:r>
    <w:r>
      <w:pict>
        <v:rect id="矩形 199" o:spid="_x0000_s2056" style="width:15.8pt;height:9pt;margin-top:24.55pt;margin-left:815.65pt;mso-position-horizontal-relative:page;mso-position-vertical-relative:page;position:absolute;z-index:251661312" filled="t" fillcolor="black" stroked="t">
          <o:lock v:ext="edit" aspectratio="f"/>
        </v:rect>
      </w:pict>
    </w:r>
    <w:r>
      <w:pict>
        <v:rect id="矩形 198" o:spid="_x0000_s2057" style="width:15.8pt;height:9pt;margin-top:24.55pt;margin-left:457.95pt;mso-position-horizontal-relative:page;mso-position-vertical-relative:page;position:absolute;z-index:251660288" filled="t" fillcolor="black" stroked="t">
          <o:lock v:ext="edit" aspectratio="f"/>
        </v:rect>
      </w:pict>
    </w:r>
    <w:r>
      <w:pict>
        <v:rect id="矩形 199" o:spid="_x0000_s2058" style="width:15.8pt;height:9pt;margin-top:24.55pt;margin-left:1157.35pt;mso-position-horizontal-relative:page;mso-position-vertical-relative:page;position:absolute;z-index:251664384" filled="t" fillcolor="black" stroked="t">
          <o:lock v:ext="edit" aspectratio="f"/>
        </v:rect>
      </w:pict>
    </w:r>
    <w:r>
      <w:pict>
        <v:rect id="矩形 197" o:spid="_x0000_s2059" style="width:15.8pt;height:9pt;margin-top:24.55pt;margin-left:-5.8pt;mso-position-vertical-relative:page;position:absolute;z-index:251659264" filled="t" fillcolor="black" stroked="t">
          <o:lock v:ext="edit" aspectratio="f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60" type="#_x0000_t202" style="width:113.25pt;height:731.75pt;margin-top:17.6pt;margin-left:-132.6pt;position:absolute;z-index:251658240" filled="t" stroked="t" strokecolor="white">
          <o:lock v:ext="edit" aspectratio="f"/>
          <v:textbox>
            <w:txbxContent>
              <w:tbl>
                <w:tblPr>
                  <w:tblStyle w:val="TableNormal"/>
                  <w:tblW w:w="0" w:type="dxa"/>
                  <w:tblInd w:w="0" w:type="dxa"/>
                  <w:tbl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  <w:insideH w:val="single" w:sz="2" w:space="0" w:color="auto"/>
                    <w:insideV w:val="single" w:sz="2" w:space="0" w:color="auto"/>
                  </w:tblBorders>
                  <w:tblLayout w:type="fixed"/>
                  <w:tblCellMar>
                    <w:top w:w="113" w:type="dxa"/>
                    <w:left w:w="113" w:type="dxa"/>
                    <w:bottom w:w="113" w:type="dxa"/>
                    <w:right w:w="113" w:type="dxa"/>
                  </w:tblCellMar>
                  <w:tblLook w:val="0000"/>
                </w:tblPr>
                <w:tblGrid>
                  <w:gridCol w:w="519"/>
                  <w:gridCol w:w="519"/>
                  <w:gridCol w:w="519"/>
                  <w:gridCol w:w="250"/>
                  <w:gridCol w:w="404"/>
                </w:tblGrid>
                <w:tr>
                  <w:tblPrEx>
                    <w:tblW w:w="0" w:type="dxa"/>
                    <w:tblInd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  <w:insideH w:val="single" w:sz="2" w:space="0" w:color="auto"/>
                      <w:insideV w:val="single" w:sz="2" w:space="0" w:color="auto"/>
                    </w:tblBorders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trHeight w:val="340"/>
                  </w:trPr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wordWrap w:val="0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038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黑体" w:eastAsia="黑体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color w:val="FFFFFF"/>
                          <w:sz w:val="18"/>
                          <w:szCs w:val="18"/>
                        </w:rPr>
                        <w:t>考 场 号</w:t>
                      </w:r>
                    </w:p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</w:tcPr>
                    <w:p w:rsidR="002D726C">
                      <w:pPr>
                        <w:jc w:val="center"/>
                        <w:rPr>
                          <w:rFonts w:hint="eastAsia"/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 w:val="restart"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textDirection w:val="btLr"/>
                    </w:tcPr>
                    <w:p w:rsidR="002D726C">
                      <w:pPr>
                        <w:ind w:left="113" w:right="113"/>
                        <w:jc w:val="center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Ansi="Arial" w:cs="Arial" w:hint="eastAsia"/>
                          <w:szCs w:val="21"/>
                        </w:rPr>
                        <w:t>密  封  线  内  不  要  答  题</w:t>
                      </w:r>
                    </w:p>
                  </w:tc>
                </w:tr>
                <w:tr>
                  <w:tblPrEx>
                    <w:tblW w:w="0" w:type="dxa"/>
                    <w:tblInd w:w="0" w:type="dxa"/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trHeight w:val="272"/>
                  </w:trPr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Arial" w:hAnsi="Arial" w:cs="Arial" w:hint="eastAsia"/>
                          <w:color w:val="000000"/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250" w:type="dxa"/>
                      <w:vMerge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rFonts w:ascii="黑体" w:eastAsia="黑体"/>
                          <w:szCs w:val="21"/>
                        </w:rPr>
                      </w:pPr>
                    </w:p>
                  </w:tc>
                </w:tr>
                <w:tr>
                  <w:tblPrEx>
                    <w:tblW w:w="0" w:type="dxa"/>
                    <w:tblInd w:w="0" w:type="dxa"/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trHeight w:val="2470"/>
                  </w:trPr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spacing w:line="280" w:lineRule="exact"/>
                        <w:jc w:val="right"/>
                        <w:rPr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[ 0 ]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[ 1 ]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[ 2 ]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[ 3 ]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[ 4 ]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[ 5 ]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[ 6 ]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[ 7 ]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[ 8 ]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[ 9 ]</w:t>
                      </w: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[ 0 ]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[ 1 ]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[ 2 ]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[ 3 ]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[ 4 ]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[ 5 ]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[ 6 ]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[ 7 ]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[ 8 ]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[ 9 ]</w:t>
                      </w:r>
                    </w:p>
                  </w:tc>
                  <w:tc>
                    <w:tcPr>
                      <w:tcW w:w="250" w:type="dxa"/>
                      <w:vMerge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rFonts w:ascii="黑体" w:eastAsia="黑体"/>
                          <w:szCs w:val="21"/>
                        </w:rPr>
                      </w:pPr>
                    </w:p>
                  </w:tc>
                </w:tr>
                <w:tr>
                  <w:tblPrEx>
                    <w:tblW w:w="0" w:type="dxa"/>
                    <w:tblInd w:w="0" w:type="dxa"/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trHeight w:val="340"/>
                  </w:trPr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2D726C">
                      <w:pPr>
                        <w:spacing w:before="120" w:beforeLines="50" w:line="240" w:lineRule="exact"/>
                        <w:jc w:val="center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038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2D726C">
                      <w:pPr>
                        <w:spacing w:before="120" w:beforeLines="50" w:line="240" w:lineRule="exact"/>
                        <w:jc w:val="center"/>
                        <w:rPr>
                          <w:rFonts w:ascii="黑体" w:eastAsia="黑体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color w:val="FFFFFF"/>
                          <w:sz w:val="18"/>
                          <w:szCs w:val="18"/>
                        </w:rPr>
                        <w:t>座 位 号</w:t>
                      </w:r>
                    </w:p>
                  </w:tc>
                  <w:tc>
                    <w:tcPr>
                      <w:tcW w:w="250" w:type="dxa"/>
                      <w:vMerge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rFonts w:ascii="黑体" w:eastAsia="黑体"/>
                          <w:szCs w:val="21"/>
                        </w:rPr>
                      </w:pPr>
                    </w:p>
                  </w:tc>
                </w:tr>
                <w:tr>
                  <w:tblPrEx>
                    <w:tblW w:w="0" w:type="dxa"/>
                    <w:tblInd w:w="0" w:type="dxa"/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trHeight w:val="272"/>
                  </w:trPr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Arial" w:hAnsi="Arial" w:cs="Arial" w:hint="eastAsia"/>
                          <w:color w:val="000000"/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250" w:type="dxa"/>
                      <w:vMerge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rFonts w:ascii="黑体" w:eastAsia="黑体"/>
                          <w:szCs w:val="21"/>
                        </w:rPr>
                      </w:pPr>
                    </w:p>
                  </w:tc>
                </w:tr>
                <w:tr>
                  <w:tblPrEx>
                    <w:tblW w:w="0" w:type="dxa"/>
                    <w:tblInd w:w="0" w:type="dxa"/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trHeight w:val="2472"/>
                  </w:trPr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spacing w:line="280" w:lineRule="exact"/>
                        <w:jc w:val="right"/>
                        <w:rPr>
                          <w:sz w:val="15"/>
                          <w:szCs w:val="15"/>
                        </w:rPr>
                      </w:pP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[ 0 ]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[ 1 ]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[ 2 ]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[ 3 ]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 xml:space="preserve">[ 4 </w:t>
                      </w: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[ 5 ]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[ 6 ]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[ 7 ]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[ 8 ]</w:t>
                      </w:r>
                    </w:p>
                    <w:p w:rsidR="002D726C">
                      <w:pPr>
                        <w:spacing w:line="280" w:lineRule="exact"/>
                        <w:jc w:val="righ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[ 9 ]</w:t>
                      </w:r>
                    </w:p>
                  </w:tc>
                  <w:tc>
                    <w:tcPr>
                      <w:tcW w:w="51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[ 0 ]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[ 1 ]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[ 2 ]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[ 3 ]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[ 4 ]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[ 5 ]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[ 6 ]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[ 7 ]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[ 8 ]</w:t>
                      </w:r>
                    </w:p>
                    <w:p w:rsidR="002D726C">
                      <w:pPr>
                        <w:spacing w:line="280" w:lineRule="exact"/>
                        <w:jc w:val="left"/>
                        <w:rPr>
                          <w:color w:val="FFFFFF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5"/>
                          <w:szCs w:val="15"/>
                        </w:rPr>
                        <w:t>[ 9 ]</w:t>
                      </w:r>
                    </w:p>
                  </w:tc>
                  <w:tc>
                    <w:tcPr>
                      <w:tcW w:w="250" w:type="dxa"/>
                      <w:vMerge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rFonts w:ascii="黑体" w:eastAsia="黑体"/>
                          <w:szCs w:val="21"/>
                        </w:rPr>
                      </w:pPr>
                    </w:p>
                  </w:tc>
                </w:tr>
                <w:tr>
                  <w:tblPrEx>
                    <w:tblW w:w="0" w:type="dxa"/>
                    <w:tblInd w:w="0" w:type="dxa"/>
                    <w:tblLayout w:type="fixed"/>
                    <w:tblCellMar>
                      <w:top w:w="113" w:type="dxa"/>
                      <w:left w:w="113" w:type="dxa"/>
                      <w:bottom w:w="113" w:type="dxa"/>
                      <w:right w:w="113" w:type="dxa"/>
                    </w:tblCellMar>
                    <w:tblLook w:val="0000"/>
                  </w:tblPrEx>
                  <w:trPr>
                    <w:cantSplit/>
                    <w:trHeight w:val="5670"/>
                  </w:trPr>
                  <w:tc>
                    <w:tcPr>
                      <w:tcW w:w="1557" w:type="dxa"/>
                      <w:gridSpan w:val="3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bottom"/>
                    </w:tcPr>
                    <w:p w:rsidR="002D726C">
                      <w:pPr>
                        <w:ind w:left="113" w:right="593"/>
                        <w:jc w:val="left"/>
                        <w:rPr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学校：</w:t>
                      </w:r>
                      <w:r>
                        <w:rPr>
                          <w:szCs w:val="21"/>
                          <w:u w:val="single"/>
                        </w:rPr>
                        <w:t xml:space="preserve">                                          </w:t>
                      </w:r>
                    </w:p>
                    <w:p w:rsidR="002D726C">
                      <w:pPr>
                        <w:ind w:left="113" w:right="593"/>
                        <w:jc w:val="left"/>
                        <w:rPr>
                          <w:szCs w:val="21"/>
                          <w:u w:val="single"/>
                        </w:rPr>
                      </w:pPr>
                    </w:p>
                    <w:p w:rsidR="002D726C">
                      <w:pPr>
                        <w:ind w:left="113" w:right="593"/>
                        <w:jc w:val="left"/>
                        <w:rPr>
                          <w:b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年级：</w:t>
                      </w:r>
                      <w:r>
                        <w:rPr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zCs w:val="21"/>
                        </w:rPr>
                        <w:t>班级：</w:t>
                      </w:r>
                      <w:r>
                        <w:rPr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zCs w:val="21"/>
                        </w:rPr>
                        <w:t>姓名：</w:t>
                      </w:r>
                      <w:r>
                        <w:rPr>
                          <w:szCs w:val="21"/>
                          <w:u w:val="single"/>
                        </w:rPr>
                        <w:t xml:space="preserve">            </w:t>
                      </w:r>
                    </w:p>
                  </w:tc>
                  <w:tc>
                    <w:tcPr>
                      <w:tcW w:w="250" w:type="dxa"/>
                      <w:vMerge/>
                      <w:tcBorders>
                        <w:top w:val="nil"/>
                        <w:left w:val="nil"/>
                        <w:bottom w:val="nil"/>
                        <w:right w:val="dashed" w:sz="4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b/>
                          <w:sz w:val="13"/>
                          <w:szCs w:val="13"/>
                        </w:rPr>
                      </w:pPr>
                    </w:p>
                  </w:tc>
                  <w:tc>
                    <w:tcPr>
                      <w:tcW w:w="404" w:type="dxa"/>
                      <w:vMerge/>
                      <w:tcBorders>
                        <w:top w:val="nil"/>
                        <w:left w:val="dashed" w:sz="4" w:space="0" w:color="auto"/>
                        <w:bottom w:val="nil"/>
                        <w:right w:val="single" w:sz="8" w:space="0" w:color="auto"/>
                      </w:tcBorders>
                      <w:vAlign w:val="center"/>
                    </w:tcPr>
                    <w:p w:rsidR="002D726C">
                      <w:pPr>
                        <w:widowControl/>
                        <w:jc w:val="left"/>
                        <w:rPr>
                          <w:rFonts w:ascii="黑体" w:eastAsia="黑体"/>
                          <w:szCs w:val="21"/>
                        </w:rPr>
                      </w:pPr>
                    </w:p>
                  </w:tc>
                </w:tr>
              </w:tbl>
              <w:p w:rsidR="002D726C">
                <w:pPr>
                  <w:jc w:val="center"/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1" type="#_x0000_t75" alt="学科网 zxxk.com" style="width:0.75pt;height:0.75pt;margin-top:8.45pt;margin-left:351pt;position:absolute;z-index:25166950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3C58"/>
    <w:multiLevelType w:val="multilevel"/>
    <w:tmpl w:val="18EF3C58"/>
    <w:lvl w:ilvl="0">
      <w:start w:val="1"/>
      <w:numFmt w:val="decimal"/>
      <w:lvlText w:val="%1．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8D6D90"/>
    <w:multiLevelType w:val="multilevel"/>
    <w:tmpl w:val="3A8D6D90"/>
    <w:lvl w:ilvl="0">
      <w:start w:val="1"/>
      <w:numFmt w:val="decimal"/>
      <w:lvlText w:val="%1"/>
      <w:lvlJc w:val="left"/>
      <w:pPr>
        <w:ind w:left="840" w:hanging="840"/>
      </w:pPr>
      <w:rPr>
        <w:rFonts w:ascii="Arial" w:eastAsia="宋体" w:hAnsi="Arial" w:cs="Arial" w:hint="eastAsia"/>
        <w:b w:val="0"/>
        <w:sz w:val="20"/>
        <w:szCs w:val="20"/>
      </w:rPr>
    </w:lvl>
    <w:lvl w:ilvl="1">
      <w:start w:val="1"/>
      <w:numFmt w:val="decimalEnclosedCircle"/>
      <w:lvlText w:val="%2"/>
      <w:lvlJc w:val="left"/>
      <w:pPr>
        <w:tabs>
          <w:tab w:val="num" w:pos="2551"/>
        </w:tabs>
        <w:ind w:left="2551" w:hanging="180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1" w:hanging="420"/>
      </w:pPr>
    </w:lvl>
    <w:lvl w:ilvl="3">
      <w:start w:val="1"/>
      <w:numFmt w:val="decimal"/>
      <w:lvlText w:val="%4."/>
      <w:lvlJc w:val="left"/>
      <w:pPr>
        <w:ind w:left="2011" w:hanging="420"/>
      </w:pPr>
    </w:lvl>
    <w:lvl w:ilvl="4">
      <w:start w:val="1"/>
      <w:numFmt w:val="lowerLetter"/>
      <w:lvlText w:val="%5)"/>
      <w:lvlJc w:val="left"/>
      <w:pPr>
        <w:ind w:left="2431" w:hanging="420"/>
      </w:pPr>
    </w:lvl>
    <w:lvl w:ilvl="5">
      <w:start w:val="1"/>
      <w:numFmt w:val="lowerRoman"/>
      <w:lvlText w:val="%6."/>
      <w:lvlJc w:val="right"/>
      <w:pPr>
        <w:ind w:left="2851" w:hanging="420"/>
      </w:pPr>
    </w:lvl>
    <w:lvl w:ilvl="6">
      <w:start w:val="1"/>
      <w:numFmt w:val="decimal"/>
      <w:lvlText w:val="%7."/>
      <w:lvlJc w:val="left"/>
      <w:pPr>
        <w:ind w:left="3271" w:hanging="420"/>
      </w:pPr>
    </w:lvl>
    <w:lvl w:ilvl="7">
      <w:start w:val="1"/>
      <w:numFmt w:val="lowerLetter"/>
      <w:lvlText w:val="%8)"/>
      <w:lvlJc w:val="left"/>
      <w:pPr>
        <w:ind w:left="3691" w:hanging="420"/>
      </w:pPr>
    </w:lvl>
    <w:lvl w:ilvl="8">
      <w:start w:val="1"/>
      <w:numFmt w:val="lowerRoman"/>
      <w:lvlText w:val="%9."/>
      <w:lvlJc w:val="right"/>
      <w:pPr>
        <w:ind w:left="4111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attachedTemplate r:id="rId1"/>
  <w:doNotTrackMoves/>
  <w:documentProtection w:edit="forms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EA4"/>
    <w:rsid w:val="00052433"/>
    <w:rsid w:val="00057334"/>
    <w:rsid w:val="00064795"/>
    <w:rsid w:val="00071287"/>
    <w:rsid w:val="000C2813"/>
    <w:rsid w:val="0010349B"/>
    <w:rsid w:val="001510E9"/>
    <w:rsid w:val="0016234E"/>
    <w:rsid w:val="001744C5"/>
    <w:rsid w:val="001849C5"/>
    <w:rsid w:val="00185DCD"/>
    <w:rsid w:val="001A36B0"/>
    <w:rsid w:val="001B3508"/>
    <w:rsid w:val="001C465D"/>
    <w:rsid w:val="001D02F1"/>
    <w:rsid w:val="001F042D"/>
    <w:rsid w:val="001F13F7"/>
    <w:rsid w:val="001F3FDF"/>
    <w:rsid w:val="0020524C"/>
    <w:rsid w:val="00213A6B"/>
    <w:rsid w:val="00262228"/>
    <w:rsid w:val="002652A8"/>
    <w:rsid w:val="002724C3"/>
    <w:rsid w:val="00273E74"/>
    <w:rsid w:val="002742C5"/>
    <w:rsid w:val="00274DC7"/>
    <w:rsid w:val="00275BB0"/>
    <w:rsid w:val="002B2AF9"/>
    <w:rsid w:val="002B74F8"/>
    <w:rsid w:val="002C5AA2"/>
    <w:rsid w:val="002C7A88"/>
    <w:rsid w:val="002D721E"/>
    <w:rsid w:val="002D726C"/>
    <w:rsid w:val="002D7D2F"/>
    <w:rsid w:val="002E6CD9"/>
    <w:rsid w:val="002F4231"/>
    <w:rsid w:val="00304FE6"/>
    <w:rsid w:val="00305F1E"/>
    <w:rsid w:val="00310D51"/>
    <w:rsid w:val="00325AA3"/>
    <w:rsid w:val="003359A5"/>
    <w:rsid w:val="00364105"/>
    <w:rsid w:val="0037532A"/>
    <w:rsid w:val="0039057D"/>
    <w:rsid w:val="00391ADD"/>
    <w:rsid w:val="003B1619"/>
    <w:rsid w:val="003D18DF"/>
    <w:rsid w:val="003E49B8"/>
    <w:rsid w:val="00400E54"/>
    <w:rsid w:val="004151FC"/>
    <w:rsid w:val="00450BFE"/>
    <w:rsid w:val="004562A4"/>
    <w:rsid w:val="00457491"/>
    <w:rsid w:val="00464E9F"/>
    <w:rsid w:val="00471416"/>
    <w:rsid w:val="0049619A"/>
    <w:rsid w:val="004A618A"/>
    <w:rsid w:val="004A7EFB"/>
    <w:rsid w:val="004C05FF"/>
    <w:rsid w:val="004D2B34"/>
    <w:rsid w:val="004E5E37"/>
    <w:rsid w:val="004F0F4D"/>
    <w:rsid w:val="00513E27"/>
    <w:rsid w:val="00515644"/>
    <w:rsid w:val="0052200D"/>
    <w:rsid w:val="00526E83"/>
    <w:rsid w:val="00545FD1"/>
    <w:rsid w:val="0055458D"/>
    <w:rsid w:val="005641AC"/>
    <w:rsid w:val="0057340D"/>
    <w:rsid w:val="005777DB"/>
    <w:rsid w:val="00580125"/>
    <w:rsid w:val="00580670"/>
    <w:rsid w:val="005906C4"/>
    <w:rsid w:val="0059143A"/>
    <w:rsid w:val="005916FF"/>
    <w:rsid w:val="00592AEC"/>
    <w:rsid w:val="005A7B89"/>
    <w:rsid w:val="005B1696"/>
    <w:rsid w:val="005C12D3"/>
    <w:rsid w:val="005C7B96"/>
    <w:rsid w:val="005E7D84"/>
    <w:rsid w:val="005F4AF8"/>
    <w:rsid w:val="005F68F6"/>
    <w:rsid w:val="006066FE"/>
    <w:rsid w:val="00621DEA"/>
    <w:rsid w:val="006220F5"/>
    <w:rsid w:val="006415EB"/>
    <w:rsid w:val="00644F26"/>
    <w:rsid w:val="00691C28"/>
    <w:rsid w:val="006931D4"/>
    <w:rsid w:val="006C4D86"/>
    <w:rsid w:val="006D0EA4"/>
    <w:rsid w:val="006D10CF"/>
    <w:rsid w:val="006D1198"/>
    <w:rsid w:val="006F26C0"/>
    <w:rsid w:val="00705E95"/>
    <w:rsid w:val="00722B83"/>
    <w:rsid w:val="0073738A"/>
    <w:rsid w:val="00737FDE"/>
    <w:rsid w:val="00746E3F"/>
    <w:rsid w:val="00747638"/>
    <w:rsid w:val="00747A86"/>
    <w:rsid w:val="00765F3C"/>
    <w:rsid w:val="0078372E"/>
    <w:rsid w:val="0078494A"/>
    <w:rsid w:val="00790000"/>
    <w:rsid w:val="007C1888"/>
    <w:rsid w:val="007C5147"/>
    <w:rsid w:val="007C6607"/>
    <w:rsid w:val="007D426B"/>
    <w:rsid w:val="007D6237"/>
    <w:rsid w:val="007E5D4B"/>
    <w:rsid w:val="007F229B"/>
    <w:rsid w:val="007F7E0C"/>
    <w:rsid w:val="00804761"/>
    <w:rsid w:val="00805186"/>
    <w:rsid w:val="00810D33"/>
    <w:rsid w:val="00823E79"/>
    <w:rsid w:val="00824E63"/>
    <w:rsid w:val="00827B27"/>
    <w:rsid w:val="0084619C"/>
    <w:rsid w:val="00866D2F"/>
    <w:rsid w:val="00882E31"/>
    <w:rsid w:val="008923A3"/>
    <w:rsid w:val="008A06A4"/>
    <w:rsid w:val="008B421B"/>
    <w:rsid w:val="008B5618"/>
    <w:rsid w:val="008C78E0"/>
    <w:rsid w:val="008D7EF4"/>
    <w:rsid w:val="00905F3E"/>
    <w:rsid w:val="00913986"/>
    <w:rsid w:val="00934199"/>
    <w:rsid w:val="00937449"/>
    <w:rsid w:val="009376F1"/>
    <w:rsid w:val="00937A83"/>
    <w:rsid w:val="00942BCF"/>
    <w:rsid w:val="00952357"/>
    <w:rsid w:val="00954676"/>
    <w:rsid w:val="009633B9"/>
    <w:rsid w:val="00963C0C"/>
    <w:rsid w:val="00972033"/>
    <w:rsid w:val="0098577D"/>
    <w:rsid w:val="00990FB1"/>
    <w:rsid w:val="00997097"/>
    <w:rsid w:val="009A206D"/>
    <w:rsid w:val="009C756A"/>
    <w:rsid w:val="009D34A6"/>
    <w:rsid w:val="00A00679"/>
    <w:rsid w:val="00A06269"/>
    <w:rsid w:val="00A14DFD"/>
    <w:rsid w:val="00A17130"/>
    <w:rsid w:val="00A33637"/>
    <w:rsid w:val="00A3451C"/>
    <w:rsid w:val="00A43ADF"/>
    <w:rsid w:val="00A4453D"/>
    <w:rsid w:val="00A60D26"/>
    <w:rsid w:val="00AB09F3"/>
    <w:rsid w:val="00AB674E"/>
    <w:rsid w:val="00AC0D2A"/>
    <w:rsid w:val="00AC2C9C"/>
    <w:rsid w:val="00AC4FAC"/>
    <w:rsid w:val="00AC59CC"/>
    <w:rsid w:val="00AD4BD5"/>
    <w:rsid w:val="00AE3155"/>
    <w:rsid w:val="00AE353B"/>
    <w:rsid w:val="00AF7E9A"/>
    <w:rsid w:val="00B04663"/>
    <w:rsid w:val="00B06AA0"/>
    <w:rsid w:val="00B2121B"/>
    <w:rsid w:val="00B21A09"/>
    <w:rsid w:val="00B223AE"/>
    <w:rsid w:val="00B25791"/>
    <w:rsid w:val="00B332E9"/>
    <w:rsid w:val="00B41B19"/>
    <w:rsid w:val="00B42E8C"/>
    <w:rsid w:val="00B4486E"/>
    <w:rsid w:val="00B47075"/>
    <w:rsid w:val="00B7575C"/>
    <w:rsid w:val="00BA1547"/>
    <w:rsid w:val="00BC0894"/>
    <w:rsid w:val="00BC7191"/>
    <w:rsid w:val="00BD2721"/>
    <w:rsid w:val="00BD5195"/>
    <w:rsid w:val="00BE12D9"/>
    <w:rsid w:val="00BE5882"/>
    <w:rsid w:val="00BE7241"/>
    <w:rsid w:val="00BF348F"/>
    <w:rsid w:val="00C02FC6"/>
    <w:rsid w:val="00C03D03"/>
    <w:rsid w:val="00C04FF5"/>
    <w:rsid w:val="00C1690A"/>
    <w:rsid w:val="00C27C1F"/>
    <w:rsid w:val="00C3470A"/>
    <w:rsid w:val="00C361B2"/>
    <w:rsid w:val="00C5081C"/>
    <w:rsid w:val="00C80FAA"/>
    <w:rsid w:val="00C8152A"/>
    <w:rsid w:val="00C90021"/>
    <w:rsid w:val="00C922BF"/>
    <w:rsid w:val="00C9306B"/>
    <w:rsid w:val="00C97643"/>
    <w:rsid w:val="00CA1779"/>
    <w:rsid w:val="00CA4E39"/>
    <w:rsid w:val="00CB04BD"/>
    <w:rsid w:val="00CD049D"/>
    <w:rsid w:val="00CE0ABC"/>
    <w:rsid w:val="00CE2981"/>
    <w:rsid w:val="00CF2B0E"/>
    <w:rsid w:val="00D000F4"/>
    <w:rsid w:val="00D03780"/>
    <w:rsid w:val="00D07322"/>
    <w:rsid w:val="00D1204E"/>
    <w:rsid w:val="00D15C31"/>
    <w:rsid w:val="00D20EE5"/>
    <w:rsid w:val="00D23502"/>
    <w:rsid w:val="00D32350"/>
    <w:rsid w:val="00D44EA5"/>
    <w:rsid w:val="00D65F04"/>
    <w:rsid w:val="00D835F4"/>
    <w:rsid w:val="00D84632"/>
    <w:rsid w:val="00D93C89"/>
    <w:rsid w:val="00DA4F93"/>
    <w:rsid w:val="00DB614D"/>
    <w:rsid w:val="00DD6597"/>
    <w:rsid w:val="00DE1AF9"/>
    <w:rsid w:val="00DE4F74"/>
    <w:rsid w:val="00DE74D3"/>
    <w:rsid w:val="00DF677E"/>
    <w:rsid w:val="00E04404"/>
    <w:rsid w:val="00E3120D"/>
    <w:rsid w:val="00E51560"/>
    <w:rsid w:val="00E75A90"/>
    <w:rsid w:val="00E8740E"/>
    <w:rsid w:val="00E93CD4"/>
    <w:rsid w:val="00E960A4"/>
    <w:rsid w:val="00EA1916"/>
    <w:rsid w:val="00EA4347"/>
    <w:rsid w:val="00EC3CE8"/>
    <w:rsid w:val="00EC40BA"/>
    <w:rsid w:val="00EC6805"/>
    <w:rsid w:val="00F13C9A"/>
    <w:rsid w:val="00F14EEC"/>
    <w:rsid w:val="00F54E70"/>
    <w:rsid w:val="00F6117B"/>
    <w:rsid w:val="00F65F90"/>
    <w:rsid w:val="00F66B3A"/>
    <w:rsid w:val="00F80091"/>
    <w:rsid w:val="00F8428F"/>
    <w:rsid w:val="00F860B0"/>
    <w:rsid w:val="00F95C34"/>
    <w:rsid w:val="00FA394B"/>
    <w:rsid w:val="00FB5E2B"/>
    <w:rsid w:val="00FC1B1D"/>
    <w:rsid w:val="00FC5BC1"/>
    <w:rsid w:val="00FD09B8"/>
    <w:rsid w:val="00FD730B"/>
    <w:rsid w:val="00FE74AB"/>
    <w:rsid w:val="08D4562C"/>
    <w:rsid w:val="21554A5F"/>
    <w:rsid w:val="245E67DE"/>
    <w:rsid w:val="334229EB"/>
    <w:rsid w:val="758D0E1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/>
    <w:lsdException w:name="Normal Table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1">
    <w:name w:val="纯文本 Char1"/>
    <w:aliases w:val="标题1 Char1,纯文本 Char Char Char1"/>
    <w:semiHidden/>
    <w:rPr>
      <w:rFonts w:ascii="宋体" w:hAnsi="Courier New" w:cs="Courier New"/>
      <w:kern w:val="2"/>
      <w:sz w:val="21"/>
      <w:szCs w:val="21"/>
    </w:rPr>
  </w:style>
  <w:style w:type="character" w:customStyle="1" w:styleId="a">
    <w:name w:val="纯文本 字符"/>
    <w:link w:val="PlainText"/>
    <w:locked/>
    <w:rPr>
      <w:rFonts w:ascii="宋体" w:eastAsia="宋体" w:hAnsi="Courier New" w:cs="Courier New" w:hint="eastAsia"/>
      <w:kern w:val="2"/>
      <w:sz w:val="21"/>
      <w:szCs w:val="21"/>
    </w:rPr>
  </w:style>
  <w:style w:type="character" w:customStyle="1" w:styleId="a0">
    <w:name w:val="引用 字符"/>
    <w:link w:val="Quote"/>
    <w:uiPriority w:val="29"/>
    <w:locked/>
    <w:rPr>
      <w:i/>
      <w:iCs/>
      <w:color w:val="000000"/>
      <w:kern w:val="2"/>
      <w:sz w:val="21"/>
      <w:szCs w:val="22"/>
    </w:rPr>
  </w:style>
  <w:style w:type="character" w:customStyle="1" w:styleId="a1">
    <w:name w:val="页脚 字符"/>
    <w:link w:val="Footer"/>
    <w:uiPriority w:val="99"/>
    <w:locked/>
    <w:rPr>
      <w:sz w:val="18"/>
      <w:szCs w:val="18"/>
    </w:rPr>
  </w:style>
  <w:style w:type="character" w:customStyle="1" w:styleId="putong-wenbeng-bigstyle1">
    <w:name w:val="putong-wenbeng-big style1"/>
    <w:basedOn w:val="DefaultParagraphFont"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PageNumber">
    <w:name w:val="page number"/>
    <w:uiPriority w:val="99"/>
    <w:unhideWhenUsed/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character" w:customStyle="1" w:styleId="a2">
    <w:name w:val="批注框文本 字符"/>
    <w:link w:val="BalloonText"/>
    <w:uiPriority w:val="99"/>
    <w:semiHidden/>
    <w:locked/>
    <w:rPr>
      <w:kern w:val="2"/>
      <w:sz w:val="18"/>
      <w:szCs w:val="18"/>
    </w:rPr>
  </w:style>
  <w:style w:type="character" w:customStyle="1" w:styleId="a3">
    <w:name w:val="页眉 字符"/>
    <w:link w:val="Header"/>
    <w:uiPriority w:val="99"/>
    <w:locked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detailtitle">
    <w:name w:val="detail_title"/>
    <w:basedOn w:val="Normal"/>
    <w:pPr>
      <w:widowControl/>
      <w:spacing w:after="90"/>
      <w:jc w:val="left"/>
    </w:pPr>
    <w:rPr>
      <w:rFonts w:ascii="宋体" w:hAnsi="宋体" w:cs="宋体"/>
      <w:b/>
      <w:bCs/>
      <w:kern w:val="0"/>
      <w:szCs w:val="21"/>
    </w:rPr>
  </w:style>
  <w:style w:type="paragraph" w:styleId="Header">
    <w:name w:val="header"/>
    <w:basedOn w:val="Normal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BalloonText">
    <w:name w:val="Balloon Text"/>
    <w:basedOn w:val="Normal"/>
    <w:link w:val="a2"/>
    <w:uiPriority w:val="99"/>
    <w:unhideWhenUsed/>
    <w:rPr>
      <w:sz w:val="18"/>
      <w:szCs w:val="18"/>
    </w:rPr>
  </w:style>
  <w:style w:type="paragraph" w:styleId="Quote">
    <w:name w:val="Quote"/>
    <w:basedOn w:val="Normal"/>
    <w:next w:val="Normal"/>
    <w:link w:val="a0"/>
    <w:uiPriority w:val="29"/>
    <w:qFormat/>
    <w:rPr>
      <w:i/>
      <w:iCs/>
      <w:color w:val="000000"/>
    </w:rPr>
  </w:style>
  <w:style w:type="paragraph" w:styleId="PlainText">
    <w:name w:val="Plain Text"/>
    <w:basedOn w:val="Normal"/>
    <w:link w:val="a"/>
    <w:unhideWhenUsed/>
    <w:rPr>
      <w:rFonts w:ascii="宋体" w:hAnsi="Courier New" w:hint="eastAsia"/>
      <w:szCs w:val="21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image" Target="media/image9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oleObject" Target="embeddings/oleObject1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www.do-mega.com" TargetMode="External" /><Relationship Id="rId2" Type="http://schemas.openxmlformats.org/officeDocument/2006/relationships/image" Target="media/image8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do-mega.com" TargetMode="External" /><Relationship Id="rId2" Type="http://schemas.openxmlformats.org/officeDocument/2006/relationships/image" Target="media/image8.png" /><Relationship Id="rId3" Type="http://schemas.openxmlformats.org/officeDocument/2006/relationships/image" Target="media/image7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emf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46EDFD-63A9-44AC-BA85-E55EC46E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Company>微软中国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xb21cn</cp:lastModifiedBy>
  <cp:revision>4</cp:revision>
  <cp:lastPrinted>2023-05-30T07:43:00Z</cp:lastPrinted>
  <dcterms:created xsi:type="dcterms:W3CDTF">2023-05-30T07:43:00Z</dcterms:created>
  <dcterms:modified xsi:type="dcterms:W3CDTF">2023-05-30T07:43:00Z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