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9E67AC" w:rsidRPr="009E67AC" w:rsidP="009E67AC">
      <w:pPr>
        <w:jc w:val="center"/>
        <w:rPr>
          <w:rFonts w:ascii="华文中宋" w:eastAsia="华文中宋" w:hAnsi="华文中宋" w:hint="eastAsia"/>
          <w:b/>
          <w:bCs/>
          <w:spacing w:val="-10"/>
          <w:sz w:val="24"/>
        </w:rPr>
      </w:pPr>
      <w:r w:rsidR="000D1AE3">
        <w:rPr>
          <w:rFonts w:ascii="黑体" w:eastAsia="黑体" w:hAnsi="黑体" w:cs="黑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11963400</wp:posOffset>
            </wp:positionV>
            <wp:extent cx="342900" cy="279400"/>
            <wp:wrapNone/>
            <wp:docPr id="10007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8799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width:68.25pt;height:714.2pt;margin-top:16.85pt;margin-left:-30.4pt;position:absolute;rotation:180;z-index:251689984" filled="f" stroked="f">
            <o:lock v:ext="edit" aspectratio="f"/>
            <v:textbox style="layout-flow:vertical;mso-layout-flow-alt:bottom-to-top">
              <w:txbxContent>
                <w:p w:rsidR="002C68D3" w:rsidRPr="00706CFF" w:rsidP="00706CFF">
                  <w:pPr>
                    <w:spacing w:line="500" w:lineRule="exact"/>
                    <w:ind w:firstLine="1155" w:firstLineChars="550"/>
                    <w:rPr>
                      <w:rFonts w:hint="eastAsia"/>
                      <w:szCs w:val="21"/>
                      <w:u w:val="single"/>
                    </w:rPr>
                  </w:pPr>
                  <w:r w:rsidRPr="00706CFF">
                    <w:rPr>
                      <w:rFonts w:hint="eastAsia"/>
                      <w:szCs w:val="21"/>
                    </w:rPr>
                    <w:t>学校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</w:t>
                  </w:r>
                  <w:r w:rsidRPr="00706CFF">
                    <w:rPr>
                      <w:rFonts w:hint="eastAsia"/>
                      <w:szCs w:val="21"/>
                    </w:rPr>
                    <w:t>班级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</w:t>
                  </w:r>
                  <w:r w:rsidRPr="00706CFF">
                    <w:rPr>
                      <w:rFonts w:hint="eastAsia"/>
                      <w:szCs w:val="21"/>
                    </w:rPr>
                    <w:t>姓名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</w:t>
                  </w:r>
                  <w:r w:rsidRPr="00706CFF">
                    <w:rPr>
                      <w:rFonts w:hint="eastAsia"/>
                      <w:szCs w:val="21"/>
                    </w:rPr>
                    <w:t>考号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 xml:space="preserve">                 </w:t>
                  </w:r>
                </w:p>
                <w:p w:rsidR="002C68D3" w:rsidRPr="00706CFF">
                  <w:pPr>
                    <w:spacing w:line="500" w:lineRule="exact"/>
                    <w:rPr>
                      <w:rFonts w:hint="eastAsia"/>
                      <w:szCs w:val="21"/>
                      <w:u w:val="single"/>
                    </w:rPr>
                  </w:pP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密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…………………………………………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封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……………………………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线</w:t>
                  </w:r>
                  <w:r w:rsidRPr="00706CFF">
                    <w:rPr>
                      <w:rFonts w:hint="eastAsia"/>
                      <w:szCs w:val="21"/>
                      <w:u w:val="single"/>
                    </w:rPr>
                    <w:t>………………………………</w:t>
                  </w:r>
                </w:p>
              </w:txbxContent>
            </v:textbox>
          </v:shape>
        </w:pict>
      </w:r>
      <w:r>
        <w:pict>
          <v:shape id="文本框 10" o:spid="_x0000_s1027" type="#_x0000_t202" style="width:13.3pt;height:15.05pt;margin-top:-11.45pt;margin-left:-2.2pt;position:absolute;z-index:251687936" filled="t" fillcolor="black" stroked="t">
            <o:lock v:ext="edit" aspectratio="f"/>
            <v:textbox>
              <w:txbxContent>
                <w:p w:rsidR="002C68D3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</w:txbxContent>
            </v:textbox>
          </v:shape>
        </w:pict>
      </w:r>
      <w:r w:rsidR="000D1AE3">
        <w:rPr>
          <w:rFonts w:ascii="黑体" w:eastAsia="黑体" w:hAnsi="黑体" w:cs="黑体" w:hint="eastAsia"/>
          <w:b/>
          <w:sz w:val="32"/>
          <w:szCs w:val="32"/>
        </w:rPr>
        <w:t xml:space="preserve">  </w:t>
      </w:r>
      <w:r w:rsidRPr="009E67AC" w:rsidR="009E67AC">
        <w:rPr>
          <w:rFonts w:ascii="华文中宋" w:eastAsia="华文中宋" w:hAnsi="华文中宋" w:hint="eastAsia"/>
          <w:b/>
          <w:bCs/>
          <w:spacing w:val="-10"/>
          <w:sz w:val="24"/>
        </w:rPr>
        <w:t>隆昌市知行中学202</w:t>
      </w:r>
      <w:r w:rsidR="00706795">
        <w:rPr>
          <w:rFonts w:ascii="华文中宋" w:eastAsia="华文中宋" w:hAnsi="华文中宋" w:hint="eastAsia"/>
          <w:b/>
          <w:bCs/>
          <w:spacing w:val="-10"/>
          <w:sz w:val="24"/>
        </w:rPr>
        <w:t>2</w:t>
      </w:r>
      <w:r w:rsidRPr="009E67AC" w:rsidR="009E67AC">
        <w:rPr>
          <w:rFonts w:ascii="华文中宋" w:eastAsia="华文中宋" w:hAnsi="华文中宋" w:hint="eastAsia"/>
          <w:b/>
          <w:bCs/>
          <w:spacing w:val="-10"/>
          <w:sz w:val="24"/>
        </w:rPr>
        <w:t>—</w:t>
      </w:r>
      <w:r w:rsidRPr="009E67AC" w:rsidR="009E67AC">
        <w:rPr>
          <w:rFonts w:ascii="华文中宋" w:eastAsia="华文中宋" w:hAnsi="华文中宋" w:hint="eastAsia"/>
          <w:b/>
          <w:bCs/>
          <w:spacing w:val="-10"/>
          <w:sz w:val="24"/>
        </w:rPr>
        <w:t>202</w:t>
      </w:r>
      <w:r w:rsidR="00706795">
        <w:rPr>
          <w:rFonts w:ascii="华文中宋" w:eastAsia="华文中宋" w:hAnsi="华文中宋" w:hint="eastAsia"/>
          <w:b/>
          <w:bCs/>
          <w:spacing w:val="-10"/>
          <w:sz w:val="24"/>
        </w:rPr>
        <w:t>3</w:t>
      </w:r>
      <w:r w:rsidRPr="009E67AC" w:rsidR="009E67AC">
        <w:rPr>
          <w:rFonts w:ascii="华文中宋" w:eastAsia="华文中宋" w:hAnsi="华文中宋" w:hint="eastAsia"/>
          <w:b/>
          <w:bCs/>
          <w:spacing w:val="-10"/>
          <w:sz w:val="24"/>
        </w:rPr>
        <w:t>学年度第二学期初中</w:t>
      </w:r>
      <w:r w:rsidR="000B6E05">
        <w:rPr>
          <w:rFonts w:ascii="华文中宋" w:eastAsia="华文中宋" w:hAnsi="华文中宋" w:hint="eastAsia"/>
          <w:b/>
          <w:bCs/>
          <w:spacing w:val="-10"/>
          <w:sz w:val="24"/>
        </w:rPr>
        <w:t>七</w:t>
      </w:r>
      <w:r w:rsidRPr="009E67AC" w:rsidR="009E67AC">
        <w:rPr>
          <w:rFonts w:ascii="华文中宋" w:eastAsia="华文中宋" w:hAnsi="华文中宋" w:hint="eastAsia"/>
          <w:b/>
          <w:bCs/>
          <w:spacing w:val="-10"/>
          <w:sz w:val="24"/>
        </w:rPr>
        <w:t>年级第</w:t>
      </w:r>
      <w:r w:rsidR="00683BA9">
        <w:rPr>
          <w:rFonts w:ascii="华文中宋" w:eastAsia="华文中宋" w:hAnsi="华文中宋" w:hint="eastAsia"/>
          <w:b/>
          <w:bCs/>
          <w:spacing w:val="-10"/>
          <w:sz w:val="24"/>
        </w:rPr>
        <w:t>二</w:t>
      </w:r>
      <w:r w:rsidRPr="009E67AC" w:rsidR="009E67AC">
        <w:rPr>
          <w:rFonts w:ascii="华文中宋" w:eastAsia="华文中宋" w:hAnsi="华文中宋" w:hint="eastAsia"/>
          <w:b/>
          <w:bCs/>
          <w:spacing w:val="-10"/>
          <w:sz w:val="24"/>
        </w:rPr>
        <w:t>次月考</w:t>
      </w:r>
    </w:p>
    <w:p w:rsidR="000D1AE3" w:rsidRPr="009E67AC" w:rsidP="009E67AC">
      <w:pPr>
        <w:pStyle w:val="2"/>
        <w:spacing w:line="500" w:lineRule="exact"/>
        <w:ind w:left="538" w:hanging="538" w:hangingChars="224"/>
        <w:jc w:val="center"/>
        <w:rPr>
          <w:rFonts w:ascii="华文中宋" w:eastAsia="华文中宋" w:hAnsi="华文中宋"/>
          <w:b/>
          <w:sz w:val="32"/>
          <w:szCs w:val="32"/>
        </w:rPr>
      </w:pPr>
      <w:r w:rsidRPr="009E67AC">
        <w:rPr>
          <w:rFonts w:ascii="华文中宋" w:eastAsia="华文中宋" w:hAnsi="华文中宋"/>
          <w:b/>
          <w:sz w:val="24"/>
        </w:rPr>
        <w:t xml:space="preserve"> </w:t>
      </w:r>
      <w:r w:rsidRPr="009E67AC">
        <w:rPr>
          <w:rFonts w:ascii="华文中宋" w:eastAsia="华文中宋" w:hAnsi="华文中宋"/>
          <w:b/>
          <w:sz w:val="32"/>
          <w:szCs w:val="32"/>
        </w:rPr>
        <w:t>数学 答题卡</w:t>
      </w:r>
    </w:p>
    <w:p w:rsidR="000D1AE3" w:rsidRPr="009E67AC">
      <w:pPr>
        <w:pStyle w:val="2"/>
        <w:spacing w:line="360" w:lineRule="auto"/>
        <w:ind w:firstLine="0" w:firstLineChars="0"/>
        <w:rPr>
          <w:rFonts w:hint="eastAsia"/>
          <w:sz w:val="24"/>
        </w:rPr>
      </w:pPr>
      <w:r>
        <w:rPr>
          <w:sz w:val="24"/>
        </w:rPr>
        <w:pict>
          <v:rect id="矩形 8" o:spid="_x0000_s1028" style="width:79.6pt;height:79.35pt;margin-top:11.5pt;margin-left:39.9pt;position:absolute;z-index:251661312">
            <o:lock v:ext="edit" aspectratio="f"/>
            <v:textbox inset="1.42pt,,1.42pt,0">
              <w:txbxContent>
                <w:p w:rsidR="002C68D3">
                  <w:pPr>
                    <w:jc w:val="center"/>
                    <w:rPr>
                      <w:rFonts w:ascii="黑体" w:eastAsia="黑体" w:hAnsi="黑体" w:hint="eastAsia"/>
                      <w:b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b/>
                      <w:szCs w:val="21"/>
                    </w:rPr>
                    <w:t>考生禁填</w:t>
                  </w:r>
                </w:p>
                <w:p w:rsidR="002C68D3">
                  <w:pPr>
                    <w:spacing w:after="94" w:afterLines="3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缺考标记</w:t>
                  </w:r>
                </w:p>
                <w:p w:rsidR="002C68D3">
                  <w:pPr>
                    <w:spacing w:line="200" w:lineRule="exact"/>
                    <w:rPr>
                      <w:rFonts w:hint="eastAsia"/>
                      <w:spacing w:val="-4"/>
                      <w:sz w:val="15"/>
                      <w:szCs w:val="15"/>
                    </w:rPr>
                  </w:pPr>
                  <w:r>
                    <w:rPr>
                      <w:rFonts w:hint="eastAsia"/>
                      <w:spacing w:val="-4"/>
                      <w:sz w:val="15"/>
                      <w:szCs w:val="15"/>
                    </w:rPr>
                    <w:t>缺考考生由监考员贴条形码，并用2B铅笔填涂上面的缺考标记</w:t>
                  </w:r>
                </w:p>
                <w:p w:rsidR="002C68D3">
                  <w:pPr>
                    <w:jc w:val="center"/>
                    <w:rPr>
                      <w:spacing w:val="-8"/>
                    </w:rPr>
                  </w:pPr>
                </w:p>
              </w:txbxContent>
            </v:textbox>
          </v:rect>
        </w:pict>
      </w:r>
      <w:r>
        <w:rPr>
          <w:sz w:val="24"/>
        </w:rPr>
        <w:pict>
          <v:shape id="文本框 10" o:spid="_x0000_s1029" type="#_x0000_t202" style="width:23.85pt;height:79.1pt;margin-top:11.9pt;margin-left:118.55pt;position:absolute;z-index:251663360" filled="f" stroked="t">
            <o:lock v:ext="edit" aspectratio="f"/>
            <v:textbox>
              <w:txbxContent>
                <w:p w:rsidR="002C68D3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  <w:p w:rsidR="002C68D3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注意事项</w:t>
                  </w:r>
                </w:p>
              </w:txbxContent>
            </v:textbox>
          </v:shape>
        </w:pict>
      </w:r>
      <w:r>
        <w:rPr>
          <w:sz w:val="24"/>
        </w:rPr>
        <w:pict>
          <v:rect id="矩形 9" o:spid="_x0000_s1030" style="width:263.05pt;height:79.35pt;margin-top:11.5pt;margin-left:118.85pt;position:absolute;z-index:251662336" filled="t" stroked="t">
            <o:lock v:ext="edit" aspectratio="f"/>
            <v:textbox>
              <w:txbxContent>
                <w:p w:rsidR="002C68D3">
                  <w:pPr>
                    <w:spacing w:line="180" w:lineRule="exact"/>
                    <w:rPr>
                      <w:rFonts w:ascii="宋体" w:hAnsi="宋体" w:hint="eastAsia"/>
                      <w:bCs/>
                      <w:spacing w:val="-2"/>
                      <w:sz w:val="14"/>
                      <w:szCs w:val="14"/>
                    </w:rPr>
                  </w:pPr>
                  <w:r>
                    <w:rPr>
                      <w:rFonts w:hint="eastAsia"/>
                    </w:rPr>
                    <w:t xml:space="preserve">      </w:t>
                  </w:r>
                  <w:r>
                    <w:rPr>
                      <w:rFonts w:hint="eastAsia"/>
                      <w:bCs/>
                      <w:spacing w:val="-2"/>
                      <w:sz w:val="14"/>
                      <w:szCs w:val="14"/>
                    </w:rPr>
                    <w:t xml:space="preserve">1. </w:t>
                  </w:r>
                  <w:r>
                    <w:rPr>
                      <w:rFonts w:ascii="宋体" w:hAnsi="宋体" w:hint="eastAsia"/>
                      <w:bCs/>
                      <w:spacing w:val="-2"/>
                      <w:sz w:val="14"/>
                      <w:szCs w:val="14"/>
                    </w:rPr>
                    <w:t xml:space="preserve">答题前，考生务必认真核对条形码上的姓名、准考证号，无误后将本人  </w:t>
                  </w:r>
                </w:p>
                <w:p w:rsidR="002C68D3">
                  <w:pPr>
                    <w:spacing w:line="180" w:lineRule="exact"/>
                    <w:rPr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pacing w:val="-2"/>
                      <w:sz w:val="14"/>
                      <w:szCs w:val="14"/>
                    </w:rPr>
                    <w:t xml:space="preserve">            姓名、准考证号填写在相应的位置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。</w:t>
                  </w:r>
                </w:p>
                <w:p w:rsidR="002C68D3">
                  <w:pPr>
                    <w:spacing w:line="180" w:lineRule="exact"/>
                    <w:rPr>
                      <w:rFonts w:ascii="宋体" w:hAnsi="宋体" w:hint="eastAsia"/>
                      <w:bCs/>
                      <w:sz w:val="14"/>
                      <w:szCs w:val="14"/>
                    </w:rPr>
                  </w:pPr>
                  <w:r>
                    <w:rPr>
                      <w:rFonts w:hint="eastAsia"/>
                      <w:bCs/>
                      <w:sz w:val="14"/>
                      <w:szCs w:val="14"/>
                    </w:rPr>
                    <w:t xml:space="preserve">         2.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选择题填涂时，必须使用</w:t>
                  </w:r>
                  <w:r>
                    <w:rPr>
                      <w:rFonts w:hint="eastAsia"/>
                      <w:bCs/>
                      <w:sz w:val="14"/>
                      <w:szCs w:val="14"/>
                    </w:rPr>
                    <w:t>2B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铅笔按    图示规范填涂；非选择题必</w:t>
                  </w:r>
                </w:p>
                <w:p w:rsidR="002C68D3">
                  <w:pPr>
                    <w:spacing w:line="180" w:lineRule="exact"/>
                    <w:rPr>
                      <w:rFonts w:hint="eastAsia"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 xml:space="preserve">           须用</w:t>
                  </w:r>
                  <w:r>
                    <w:rPr>
                      <w:rFonts w:hint="eastAsia"/>
                      <w:bCs/>
                      <w:sz w:val="14"/>
                      <w:szCs w:val="14"/>
                    </w:rPr>
                    <w:t>0.</w:t>
                  </w:r>
                  <w:r>
                    <w:rPr>
                      <w:rFonts w:hint="eastAsia"/>
                      <w:bCs/>
                      <w:sz w:val="14"/>
                      <w:szCs w:val="14"/>
                    </w:rPr>
                    <w:t>5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毫米黑色墨迹签字笔书写，</w:t>
                  </w:r>
                  <w:r>
                    <w:rPr>
                      <w:rFonts w:hint="eastAsia"/>
                      <w:bCs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字体工整、字迹清楚。</w:t>
                  </w:r>
                </w:p>
                <w:p w:rsidR="002C68D3">
                  <w:pPr>
                    <w:spacing w:line="180" w:lineRule="exact"/>
                    <w:rPr>
                      <w:rFonts w:ascii="宋体" w:hAnsi="宋体" w:hint="eastAsia"/>
                      <w:bCs/>
                      <w:sz w:val="14"/>
                      <w:szCs w:val="14"/>
                    </w:rPr>
                  </w:pPr>
                  <w:r>
                    <w:rPr>
                      <w:rFonts w:hint="eastAsia"/>
                      <w:bCs/>
                      <w:sz w:val="14"/>
                      <w:szCs w:val="14"/>
                    </w:rPr>
                    <w:t xml:space="preserve">         3.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非选择题请按照题目顺序在各题目的答题区域内作答，超出答题区域</w:t>
                  </w:r>
                </w:p>
                <w:p w:rsidR="002C68D3">
                  <w:pPr>
                    <w:spacing w:line="180" w:lineRule="exact"/>
                    <w:rPr>
                      <w:rFonts w:hint="eastAsia"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 xml:space="preserve">           书写的答案无效；在草稿纸、试题上答题无效。</w:t>
                  </w:r>
                </w:p>
                <w:p w:rsidR="002C68D3">
                  <w:pPr>
                    <w:spacing w:line="180" w:lineRule="exact"/>
                    <w:rPr>
                      <w:rFonts w:ascii="宋体" w:hAnsi="宋体" w:hint="eastAsia"/>
                      <w:bCs/>
                      <w:sz w:val="14"/>
                      <w:szCs w:val="14"/>
                    </w:rPr>
                  </w:pPr>
                  <w:r>
                    <w:rPr>
                      <w:rFonts w:hint="eastAsia"/>
                      <w:bCs/>
                      <w:sz w:val="14"/>
                      <w:szCs w:val="14"/>
                    </w:rPr>
                    <w:t xml:space="preserve">         4. </w:t>
                  </w: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>保持卡面清洁，不要折叠、弄破、弄皱，不准使用涂改液、修正带、</w:t>
                  </w:r>
                </w:p>
                <w:p w:rsidR="002C68D3">
                  <w:pPr>
                    <w:spacing w:line="180" w:lineRule="exact"/>
                    <w:rPr>
                      <w:rFonts w:hint="eastAsia"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hint="eastAsia"/>
                      <w:bCs/>
                      <w:sz w:val="14"/>
                      <w:szCs w:val="14"/>
                    </w:rPr>
                    <w:t xml:space="preserve">           刮纸刀。</w:t>
                  </w:r>
                </w:p>
                <w:p w:rsidR="002C68D3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:rsidR="000D1AE3" w:rsidRPr="009E67AC">
      <w:pPr>
        <w:rPr>
          <w:rFonts w:hint="eastAsia"/>
          <w:sz w:val="24"/>
        </w:rPr>
      </w:pPr>
      <w:r>
        <w:rPr>
          <w:sz w:val="24"/>
        </w:rPr>
        <w:pict>
          <v:rect id="矩形 6" o:spid="_x0000_s1031" style="width:16.6pt;height:7.2pt;margin-top:9.25pt;margin-left:78.4pt;position:absolute;z-index:251660288">
            <o:lock v:ext="edit" aspectratio="f"/>
          </v:rect>
        </w:pict>
      </w:r>
      <w:r>
        <w:rPr>
          <w:sz w:val="24"/>
        </w:rPr>
        <w:pict>
          <v:shape id="文本框 10" o:spid="_x0000_s1032" type="#_x0000_t202" style="width:10pt;height:5.4pt;margin-top:12.25pt;margin-left:85.7pt;position:absolute;z-index:251684864" filled="f" stroked="t">
            <o:lock v:ext="edit" aspectratio="f"/>
            <v:textbox>
              <w:txbxContent>
                <w:p w:rsidR="002C68D3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文本框 10" o:spid="_x0000_s1033" type="#_x0000_t202" style="width:10pt;height:5.4pt;margin-top:11.65pt;margin-left:271.1pt;position:absolute;z-index:251685888" filled="t" fillcolor="black" stroked="t">
            <o:lock v:ext="edit" aspectratio="f"/>
            <v:textbox>
              <w:txbxContent>
                <w:p w:rsidR="002C68D3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rFonts w:hint="eastAsia"/>
          <w:sz w:val="24"/>
        </w:rPr>
      </w:pPr>
      <w:r>
        <w:rPr>
          <w:sz w:val="24"/>
        </w:rPr>
        <w:pict>
          <v:shape id="文本框 27" o:spid="_x0000_s1034" type="#_x0000_t202" style="width:341.8pt;height:23.4pt;margin-top:7.4pt;margin-left:39.9pt;position:absolute;z-index:251665408" filled="f" stroked="t">
            <v:fill o:detectmouseclick="t"/>
            <o:lock v:ext="edit" aspectratio="f"/>
            <v:textbox inset=",,,0.85pt">
              <w:txbxContent>
                <w:p w:rsidR="002C68D3">
                  <w:pPr>
                    <w:spacing w:line="280" w:lineRule="exact"/>
                    <w:jc w:val="center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bCs/>
                      <w:szCs w:val="21"/>
                    </w:rPr>
                    <w:t>Ⅰ</w:t>
                  </w:r>
                  <w:r>
                    <w:rPr>
                      <w:rFonts w:ascii="黑体" w:eastAsia="黑体" w:hAnsi="黑体" w:hint="eastAsia"/>
                      <w:szCs w:val="21"/>
                    </w:rPr>
                    <w:t>卷</w:t>
                  </w:r>
                  <w:r>
                    <w:rPr>
                      <w:rFonts w:ascii="黑体" w:eastAsia="黑体" w:hint="eastAsia"/>
                      <w:b/>
                      <w:szCs w:val="21"/>
                    </w:rPr>
                    <w:t xml:space="preserve">（选择题 共48分）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（考生须用2</w:t>
                  </w:r>
                  <w:r w:rsidRPr="00706CFF">
                    <w:rPr>
                      <w:rFonts w:ascii="Times New Roman" w:hAnsi="Times New Roman"/>
                      <w:b/>
                      <w:i/>
                      <w:szCs w:val="21"/>
                    </w:rPr>
                    <w:t>B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铅笔填涂）</w:t>
                  </w:r>
                </w:p>
              </w:txbxContent>
            </v:textbox>
          </v:shape>
        </w:pict>
      </w:r>
    </w:p>
    <w:p w:rsidR="000D1AE3" w:rsidRPr="009E67AC">
      <w:pPr>
        <w:rPr>
          <w:rFonts w:hint="eastAsia"/>
          <w:sz w:val="24"/>
        </w:rPr>
      </w:pPr>
      <w:r>
        <w:rPr>
          <w:sz w:val="24"/>
        </w:rPr>
        <w:pict>
          <v:shape id="文本框 7" o:spid="_x0000_s1035" type="#_x0000_t202" style="width:342.9pt;height:76.55pt;margin-top:15.5pt;margin-left:39.1pt;position:absolute;z-index:251664384" filled="f" stroked="t">
            <v:fill o:detectmouseclick="t"/>
            <o:lock v:ext="edit" aspectratio="f"/>
            <v:textbox inset=",3.69pt,,6.52pt">
              <w:txbxContent>
                <w:p w:rsidR="002C68D3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>1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>]   5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  9  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</w:p>
                <w:p w:rsidR="002C68D3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2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>]   6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10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</w:p>
                <w:p w:rsidR="002C68D3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 xml:space="preserve"> 3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>7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11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</w:p>
                <w:p w:rsidR="002C68D3" w:rsidRPr="00706CFF">
                  <w:pPr>
                    <w:spacing w:line="340" w:lineRule="exact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 xml:space="preserve"> 4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]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 8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 xml:space="preserve">]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12   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A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B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C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 [</w:t>
                  </w:r>
                  <w:r w:rsidRPr="00706CFF">
                    <w:rPr>
                      <w:rFonts w:ascii="Times New Roman" w:hAnsi="Times New Roman"/>
                      <w:i/>
                      <w:szCs w:val="21"/>
                    </w:rPr>
                    <w:t>D</w:t>
                  </w:r>
                  <w:r w:rsidRPr="00706CFF">
                    <w:rPr>
                      <w:rFonts w:ascii="Times New Roman" w:hAnsi="Times New Roman"/>
                      <w:szCs w:val="21"/>
                    </w:rPr>
                    <w:t>]</w:t>
                  </w:r>
                </w:p>
              </w:txbxContent>
            </v:textbox>
          </v:shape>
        </w:pict>
      </w: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  <w:r>
        <w:rPr>
          <w:sz w:val="24"/>
        </w:rPr>
        <w:pict>
          <v:group id="组合 301" o:spid="_x0000_s1036" style="width:327.85pt;height:14.75pt;margin-top:8.4pt;margin-left:47.9pt;position:absolute;z-index:251686912" coordorigin="1352,8340" coordsize="6557,295">
            <v:shape id="文本框 10" o:spid="_x0000_s1037" type="#_x0000_t202" style="width:113;height:283;left:1352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38" type="#_x0000_t202" style="width:113;height:283;left:1640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39" type="#_x0000_t202" style="width:113;height:283;left:1904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0" type="#_x0000_t202" style="width:113;height:283;left:2192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1" type="#_x0000_t202" style="width:113;height:283;left:2468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2" type="#_x0000_t202" style="width:113;height:283;left:2756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3" type="#_x0000_t202" style="width:113;height:283;left:3020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4" type="#_x0000_t202" style="width:113;height:283;left:3308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5" type="#_x0000_t202" style="width:113;height:283;left:3596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6" type="#_x0000_t202" style="width:113;height:283;left:3884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7" type="#_x0000_t202" style="width:113;height:283;left:4148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8" type="#_x0000_t202" style="width:113;height:283;left:4436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49" type="#_x0000_t202" style="width:113;height:283;left:4712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0" type="#_x0000_t202" style="width:113;height:283;left:5000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1" type="#_x0000_t202" style="width:113;height:283;left:5264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2" type="#_x0000_t202" style="width:113;height:283;left:5552;position:absolute;top:8352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3" type="#_x0000_t202" style="width:113;height:283;left:5840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4" type="#_x0000_t202" style="width:113;height:283;left:6128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5" type="#_x0000_t202" style="width:113;height:283;left:6392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6" type="#_x0000_t202" style="width:113;height:283;left:6680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7" type="#_x0000_t202" style="width:113;height:283;left:6956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8" type="#_x0000_t202" style="width:113;height:283;left:7244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59" type="#_x0000_t202" style="width:113;height:283;left:7508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  <v:shape id="文本框 10" o:spid="_x0000_s1060" type="#_x0000_t202" style="width:113;height:283;left:7796;position:absolute;top:8340" filled="t" fillcolor="black" stroked="t">
              <o:lock v:ext="edit" aspectratio="f"/>
              <v:textbox>
                <w:txbxContent>
                  <w:p w:rsidR="002C68D3">
                    <w:pPr>
                      <w:spacing w:line="240" w:lineRule="exact"/>
                      <w:rPr>
                        <w:rFonts w:hint="eastAsia"/>
                        <w:b/>
                        <w:bCs/>
                      </w:rPr>
                    </w:pPr>
                  </w:p>
                </w:txbxContent>
              </v:textbox>
            </v:shape>
          </v:group>
        </w:pict>
      </w:r>
    </w:p>
    <w:p w:rsidR="000D1AE3" w:rsidRPr="009E67AC">
      <w:pPr>
        <w:rPr>
          <w:sz w:val="24"/>
        </w:rPr>
      </w:pPr>
      <w:r>
        <w:rPr>
          <w:sz w:val="24"/>
        </w:rPr>
        <w:pict>
          <v:shape id="文本框 240" o:spid="_x0000_s1061" type="#_x0000_t202" style="width:341.75pt;height:468.55pt;margin-top:8.8pt;margin-left:39.4pt;position:absolute;z-index:251659264" filled="t" stroked="t">
            <v:fill opacity="0"/>
            <o:lock v:ext="edit" aspectratio="f"/>
            <v:textbox>
              <w:txbxContent>
                <w:p w:rsidR="002C68D3">
                  <w:pPr>
                    <w:jc w:val="right"/>
                  </w:pPr>
                </w:p>
              </w:txbxContent>
            </v:textbox>
          </v:shape>
        </w:pict>
      </w:r>
      <w:r>
        <w:rPr>
          <w:sz w:val="24"/>
        </w:rPr>
        <w:pict>
          <v:shape id="文本框 206" o:spid="_x0000_s1062" type="#_x0000_t202" style="width:327.55pt;height:14.45pt;margin-top:11.5pt;margin-left:302.85pt;position:absolute;z-index:251674624" filled="f" stroked="f">
            <o:lock v:ext="edit" aspectratio="f"/>
            <v:textbox>
              <w:txbxContent>
                <w:p w:rsidR="002C68D3">
                  <w:pPr>
                    <w:spacing w:line="240" w:lineRule="exact"/>
                    <w:rPr>
                      <w:rFonts w:eastAsia="黑体" w:hint="eastAsia"/>
                    </w:rPr>
                  </w:pPr>
                </w:p>
                <w:p w:rsidR="002C68D3">
                  <w:pPr>
                    <w:spacing w:line="240" w:lineRule="exact"/>
                    <w:rPr>
                      <w:rFonts w:eastAsia="黑体" w:hint="eastAsia"/>
                    </w:rPr>
                  </w:pPr>
                  <w:r>
                    <w:rPr>
                      <w:rFonts w:eastAsia="黑体" w:hint="eastAsia"/>
                    </w:rPr>
                    <w:t>13、______</w:t>
                  </w:r>
                  <w:r>
                    <w:rPr>
                      <w:rFonts w:eastAsia="黑体" w:hint="eastAsia"/>
                      <w:u w:val="single"/>
                    </w:rPr>
                    <w:t xml:space="preserve">  _</w:t>
                  </w:r>
                  <w:r>
                    <w:rPr>
                      <w:rFonts w:eastAsia="黑体" w:hint="eastAsia"/>
                    </w:rPr>
                    <w:t>_</w:t>
                  </w:r>
                  <w:r>
                    <w:rPr>
                      <w:rFonts w:eastAsia="黑体" w:hint="eastAsia"/>
                      <w:u w:val="single"/>
                    </w:rPr>
                    <w:t>_   _</w:t>
                  </w:r>
                  <w:r>
                    <w:rPr>
                      <w:rFonts w:eastAsia="黑体" w:hint="eastAsia"/>
                    </w:rPr>
                    <w:t>_</w:t>
                  </w:r>
                  <w:r>
                    <w:rPr>
                      <w:rFonts w:eastAsia="黑体" w:hint="eastAsia"/>
                      <w:u w:val="single"/>
                    </w:rPr>
                    <w:t xml:space="preserve"> </w:t>
                  </w:r>
                  <w:r>
                    <w:rPr>
                      <w:rFonts w:eastAsia="黑体" w:hint="eastAsia"/>
                    </w:rPr>
                    <w:t>___             14、_______</w:t>
                  </w:r>
                  <w:r>
                    <w:rPr>
                      <w:rFonts w:eastAsia="黑体" w:hint="eastAsia"/>
                      <w:u w:val="single"/>
                    </w:rPr>
                    <w:t xml:space="preserve">   </w:t>
                  </w:r>
                  <w:r>
                    <w:rPr>
                      <w:rFonts w:eastAsia="黑体" w:hint="eastAsia"/>
                    </w:rPr>
                    <w:t xml:space="preserve">_______    </w:t>
                  </w:r>
                </w:p>
                <w:p w:rsidR="002C68D3">
                  <w:pPr>
                    <w:spacing w:line="240" w:lineRule="exact"/>
                    <w:rPr>
                      <w:rFonts w:eastAsia="黑体" w:hint="eastAsia"/>
                    </w:rPr>
                  </w:pPr>
                  <w:r>
                    <w:rPr>
                      <w:rFonts w:eastAsia="黑体" w:hint="eastAsia"/>
                    </w:rPr>
                    <w:t xml:space="preserve"> </w:t>
                  </w:r>
                </w:p>
                <w:p w:rsidR="002C68D3">
                  <w:pPr>
                    <w:spacing w:line="240" w:lineRule="exact"/>
                    <w:rPr>
                      <w:rFonts w:eastAsia="黑体" w:hint="eastAsia"/>
                    </w:rPr>
                  </w:pPr>
                  <w:r>
                    <w:rPr>
                      <w:rFonts w:eastAsia="黑体" w:hint="eastAsia"/>
                    </w:rPr>
                    <w:t>15、_____</w:t>
                  </w:r>
                  <w:r>
                    <w:rPr>
                      <w:rFonts w:eastAsia="黑体" w:hint="eastAsia"/>
                      <w:u w:val="single"/>
                    </w:rPr>
                    <w:t xml:space="preserve">_   </w:t>
                  </w:r>
                  <w:r>
                    <w:rPr>
                      <w:rFonts w:eastAsia="黑体" w:hint="eastAsia"/>
                    </w:rPr>
                    <w:t>__</w:t>
                  </w:r>
                  <w:r>
                    <w:rPr>
                      <w:rFonts w:eastAsia="黑体" w:hint="eastAsia"/>
                      <w:u w:val="single"/>
                    </w:rPr>
                    <w:t xml:space="preserve">   _</w:t>
                  </w:r>
                  <w:r>
                    <w:rPr>
                      <w:rFonts w:eastAsia="黑体" w:hint="eastAsia"/>
                    </w:rPr>
                    <w:t>_____            16、</w:t>
                  </w:r>
                  <w:r>
                    <w:rPr>
                      <w:rFonts w:eastAsia="黑体" w:hint="eastAsia"/>
                      <w:u w:val="single"/>
                    </w:rPr>
                    <w:t xml:space="preserve">                  </w:t>
                  </w:r>
                  <w:r>
                    <w:rPr>
                      <w:rFonts w:eastAsia="黑体" w:hint="eastAsia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sz w:val="24"/>
        </w:rPr>
        <w:pict>
          <v:shape id="文本框 204" o:spid="_x0000_s1063" type="#_x0000_t202" style="width:341.8pt;height:23.4pt;margin-top:11.55pt;margin-left:40.3pt;position:absolute;z-index:251675648" filled="f" stroked="t">
            <v:fill o:detectmouseclick="t"/>
            <o:lock v:ext="edit" aspectratio="f"/>
            <v:textbox>
              <w:txbxContent>
                <w:p w:rsidR="002C68D3">
                  <w:pPr>
                    <w:spacing w:line="280" w:lineRule="exact"/>
                    <w:jc w:val="center"/>
                    <w:rPr>
                      <w:rFonts w:ascii="黑体" w:eastAsia="黑体" w:hint="eastAsia"/>
                      <w:b/>
                      <w:szCs w:val="21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szCs w:val="21"/>
                    </w:rPr>
                    <w:t>Ⅱ</w:t>
                  </w:r>
                  <w:r>
                    <w:rPr>
                      <w:rFonts w:ascii="黑体" w:eastAsia="黑体" w:hAnsi="黑体" w:hint="eastAsia"/>
                      <w:szCs w:val="21"/>
                    </w:rPr>
                    <w:t>卷</w:t>
                  </w:r>
                  <w:r>
                    <w:rPr>
                      <w:rFonts w:ascii="黑体" w:eastAsia="黑体" w:hint="eastAsia"/>
                      <w:b/>
                      <w:szCs w:val="21"/>
                    </w:rPr>
                    <w:t xml:space="preserve">（非选择题 共72分）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（考生须用</w:t>
                  </w:r>
                  <w:r w:rsidRPr="00706CFF">
                    <w:rPr>
                      <w:rFonts w:ascii="Times New Roman" w:hAnsi="Times New Roman"/>
                      <w:b/>
                      <w:szCs w:val="21"/>
                    </w:rPr>
                    <w:t>0.5</w:t>
                  </w:r>
                  <w:r w:rsidRPr="00706CFF">
                    <w:rPr>
                      <w:rFonts w:ascii="Times New Roman" w:hAnsi="宋体"/>
                      <w:b/>
                      <w:szCs w:val="21"/>
                    </w:rPr>
                    <w:t>毫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米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黑色墨迹签字笔书写）</w:t>
                  </w:r>
                </w:p>
                <w:p w:rsidR="002C68D3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rFonts w:hint="eastAsia"/>
          <w:sz w:val="24"/>
        </w:rPr>
      </w:pPr>
      <w:r>
        <w:rPr>
          <w:sz w:val="24"/>
        </w:rPr>
        <w:pict>
          <v:rect id="矩形 205" o:spid="_x0000_s1064" style="width:333.75pt;height:76.65pt;margin-top:10.05pt;margin-left:43.35pt;position:absolute;z-index:251676672" filled="f" stroked="t">
            <v:fill o:detectmouseclick="t"/>
            <o:lock v:ext="edit" aspectratio="f"/>
            <v:textbox>
              <w:txbxContent>
                <w:p w:rsidR="002C68D3">
                  <w:pPr>
                    <w:spacing w:after="156" w:afterLines="50"/>
                    <w:rPr>
                      <w:rFonts w:eastAsia="黑体" w:hint="eastAsia"/>
                      <w:b/>
                    </w:rPr>
                  </w:pPr>
                  <w:r>
                    <w:rPr>
                      <w:rFonts w:ascii="黑体" w:eastAsia="黑体" w:hAnsi="黑体" w:hint="eastAsia"/>
                      <w:b/>
                    </w:rPr>
                    <w:t>二、填空题（每空4分，共16分）</w:t>
                  </w:r>
                </w:p>
                <w:p w:rsidR="002C68D3" w:rsidRPr="00706CFF">
                  <w:pPr>
                    <w:rPr>
                      <w:rFonts w:ascii="Times New Roman" w:eastAsia="黑体" w:hAnsi="Times New Roman"/>
                      <w:b/>
                      <w:u w:val="single"/>
                    </w:rPr>
                  </w:pPr>
                  <w:r w:rsidRPr="00706CFF">
                    <w:rPr>
                      <w:rFonts w:ascii="Times New Roman" w:eastAsia="黑体" w:hAnsi="Times New Roman"/>
                      <w:b/>
                    </w:rPr>
                    <w:t>13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                    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 14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                    </w:t>
                  </w:r>
                </w:p>
                <w:p w:rsidR="002C68D3" w:rsidRPr="00706CFF">
                  <w:pPr>
                    <w:rPr>
                      <w:rFonts w:ascii="Times New Roman" w:eastAsia="黑体" w:hAnsi="Times New Roman"/>
                      <w:b/>
                      <w:u w:val="single"/>
                    </w:rPr>
                  </w:pPr>
                </w:p>
                <w:p w:rsidR="002C68D3">
                  <w:pPr>
                    <w:rPr>
                      <w:rFonts w:eastAsia="黑体" w:hint="eastAsia"/>
                      <w:b/>
                      <w:u w:val="single"/>
                    </w:rPr>
                  </w:pPr>
                  <w:r w:rsidRPr="00706CFF">
                    <w:rPr>
                      <w:rFonts w:ascii="Times New Roman" w:eastAsia="黑体" w:hAnsi="Times New Roman"/>
                      <w:b/>
                    </w:rPr>
                    <w:t>15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        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       </w:t>
                  </w:r>
                  <w:r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>16</w:t>
                  </w:r>
                  <w:r>
                    <w:rPr>
                      <w:rFonts w:ascii="Times New Roman" w:eastAsia="黑体" w:hAnsi="Times New Roman" w:hint="eastAsia"/>
                      <w:b/>
                    </w:rPr>
                    <w:t>、</w:t>
                  </w:r>
                  <w:r w:rsidRPr="00706CFF">
                    <w:rPr>
                      <w:rFonts w:ascii="Times New Roman" w:eastAsia="黑体" w:hAnsi="Times New Roman"/>
                      <w:b/>
                    </w:rPr>
                    <w:t xml:space="preserve"> </w:t>
                  </w:r>
                  <w:r w:rsidRPr="00706CFF">
                    <w:rPr>
                      <w:rFonts w:ascii="Times New Roman" w:eastAsia="黑体" w:hAnsi="Times New Roman"/>
                      <w:b/>
                      <w:u w:val="single"/>
                    </w:rPr>
                    <w:t xml:space="preserve">     </w:t>
                  </w:r>
                  <w:r>
                    <w:rPr>
                      <w:rFonts w:eastAsia="黑体" w:hint="eastAsia"/>
                      <w:b/>
                      <w:u w:val="single"/>
                    </w:rPr>
                    <w:t xml:space="preserve">                    </w:t>
                  </w:r>
                </w:p>
                <w:p w:rsidR="002C68D3">
                  <w:pPr>
                    <w:rPr>
                      <w:rFonts w:eastAsia="黑体" w:hint="eastAsia"/>
                      <w:b/>
                    </w:rPr>
                  </w:pPr>
                  <w:r>
                    <w:rPr>
                      <w:rFonts w:eastAsia="黑体" w:hint="eastAsia"/>
                      <w:b/>
                    </w:rPr>
                    <w:t xml:space="preserve"> </w:t>
                  </w:r>
                </w:p>
              </w:txbxContent>
            </v:textbox>
          </v:rect>
        </w:pict>
      </w: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  <w:r>
        <w:rPr>
          <w:sz w:val="24"/>
        </w:rPr>
        <w:pict>
          <v:shape id="文本框 207" o:spid="_x0000_s1065" type="#_x0000_t202" style="width:333.4pt;height:336.35pt;margin-top:9.15pt;margin-left:43.8pt;position:absolute;z-index:251677696" filled="f" stroked="t">
            <v:fill o:detectmouseclick="t"/>
            <o:lock v:ext="edit" aspectratio="f"/>
            <v:textbox>
              <w:txbxContent>
                <w:p w:rsidR="002C68D3" w:rsidRPr="00255B0F" w:rsidP="00255B0F">
                  <w:pPr>
                    <w:numPr>
                      <w:ilvl w:val="0"/>
                      <w:numId w:val="1"/>
                    </w:numPr>
                    <w:spacing w:line="320" w:lineRule="exact"/>
                    <w:rPr>
                      <w:rFonts w:ascii="黑体" w:eastAsia="黑体" w:hint="eastAsia"/>
                      <w:b/>
                    </w:rPr>
                  </w:pPr>
                  <w:r>
                    <w:rPr>
                      <w:rFonts w:ascii="黑体" w:eastAsia="黑体" w:hint="eastAsia"/>
                      <w:b/>
                    </w:rPr>
                    <w:t>解答题（</w:t>
                  </w:r>
                  <w:r w:rsidRPr="002373A7">
                    <w:rPr>
                      <w:rFonts w:ascii="Times New Roman" w:hAnsi="宋体"/>
                      <w:b/>
                      <w:szCs w:val="21"/>
                    </w:rPr>
                    <w:t>共</w:t>
                  </w:r>
                  <w:r w:rsidRPr="002373A7">
                    <w:rPr>
                      <w:rFonts w:ascii="Times New Roman" w:hAnsi="Times New Roman"/>
                      <w:b/>
                      <w:szCs w:val="21"/>
                    </w:rPr>
                    <w:t>56</w:t>
                  </w:r>
                  <w:r w:rsidRPr="002373A7">
                    <w:rPr>
                      <w:rFonts w:ascii="Times New Roman" w:hAnsi="宋体"/>
                      <w:b/>
                      <w:szCs w:val="21"/>
                    </w:rPr>
                    <w:t>分</w:t>
                  </w:r>
                  <w:r>
                    <w:rPr>
                      <w:rFonts w:ascii="黑体" w:eastAsia="黑体" w:hint="eastAsia"/>
                      <w:b/>
                    </w:rPr>
                    <w:t>）</w:t>
                  </w:r>
                </w:p>
                <w:p w:rsidR="002C68D3" w:rsidP="00683BA9">
                  <w:pPr>
                    <w:spacing w:line="276" w:lineRule="auto"/>
                    <w:rPr>
                      <w:rFonts w:ascii="Times New Roman" w:hint="eastAsia"/>
                      <w:b/>
                    </w:rPr>
                  </w:pPr>
                  <w:r w:rsidRPr="00785E17">
                    <w:rPr>
                      <w:rFonts w:ascii="Times New Roman" w:hAnsi="Times New Roman"/>
                      <w:b/>
                    </w:rPr>
                    <w:t>17</w:t>
                  </w:r>
                  <w:r w:rsidRPr="00785E17">
                    <w:rPr>
                      <w:rFonts w:ascii="Times New Roman"/>
                      <w:b/>
                    </w:rPr>
                    <w:t>、</w:t>
                  </w:r>
                  <w:r w:rsidRPr="00D24F5E">
                    <w:rPr>
                      <w:rFonts w:ascii="Times New Roman"/>
                      <w:b/>
                    </w:rPr>
                    <w:t>（本题</w:t>
                  </w:r>
                  <w:r w:rsidRPr="00D24F5E">
                    <w:rPr>
                      <w:rFonts w:ascii="Times New Roman" w:hAnsi="Times New Roman"/>
                      <w:b/>
                    </w:rPr>
                    <w:t>2</w:t>
                  </w:r>
                  <w:r w:rsidRPr="00D24F5E">
                    <w:rPr>
                      <w:rFonts w:ascii="Times New Roman"/>
                      <w:b/>
                    </w:rPr>
                    <w:t>个小题，每个小题</w:t>
                  </w:r>
                  <w:r w:rsidRPr="00D24F5E">
                    <w:rPr>
                      <w:rFonts w:ascii="Times New Roman" w:hAnsi="Times New Roman"/>
                      <w:b/>
                    </w:rPr>
                    <w:t>5</w:t>
                  </w:r>
                  <w:r w:rsidRPr="00D24F5E">
                    <w:rPr>
                      <w:rFonts w:ascii="Times New Roman"/>
                      <w:b/>
                    </w:rPr>
                    <w:t>分，满分</w:t>
                  </w:r>
                  <w:r w:rsidRPr="00D24F5E">
                    <w:rPr>
                      <w:rFonts w:ascii="Times New Roman" w:hAnsi="Times New Roman"/>
                      <w:b/>
                    </w:rPr>
                    <w:t>10</w:t>
                  </w:r>
                  <w:r w:rsidRPr="00D24F5E">
                    <w:rPr>
                      <w:rFonts w:ascii="Times New Roman"/>
                      <w:b/>
                    </w:rPr>
                    <w:t>分）</w:t>
                  </w:r>
                </w:p>
                <w:p w:rsidR="002C68D3" w:rsidRPr="00D24F5E" w:rsidP="00683BA9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D24F5E">
                    <w:rPr>
                      <w:rFonts w:ascii="Times New Roman"/>
                    </w:rPr>
                    <w:t>解下列方程组和不等式组：</w:t>
                  </w:r>
                </w:p>
                <w:p w:rsidR="002C68D3" w:rsidP="00683BA9">
                  <w:pPr>
                    <w:spacing w:line="276" w:lineRule="auto"/>
                    <w:rPr>
                      <w:rFonts w:ascii="Times New Roman" w:hAnsi="Times New Roman" w:hint="eastAsia"/>
                    </w:rPr>
                  </w:pPr>
                  <w:r w:rsidRPr="00D24F5E">
                    <w:rPr>
                      <w:rFonts w:ascii="Times New Roman"/>
                    </w:rPr>
                    <w:t>（</w:t>
                  </w:r>
                  <w:r w:rsidRPr="00D24F5E">
                    <w:rPr>
                      <w:rFonts w:ascii="Times New Roman" w:hAnsi="Times New Roman"/>
                    </w:rPr>
                    <w:t>1</w:t>
                  </w:r>
                  <w:r w:rsidRPr="00D24F5E">
                    <w:rPr>
                      <w:rFonts w:ascii="Times New Roman"/>
                    </w:rPr>
                    <w:t>）</w:t>
                  </w:r>
                  <w:r>
                    <w:rPr>
                      <w:rFonts w:ascii="Times New Roman" w:hAnsi="Times New Roman"/>
                      <w:position w:val="-28"/>
                    </w:rPr>
                    <w:obj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66" type="#_x0000_t75" style="width:60.95pt;height:33pt" o:oleicon="f" o:ole="" o:preferrelative="t" filled="f" stroked="f">
                        <v:fill o:detectmouseclick="f"/>
                        <v:imagedata r:id="rId5" o:title=""/>
                        <o:lock v:ext="edit" aspectratio="t"/>
                      </v:shape>
                      <o:OLEObject Type="Embed" ProgID="Equation.3" ShapeID="_x0000_i1066" DrawAspect="Content" ObjectID="_1747157192" r:id="rId6"/>
                    </w:object>
                  </w:r>
                </w:p>
                <w:p w:rsidR="002C68D3" w:rsidP="00683BA9">
                  <w:pPr>
                    <w:spacing w:line="276" w:lineRule="auto"/>
                    <w:rPr>
                      <w:rFonts w:ascii="Times New Roman" w:hAnsi="Times New Roman" w:hint="eastAsia"/>
                    </w:rPr>
                  </w:pPr>
                </w:p>
                <w:p w:rsidR="002C68D3" w:rsidP="00683BA9">
                  <w:pPr>
                    <w:spacing w:line="276" w:lineRule="auto"/>
                    <w:rPr>
                      <w:rFonts w:ascii="Times New Roman" w:hAnsi="Times New Roman" w:hint="eastAsia"/>
                    </w:rPr>
                  </w:pPr>
                </w:p>
                <w:p w:rsidR="002C68D3" w:rsidP="00683BA9">
                  <w:pPr>
                    <w:spacing w:line="276" w:lineRule="auto"/>
                    <w:rPr>
                      <w:rFonts w:ascii="Times New Roman" w:hAnsi="Times New Roman" w:hint="eastAsia"/>
                    </w:rPr>
                  </w:pPr>
                </w:p>
                <w:p w:rsidR="002C68D3" w:rsidP="00683BA9">
                  <w:pPr>
                    <w:spacing w:line="276" w:lineRule="auto"/>
                    <w:rPr>
                      <w:rFonts w:ascii="Times New Roman" w:hAnsi="Times New Roman" w:hint="eastAsia"/>
                    </w:rPr>
                  </w:pPr>
                </w:p>
                <w:p w:rsidR="002C68D3" w:rsidRPr="00D24F5E" w:rsidP="00683BA9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D24F5E">
                    <w:rPr>
                      <w:rFonts w:ascii="Times New Roman"/>
                    </w:rPr>
                    <w:t>（</w:t>
                  </w:r>
                  <w:r w:rsidRPr="00D24F5E">
                    <w:rPr>
                      <w:rFonts w:ascii="Times New Roman" w:hAnsi="Times New Roman"/>
                    </w:rPr>
                    <w:t>2</w:t>
                  </w:r>
                  <w:r w:rsidRPr="00D24F5E">
                    <w:rPr>
                      <w:rFonts w:ascii="Times New Roman"/>
                    </w:rPr>
                    <w:t>）</w:t>
                  </w:r>
                  <w:r>
                    <w:rPr>
                      <w:rFonts w:ascii="Times New Roman" w:hAnsi="Times New Roman"/>
                      <w:position w:val="-40"/>
                    </w:rPr>
                    <w:object>
                      <v:shape id="_x0000_i1067" type="#_x0000_t75" style="width:73pt;height:46pt" o:oleicon="f" o:ole="" o:preferrelative="t" filled="f" stroked="f">
                        <v:fill o:detectmouseclick="f"/>
                        <v:imagedata r:id="rId7" o:title=""/>
                        <o:lock v:ext="edit" aspectratio="t"/>
                      </v:shape>
                      <o:OLEObject Type="Embed" ProgID="Equation.3" ShapeID="_x0000_i1067" DrawAspect="Content" ObjectID="_1747157245" r:id="rId8"/>
                    </w:object>
                  </w:r>
                  <w:r w:rsidRPr="00D24F5E">
                    <w:rPr>
                      <w:rFonts w:ascii="Times New Roman"/>
                    </w:rPr>
                    <w:t>（把解集在数轴上表示出来）</w:t>
                  </w:r>
                </w:p>
                <w:p w:rsidR="002C68D3" w:rsidRPr="00683BA9" w:rsidP="00016822">
                  <w:pPr>
                    <w:spacing w:line="276" w:lineRule="auto"/>
                    <w:rPr>
                      <w:rFonts w:ascii="Times New Roman" w:hAnsi="Times New Roman"/>
                      <w:b/>
                    </w:rPr>
                  </w:pPr>
                </w:p>
                <w:p w:rsidR="002C68D3" w:rsidP="00994906">
                  <w:pPr>
                    <w:spacing w:line="276" w:lineRule="auto"/>
                    <w:ind w:firstLine="420" w:firstLineChars="200"/>
                    <w:rPr>
                      <w:rFonts w:ascii="Times New Roman" w:eastAsia="新宋体" w:hAnsi="Times New Roman" w:hint="eastAsia"/>
                      <w:szCs w:val="21"/>
                    </w:rPr>
                  </w:pPr>
                </w:p>
                <w:p w:rsidR="002C68D3" w:rsidRPr="00706CFF" w:rsidP="00B12D5A">
                  <w:pPr>
                    <w:spacing w:line="276" w:lineRule="auto"/>
                    <w:rPr>
                      <w:rFonts w:ascii="Times New Roman" w:eastAsia="黑体" w:hAnsi="Times New Roman"/>
                    </w:rPr>
                  </w:pPr>
                </w:p>
              </w:txbxContent>
            </v:textbox>
          </v:shape>
        </w:pict>
      </w: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rFonts w:hint="eastAsia"/>
          <w:sz w:val="24"/>
        </w:rPr>
      </w:pPr>
    </w:p>
    <w:p w:rsidR="000D1AE3" w:rsidRPr="009E67AC">
      <w:pPr>
        <w:rPr>
          <w:sz w:val="24"/>
        </w:rPr>
      </w:pPr>
    </w:p>
    <w:p w:rsidR="000D1AE3" w:rsidRPr="009E67AC">
      <w:pPr>
        <w:rPr>
          <w:sz w:val="24"/>
        </w:rPr>
      </w:pPr>
    </w:p>
    <w:p w:rsidR="000D1AE3"/>
    <w:p w:rsidR="000D1AE3">
      <w:pPr>
        <w:rPr>
          <w:rFonts w:hint="eastAsia"/>
        </w:rPr>
      </w:pPr>
      <w:r>
        <w:rPr>
          <w:sz w:val="20"/>
        </w:rPr>
        <w:pict>
          <v:shape id="文本框 210" o:spid="_x0000_s1068" type="#_x0000_t202" style="width:341.25pt;height:23.4pt;margin-top:4.6pt;margin-left:33.2pt;position:absolute;z-index:251678720" filled="f" stroked="f">
            <o:lock v:ext="edit" aspectratio="f"/>
            <v:textbox>
              <w:txbxContent>
                <w:p w:rsidR="002C68D3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 w:rsidR="000D1AE3">
      <w:r>
        <w:rPr>
          <w:sz w:val="20"/>
        </w:rPr>
        <w:pict>
          <v:shape id="文本框 212" o:spid="_x0000_s1069" type="#_x0000_t202" style="width:342.1pt;height:23pt;margin-top:-0.75pt;margin-left:19.8pt;position:absolute;z-index:251681792" filled="f" stroked="f">
            <o:lock v:ext="edit" aspectratio="f"/>
            <v:textbox>
              <w:txbxContent>
                <w:p w:rsidR="002C68D3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roundrect id="自选图形 211" o:spid="_x0000_s1070" style="width:349.1pt;height:740.1pt;margin-top:0.15pt;margin-left:26.55pt;position:absolute;z-index:251679744" arcsize="1381f" filled="t" stroked="t">
            <o:lock v:ext="edit" aspectratio="f"/>
          </v:roundrect>
        </w:pict>
      </w:r>
    </w:p>
    <w:p w:rsidR="000D1AE3">
      <w:r>
        <w:rPr>
          <w:sz w:val="20"/>
        </w:rPr>
        <w:pict>
          <v:rect id="矩形 213" o:spid="_x0000_s1071" style="width:332.55pt;height:301.1pt;margin-top:1.9pt;margin-left:35.9pt;position:absolute;z-index:251680768" filled="t" stroked="t">
            <o:lock v:ext="edit" aspectratio="f"/>
            <v:textbox>
              <w:txbxContent>
                <w:p w:rsidR="002C68D3" w:rsidP="00C80333">
                  <w:pPr>
                    <w:spacing w:line="276" w:lineRule="auto"/>
                  </w:pPr>
                  <w:r w:rsidRPr="00D16C60">
                    <w:rPr>
                      <w:rFonts w:ascii="Times New Roman" w:hAnsi="Times New Roman"/>
                      <w:b/>
                    </w:rPr>
                    <w:t>18</w:t>
                  </w:r>
                  <w:r w:rsidRPr="00D16C60">
                    <w:rPr>
                      <w:rFonts w:ascii="Times New Roman" w:hAnsi="宋体"/>
                      <w:b/>
                    </w:rPr>
                    <w:t>、</w:t>
                  </w:r>
                  <w:r>
                    <w:rPr>
                      <w:rFonts w:ascii="Times New Roman"/>
                      <w:b/>
                    </w:rPr>
                    <w:t>（本</w:t>
                  </w:r>
                  <w:r>
                    <w:rPr>
                      <w:rFonts w:ascii="Times New Roman" w:hint="eastAsia"/>
                      <w:b/>
                    </w:rPr>
                    <w:t>小</w:t>
                  </w:r>
                  <w:r w:rsidRPr="00BF2FD8">
                    <w:rPr>
                      <w:rFonts w:ascii="Times New Roman"/>
                      <w:b/>
                    </w:rPr>
                    <w:t>题满分</w:t>
                  </w:r>
                  <w:r>
                    <w:rPr>
                      <w:rFonts w:ascii="Times New Roman" w:hAnsi="Times New Roman" w:hint="eastAsia"/>
                      <w:b/>
                    </w:rPr>
                    <w:t>6</w:t>
                  </w:r>
                  <w:r w:rsidRPr="00BF2FD8">
                    <w:rPr>
                      <w:rFonts w:ascii="Times New Roman"/>
                      <w:b/>
                    </w:rPr>
                    <w:t>分）</w:t>
                  </w:r>
                </w:p>
                <w:p w:rsidR="002C68D3" w:rsidRPr="00882DF1" w:rsidP="00882DF1">
                  <w:pPr>
                    <w:spacing w:line="276" w:lineRule="auto"/>
                    <w:jc w:val="right"/>
                    <w:rPr>
                      <w:rFonts w:hint="eastAsia"/>
                      <w:b/>
                    </w:rPr>
                  </w:pPr>
                  <w:r>
                    <w:rPr>
                      <w:b/>
                    </w:rPr>
                    <w:pict>
                      <v:shape id="_x0000_i1072" type="#_x0000_t75" style="width:176.25pt;height:167.15pt" stroked="f">
                        <v:imagedata r:id="rId9" o:title=""/>
                      </v:shape>
                    </w:pict>
                  </w:r>
                </w:p>
                <w:p w:rsidR="002C68D3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spacing w:after="156" w:afterLines="50"/>
                    <w:rPr>
                      <w:rFonts w:hint="eastAsia"/>
                      <w:b/>
                    </w:rPr>
                  </w:pPr>
                </w:p>
              </w:txbxContent>
            </v:textbox>
          </v:rect>
        </w:pict>
      </w:r>
    </w:p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>
      <w:r>
        <w:pict>
          <v:shape id="文本框 239" o:spid="_x0000_s1073" type="#_x0000_t202" style="width:334.05pt;height:398.15pt;margin-top:12.15pt;margin-left:35.2pt;position:absolute;z-index:251683840" filled="t" stroked="t">
            <v:fill opacity="0"/>
            <o:lock v:ext="edit" aspectratio="f"/>
            <v:textbox>
              <w:txbxContent>
                <w:p w:rsidR="002C68D3" w:rsidRPr="00D77489" w:rsidP="00B12D5A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D16C60">
                    <w:rPr>
                      <w:rFonts w:ascii="Times New Roman" w:hAnsi="Times New Roman"/>
                      <w:b/>
                    </w:rPr>
                    <w:t>19</w:t>
                  </w:r>
                  <w:r w:rsidRPr="00D16C60">
                    <w:rPr>
                      <w:rFonts w:ascii="Times New Roman" w:hAnsi="宋体"/>
                      <w:b/>
                    </w:rPr>
                    <w:t>、（本小题</w:t>
                  </w:r>
                  <w:r>
                    <w:rPr>
                      <w:rFonts w:ascii="Times New Roman" w:hAnsi="Times New Roman" w:hint="eastAsia"/>
                      <w:b/>
                    </w:rPr>
                    <w:t>9</w:t>
                  </w:r>
                  <w:r w:rsidRPr="00D16C60">
                    <w:rPr>
                      <w:rFonts w:ascii="Times New Roman" w:hAnsi="宋体"/>
                      <w:b/>
                    </w:rPr>
                    <w:t>分）</w:t>
                  </w:r>
                </w:p>
                <w:p w:rsidR="002C68D3" w:rsidRPr="00D24F5E" w:rsidP="00882DF1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D24F5E">
                    <w:rPr>
                      <w:rFonts w:ascii="Times New Roman"/>
                    </w:rPr>
                    <w:t>已知关于</w:t>
                  </w:r>
                  <w:r w:rsidRPr="00D24F5E">
                    <w:rPr>
                      <w:rFonts w:ascii="Times New Roman" w:hAnsi="Times New Roman"/>
                      <w:i/>
                    </w:rPr>
                    <w:t>x</w:t>
                  </w:r>
                  <w:r w:rsidRPr="00D24F5E">
                    <w:rPr>
                      <w:rFonts w:ascii="Times New Roman"/>
                    </w:rPr>
                    <w:t>的不等式组</w:t>
                  </w:r>
                  <w:r>
                    <w:rPr>
                      <w:rFonts w:ascii="Times New Roman" w:hAnsi="Times New Roman"/>
                      <w:position w:val="-40"/>
                    </w:rPr>
                    <w:object>
                      <v:shape id="_x0000_i1074" type="#_x0000_t75" style="width:83pt;height:46pt" o:oleicon="f" o:ole="" o:preferrelative="t" filled="f" stroked="f">
                        <v:fill o:detectmouseclick="f"/>
                        <v:imagedata r:id="rId10" o:title=""/>
                        <o:lock v:ext="edit" aspectratio="t"/>
                      </v:shape>
                      <o:OLEObject Type="Embed" ProgID="Equation.3" ShapeID="_x0000_i1074" DrawAspect="Content" ObjectID="_1747157944" r:id="rId11"/>
                    </w:object>
                  </w:r>
                  <w:r w:rsidRPr="00D24F5E">
                    <w:rPr>
                      <w:rFonts w:ascii="Times New Roman"/>
                    </w:rPr>
                    <w:t>恰有</w:t>
                  </w:r>
                  <w:r w:rsidRPr="00D24F5E">
                    <w:rPr>
                      <w:rFonts w:ascii="Times New Roman" w:hAnsi="Times New Roman"/>
                    </w:rPr>
                    <w:t>3</w:t>
                  </w:r>
                  <w:r w:rsidRPr="00D24F5E">
                    <w:rPr>
                      <w:rFonts w:ascii="Times New Roman"/>
                    </w:rPr>
                    <w:t>个整数解，求</w:t>
                  </w:r>
                  <w:r w:rsidRPr="00D24F5E">
                    <w:rPr>
                      <w:rFonts w:ascii="Times New Roman" w:hAnsi="Times New Roman"/>
                      <w:i/>
                    </w:rPr>
                    <w:t>a</w:t>
                  </w:r>
                  <w:r w:rsidRPr="00D24F5E">
                    <w:rPr>
                      <w:rFonts w:ascii="Times New Roman"/>
                    </w:rPr>
                    <w:t>的取值范围。</w:t>
                  </w:r>
                </w:p>
                <w:p w:rsidR="002C68D3" w:rsidRPr="00882DF1" w:rsidP="00B12D5A">
                  <w:pPr>
                    <w:spacing w:line="276" w:lineRule="auto"/>
                    <w:rPr>
                      <w:rFonts w:ascii="Times New Roman" w:hint="eastAsia"/>
                      <w:b/>
                    </w:rPr>
                  </w:pPr>
                </w:p>
                <w:p w:rsidR="002C68D3">
                  <w:pPr>
                    <w:rPr>
                      <w:rFonts w:ascii="Times New Roman" w:hint="eastAsia"/>
                      <w:b/>
                    </w:rPr>
                  </w:pPr>
                </w:p>
                <w:p w:rsidR="002C68D3">
                  <w:pPr>
                    <w:rPr>
                      <w:rFonts w:ascii="Times New Roman" w:hint="eastAsia"/>
                      <w:b/>
                    </w:rPr>
                  </w:pPr>
                </w:p>
                <w:p w:rsidR="002C68D3">
                  <w:pPr>
                    <w:rPr>
                      <w:rFonts w:ascii="Times New Roman" w:hint="eastAsia"/>
                      <w:b/>
                    </w:rPr>
                  </w:pPr>
                </w:p>
              </w:txbxContent>
            </v:textbox>
          </v:shape>
        </w:pict>
      </w:r>
    </w:p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/>
    <w:p w:rsidR="000D1AE3">
      <w:r>
        <w:rPr>
          <w:sz w:val="20"/>
        </w:rPr>
        <w:pict>
          <v:shape id="文本框 218" o:spid="_x0000_s1075" type="#_x0000_t202" style="width:342.1pt;height:23pt;margin-top:1.05pt;margin-left:23.5pt;position:absolute;z-index:251682816" filled="f" stroked="f">
            <o:lock v:ext="edit" aspectratio="f"/>
            <v:textbox>
              <w:txbxContent>
                <w:p w:rsidR="002C68D3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 w:rsidR="000D1AE3">
      <w:r>
        <w:rPr>
          <w:sz w:val="20"/>
        </w:rPr>
        <w:pict>
          <v:shape id="文本框 220" o:spid="_x0000_s1076" type="#_x0000_t202" style="width:342.1pt;height:23pt;margin-top:-1.5pt;margin-left:14.55pt;position:absolute;z-index:251673600" filled="f" stroked="f">
            <o:lock v:ext="edit" aspectratio="f"/>
            <v:textbox>
              <w:txbxContent>
                <w:p w:rsidR="002C68D3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roundrect id="自选图形 219" o:spid="_x0000_s1077" style="width:347.15pt;height:741.55pt;margin-top:0.2pt;margin-left:21.4pt;position:absolute;z-index:251670528" arcsize="1381f" filled="t" stroked="t">
            <o:lock v:ext="edit" aspectratio="f"/>
          </v:roundrect>
        </w:pict>
      </w:r>
      <w:r>
        <w:pict>
          <v:shape id="文本框 221" o:spid="_x0000_s1078" type="#_x0000_t202" style="width:341.25pt;height:23pt;margin-top:13.6pt;margin-left:17.25pt;position:absolute;z-index:251666432" filled="f" stroked="f">
            <o:lock v:ext="edit" aspectratio="f"/>
            <v:textbox>
              <w:txbxContent>
                <w:p w:rsidR="002C68D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 w:rsidR="000D1AE3">
      <w:r>
        <w:pict>
          <v:rect id="矩形 224" o:spid="_x0000_s1079" style="width:332pt;height:273.75pt;margin-top:1.5pt;margin-left:27.3pt;position:absolute;z-index:251672576" filled="t" stroked="t">
            <o:lock v:ext="edit" aspectratio="f"/>
            <v:textbox>
              <w:txbxContent>
                <w:p w:rsidR="002C68D3" w:rsidRPr="00BD1727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ascii="Times New Roman" w:hint="eastAsia"/>
                      <w:b/>
                    </w:rPr>
                    <w:t>20、</w:t>
                  </w:r>
                  <w:r w:rsidRPr="00BE14C1">
                    <w:rPr>
                      <w:rFonts w:ascii="Times New Roman"/>
                      <w:b/>
                    </w:rPr>
                    <w:t>（本小题满分</w:t>
                  </w:r>
                  <w:r>
                    <w:rPr>
                      <w:rFonts w:ascii="Times New Roman" w:hint="eastAsia"/>
                      <w:b/>
                    </w:rPr>
                    <w:t>9</w:t>
                  </w:r>
                  <w:r w:rsidRPr="00BE14C1">
                    <w:rPr>
                      <w:rFonts w:ascii="Times New Roman"/>
                      <w:b/>
                    </w:rPr>
                    <w:t>分）</w:t>
                  </w:r>
                </w:p>
                <w:p w:rsidR="002C68D3" w:rsidRPr="00882DF1" w:rsidP="00882DF1">
                  <w:pPr>
                    <w:jc w:val="right"/>
                    <w:rPr>
                      <w:rFonts w:hint="eastAsia"/>
                      <w:b/>
                    </w:rPr>
                  </w:pPr>
                  <w:r>
                    <w:rPr>
                      <w:b/>
                    </w:rPr>
                    <w:pict>
                      <v:shape id="_x0000_i1080" type="#_x0000_t75" style="width:176.95pt;height:85.8pt" stroked="f">
                        <v:imagedata r:id="rId12" o:title=""/>
                      </v:shape>
                    </w:pict>
                  </w: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</w:txbxContent>
            </v:textbox>
          </v:rect>
        </w:pict>
      </w:r>
    </w:p>
    <w:p w:rsidR="000D1AE3">
      <w:r>
        <w:pict>
          <v:shape id="文本框 239" o:spid="_x0000_s1081" type="#_x0000_t202" style="width:331.85pt;height:426.8pt;margin-top:265.95pt;margin-left:26.1pt;position:absolute;z-index:251691008" filled="t" stroked="t">
            <v:fill opacity="0"/>
            <o:lock v:ext="edit" aspectratio="f"/>
            <v:textbox>
              <w:txbxContent>
                <w:p w:rsidR="002C68D3" w:rsidRPr="00785E17" w:rsidP="00867964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  <w:r>
                    <w:rPr>
                      <w:rFonts w:ascii="Times New Roman"/>
                      <w:b/>
                    </w:rPr>
                    <w:t>、（本小题满分</w:t>
                  </w:r>
                  <w:r>
                    <w:rPr>
                      <w:rFonts w:ascii="Times New Roman" w:hAnsi="Times New Roman" w:hint="eastAsia"/>
                      <w:b/>
                    </w:rPr>
                    <w:t>10</w:t>
                  </w:r>
                  <w:r>
                    <w:rPr>
                      <w:rFonts w:ascii="Times New Roman"/>
                      <w:b/>
                    </w:rPr>
                    <w:t>分）</w:t>
                  </w:r>
                </w:p>
                <w:p w:rsidR="002C68D3" w:rsidRPr="00D24F5E" w:rsidP="00611F86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D24F5E">
                    <w:rPr>
                      <w:rFonts w:ascii="Times New Roman"/>
                    </w:rPr>
                    <w:t>（</w:t>
                  </w:r>
                  <w:r w:rsidRPr="00D24F5E">
                    <w:rPr>
                      <w:rFonts w:ascii="Times New Roman" w:hAnsi="Times New Roman"/>
                    </w:rPr>
                    <w:t>1</w:t>
                  </w:r>
                  <w:r w:rsidRPr="00D24F5E">
                    <w:rPr>
                      <w:rFonts w:ascii="Times New Roman"/>
                    </w:rPr>
                    <w:t>）该商场计划购进</w:t>
                  </w:r>
                  <w:r w:rsidRPr="00D24F5E">
                    <w:rPr>
                      <w:rFonts w:ascii="Times New Roman" w:hAnsi="Times New Roman"/>
                      <w:i/>
                    </w:rPr>
                    <w:t>A</w:t>
                  </w:r>
                  <w:r w:rsidRPr="00D24F5E">
                    <w:rPr>
                      <w:rFonts w:ascii="Times New Roman"/>
                    </w:rPr>
                    <w:t>，</w:t>
                  </w:r>
                  <w:r w:rsidRPr="00D24F5E">
                    <w:rPr>
                      <w:rFonts w:ascii="Times New Roman" w:hAnsi="Times New Roman"/>
                      <w:i/>
                    </w:rPr>
                    <w:t>B</w:t>
                  </w:r>
                  <w:r w:rsidRPr="00D24F5E">
                    <w:rPr>
                      <w:rFonts w:ascii="Times New Roman"/>
                    </w:rPr>
                    <w:t>两种品牌的教学设备各多少套？</w:t>
                  </w:r>
                </w:p>
                <w:p w:rsidR="002C68D3" w:rsidRPr="00D24F5E" w:rsidP="00611F86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D24F5E">
                    <w:rPr>
                      <w:rFonts w:ascii="Times New Roman"/>
                    </w:rPr>
                    <w:t>（</w:t>
                  </w:r>
                  <w:r w:rsidRPr="00D24F5E">
                    <w:rPr>
                      <w:rFonts w:ascii="Times New Roman" w:hAnsi="Times New Roman"/>
                    </w:rPr>
                    <w:t>2</w:t>
                  </w:r>
                  <w:r w:rsidRPr="00D24F5E">
                    <w:rPr>
                      <w:rFonts w:ascii="Times New Roman"/>
                    </w:rPr>
                    <w:t>）通过市场调研，该商场决定在原计划的基础上，减少</w:t>
                  </w:r>
                  <w:r w:rsidRPr="00D24F5E">
                    <w:rPr>
                      <w:rFonts w:ascii="Times New Roman" w:hAnsi="Times New Roman"/>
                      <w:i/>
                    </w:rPr>
                    <w:t>A</w:t>
                  </w:r>
                  <w:r w:rsidRPr="00D24F5E">
                    <w:rPr>
                      <w:rFonts w:ascii="Times New Roman"/>
                    </w:rPr>
                    <w:t>种设备的购进数量，增加</w:t>
                  </w:r>
                  <w:r w:rsidRPr="00D24F5E">
                    <w:rPr>
                      <w:rFonts w:ascii="Times New Roman" w:hAnsi="Times New Roman"/>
                      <w:i/>
                    </w:rPr>
                    <w:t>B</w:t>
                  </w:r>
                  <w:r w:rsidRPr="00D24F5E">
                    <w:rPr>
                      <w:rFonts w:ascii="Times New Roman"/>
                    </w:rPr>
                    <w:t>种设备的购进数量，已知</w:t>
                  </w:r>
                  <w:r w:rsidRPr="00D24F5E">
                    <w:rPr>
                      <w:rFonts w:ascii="Times New Roman" w:hAnsi="Times New Roman"/>
                      <w:i/>
                    </w:rPr>
                    <w:t>B</w:t>
                  </w:r>
                  <w:r w:rsidRPr="00D24F5E">
                    <w:rPr>
                      <w:rFonts w:ascii="Times New Roman"/>
                    </w:rPr>
                    <w:t>种设备增加的数量是</w:t>
                  </w:r>
                  <w:r w:rsidRPr="00D24F5E">
                    <w:rPr>
                      <w:rFonts w:ascii="Times New Roman" w:hAnsi="Times New Roman"/>
                      <w:i/>
                    </w:rPr>
                    <w:t>A</w:t>
                  </w:r>
                  <w:r w:rsidRPr="00D24F5E">
                    <w:rPr>
                      <w:rFonts w:ascii="Times New Roman"/>
                    </w:rPr>
                    <w:t>种设备减少的数量的</w:t>
                  </w:r>
                  <w:r w:rsidRPr="00D24F5E">
                    <w:rPr>
                      <w:rFonts w:ascii="Times New Roman" w:hAnsi="Times New Roman"/>
                    </w:rPr>
                    <w:t>1.5</w:t>
                  </w:r>
                  <w:r w:rsidRPr="00D24F5E">
                    <w:rPr>
                      <w:rFonts w:ascii="Times New Roman"/>
                    </w:rPr>
                    <w:t>倍。若用于购进这两种教学设备的总资金不超过</w:t>
                  </w:r>
                  <w:r w:rsidRPr="00D24F5E">
                    <w:rPr>
                      <w:rFonts w:ascii="Times New Roman" w:hAnsi="Times New Roman"/>
                    </w:rPr>
                    <w:t>69</w:t>
                  </w:r>
                  <w:r w:rsidRPr="00D24F5E">
                    <w:rPr>
                      <w:rFonts w:ascii="Times New Roman"/>
                    </w:rPr>
                    <w:t>万元，问</w:t>
                  </w:r>
                  <w:r w:rsidRPr="00D24F5E">
                    <w:rPr>
                      <w:rFonts w:ascii="Times New Roman" w:hAnsi="Times New Roman"/>
                      <w:i/>
                    </w:rPr>
                    <w:t>A</w:t>
                  </w:r>
                  <w:r w:rsidRPr="00D24F5E">
                    <w:rPr>
                      <w:rFonts w:ascii="Times New Roman"/>
                    </w:rPr>
                    <w:t>种设备购进数量至多减少多少套？</w:t>
                  </w:r>
                </w:p>
                <w:p w:rsidR="002C68D3" w:rsidRPr="00D24F5E" w:rsidP="00611F86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D24F5E">
                    <w:rPr>
                      <w:rFonts w:ascii="Times New Roman"/>
                    </w:rPr>
                    <w:t>（</w:t>
                  </w:r>
                  <w:r w:rsidRPr="00D24F5E">
                    <w:rPr>
                      <w:rFonts w:ascii="Times New Roman" w:hAnsi="Times New Roman"/>
                    </w:rPr>
                    <w:t>3</w:t>
                  </w:r>
                  <w:r w:rsidRPr="00D24F5E">
                    <w:rPr>
                      <w:rFonts w:ascii="Times New Roman"/>
                    </w:rPr>
                    <w:t>）在（</w:t>
                  </w:r>
                  <w:r w:rsidRPr="00D24F5E">
                    <w:rPr>
                      <w:rFonts w:ascii="Times New Roman" w:hAnsi="Times New Roman"/>
                    </w:rPr>
                    <w:t>2</w:t>
                  </w:r>
                  <w:r w:rsidRPr="00D24F5E">
                    <w:rPr>
                      <w:rFonts w:ascii="Times New Roman"/>
                    </w:rPr>
                    <w:t>）的条件下，该商场所能获得的最大利润是多少万？</w:t>
                  </w:r>
                </w:p>
                <w:p w:rsidR="002C68D3" w:rsidRPr="00611F86" w:rsidP="00053AFB">
                  <w:pPr>
                    <w:rPr>
                      <w:rFonts w:ascii="Times New Roman" w:hint="eastAsia"/>
                      <w:b/>
                    </w:rPr>
                  </w:pPr>
                </w:p>
              </w:txbxContent>
            </v:textbox>
          </v:shape>
        </w:pict>
      </w:r>
      <w:r>
        <w:pict>
          <v:shape id="文本框 217" o:spid="_x0000_s1082" type="#_x0000_t202" style="width:342.85pt;height:23pt;margin-top:688.95pt;margin-left:16.25pt;position:absolute;z-index:251671552" filled="f" stroked="f">
            <o:lock v:ext="edit" aspectratio="f"/>
            <v:textbox>
              <w:txbxContent>
                <w:p w:rsidR="002C68D3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 w:rsidR="000D1AE3">
        <w:br w:type="page"/>
      </w:r>
      <w:r>
        <w:rPr>
          <w:sz w:val="20"/>
        </w:rPr>
        <w:pict>
          <v:roundrect id="自选图形 238" o:spid="_x0000_s1083" style="width:513.6pt;height:734.7pt;margin-top:3pt;margin-left:0.75pt;position:absolute;z-index:251667456" arcsize="1381f" filled="t" stroked="t">
            <o:lock v:ext="edit" aspectratio="f"/>
          </v:roundrect>
        </w:pict>
      </w:r>
    </w:p>
    <w:p w:rsidR="000D1AE3">
      <w:pPr>
        <w:sectPr>
          <w:headerReference w:type="default" r:id="rId13"/>
          <w:footerReference w:type="default" r:id="rId14"/>
          <w:pgSz w:w="23814" w:h="16840" w:orient="landscape"/>
          <w:pgMar w:top="1021" w:right="1134" w:bottom="1021" w:left="1134" w:header="851" w:footer="992" w:gutter="0"/>
          <w:cols w:num="3" w:space="105"/>
          <w:docGrid w:type="lines" w:linePitch="312"/>
        </w:sectPr>
      </w:pPr>
      <w:r>
        <w:rPr>
          <w:sz w:val="20"/>
        </w:rPr>
        <w:pict>
          <v:rect id="矩形 237" o:spid="_x0000_s1084" style="width:500.4pt;height:698.05pt;margin-top:4.05pt;margin-left:6.4pt;position:absolute;z-index:251688960" filled="t" stroked="t">
            <o:lock v:ext="edit" aspectratio="f"/>
            <v:textbox>
              <w:txbxContent>
                <w:p w:rsidR="002C68D3" w:rsidRPr="00BF2FD8" w:rsidP="00B12D5A">
                  <w:pPr>
                    <w:spacing w:line="276" w:lineRule="auto"/>
                    <w:rPr>
                      <w:rFonts w:hint="eastAsia"/>
                    </w:rPr>
                  </w:pPr>
                  <w:r w:rsidRPr="00BF2FD8">
                    <w:rPr>
                      <w:rFonts w:ascii="Times New Roman" w:hAnsi="Times New Roman"/>
                      <w:b/>
                    </w:rPr>
                    <w:t>22</w:t>
                  </w:r>
                  <w:r w:rsidRPr="00BF2FD8">
                    <w:rPr>
                      <w:rFonts w:ascii="Times New Roman"/>
                      <w:b/>
                    </w:rPr>
                    <w:t>、（本小题满分</w:t>
                  </w:r>
                  <w:r>
                    <w:rPr>
                      <w:rFonts w:ascii="Times New Roman" w:hAnsi="Times New Roman" w:hint="eastAsia"/>
                      <w:b/>
                    </w:rPr>
                    <w:t>12</w:t>
                  </w:r>
                  <w:r w:rsidRPr="00BF2FD8">
                    <w:rPr>
                      <w:rFonts w:ascii="Times New Roman"/>
                      <w:b/>
                    </w:rPr>
                    <w:t>分）</w:t>
                  </w:r>
                </w:p>
                <w:p w:rsidR="002C68D3" w:rsidRPr="00C54810" w:rsidP="00611F86">
                  <w:pPr>
                    <w:jc w:val="center"/>
                    <w:rPr>
                      <w:rFonts w:hint="eastAsia"/>
                      <w:b/>
                    </w:rPr>
                  </w:pPr>
                  <w:r>
                    <w:rPr>
                      <w:b/>
                    </w:rPr>
                    <w:pict>
                      <v:shape id="_x0000_i1085" type="#_x0000_t75" style="width:419.25pt;height:99.85pt" stroked="f">
                        <v:imagedata r:id="rId15" o:title=""/>
                      </v:shape>
                    </w:pict>
                  </w: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  <w:p w:rsidR="002C68D3">
                  <w:pPr>
                    <w:rPr>
                      <w:rFonts w:hint="eastAsia"/>
                      <w:b/>
                    </w:rPr>
                  </w:pPr>
                </w:p>
              </w:txbxContent>
            </v:textbox>
          </v:rect>
        </w:pict>
      </w:r>
      <w:r>
        <w:rPr>
          <w:sz w:val="20"/>
        </w:rPr>
        <w:pict>
          <v:shape id="文本框 236" o:spid="_x0000_s1086" type="#_x0000_t202" style="width:341.25pt;height:31.8pt;margin-top:699.45pt;margin-left:4.5pt;position:absolute;z-index:251668480" filled="f" stroked="f">
            <o:lock v:ext="edit" aspectratio="f"/>
            <v:textbox>
              <w:txbxContent>
                <w:p w:rsidR="002C68D3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229" o:spid="_x0000_s1087" type="#_x0000_t202" style="width:401.25pt;height:23.4pt;margin-top:-15.6pt;margin-left:6.7pt;position:absolute;z-index:251669504" filled="f" stroked="f">
            <v:fill o:detectmouseclick="t"/>
            <o:lock v:ext="edit" aspectratio="f"/>
            <v:textbox>
              <w:txbxContent>
                <w:p w:rsidR="002C68D3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                 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r w:rsidR="002C68D3">
        <w:rPr>
          <w:rFonts w:hint="eastAsia"/>
          <w:sz w:val="18"/>
          <w:szCs w:val="18"/>
        </w:rPr>
        <w:drawing>
          <wp:inline>
            <wp:extent cx="248318" cy="297180"/>
            <wp:docPr id="10007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1886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8318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9AADA5"/>
    <w:multiLevelType w:val="singleLevel"/>
    <w:tmpl w:val="9F9AAD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SpellingErrors/>
  <w:hideGrammaticalErrors/>
  <w:zoom w:percent="100"/>
  <w:bordersDoNotSurroundHeader/>
  <w:bordersDoNotSurroundFooter/>
  <w:attachedTemplate r:id="rId1"/>
  <w:stylePaneFormatFilter w:val="3F01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6822"/>
    <w:rsid w:val="00053AFB"/>
    <w:rsid w:val="000901DB"/>
    <w:rsid w:val="00095F96"/>
    <w:rsid w:val="000B6E05"/>
    <w:rsid w:val="000D1AE3"/>
    <w:rsid w:val="000D6F39"/>
    <w:rsid w:val="00107E91"/>
    <w:rsid w:val="00135386"/>
    <w:rsid w:val="001C1688"/>
    <w:rsid w:val="002363CC"/>
    <w:rsid w:val="002373A7"/>
    <w:rsid w:val="00255B0F"/>
    <w:rsid w:val="00273D2B"/>
    <w:rsid w:val="002C68D3"/>
    <w:rsid w:val="002E743C"/>
    <w:rsid w:val="002F3FC2"/>
    <w:rsid w:val="00385483"/>
    <w:rsid w:val="004151FC"/>
    <w:rsid w:val="0049024D"/>
    <w:rsid w:val="004E0F5D"/>
    <w:rsid w:val="00541DAF"/>
    <w:rsid w:val="0059016C"/>
    <w:rsid w:val="005F664E"/>
    <w:rsid w:val="00600B41"/>
    <w:rsid w:val="00611F86"/>
    <w:rsid w:val="00683BA9"/>
    <w:rsid w:val="006C6244"/>
    <w:rsid w:val="00706795"/>
    <w:rsid w:val="00706CFF"/>
    <w:rsid w:val="00722E87"/>
    <w:rsid w:val="00785E17"/>
    <w:rsid w:val="007A0ACD"/>
    <w:rsid w:val="007C30DE"/>
    <w:rsid w:val="00867964"/>
    <w:rsid w:val="00882DF1"/>
    <w:rsid w:val="008E6004"/>
    <w:rsid w:val="00912373"/>
    <w:rsid w:val="00994906"/>
    <w:rsid w:val="009E3A94"/>
    <w:rsid w:val="009E67AC"/>
    <w:rsid w:val="009F4086"/>
    <w:rsid w:val="00A1336C"/>
    <w:rsid w:val="00A97234"/>
    <w:rsid w:val="00AA1ACE"/>
    <w:rsid w:val="00B12D5A"/>
    <w:rsid w:val="00B41869"/>
    <w:rsid w:val="00B905AF"/>
    <w:rsid w:val="00BB7767"/>
    <w:rsid w:val="00BC4B66"/>
    <w:rsid w:val="00BD1727"/>
    <w:rsid w:val="00BE14C1"/>
    <w:rsid w:val="00BF2FD8"/>
    <w:rsid w:val="00C02FC6"/>
    <w:rsid w:val="00C54810"/>
    <w:rsid w:val="00C56C30"/>
    <w:rsid w:val="00C80333"/>
    <w:rsid w:val="00CD39B2"/>
    <w:rsid w:val="00D11D24"/>
    <w:rsid w:val="00D16C60"/>
    <w:rsid w:val="00D24F5E"/>
    <w:rsid w:val="00D31F3D"/>
    <w:rsid w:val="00D325C9"/>
    <w:rsid w:val="00D77489"/>
    <w:rsid w:val="00D83E1E"/>
    <w:rsid w:val="00DB3522"/>
    <w:rsid w:val="00DD0E13"/>
    <w:rsid w:val="00DD4A85"/>
    <w:rsid w:val="00E151C6"/>
    <w:rsid w:val="00E573C2"/>
    <w:rsid w:val="00F14810"/>
    <w:rsid w:val="00F311DA"/>
    <w:rsid w:val="04332BCA"/>
    <w:rsid w:val="04E54F34"/>
    <w:rsid w:val="0A4158EE"/>
    <w:rsid w:val="0BC40AE7"/>
    <w:rsid w:val="0C723EF0"/>
    <w:rsid w:val="0CEE0FDA"/>
    <w:rsid w:val="1740014C"/>
    <w:rsid w:val="1FE07E6D"/>
    <w:rsid w:val="20F8434A"/>
    <w:rsid w:val="27592024"/>
    <w:rsid w:val="2AD81AB2"/>
    <w:rsid w:val="38D41ED5"/>
    <w:rsid w:val="444E6E57"/>
    <w:rsid w:val="47DA01A0"/>
    <w:rsid w:val="5A345254"/>
    <w:rsid w:val="651307C2"/>
    <w:rsid w:val="687E27A0"/>
    <w:rsid w:val="6889379F"/>
    <w:rsid w:val="6A6950E8"/>
    <w:rsid w:val="6BEE7A38"/>
    <w:rsid w:val="6CCD2FD9"/>
    <w:rsid w:val="6F41190A"/>
    <w:rsid w:val="755B6E22"/>
    <w:rsid w:val="767C779A"/>
    <w:rsid w:val="77182CF7"/>
    <w:rsid w:val="7C8A0A6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Style2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character" w:customStyle="1" w:styleId="Char">
    <w:name w:val="页脚 Char"/>
    <w:basedOn w:val="DefaultParagraphFont"/>
    <w:link w:val="Footer"/>
    <w:rPr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rPr>
      <w:kern w:val="2"/>
      <w:sz w:val="18"/>
      <w:szCs w:val="18"/>
    </w:rPr>
  </w:style>
  <w:style w:type="paragraph" w:customStyle="1" w:styleId="2">
    <w:name w:val="列出段落2"/>
    <w:basedOn w:val="Normal"/>
    <w:pPr>
      <w:ind w:firstLine="42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EndnoteText">
    <w:name w:val="endnote text"/>
    <w:basedOn w:val="Normal"/>
    <w:pPr>
      <w:snapToGrid w:val="0"/>
      <w:jc w:val="left"/>
    </w:pPr>
  </w:style>
  <w:style w:type="paragraph" w:styleId="BodyText">
    <w:name w:val="Body Text"/>
    <w:basedOn w:val="Normal"/>
    <w:pPr>
      <w:spacing w:line="240" w:lineRule="exact"/>
    </w:pPr>
    <w:rPr>
      <w:sz w:val="18"/>
    </w:rPr>
  </w:style>
  <w:style w:type="paragraph" w:customStyle="1" w:styleId="Style2">
    <w:name w:val="_Style 2"/>
    <w:basedOn w:val="Normal"/>
    <w:link w:val="DefaultParagraphFont"/>
    <w:rsid w:val="00706CFF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paragraph" w:customStyle="1" w:styleId="DefaultParagraph">
    <w:name w:val="DefaultParagraph"/>
    <w:rsid w:val="00BD1727"/>
    <w:rPr>
      <w:rFonts w:ascii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6.emf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8.emf" /><Relationship Id="rId16" Type="http://schemas.openxmlformats.org/officeDocument/2006/relationships/image" Target="media/image9.jpe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e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</Words>
  <Characters>146</Characters>
  <Application>Microsoft Office Word</Application>
  <DocSecurity>0</DocSecurity>
  <Lines>1</Lines>
  <Paragraphs>1</Paragraphs>
  <ScaleCrop>false</ScaleCrop>
  <Company>hsy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数学答题卡</dc:title>
  <dc:creator>彭祥迅</dc:creator>
  <cp:lastModifiedBy>彭祥迅</cp:lastModifiedBy>
  <cp:revision>95</cp:revision>
  <cp:lastPrinted>2020-06-05T02:45:00Z</cp:lastPrinted>
  <dcterms:created xsi:type="dcterms:W3CDTF">2014-04-12T15:58:00Z</dcterms:created>
  <dcterms:modified xsi:type="dcterms:W3CDTF">2023-06-01T15:56:00Z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