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ackground w:color="ffffff">
    <v:background id="_x0000_s1025" filled="t"/>
  </w:background>
  <w:body>
    <w:p w:rsidR="00AF66C5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11150600</wp:posOffset>
            </wp:positionV>
            <wp:extent cx="469900" cy="419100"/>
            <wp:wrapNone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Rectangle 4" o:spid="_x0000_s1026" style="width:11pt;height:7pt;margin-top:-14.35pt;margin-left:58.95pt;position:absolute;z-index:251668480"/>
        </w:pict>
      </w:r>
      <w:r>
        <w:pict>
          <v:rect id="Rectangle 5" o:spid="_x0000_s1027" style="width:11pt;height:7pt;margin-top:-14.35pt;margin-left:43.9pt;position:absolute;z-index:251667456"/>
        </w:pict>
      </w:r>
      <w:r>
        <w:pict>
          <v:rect id="Rectangle 2" o:spid="_x0000_s1028" style="width:11pt;height:7pt;margin-top:-14.35pt;margin-left:28.85pt;position:absolute;z-index:251666432" fillcolor="black"/>
        </w:pict>
      </w:r>
      <w:r>
        <w:pict>
          <v:rect id="Rectangle 3" o:spid="_x0000_s1029" style="width:11pt;height:7pt;margin-top:-14.35pt;margin-left:74pt;position:absolute;z-index:251669504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30" type="#_x0000_t202" style="width:533.95pt;height:38.4pt;margin-top:-11.7pt;margin-left:0;position:absolute;z-index:251659264" filled="f" stroked="f">
            <o:lock v:ext="edit" aspectratio="f"/>
            <v:textbox style="mso-fit-shape-to-text:t">
              <w:txbxContent>
                <w:p w:rsidR="00AF66C5" w:rsidP="002C6F6F">
                  <w:pPr>
                    <w:ind w:left="600" w:hanging="600" w:hangingChars="200"/>
                    <w:jc w:val="center"/>
                    <w:rPr>
                      <w:rFonts w:ascii="楷体_GB2312" w:eastAsia="楷体_GB2312" w:hint="eastAsia"/>
                      <w:b/>
                      <w:spacing w:val="22"/>
                      <w:sz w:val="28"/>
                      <w:szCs w:val="28"/>
                    </w:rPr>
                  </w:pPr>
                  <w:r w:rsidRPr="002C6F6F" w:rsidR="002C6F6F">
                    <w:rPr>
                      <w:rFonts w:ascii="黑体" w:eastAsia="黑体" w:hAnsi="宋体" w:hint="eastAsia"/>
                      <w:bCs/>
                      <w:color w:val="000000"/>
                      <w:sz w:val="30"/>
                      <w:szCs w:val="30"/>
                    </w:rPr>
                    <w:t>宁德市2022-2023学年度第一学期期末九年级质量检测</w:t>
                  </w:r>
                  <w:r>
                    <w:rPr>
                      <w:rFonts w:ascii="宋体" w:hAnsi="宋体" w:hint="eastAsia"/>
                      <w:sz w:val="28"/>
                      <w:szCs w:val="28"/>
                    </w:rPr>
                    <w:t>——</w:t>
                  </w:r>
                  <w:r>
                    <w:rPr>
                      <w:rFonts w:ascii="楷体_GB2312" w:eastAsia="楷体_GB2312" w:hAnsi="华文楷体" w:hint="eastAsia"/>
                      <w:sz w:val="28"/>
                      <w:szCs w:val="28"/>
                    </w:rPr>
                    <w:t>英语答题卡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1030" o:spid="_x0000_s1031" type="#_x0000_t202" style="width:217.2pt;height:24pt;margin-top:14.45pt;margin-left:307.65pt;mso-height-relative:margin;mso-width-relative:margin;position:absolute;z-index:251670528" filled="f" stroked="f" insetpen="f">
            <v:textbox>
              <w:txbxContent>
                <w:p w:rsidR="00AF66C5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考生严禁填涂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,监考教师填涂,缺考标志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   [  ]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1017" o:spid="_x0000_s1032" type="#_x0000_t202" style="width:90.5pt;height:23.4pt;margin-top:16.65pt;margin-left:108.6pt;position:absolute;z-index:251664384" filled="f" stroked="f">
            <o:lock v:ext="edit" aspectratio="f"/>
            <v:textbox>
              <w:txbxContent>
                <w:p w:rsidR="00AF66C5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第1面（共2面）</w:t>
                  </w:r>
                </w:p>
              </w:txbxContent>
            </v:textbox>
          </v:shape>
        </w:pict>
      </w:r>
      <w:r>
        <w:pict>
          <v:shape id="文本框 1019" o:spid="_x0000_s1033" type="#_x0000_t202" style="width:254.65pt;height:85.8pt;margin-top:30.35pt;margin-left:28.85pt;position:absolute;z-index:251665408" filled="f" stroked="f"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107"/>
                    <w:gridCol w:w="408"/>
                    <w:gridCol w:w="408"/>
                    <w:gridCol w:w="408"/>
                    <w:gridCol w:w="408"/>
                    <w:gridCol w:w="80"/>
                    <w:gridCol w:w="328"/>
                    <w:gridCol w:w="408"/>
                    <w:gridCol w:w="204"/>
                    <w:gridCol w:w="204"/>
                    <w:gridCol w:w="408"/>
                    <w:gridCol w:w="409"/>
                  </w:tblGrid>
                  <w:tr>
                    <w:tblPrEx>
                      <w:tblW w:w="0" w:type="auto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学  校</w:t>
                        </w:r>
                      </w:p>
                    </w:tc>
                    <w:tc>
                      <w:tcPr>
                        <w:tcW w:w="1712" w:type="dxa"/>
                        <w:gridSpan w:val="5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940" w:type="dxa"/>
                        <w:gridSpan w:val="3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班级</w:t>
                        </w:r>
                      </w:p>
                    </w:tc>
                    <w:tc>
                      <w:tcPr>
                        <w:tcW w:w="1021" w:type="dxa"/>
                        <w:gridSpan w:val="3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姓  名</w:t>
                        </w:r>
                      </w:p>
                    </w:tc>
                    <w:tc>
                      <w:tcPr>
                        <w:tcW w:w="3673" w:type="dxa"/>
                        <w:gridSpan w:val="11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考生号</w:t>
                        </w: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考室号</w:t>
                        </w:r>
                      </w:p>
                    </w:tc>
                    <w:tc>
                      <w:tcPr>
                        <w:tcW w:w="1224" w:type="dxa"/>
                        <w:gridSpan w:val="3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1224" w:type="dxa"/>
                        <w:gridSpan w:val="4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座位号</w:t>
                        </w:r>
                      </w:p>
                    </w:tc>
                    <w:tc>
                      <w:tcPr>
                        <w:tcW w:w="1224" w:type="dxa"/>
                        <w:gridSpan w:val="4"/>
                        <w:vAlign w:val="center"/>
                      </w:tcPr>
                      <w:p w:rsidR="00AF66C5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</w:tbl>
                <w:p w:rsidR="00AF66C5"/>
              </w:txbxContent>
            </v:textbox>
          </v:shape>
        </w:pict>
      </w:r>
    </w:p>
    <w:p w:rsidR="00AF66C5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14" o:spid="_x0000_s1034" type="#_x0000_t202" style="width:207.45pt;height:69.9pt;margin-top:5.85pt;margin-left:314.5pt;position:absolute;z-index:251663360" stroked="t">
            <v:stroke dashstyle="dashDot"/>
            <o:lock v:ext="edit" aspectratio="f"/>
            <v:textbox>
              <w:txbxContent>
                <w:p w:rsidR="00AF66C5">
                  <w:pPr>
                    <w:adjustRightInd w:val="0"/>
                    <w:snapToGrid w:val="0"/>
                    <w:spacing w:before="312" w:beforeLines="100" w:line="480" w:lineRule="auto"/>
                    <w:ind w:firstLine="660" w:firstLineChars="150"/>
                    <w:rPr>
                      <w:rFonts w:ascii="华文彩云" w:eastAsia="华文彩云" w:hint="eastAsia"/>
                      <w:outline/>
                      <w:sz w:val="44"/>
                      <w:szCs w:val="44"/>
                    </w:rPr>
                  </w:pPr>
                  <w:r>
                    <w:rPr>
                      <w:rFonts w:ascii="华文彩云" w:eastAsia="华文彩云" w:hint="eastAsia"/>
                      <w:outline/>
                      <w:sz w:val="44"/>
                      <w:szCs w:val="44"/>
                    </w:rPr>
                    <w:t>考生条形码</w:t>
                  </w:r>
                </w:p>
              </w:txbxContent>
            </v:textbox>
          </v:shape>
        </w:pict>
      </w: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20" o:spid="_x0000_s1035" type="#_x0000_t202" style="width:513.45pt;height:18.15pt;margin-top:21.65pt;margin-left:17.95pt;position:absolute;z-index:251676672" filled="t" fillcolor="silver" stroked="f">
            <o:lock v:ext="edit" aspectratio="f"/>
            <v:textbox inset=",0.85pt,,0.85pt">
              <w:txbxContent>
                <w:p w:rsidR="00AF66C5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</w:rPr>
                    <w:t>选择题作答用2B铅笔填涂，修改时用塑料橡皮擦干净，正确填涂方法是：</w:t>
                  </w:r>
                  <w:r>
                    <w:rPr>
                      <w:rFonts w:hint="eastAsia"/>
                      <w:b/>
                    </w:rPr>
                    <w:t>“</w:t>
                  </w:r>
                  <w:r>
                    <w:rPr>
                      <w:rFonts w:ascii="黑体" w:eastAsia="黑体" w:hAnsi="宋体" w:hint="eastAsia"/>
                      <w:b/>
                      <w:sz w:val="18"/>
                      <w:szCs w:val="18"/>
                    </w:rPr>
                    <w:t>▄</w:t>
                  </w:r>
                  <w:r>
                    <w:rPr>
                      <w:rFonts w:hint="eastAsia"/>
                      <w:b/>
                      <w:spacing w:val="40"/>
                      <w:szCs w:val="21"/>
                    </w:rPr>
                    <w:t>”</w:t>
                  </w:r>
                  <w:r>
                    <w:rPr>
                      <w:rFonts w:hint="eastAsia"/>
                      <w:b/>
                    </w:rPr>
                    <w:t>。</w:t>
                  </w:r>
                </w:p>
              </w:txbxContent>
            </v:textbox>
          </v:shape>
        </w:pict>
      </w:r>
    </w:p>
    <w:p w:rsidR="00AF66C5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8" o:spid="_x0000_s1036" type="#_x0000_t202" style="width:515.4pt;height:255.25pt;margin-top:11.2pt;margin-left:16.3pt;position:absolute;z-index:251673600">
            <o:lock v:ext="edit" aspectratio="f"/>
            <v:textbox inset=",0,,0">
              <w:txbxContent>
                <w:p w:rsidR="00AF66C5">
                  <w:pPr>
                    <w:spacing w:before="62" w:beforeLines="20"/>
                    <w:ind w:firstLine="195" w:firstLineChars="150"/>
                    <w:rPr>
                      <w:rFonts w:ascii="黑体" w:eastAsia="黑体" w:hAnsi="宋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pacing w:val="-4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黑体" w:eastAsia="黑体" w:hAnsi="宋体" w:hint="eastAsia"/>
                      <w:spacing w:val="-4"/>
                      <w:sz w:val="13"/>
                      <w:szCs w:val="13"/>
                    </w:rPr>
                    <w:t xml:space="preserve">     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1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6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11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 16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  <w:tab/>
                    <w:t xml:space="preserve">    21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</w:t>
                  </w:r>
                </w:p>
                <w:p w:rsidR="00AF66C5" w:rsidP="002C6F6F">
                  <w:pPr>
                    <w:ind w:firstLine="510" w:firstLineChars="392"/>
                    <w:rPr>
                      <w:rFonts w:ascii="黑体" w:eastAsia="黑体" w:hAnsi="宋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2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7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12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 17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  <w:tab/>
                    <w:t xml:space="preserve">    22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</w:r>
                </w:p>
                <w:p w:rsidR="00AF66C5" w:rsidP="002C6F6F">
                  <w:pPr>
                    <w:ind w:firstLine="510" w:firstLineChars="392"/>
                    <w:rPr>
                      <w:rFonts w:ascii="黑体" w:eastAsia="黑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3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8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13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 18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  <w:tab/>
                    <w:t xml:space="preserve">    23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</w:r>
                </w:p>
                <w:p w:rsidR="00AF66C5" w:rsidP="002C6F6F">
                  <w:pPr>
                    <w:ind w:firstLine="510" w:firstLineChars="392"/>
                    <w:rPr>
                      <w:rFonts w:ascii="黑体" w:eastAsia="黑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4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9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14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 19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  <w:tab/>
                    <w:t xml:space="preserve">    24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</w:t>
                  </w:r>
                </w:p>
                <w:p w:rsidR="00AF66C5">
                  <w:pPr>
                    <w:ind w:firstLine="260" w:firstLineChars="200"/>
                    <w:rPr>
                      <w:rFonts w:ascii="黑体" w:eastAsia="黑体" w:hAnsi="宋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   5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10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15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 20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  <w:tab/>
                    <w:t xml:space="preserve">    25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</w:r>
                </w:p>
                <w:p w:rsidR="00AF66C5">
                  <w:pPr>
                    <w:spacing w:before="156" w:beforeLines="50"/>
                    <w:ind w:firstLine="260" w:firstLineChars="200"/>
                    <w:rPr>
                      <w:rFonts w:ascii="黑体" w:eastAsia="黑体" w:hAnsi="宋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  26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31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36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 41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</w:t>
                  </w:r>
                </w:p>
                <w:p w:rsidR="00AF66C5">
                  <w:pPr>
                    <w:ind w:firstLine="447" w:firstLineChars="344"/>
                    <w:rPr>
                      <w:rFonts w:ascii="黑体" w:eastAsia="黑体" w:hAnsi="宋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27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32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37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 42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</w:r>
                </w:p>
                <w:p w:rsidR="00AF66C5">
                  <w:pPr>
                    <w:ind w:firstLine="447" w:firstLineChars="344"/>
                    <w:rPr>
                      <w:rFonts w:ascii="黑体" w:eastAsia="黑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28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33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38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 43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</w:r>
                </w:p>
                <w:p w:rsidR="00AF66C5">
                  <w:pPr>
                    <w:ind w:firstLine="447" w:firstLineChars="344"/>
                    <w:rPr>
                      <w:rFonts w:ascii="黑体" w:eastAsia="黑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29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34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39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 44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</w:r>
                </w:p>
                <w:p w:rsidR="00AF66C5">
                  <w:pPr>
                    <w:ind w:firstLine="195" w:firstLineChars="150"/>
                    <w:rPr>
                      <w:rFonts w:ascii="黑体" w:eastAsia="黑体" w:hAnsi="宋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   30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35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40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   45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</w:r>
                </w:p>
                <w:p w:rsidR="00AF66C5">
                  <w:pPr>
                    <w:spacing w:before="156" w:beforeLines="50"/>
                    <w:ind w:firstLine="195" w:firstLineChars="150"/>
                    <w:rPr>
                      <w:rFonts w:ascii="黑体" w:eastAsia="黑体" w:hAnsi="宋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   46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51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56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61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E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</w:t>
                  </w:r>
                </w:p>
                <w:p w:rsidR="00AF66C5">
                  <w:pPr>
                    <w:ind w:firstLine="447" w:firstLineChars="344"/>
                    <w:rPr>
                      <w:rFonts w:ascii="黑体" w:eastAsia="黑体" w:hAnsi="宋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47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52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57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62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E ]</w:t>
                  </w:r>
                </w:p>
                <w:p w:rsidR="00AF66C5">
                  <w:pPr>
                    <w:ind w:firstLine="447" w:firstLineChars="344"/>
                    <w:rPr>
                      <w:rFonts w:ascii="黑体" w:eastAsia="黑体" w:hAnsi="宋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48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53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58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63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E ]</w:t>
                  </w:r>
                </w:p>
                <w:p w:rsidR="00AF66C5">
                  <w:pPr>
                    <w:ind w:firstLine="447" w:firstLineChars="344"/>
                    <w:rPr>
                      <w:rFonts w:ascii="黑体" w:eastAsia="黑体" w:hAnsi="宋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49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54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59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64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E ]</w:t>
                  </w:r>
                </w:p>
                <w:p w:rsidR="00AF66C5">
                  <w:pPr>
                    <w:ind w:firstLine="195" w:firstLineChars="150"/>
                    <w:rPr>
                      <w:rFonts w:ascii="黑体" w:eastAsia="黑体" w:hint="eastAsia"/>
                      <w:sz w:val="13"/>
                      <w:szCs w:val="13"/>
                    </w:rPr>
                  </w:pP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   50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55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60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      65 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A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B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C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</w:t>
                  </w:r>
                  <w:r>
                    <w:rPr>
                      <w:rFonts w:ascii="黑体" w:eastAsia="黑体" w:hint="eastAsia"/>
                      <w:sz w:val="13"/>
                      <w:szCs w:val="13"/>
                    </w:rPr>
                    <w:t>D</w:t>
                  </w:r>
                  <w:r>
                    <w:rPr>
                      <w:rFonts w:ascii="黑体" w:eastAsia="黑体" w:hAnsi="宋体" w:hint="eastAsia"/>
                      <w:sz w:val="13"/>
                      <w:szCs w:val="13"/>
                    </w:rPr>
                    <w:t xml:space="preserve"> ] [ E ]                   </w:t>
                  </w:r>
                </w:p>
              </w:txbxContent>
            </v:textbox>
          </v:shape>
        </w:pict>
      </w: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18" o:spid="_x0000_s1037" type="#_x0000_t202" style="width:27.15pt;height:117pt;margin-top:15.35pt;margin-left:2.25pt;position:absolute;z-index:251675648" stroked="f">
            <v:textbox style="layout-flow:vertical-ideographic">
              <w:txbxContent>
                <w:p w:rsidR="00AF66C5" w:rsidRPr="002C6F6F">
                  <w:pPr>
                    <w:adjustRightInd w:val="0"/>
                    <w:snapToGrid w:val="0"/>
                    <w:jc w:val="center"/>
                    <w:rPr>
                      <w:rFonts w:ascii="方正黑体_GBK" w:eastAsia="方正黑体_GBK" w:hint="eastAsia"/>
                    </w:rPr>
                  </w:pPr>
                  <w:r w:rsidRPr="002C6F6F">
                    <w:rPr>
                      <w:rFonts w:ascii="方正黑体_GBK" w:eastAsia="方正黑体_GBK" w:hint="eastAsia"/>
                      <w:sz w:val="18"/>
                      <w:szCs w:val="18"/>
                    </w:rPr>
                    <w:t>第一卷 （共97.5分）</w:t>
                  </w:r>
                </w:p>
              </w:txbxContent>
            </v:textbox>
          </v:shape>
        </w:pict>
      </w:r>
    </w:p>
    <w:p w:rsidR="00AF66C5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rect id="矩形 1043" o:spid="_x0000_s1038" style="width:10.5pt;height:5.5pt;margin-top:5.55pt;margin-left:519.9pt;position:absolute;z-index:251678720" fillcolor="black">
            <v:fill color2="black"/>
            <o:lock v:ext="edit" aspectratio="f"/>
          </v:rect>
        </w:pict>
      </w:r>
      <w:r>
        <w:rPr>
          <w:rFonts w:hint="eastAsia"/>
          <w:spacing w:val="22"/>
          <w:sz w:val="36"/>
          <w:szCs w:val="36"/>
        </w:rPr>
        <w:pict>
          <v:rect id="矩形 1042" o:spid="_x0000_s1039" style="width:10.5pt;height:5.5pt;margin-top:0.05pt;margin-left:28.15pt;position:absolute;z-index:251677696" fillcolor="black">
            <v:fill color2="black"/>
            <o:lock v:ext="edit" aspectratio="f"/>
          </v:rect>
        </w:pict>
      </w: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rect id="矩形 1044" o:spid="_x0000_s1040" style="width:10.5pt;height:5.5pt;margin-top:5.35pt;margin-left:519.6pt;position:absolute;z-index:251679744" fillcolor="black">
            <v:fill color2="black"/>
            <o:lock v:ext="edit" aspectratio="f"/>
          </v:rect>
        </w:pict>
      </w:r>
      <w:r>
        <w:rPr>
          <w:rFonts w:hint="eastAsia"/>
          <w:spacing w:val="22"/>
          <w:sz w:val="36"/>
          <w:szCs w:val="36"/>
        </w:rPr>
        <w:pict>
          <v:shape id="文本框 10" o:spid="_x0000_s1041" type="#_x0000_t202" style="width:513.45pt;height:18.15pt;margin-top:20.2pt;margin-left:17.55pt;position:absolute;z-index:251672576" filled="t" fillcolor="silver" stroked="f">
            <o:lock v:ext="edit" aspectratio="f"/>
            <v:textbox inset=",0.85pt,,0.85pt">
              <w:txbxContent>
                <w:p w:rsidR="00AF66C5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</w:p>
    <w:p w:rsidR="00AF66C5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1" o:spid="_x0000_s1042" type="#_x0000_t202" style="width:512.55pt;height:335.7pt;margin-top:10.25pt;margin-left:17.85pt;position:absolute;z-index:251674624" stroked="t">
            <o:lock v:ext="edit" aspectratio="f"/>
            <v:textbox inset="1.42pt,,1.42pt">
              <w:txbxContent>
                <w:p w:rsidR="00AF66C5">
                  <w:pPr>
                    <w:spacing w:line="360" w:lineRule="auto"/>
                    <w:jc w:val="center"/>
                    <w:rPr>
                      <w:rFonts w:ascii="宋体" w:hAnsi="宋体" w:hint="eastAsia"/>
                      <w:b/>
                      <w:sz w:val="32"/>
                      <w:szCs w:val="32"/>
                    </w:rPr>
                  </w:pPr>
                  <w:r>
                    <w:rPr>
                      <w:rFonts w:ascii="宋体" w:hAnsi="宋体" w:hint="eastAsia"/>
                      <w:b/>
                      <w:sz w:val="24"/>
                    </w:rPr>
                    <w:t>第</w:t>
                  </w:r>
                  <w:r>
                    <w:rPr>
                      <w:rFonts w:ascii="宋体" w:hAnsi="宋体" w:hint="eastAsia"/>
                      <w:b/>
                      <w:bCs/>
                      <w:color w:val="000000"/>
                      <w:sz w:val="24"/>
                    </w:rPr>
                    <w:t>Ⅱ</w:t>
                  </w:r>
                  <w:r>
                    <w:rPr>
                      <w:rFonts w:ascii="宋体" w:hAnsi="宋体" w:hint="eastAsia"/>
                      <w:b/>
                      <w:sz w:val="24"/>
                    </w:rPr>
                    <w:t>卷(52.5分)</w:t>
                  </w:r>
                </w:p>
                <w:p w:rsidR="00AF66C5" w:rsidRPr="002C6F6F">
                  <w:pPr>
                    <w:spacing w:line="288" w:lineRule="auto"/>
                    <w:ind w:firstLine="103" w:firstLineChars="49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2C6F6F">
                    <w:rPr>
                      <w:rFonts w:ascii="宋体" w:hAnsi="宋体" w:cs="宋体" w:hint="eastAsia"/>
                      <w:b/>
                      <w:bCs/>
                      <w:szCs w:val="21"/>
                    </w:rPr>
                    <w:t>Ⅰ</w:t>
                  </w:r>
                  <w:r w:rsidRPr="002C6F6F">
                    <w:rPr>
                      <w:rFonts w:ascii="Times New Roman" w:hAnsi="Times New Roman"/>
                      <w:b/>
                      <w:bCs/>
                      <w:szCs w:val="21"/>
                    </w:rPr>
                    <w:t>. 听力</w:t>
                  </w:r>
                  <w:r w:rsidRPr="002C6F6F">
                    <w:rPr>
                      <w:rFonts w:ascii="Times New Roman" w:hAnsi="Times New Roman"/>
                      <w:b/>
                      <w:szCs w:val="21"/>
                    </w:rPr>
                    <w:t>（7.5分）</w:t>
                  </w:r>
                  <w:r w:rsidRPr="002C6F6F">
                    <w:rPr>
                      <w:rFonts w:ascii="Times New Roman" w:hAnsi="Times New Roman"/>
                      <w:color w:val="000000"/>
                      <w:szCs w:val="21"/>
                    </w:rPr>
                    <w:t>（三）</w:t>
                  </w:r>
                  <w:r w:rsidRPr="002C6F6F">
                    <w:rPr>
                      <w:rFonts w:ascii="Times New Roman" w:hAnsi="Times New Roman"/>
                      <w:color w:val="000000"/>
                      <w:spacing w:val="-6"/>
                      <w:szCs w:val="21"/>
                    </w:rPr>
                    <w:t xml:space="preserve">   </w:t>
                  </w:r>
                  <w:r w:rsidRPr="002C6F6F">
                    <w:rPr>
                      <w:rFonts w:ascii="Times New Roman" w:hAnsi="Times New Roman"/>
                      <w:color w:val="000000"/>
                      <w:szCs w:val="21"/>
                    </w:rPr>
                    <w:t>66.</w:t>
                  </w:r>
                  <w:r w:rsidRPr="002C6F6F"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</w:t>
                  </w:r>
                  <w:r w:rsidRPr="002C6F6F">
                    <w:rPr>
                      <w:rFonts w:ascii="Times New Roman" w:hAnsi="Times New Roman"/>
                      <w:color w:val="000000"/>
                      <w:szCs w:val="21"/>
                    </w:rPr>
                    <w:t xml:space="preserve">  67.</w:t>
                  </w:r>
                  <w:r w:rsidRPr="002C6F6F"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</w:t>
                  </w:r>
                  <w:r w:rsidRPr="002C6F6F">
                    <w:rPr>
                      <w:rFonts w:ascii="Times New Roman" w:hAnsi="Times New Roman"/>
                      <w:color w:val="000000"/>
                      <w:szCs w:val="21"/>
                    </w:rPr>
                    <w:t xml:space="preserve">  68.</w:t>
                  </w:r>
                  <w:r w:rsidRPr="002C6F6F"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</w:t>
                  </w:r>
                  <w:r w:rsidRPr="002C6F6F">
                    <w:rPr>
                      <w:rFonts w:ascii="Times New Roman" w:hAnsi="Times New Roman"/>
                      <w:color w:val="000000"/>
                      <w:szCs w:val="21"/>
                    </w:rPr>
                    <w:t xml:space="preserve">   69.</w:t>
                  </w:r>
                  <w:r w:rsidRPr="002C6F6F"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</w:t>
                  </w:r>
                  <w:r w:rsidRPr="002C6F6F">
                    <w:rPr>
                      <w:rFonts w:ascii="Times New Roman" w:hAnsi="Times New Roman"/>
                      <w:color w:val="000000"/>
                      <w:szCs w:val="21"/>
                    </w:rPr>
                    <w:t xml:space="preserve">  70.</w:t>
                  </w:r>
                  <w:r w:rsidRPr="002C6F6F"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</w:t>
                  </w:r>
                </w:p>
                <w:p w:rsidR="00AF66C5" w:rsidRPr="002C6F6F">
                  <w:pPr>
                    <w:spacing w:line="288" w:lineRule="auto"/>
                    <w:ind w:firstLine="103" w:firstLineChars="49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2C6F6F">
                    <w:rPr>
                      <w:rFonts w:ascii="宋体" w:hAnsi="宋体" w:cs="宋体" w:hint="eastAsia"/>
                      <w:b/>
                      <w:szCs w:val="21"/>
                    </w:rPr>
                    <w:t>Ⅴ</w:t>
                  </w:r>
                  <w:r w:rsidRPr="002C6F6F">
                    <w:rPr>
                      <w:rFonts w:ascii="Times New Roman" w:hAnsi="Times New Roman"/>
                      <w:b/>
                      <w:szCs w:val="21"/>
                    </w:rPr>
                    <w:t>. 情景交际（10分）</w:t>
                  </w:r>
                </w:p>
                <w:p w:rsidR="00AF66C5" w:rsidRPr="002C6F6F" w:rsidP="002C6F6F">
                  <w:pPr>
                    <w:spacing w:line="288" w:lineRule="auto"/>
                    <w:ind w:firstLine="210" w:firstLineChars="100"/>
                    <w:rPr>
                      <w:rFonts w:ascii="Times New Roman" w:hAnsi="Times New Roman"/>
                    </w:rPr>
                  </w:pP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71. </w:t>
                  </w:r>
                  <w:bookmarkStart w:id="0" w:name="_Hlk26718906"/>
                  <w:r w:rsidRPr="002C6F6F">
                    <w:rPr>
                      <w:rFonts w:ascii="Times New Roman" w:hAnsi="Times New Roman"/>
                    </w:rPr>
                    <w:t>________</w:t>
                  </w:r>
                  <w:bookmarkStart w:id="1" w:name="_Hlk68075944"/>
                  <w:r w:rsidRPr="002C6F6F">
                    <w:rPr>
                      <w:rFonts w:ascii="Times New Roman" w:hAnsi="Times New Roman"/>
                    </w:rPr>
                    <w:t>____________________</w:t>
                  </w:r>
                  <w:bookmarkEnd w:id="0"/>
                  <w:bookmarkEnd w:id="1"/>
                  <w:r w:rsidRPr="002C6F6F">
                    <w:rPr>
                      <w:rFonts w:ascii="Times New Roman" w:hAnsi="Times New Roman"/>
                    </w:rPr>
                    <w:t>________</w:t>
                  </w:r>
                  <w:r w:rsidRPr="002C6F6F" w:rsidR="002C6F6F">
                    <w:rPr>
                      <w:rFonts w:ascii="Times New Roman" w:hAnsi="Times New Roman"/>
                    </w:rPr>
                    <w:t>_____</w:t>
                  </w:r>
                  <w:r w:rsidRPr="002C6F6F">
                    <w:rPr>
                      <w:rFonts w:ascii="Times New Roman" w:hAnsi="Times New Roman"/>
                    </w:rPr>
                    <w:t>___________</w:t>
                  </w:r>
                  <w:r w:rsidRPr="002C6F6F" w:rsidR="00BA7CC1">
                    <w:rPr>
                      <w:rFonts w:ascii="Times New Roman" w:hAnsi="Times New Roman"/>
                    </w:rPr>
                    <w:t>_____________</w:t>
                  </w:r>
                  <w:r w:rsidRPr="002C6F6F">
                    <w:rPr>
                      <w:rFonts w:ascii="Times New Roman" w:hAnsi="Times New Roman"/>
                    </w:rPr>
                    <w:t xml:space="preserve">___. </w:t>
                  </w:r>
                </w:p>
                <w:p w:rsidR="00AF66C5" w:rsidRPr="002C6F6F" w:rsidP="002C6F6F">
                  <w:pPr>
                    <w:tabs>
                      <w:tab w:val="left" w:pos="268"/>
                    </w:tabs>
                    <w:spacing w:line="288" w:lineRule="auto"/>
                    <w:ind w:firstLine="210" w:firstLineChars="100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 w:rsidRPr="002C6F6F">
                    <w:rPr>
                      <w:rFonts w:ascii="Times New Roman" w:hAnsi="Times New Roman"/>
                      <w:szCs w:val="21"/>
                    </w:rPr>
                    <w:t>72.</w:t>
                  </w:r>
                  <w:bookmarkStart w:id="2" w:name="_Hlk26718935"/>
                  <w:r w:rsidRPr="002C6F6F"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 w:rsidRPr="002C6F6F">
                    <w:rPr>
                      <w:rFonts w:ascii="Times New Roman" w:hAnsi="Times New Roman"/>
                    </w:rPr>
                    <w:t>____________</w:t>
                  </w:r>
                  <w:r w:rsidRPr="002C6F6F">
                    <w:rPr>
                      <w:rFonts w:ascii="Times New Roman" w:hAnsi="Times New Roman"/>
                    </w:rPr>
                    <w:t>______</w:t>
                  </w:r>
                  <w:r w:rsidRPr="002C6F6F" w:rsidR="002C6F6F">
                    <w:rPr>
                      <w:rFonts w:ascii="Times New Roman" w:hAnsi="Times New Roman"/>
                    </w:rPr>
                    <w:t>_____</w:t>
                  </w:r>
                  <w:r w:rsidRPr="002C6F6F">
                    <w:rPr>
                      <w:rFonts w:ascii="Times New Roman" w:hAnsi="Times New Roman"/>
                    </w:rPr>
                    <w:t>_____________</w:t>
                  </w:r>
                  <w:r w:rsidRPr="002C6F6F" w:rsidR="002C6F6F">
                    <w:rPr>
                      <w:rFonts w:ascii="Times New Roman" w:hAnsi="Times New Roman"/>
                    </w:rPr>
                    <w:t>_____</w:t>
                  </w:r>
                  <w:r w:rsidRPr="002C6F6F">
                    <w:rPr>
                      <w:rFonts w:ascii="Times New Roman" w:hAnsi="Times New Roman"/>
                    </w:rPr>
                    <w:t>____</w:t>
                  </w:r>
                  <w:r w:rsidRPr="002C6F6F" w:rsidR="00BA7CC1">
                    <w:rPr>
                      <w:rFonts w:ascii="Times New Roman" w:hAnsi="Times New Roman"/>
                    </w:rPr>
                    <w:t>_____________</w:t>
                  </w:r>
                  <w:r w:rsidRPr="002C6F6F">
                    <w:rPr>
                      <w:rFonts w:ascii="Times New Roman" w:hAnsi="Times New Roman"/>
                    </w:rPr>
                    <w:t xml:space="preserve">__________. </w:t>
                  </w:r>
                  <w:bookmarkEnd w:id="2"/>
                </w:p>
                <w:p w:rsidR="00AF66C5" w:rsidRPr="002C6F6F" w:rsidP="002C6F6F">
                  <w:pPr>
                    <w:spacing w:line="288" w:lineRule="auto"/>
                    <w:ind w:firstLine="210" w:firstLineChars="100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73. 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</w:t>
                  </w:r>
                  <w:r w:rsidRPr="002C6F6F" w:rsid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</w:t>
                  </w:r>
                  <w:r w:rsidR="00BA7CC1"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           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</w:t>
                  </w: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 of China?</w:t>
                  </w:r>
                </w:p>
                <w:p w:rsidR="00AF66C5" w:rsidRPr="002C6F6F" w:rsidP="002C6F6F">
                  <w:pPr>
                    <w:tabs>
                      <w:tab w:val="left" w:pos="268"/>
                    </w:tabs>
                    <w:spacing w:line="288" w:lineRule="auto"/>
                    <w:ind w:firstLine="210" w:firstLineChars="100"/>
                    <w:rPr>
                      <w:rFonts w:ascii="Times New Roman" w:hAnsi="Times New Roman"/>
                    </w:rPr>
                  </w:pPr>
                  <w:r w:rsidRPr="002C6F6F">
                    <w:rPr>
                      <w:rFonts w:ascii="Times New Roman" w:hAnsi="Times New Roman"/>
                      <w:szCs w:val="21"/>
                    </w:rPr>
                    <w:t>74.</w:t>
                  </w:r>
                  <w:r w:rsidRPr="002C6F6F">
                    <w:rPr>
                      <w:rFonts w:ascii="Times New Roman" w:hAnsi="Times New Roman"/>
                    </w:rPr>
                    <w:t>___________________</w:t>
                  </w:r>
                  <w:r w:rsidRPr="002C6F6F" w:rsidR="002C6F6F">
                    <w:rPr>
                      <w:rFonts w:ascii="Times New Roman" w:hAnsi="Times New Roman"/>
                    </w:rPr>
                    <w:t>______</w:t>
                  </w:r>
                  <w:r w:rsidRPr="002C6F6F">
                    <w:rPr>
                      <w:rFonts w:ascii="Times New Roman" w:hAnsi="Times New Roman"/>
                    </w:rPr>
                    <w:t>_____________</w:t>
                  </w:r>
                  <w:r w:rsidRPr="002C6F6F" w:rsidR="00BA7CC1">
                    <w:rPr>
                      <w:rFonts w:ascii="Times New Roman" w:hAnsi="Times New Roman"/>
                    </w:rPr>
                    <w:t>_______________</w:t>
                  </w:r>
                  <w:r w:rsidRPr="002C6F6F">
                    <w:rPr>
                      <w:rFonts w:ascii="Times New Roman" w:hAnsi="Times New Roman"/>
                    </w:rPr>
                    <w:t>_____ go to Beijing.</w:t>
                  </w:r>
                </w:p>
                <w:p w:rsidR="00AF66C5" w:rsidRPr="002C6F6F" w:rsidP="002C6F6F">
                  <w:pPr>
                    <w:spacing w:line="288" w:lineRule="auto"/>
                    <w:ind w:firstLine="210" w:firstLineChars="100"/>
                    <w:rPr>
                      <w:rFonts w:ascii="Times New Roman" w:hAnsi="Times New Roman"/>
                      <w:szCs w:val="21"/>
                    </w:rPr>
                  </w:pPr>
                  <w:r w:rsidRPr="002C6F6F">
                    <w:rPr>
                      <w:rFonts w:ascii="Times New Roman" w:hAnsi="Times New Roman"/>
                      <w:szCs w:val="21"/>
                    </w:rPr>
                    <w:t>75. Excuse me,____________________________</w:t>
                  </w:r>
                  <w:r w:rsidRPr="002C6F6F">
                    <w:rPr>
                      <w:rFonts w:ascii="Times New Roman" w:hAnsi="Times New Roman"/>
                    </w:rPr>
                    <w:t>___</w:t>
                  </w:r>
                  <w:r w:rsidRPr="002C6F6F" w:rsidR="00BA7CC1">
                    <w:rPr>
                      <w:rFonts w:ascii="Times New Roman" w:hAnsi="Times New Roman"/>
                    </w:rPr>
                    <w:t>______________</w:t>
                  </w:r>
                  <w:r w:rsidRPr="002C6F6F">
                    <w:rPr>
                      <w:rFonts w:ascii="Times New Roman" w:hAnsi="Times New Roman"/>
                    </w:rPr>
                    <w:t>___ to the airport?</w:t>
                  </w:r>
                </w:p>
                <w:p w:rsidR="00AF66C5" w:rsidRPr="002C6F6F">
                  <w:pPr>
                    <w:spacing w:line="288" w:lineRule="auto"/>
                    <w:ind w:firstLine="103" w:firstLineChars="49"/>
                    <w:rPr>
                      <w:rFonts w:ascii="Times New Roman" w:hAnsi="Times New Roman"/>
                      <w:szCs w:val="21"/>
                    </w:rPr>
                  </w:pPr>
                  <w:r w:rsidRPr="002C6F6F">
                    <w:rPr>
                      <w:rFonts w:ascii="宋体" w:hAnsi="宋体" w:cs="宋体" w:hint="eastAsia"/>
                      <w:b/>
                      <w:szCs w:val="21"/>
                    </w:rPr>
                    <w:t>Ⅵ</w:t>
                  </w:r>
                  <w:r w:rsidRPr="002C6F6F">
                    <w:rPr>
                      <w:rFonts w:ascii="Times New Roman" w:hAnsi="Times New Roman"/>
                      <w:b/>
                      <w:bCs/>
                      <w:szCs w:val="21"/>
                    </w:rPr>
                    <w:t xml:space="preserve">. </w:t>
                  </w:r>
                  <w:r w:rsidRPr="002C6F6F">
                    <w:rPr>
                      <w:rFonts w:ascii="Times New Roman" w:hAnsi="Times New Roman"/>
                      <w:b/>
                      <w:szCs w:val="21"/>
                    </w:rPr>
                    <w:t>看图写话（10分）</w:t>
                  </w:r>
                </w:p>
                <w:p w:rsidR="00AF66C5" w:rsidRPr="002C6F6F">
                  <w:pPr>
                    <w:numPr>
                      <w:ilvl w:val="0"/>
                      <w:numId w:val="1"/>
                    </w:numPr>
                    <w:spacing w:line="288" w:lineRule="auto"/>
                    <w:ind w:firstLine="105" w:firstLineChars="50"/>
                    <w:rPr>
                      <w:rFonts w:ascii="Times New Roman" w:hAnsi="Times New Roman"/>
                      <w:szCs w:val="21"/>
                    </w:rPr>
                  </w:pPr>
                  <w:r w:rsidR="00183FB0">
                    <w:rPr>
                      <w:rFonts w:ascii="Times New Roman" w:hAnsi="Times New Roman" w:hint="eastAsia"/>
                      <w:szCs w:val="21"/>
                    </w:rPr>
                    <w:t>h</w:t>
                  </w: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ave, since 2021 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          </w:t>
                  </w:r>
                </w:p>
                <w:p w:rsidR="00AF66C5" w:rsidRPr="002C6F6F">
                  <w:pPr>
                    <w:numPr>
                      <w:ilvl w:val="0"/>
                      <w:numId w:val="1"/>
                    </w:numPr>
                    <w:spacing w:line="288" w:lineRule="auto"/>
                    <w:ind w:firstLine="105" w:firstLineChars="50"/>
                    <w:rPr>
                      <w:rFonts w:ascii="Times New Roman" w:hAnsi="Times New Roman"/>
                      <w:szCs w:val="21"/>
                    </w:rPr>
                  </w:pP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fish, tomorrow 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       </w:t>
                  </w:r>
                  <w:r w:rsidRPr="002C6F6F" w:rsid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</w:t>
                  </w:r>
                </w:p>
                <w:p w:rsidR="00AF66C5" w:rsidRPr="002C6F6F">
                  <w:pPr>
                    <w:numPr>
                      <w:ilvl w:val="0"/>
                      <w:numId w:val="1"/>
                    </w:numPr>
                    <w:spacing w:line="288" w:lineRule="auto"/>
                    <w:ind w:firstLine="105" w:firstLineChars="50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there be, playground 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      </w:t>
                  </w:r>
                  <w:r w:rsidRPr="002C6F6F" w:rsid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</w:t>
                  </w:r>
                </w:p>
                <w:p w:rsidR="00AF66C5" w:rsidRPr="002C6F6F">
                  <w:pPr>
                    <w:numPr>
                      <w:ilvl w:val="0"/>
                      <w:numId w:val="1"/>
                    </w:numPr>
                    <w:spacing w:line="288" w:lineRule="auto"/>
                    <w:ind w:firstLine="105" w:firstLineChars="50"/>
                    <w:rPr>
                      <w:rFonts w:ascii="Times New Roman" w:hAnsi="Times New Roman"/>
                      <w:szCs w:val="21"/>
                    </w:rPr>
                  </w:pPr>
                  <w:r w:rsidRPr="002C6F6F">
                    <w:rPr>
                      <w:rFonts w:ascii="Times New Roman" w:hAnsi="Times New Roman"/>
                      <w:szCs w:val="21"/>
                    </w:rPr>
                    <w:t>teach</w:t>
                  </w: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, how 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       </w:t>
                  </w:r>
                  <w:r w:rsidRPr="002C6F6F" w:rsid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</w:t>
                  </w:r>
                  <w:r w:rsidR="002C6F6F">
                    <w:rPr>
                      <w:rFonts w:ascii="Times New Roman" w:hAnsi="Times New Roman" w:hint="eastAsia"/>
                      <w:szCs w:val="21"/>
                      <w:u w:val="single"/>
                    </w:rPr>
                    <w:t xml:space="preserve"> </w:t>
                  </w:r>
                </w:p>
                <w:p w:rsidR="00AF66C5" w:rsidRPr="002C6F6F">
                  <w:pPr>
                    <w:spacing w:line="288" w:lineRule="auto"/>
                    <w:ind w:firstLine="105" w:firstLineChars="50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80. as...as </w:t>
                  </w:r>
                  <w:r w:rsidRPr="002C6F6F">
                    <w:rPr>
                      <w:rFonts w:ascii="Times New Roman" w:hAnsi="Times New Roman"/>
                      <w:b/>
                      <w:bCs/>
                      <w:szCs w:val="21"/>
                      <w:u w:val="single"/>
                    </w:rPr>
                    <w:t xml:space="preserve">                                                         </w:t>
                  </w:r>
                  <w:r w:rsidRPr="002C6F6F" w:rsidR="002C6F6F">
                    <w:rPr>
                      <w:rFonts w:ascii="Times New Roman" w:hAnsi="Times New Roman"/>
                      <w:b/>
                      <w:bCs/>
                      <w:szCs w:val="21"/>
                      <w:u w:val="single"/>
                    </w:rPr>
                    <w:t xml:space="preserve">            </w:t>
                  </w:r>
                </w:p>
                <w:p w:rsidR="00AF66C5" w:rsidRPr="002C6F6F">
                  <w:pPr>
                    <w:spacing w:line="288" w:lineRule="auto"/>
                    <w:ind w:firstLine="103" w:firstLineChars="49"/>
                    <w:rPr>
                      <w:rFonts w:ascii="Times New Roman" w:hAnsi="Times New Roman"/>
                      <w:szCs w:val="21"/>
                    </w:rPr>
                  </w:pPr>
                  <w:r w:rsidRPr="002C6F6F">
                    <w:rPr>
                      <w:rFonts w:ascii="宋体" w:hAnsi="宋体" w:cs="宋体" w:hint="eastAsia"/>
                      <w:b/>
                      <w:bCs/>
                      <w:szCs w:val="21"/>
                    </w:rPr>
                    <w:t>Ⅶ</w:t>
                  </w:r>
                  <w:r w:rsidRPr="002C6F6F">
                    <w:rPr>
                      <w:rFonts w:ascii="Times New Roman" w:hAnsi="Times New Roman"/>
                      <w:b/>
                      <w:szCs w:val="21"/>
                    </w:rPr>
                    <w:t>. 短文填空（10分）</w:t>
                  </w:r>
                </w:p>
                <w:p w:rsidR="00AF66C5" w:rsidRPr="002C6F6F">
                  <w:pPr>
                    <w:spacing w:line="288" w:lineRule="auto"/>
                    <w:ind w:firstLine="105" w:firstLineChars="50"/>
                    <w:rPr>
                      <w:rFonts w:ascii="Times New Roman" w:hAnsi="Times New Roman"/>
                      <w:szCs w:val="21"/>
                    </w:rPr>
                  </w:pPr>
                  <w:r w:rsidRPr="002C6F6F">
                    <w:rPr>
                      <w:rFonts w:ascii="Times New Roman" w:hAnsi="Times New Roman"/>
                      <w:szCs w:val="21"/>
                    </w:rPr>
                    <w:t>81.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</w:t>
                  </w: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    82.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</w:t>
                  </w: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    83.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</w:t>
                  </w: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    84.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</w:t>
                  </w: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     85.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</w:t>
                  </w:r>
                </w:p>
                <w:p w:rsidR="00AF66C5" w:rsidRPr="002C6F6F">
                  <w:pPr>
                    <w:spacing w:line="288" w:lineRule="auto"/>
                    <w:ind w:firstLine="105" w:firstLineChars="50"/>
                    <w:rPr>
                      <w:rFonts w:ascii="Times New Roman" w:hAnsi="Times New Roman"/>
                      <w:szCs w:val="21"/>
                    </w:rPr>
                  </w:pPr>
                  <w:r w:rsidRPr="002C6F6F">
                    <w:rPr>
                      <w:rFonts w:ascii="Times New Roman" w:hAnsi="Times New Roman"/>
                      <w:szCs w:val="21"/>
                    </w:rPr>
                    <w:t>86.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</w:t>
                  </w: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    87.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</w:t>
                  </w: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    88.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</w:t>
                  </w: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    89.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</w:t>
                  </w:r>
                  <w:r w:rsidRPr="002C6F6F">
                    <w:rPr>
                      <w:rFonts w:ascii="Times New Roman" w:hAnsi="Times New Roman"/>
                      <w:szCs w:val="21"/>
                    </w:rPr>
                    <w:t xml:space="preserve">     90.</w:t>
                  </w:r>
                  <w:r w:rsidRPr="002C6F6F"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</w:t>
                  </w:r>
                  <w:hyperlink r:id="rId5" w:history="1"/>
                </w:p>
                <w:p w:rsidR="00AF66C5"/>
              </w:txbxContent>
            </v:textbox>
          </v:shape>
        </w:pict>
      </w: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tabs>
          <w:tab w:val="left" w:pos="724"/>
        </w:tabs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31" o:spid="_x0000_s1043" type="#_x0000_t202" style="width:508.7pt;height:23.4pt;margin-top:-6.9pt;margin-left:14.95pt;position:absolute;z-index:251660288" filled="f" stroked="f">
            <o:lock v:ext="edit" aspectratio="f"/>
            <v:textbox>
              <w:txbxContent>
                <w:p w:rsidR="00AF66C5">
                  <w:pPr>
                    <w:jc w:val="center"/>
                    <w:rPr>
                      <w:b/>
                      <w:spacing w:val="22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英语答题卡  第2面（共2面）</w:t>
                  </w:r>
                </w:p>
                <w:p w:rsidR="00AF66C5"/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30" o:spid="_x0000_s1044" type="#_x0000_t202" style="width:514.8pt;height:319.8pt;margin-top:23.4pt;margin-left:14.95pt;position:absolute;z-index:251662336" stroked="t">
            <o:lock v:ext="edit" aspectratio="f"/>
            <v:textbox>
              <w:txbxContent>
                <w:p w:rsidR="00AF66C5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AF66C5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AF66C5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AF66C5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AF66C5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AF66C5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AF66C5">
                  <w:pPr>
                    <w:adjustRightInd w:val="0"/>
                    <w:snapToGrid w:val="0"/>
                    <w:spacing w:line="480" w:lineRule="auto"/>
                    <w:jc w:val="center"/>
                    <w:rPr>
                      <w:rFonts w:ascii="宋体" w:hAnsi="宋体" w:hint="eastAsia"/>
                      <w:sz w:val="48"/>
                      <w:szCs w:val="48"/>
                    </w:rPr>
                  </w:pPr>
                  <w:r>
                    <w:rPr>
                      <w:rFonts w:ascii="宋体" w:hAnsi="宋体" w:hint="eastAsia"/>
                      <w:sz w:val="48"/>
                      <w:szCs w:val="48"/>
                    </w:rPr>
                    <w:t>请勿在此处作任何标记</w:t>
                  </w:r>
                </w:p>
              </w:txbxContent>
            </v:textbox>
          </v:shape>
        </w:pict>
      </w: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rPr>
          <w:rFonts w:hint="eastAsia"/>
          <w:spacing w:val="22"/>
          <w:sz w:val="36"/>
          <w:szCs w:val="36"/>
        </w:rPr>
      </w:pPr>
    </w:p>
    <w:p w:rsidR="00AF66C5">
      <w:pPr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36" o:spid="_x0000_s1045" type="#_x0000_t202" style="width:513.3pt;height:375.05pt;margin-top:27.55pt;margin-left:14.95pt;position:absolute;z-index:251671552" stroked="t">
            <o:lock v:ext="edit" aspectratio="f"/>
            <v:textbox inset="1.42pt,1.42pt,1.42pt,1.42pt">
              <w:txbxContent>
                <w:p w:rsidR="00AF66C5">
                  <w:pPr>
                    <w:adjustRightInd w:val="0"/>
                    <w:snapToGrid w:val="0"/>
                    <w:spacing w:line="240" w:lineRule="atLeast"/>
                    <w:ind w:right="23" w:firstLine="100" w:rightChars="11" w:firstLineChars="100"/>
                    <w:rPr>
                      <w:rFonts w:hint="eastAsia"/>
                      <w:sz w:val="10"/>
                      <w:szCs w:val="10"/>
                    </w:rPr>
                  </w:pPr>
                </w:p>
                <w:p w:rsidR="00AF66C5">
                  <w:pPr>
                    <w:spacing w:line="360" w:lineRule="auto"/>
                    <w:ind w:firstLine="103" w:firstLineChars="49"/>
                    <w:rPr>
                      <w:rFonts w:ascii="宋体" w:hAnsi="宋体" w:hint="eastAsia"/>
                      <w:b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Cs w:val="21"/>
                    </w:rPr>
                    <w:t>VII</w:t>
                  </w:r>
                  <w:r>
                    <w:rPr>
                      <w:b/>
                      <w:bCs/>
                      <w:szCs w:val="21"/>
                    </w:rPr>
                    <w:t>. 书面表达</w:t>
                  </w:r>
                  <w:r>
                    <w:rPr>
                      <w:rFonts w:hAnsi="宋体"/>
                      <w:b/>
                      <w:szCs w:val="21"/>
                    </w:rPr>
                    <w:t>（</w:t>
                  </w:r>
                  <w:r>
                    <w:rPr>
                      <w:b/>
                      <w:szCs w:val="21"/>
                    </w:rPr>
                    <w:t>15</w:t>
                  </w:r>
                  <w:r>
                    <w:rPr>
                      <w:rFonts w:hAnsi="宋体"/>
                      <w:b/>
                      <w:szCs w:val="21"/>
                    </w:rPr>
                    <w:t>分）</w:t>
                  </w:r>
                </w:p>
                <w:p w:rsidR="00AF66C5">
                  <w:pPr>
                    <w:pStyle w:val="NormalWeb"/>
                    <w:spacing w:before="225"/>
                    <w:ind w:right="147" w:firstLine="3675" w:firstLineChars="175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</w:pPr>
                  <w:bookmarkStart w:id="3" w:name="_Hlk36016178"/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How to Be a </w:t>
                  </w:r>
                  <w:r>
                    <w:rPr>
                      <w:rFonts w:ascii="Times New Roman" w:hAnsi="Times New Roman" w:cs="Times New Roman" w:hint="eastAsia"/>
                      <w:b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  <w:t>Civilized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  <w:shd w:val="clear" w:color="auto" w:fill="FFFFFF"/>
                    </w:rPr>
                    <w:t xml:space="preserve"> Student</w:t>
                  </w:r>
                </w:p>
                <w:p w:rsidR="00AF66C5">
                  <w:pPr>
                    <w:spacing w:line="408" w:lineRule="auto"/>
                    <w:ind w:firstLine="420" w:firstLineChars="200"/>
                    <w:rPr>
                      <w:rFonts w:ascii="Times New Roman" w:hAnsi="Times New Roman"/>
                      <w:u w:val="single"/>
                    </w:rPr>
                  </w:pPr>
                  <w:bookmarkEnd w:id="3"/>
                  <w:r>
                    <w:rPr>
                      <w:rFonts w:ascii="Times New Roman" w:hAnsi="Times New Roman" w:hint="eastAsia"/>
                      <w:szCs w:val="21"/>
                    </w:rPr>
                    <w:t>As we know,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>our school is</w:t>
                  </w:r>
                  <w:r>
                    <w:rPr>
                      <w:rFonts w:hint="eastAsia"/>
                      <w:szCs w:val="21"/>
                    </w:rPr>
                    <w:t xml:space="preserve"> building a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>civilize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>d school.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>As students,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szCs w:val="21"/>
                    </w:rPr>
                    <w:t>we should try to be civilized students</w:t>
                  </w:r>
                  <w:r>
                    <w:rPr>
                      <w:rFonts w:ascii="Times New Roman" w:hAnsi="Times New Roman"/>
                      <w:szCs w:val="21"/>
                    </w:rPr>
                    <w:t>.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</w:t>
                  </w:r>
                </w:p>
                <w:p w:rsidR="00AF66C5" w:rsidP="002C6F6F">
                  <w:pPr>
                    <w:spacing w:line="432" w:lineRule="auto"/>
                    <w:rPr>
                      <w:rFonts w:hint="eastAsia"/>
                      <w:u w:val="single"/>
                    </w:rPr>
                  </w:pPr>
                  <w:r>
                    <w:rPr>
                      <w:sz w:val="24"/>
                    </w:rPr>
                    <w:t>___________________________________</w:t>
                  </w: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</w:p>
                <w:p w:rsidR="00AF66C5" w:rsidP="002C6F6F">
                  <w:pPr>
                    <w:spacing w:line="432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</w:p>
                <w:p w:rsidR="00AF66C5" w:rsidP="002C6F6F">
                  <w:pPr>
                    <w:spacing w:line="432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</w:p>
                <w:p w:rsidR="00AF66C5" w:rsidP="002C6F6F">
                  <w:pPr>
                    <w:spacing w:line="432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</w:p>
                <w:p w:rsidR="00AF66C5" w:rsidP="002C6F6F">
                  <w:pPr>
                    <w:spacing w:line="432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</w:t>
                  </w:r>
                </w:p>
                <w:p w:rsidR="00AF66C5" w:rsidP="002C6F6F">
                  <w:pPr>
                    <w:spacing w:line="432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   </w:t>
                  </w:r>
                </w:p>
                <w:p w:rsidR="00AF66C5" w:rsidP="002C6F6F">
                  <w:pPr>
                    <w:spacing w:line="432" w:lineRule="auto"/>
                    <w:rPr>
                      <w:rFonts w:hint="eastAsia"/>
                      <w:u w:val="single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</w:p>
                <w:p w:rsidR="00AF66C5" w:rsidP="002C6F6F">
                  <w:pPr>
                    <w:spacing w:line="432" w:lineRule="auto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u w:val="single"/>
                    </w:rPr>
                    <w:t xml:space="preserve">                                                                              </w:t>
                  </w:r>
                  <w:r>
                    <w:rPr>
                      <w:rFonts w:hint="eastAsia"/>
                      <w:u w:val="single"/>
                    </w:rPr>
                    <w:t xml:space="preserve">                   </w:t>
                  </w:r>
                </w:p>
                <w:p w:rsidR="00AF66C5" w:rsidRPr="002C6F6F">
                  <w:pPr>
                    <w:pStyle w:val="BodyText"/>
                    <w:rPr>
                      <w:rFonts w:ascii="Times New Roman" w:eastAsia="宋体" w:hAnsi="Times New Roman"/>
                      <w:sz w:val="21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    </w:t>
                  </w:r>
                  <w:r w:rsidRPr="002C6F6F">
                    <w:rPr>
                      <w:rFonts w:ascii="Times New Roman" w:eastAsia="宋体" w:hAnsi="Times New Roman" w:hint="eastAsia"/>
                      <w:sz w:val="21"/>
                      <w:szCs w:val="21"/>
                    </w:rPr>
                    <w:t xml:space="preserve"> If we try our best, our </w:t>
                  </w:r>
                  <w:r w:rsidRPr="002C6F6F">
                    <w:rPr>
                      <w:rFonts w:ascii="Times New Roman" w:eastAsia="宋体" w:hAnsi="Times New Roman" w:hint="eastAsia"/>
                      <w:sz w:val="21"/>
                      <w:szCs w:val="21"/>
                    </w:rPr>
                    <w:t>school will become better and better!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33" o:spid="_x0000_s1046" type="#_x0000_t202" style="width:516.75pt;height:18.15pt;margin-top:5.6pt;margin-left:11.8pt;position:absolute;z-index:251661312" filled="t" fillcolor="silver" stroked="f">
            <o:lock v:ext="edit" aspectratio="f"/>
            <v:textbox inset=",0.85pt,,0.85pt">
              <w:txbxContent>
                <w:p w:rsidR="00AF66C5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  <w:spacing w:val="22"/>
          <w:sz w:val="36"/>
          <w:szCs w:val="36"/>
        </w:rPr>
      </w:pPr>
    </w:p>
    <w:p w:rsidR="00AF66C5">
      <w:pPr>
        <w:jc w:val="center"/>
        <w:rPr>
          <w:rFonts w:hint="eastAsia"/>
        </w:rPr>
      </w:pPr>
      <w:r>
        <w:rPr>
          <w:rFonts w:hint="eastAsia"/>
        </w:rPr>
        <w:br w:type="page"/>
      </w:r>
      <w:r>
        <w:rPr>
          <w:rFonts w:hint="eastAsia"/>
        </w:rPr>
        <w:drawing>
          <wp:inline>
            <wp:extent cx="6383020" cy="7639034"/>
            <wp:docPr id="10003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83020" cy="7639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567" w:right="567" w:bottom="1134" w:left="567" w:header="454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6C5">
    <w:pPr>
      <w:pStyle w:val="Footer"/>
    </w:pPr>
    <w:r>
      <w:pict>
        <v:rect id="Rectangle 3" o:spid="_x0000_s2053" style="width:14.35pt;height:9pt;margin-top:7.45pt;margin-left:-0.6pt;position:absolute;z-index:251658240" fillcolor="black"/>
      </w:pict>
    </w:r>
    <w:r>
      <w:pict>
        <v:rect id="Rectangle 4" o:spid="_x0000_s2054" style="width:14.35pt;height:9pt;margin-top:6.7pt;margin-left:524.25pt;position:absolute;z-index:251659264" fillcolor="black"/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6C5">
    <w:pPr>
      <w:pStyle w:val="Header"/>
    </w:pPr>
    <w:r>
      <w:pict>
        <v:rect id="矩形 1" o:spid="_x0000_s2049" style="width:14.35pt;height:9pt;margin-top:-2.1pt;margin-left:0.2pt;position:absolute;z-index:251658240" fillcolor="black"/>
      </w:pict>
    </w:r>
    <w:r>
      <w:pict>
        <v:rect id="矩形 2" o:spid="_x0000_s2050" style="width:14.35pt;height:9pt;margin-top:-2.1pt;margin-left:524.4pt;position:absolute;z-index:251659264" fillcolor="black"/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9115807"/>
    <w:multiLevelType w:val="singleLevel"/>
    <w:tmpl w:val="C9115807"/>
    <w:lvl w:ilvl="0">
      <w:start w:val="7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NotTrackMoves/>
  <w:defaultTabStop w:val="420"/>
  <w:drawingGridHorizontalSpacing w:val="181"/>
  <w:drawingGridVerticalSpacing w:val="156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3CCA"/>
    <w:rsid w:val="00003E72"/>
    <w:rsid w:val="000106D1"/>
    <w:rsid w:val="00033B5D"/>
    <w:rsid w:val="00035C78"/>
    <w:rsid w:val="00042B49"/>
    <w:rsid w:val="00046BF0"/>
    <w:rsid w:val="000538BB"/>
    <w:rsid w:val="000553CB"/>
    <w:rsid w:val="00057101"/>
    <w:rsid w:val="00073AFB"/>
    <w:rsid w:val="00075C1E"/>
    <w:rsid w:val="0008620C"/>
    <w:rsid w:val="0008698D"/>
    <w:rsid w:val="00090B6A"/>
    <w:rsid w:val="00095FFC"/>
    <w:rsid w:val="000A372B"/>
    <w:rsid w:val="000B3B51"/>
    <w:rsid w:val="000C48E5"/>
    <w:rsid w:val="000C6AD0"/>
    <w:rsid w:val="00104B1E"/>
    <w:rsid w:val="00116859"/>
    <w:rsid w:val="00121F0E"/>
    <w:rsid w:val="00151D55"/>
    <w:rsid w:val="00156D1C"/>
    <w:rsid w:val="0016079C"/>
    <w:rsid w:val="0016787F"/>
    <w:rsid w:val="001710A0"/>
    <w:rsid w:val="00177CD4"/>
    <w:rsid w:val="00183FB0"/>
    <w:rsid w:val="001964B8"/>
    <w:rsid w:val="00197472"/>
    <w:rsid w:val="001A557D"/>
    <w:rsid w:val="001A639A"/>
    <w:rsid w:val="001B084F"/>
    <w:rsid w:val="001E179A"/>
    <w:rsid w:val="001E1BD2"/>
    <w:rsid w:val="001E4623"/>
    <w:rsid w:val="001F065C"/>
    <w:rsid w:val="001F6A5D"/>
    <w:rsid w:val="00203AEF"/>
    <w:rsid w:val="002146E3"/>
    <w:rsid w:val="002327D5"/>
    <w:rsid w:val="00240680"/>
    <w:rsid w:val="002424B3"/>
    <w:rsid w:val="00247429"/>
    <w:rsid w:val="0025608D"/>
    <w:rsid w:val="0026042C"/>
    <w:rsid w:val="002821FD"/>
    <w:rsid w:val="002920CC"/>
    <w:rsid w:val="00294BB6"/>
    <w:rsid w:val="00294EB6"/>
    <w:rsid w:val="00296F5B"/>
    <w:rsid w:val="002B02A6"/>
    <w:rsid w:val="002B2500"/>
    <w:rsid w:val="002B58E0"/>
    <w:rsid w:val="002C1E09"/>
    <w:rsid w:val="002C337D"/>
    <w:rsid w:val="002C6F6F"/>
    <w:rsid w:val="002D1E4C"/>
    <w:rsid w:val="002D65E6"/>
    <w:rsid w:val="002E0B34"/>
    <w:rsid w:val="002E6F01"/>
    <w:rsid w:val="00300683"/>
    <w:rsid w:val="00301E24"/>
    <w:rsid w:val="00304570"/>
    <w:rsid w:val="00315FAD"/>
    <w:rsid w:val="00317024"/>
    <w:rsid w:val="003321CC"/>
    <w:rsid w:val="003467D3"/>
    <w:rsid w:val="00364996"/>
    <w:rsid w:val="003723F5"/>
    <w:rsid w:val="0038736C"/>
    <w:rsid w:val="003A6E83"/>
    <w:rsid w:val="003B0D0C"/>
    <w:rsid w:val="003D15CF"/>
    <w:rsid w:val="003D3BF0"/>
    <w:rsid w:val="003F4503"/>
    <w:rsid w:val="00406495"/>
    <w:rsid w:val="00406A0E"/>
    <w:rsid w:val="00407B4B"/>
    <w:rsid w:val="00412B9B"/>
    <w:rsid w:val="00413980"/>
    <w:rsid w:val="004151FC"/>
    <w:rsid w:val="00425146"/>
    <w:rsid w:val="00425BF1"/>
    <w:rsid w:val="004408C6"/>
    <w:rsid w:val="004437BB"/>
    <w:rsid w:val="0046039C"/>
    <w:rsid w:val="00464A33"/>
    <w:rsid w:val="004664A5"/>
    <w:rsid w:val="00487AAD"/>
    <w:rsid w:val="00487BB2"/>
    <w:rsid w:val="00490DFF"/>
    <w:rsid w:val="004A00A8"/>
    <w:rsid w:val="004B06F3"/>
    <w:rsid w:val="004B5FFE"/>
    <w:rsid w:val="004D43A5"/>
    <w:rsid w:val="004E0193"/>
    <w:rsid w:val="004E0236"/>
    <w:rsid w:val="004E1BD0"/>
    <w:rsid w:val="004E3BA0"/>
    <w:rsid w:val="0050112F"/>
    <w:rsid w:val="00521851"/>
    <w:rsid w:val="00531E07"/>
    <w:rsid w:val="00545DE9"/>
    <w:rsid w:val="00551B68"/>
    <w:rsid w:val="00557F46"/>
    <w:rsid w:val="00571E6B"/>
    <w:rsid w:val="00572F42"/>
    <w:rsid w:val="005741AB"/>
    <w:rsid w:val="00575C06"/>
    <w:rsid w:val="00580F6F"/>
    <w:rsid w:val="005949B8"/>
    <w:rsid w:val="005A23A1"/>
    <w:rsid w:val="005A7D00"/>
    <w:rsid w:val="005B3552"/>
    <w:rsid w:val="005B4CA5"/>
    <w:rsid w:val="005C124A"/>
    <w:rsid w:val="005C464A"/>
    <w:rsid w:val="005C6CBD"/>
    <w:rsid w:val="005D6433"/>
    <w:rsid w:val="005E4F83"/>
    <w:rsid w:val="005E627F"/>
    <w:rsid w:val="005E6A81"/>
    <w:rsid w:val="00601D94"/>
    <w:rsid w:val="0060338D"/>
    <w:rsid w:val="006148A7"/>
    <w:rsid w:val="0062011B"/>
    <w:rsid w:val="0062228C"/>
    <w:rsid w:val="00626954"/>
    <w:rsid w:val="00634D80"/>
    <w:rsid w:val="00636820"/>
    <w:rsid w:val="00667E58"/>
    <w:rsid w:val="00684B25"/>
    <w:rsid w:val="006938E2"/>
    <w:rsid w:val="006B659D"/>
    <w:rsid w:val="006C0AA8"/>
    <w:rsid w:val="006D23AC"/>
    <w:rsid w:val="006D2820"/>
    <w:rsid w:val="006E2966"/>
    <w:rsid w:val="006E2BAB"/>
    <w:rsid w:val="006E7257"/>
    <w:rsid w:val="006F6EA8"/>
    <w:rsid w:val="00715C6F"/>
    <w:rsid w:val="007279C2"/>
    <w:rsid w:val="00727AD2"/>
    <w:rsid w:val="00733497"/>
    <w:rsid w:val="0075239D"/>
    <w:rsid w:val="007579AF"/>
    <w:rsid w:val="00761D2D"/>
    <w:rsid w:val="00764DB0"/>
    <w:rsid w:val="007718E3"/>
    <w:rsid w:val="00772B47"/>
    <w:rsid w:val="00774C04"/>
    <w:rsid w:val="0078069D"/>
    <w:rsid w:val="00780A2E"/>
    <w:rsid w:val="0079121D"/>
    <w:rsid w:val="0079131A"/>
    <w:rsid w:val="007925D1"/>
    <w:rsid w:val="007A05D1"/>
    <w:rsid w:val="007A35E7"/>
    <w:rsid w:val="007B08B6"/>
    <w:rsid w:val="007C0214"/>
    <w:rsid w:val="007D1868"/>
    <w:rsid w:val="007D4C3F"/>
    <w:rsid w:val="007E50B3"/>
    <w:rsid w:val="007F1E37"/>
    <w:rsid w:val="0080434C"/>
    <w:rsid w:val="00804E30"/>
    <w:rsid w:val="00814183"/>
    <w:rsid w:val="00817F12"/>
    <w:rsid w:val="008272DF"/>
    <w:rsid w:val="00841784"/>
    <w:rsid w:val="0084457F"/>
    <w:rsid w:val="0085426B"/>
    <w:rsid w:val="008615FE"/>
    <w:rsid w:val="008819F8"/>
    <w:rsid w:val="00892C2B"/>
    <w:rsid w:val="008B1F69"/>
    <w:rsid w:val="008B243C"/>
    <w:rsid w:val="008C30AF"/>
    <w:rsid w:val="008C510B"/>
    <w:rsid w:val="008D592F"/>
    <w:rsid w:val="008D7DBF"/>
    <w:rsid w:val="008E0D13"/>
    <w:rsid w:val="008E5077"/>
    <w:rsid w:val="008F2126"/>
    <w:rsid w:val="008F59BD"/>
    <w:rsid w:val="0090075D"/>
    <w:rsid w:val="00900EF4"/>
    <w:rsid w:val="00901159"/>
    <w:rsid w:val="00904025"/>
    <w:rsid w:val="00905EFF"/>
    <w:rsid w:val="00922204"/>
    <w:rsid w:val="00931401"/>
    <w:rsid w:val="00932595"/>
    <w:rsid w:val="0095385F"/>
    <w:rsid w:val="009577CF"/>
    <w:rsid w:val="00963758"/>
    <w:rsid w:val="00976C21"/>
    <w:rsid w:val="00980B2A"/>
    <w:rsid w:val="00982B7A"/>
    <w:rsid w:val="00983049"/>
    <w:rsid w:val="00993BE6"/>
    <w:rsid w:val="009945F4"/>
    <w:rsid w:val="00995D2A"/>
    <w:rsid w:val="009A1A33"/>
    <w:rsid w:val="009A391A"/>
    <w:rsid w:val="009B3383"/>
    <w:rsid w:val="009C1321"/>
    <w:rsid w:val="009D0305"/>
    <w:rsid w:val="009D0470"/>
    <w:rsid w:val="009D21B4"/>
    <w:rsid w:val="009D22C7"/>
    <w:rsid w:val="009E1F2A"/>
    <w:rsid w:val="009E73BA"/>
    <w:rsid w:val="00A04843"/>
    <w:rsid w:val="00A13D6F"/>
    <w:rsid w:val="00A21632"/>
    <w:rsid w:val="00A2192A"/>
    <w:rsid w:val="00A22487"/>
    <w:rsid w:val="00A3126B"/>
    <w:rsid w:val="00A32996"/>
    <w:rsid w:val="00A33305"/>
    <w:rsid w:val="00A354CE"/>
    <w:rsid w:val="00A41A6B"/>
    <w:rsid w:val="00A61E22"/>
    <w:rsid w:val="00A64AA1"/>
    <w:rsid w:val="00A65BD9"/>
    <w:rsid w:val="00A66C79"/>
    <w:rsid w:val="00A71661"/>
    <w:rsid w:val="00A7434F"/>
    <w:rsid w:val="00A846BD"/>
    <w:rsid w:val="00A93CA0"/>
    <w:rsid w:val="00AA2CB6"/>
    <w:rsid w:val="00AA306A"/>
    <w:rsid w:val="00AC1B29"/>
    <w:rsid w:val="00AD3D12"/>
    <w:rsid w:val="00AE795F"/>
    <w:rsid w:val="00AF39FA"/>
    <w:rsid w:val="00AF66C5"/>
    <w:rsid w:val="00B1300B"/>
    <w:rsid w:val="00B13CB9"/>
    <w:rsid w:val="00B259EF"/>
    <w:rsid w:val="00B304B2"/>
    <w:rsid w:val="00B36912"/>
    <w:rsid w:val="00B50640"/>
    <w:rsid w:val="00B5234A"/>
    <w:rsid w:val="00B531B9"/>
    <w:rsid w:val="00B55960"/>
    <w:rsid w:val="00B619E8"/>
    <w:rsid w:val="00B72D41"/>
    <w:rsid w:val="00B91B79"/>
    <w:rsid w:val="00B9258A"/>
    <w:rsid w:val="00BA6F37"/>
    <w:rsid w:val="00BA7CC1"/>
    <w:rsid w:val="00BB53A2"/>
    <w:rsid w:val="00BC5A3B"/>
    <w:rsid w:val="00BD3BD5"/>
    <w:rsid w:val="00BE14B3"/>
    <w:rsid w:val="00BE66EE"/>
    <w:rsid w:val="00BF0257"/>
    <w:rsid w:val="00BF07B8"/>
    <w:rsid w:val="00C02FC6"/>
    <w:rsid w:val="00C03DE0"/>
    <w:rsid w:val="00C11EC7"/>
    <w:rsid w:val="00C15ABD"/>
    <w:rsid w:val="00C23345"/>
    <w:rsid w:val="00C24AC8"/>
    <w:rsid w:val="00C265CF"/>
    <w:rsid w:val="00C42A91"/>
    <w:rsid w:val="00C5071F"/>
    <w:rsid w:val="00C76DF4"/>
    <w:rsid w:val="00C8083C"/>
    <w:rsid w:val="00C860AB"/>
    <w:rsid w:val="00C86829"/>
    <w:rsid w:val="00C93A9C"/>
    <w:rsid w:val="00CA7F8C"/>
    <w:rsid w:val="00CB14F8"/>
    <w:rsid w:val="00CC5C12"/>
    <w:rsid w:val="00CD5D44"/>
    <w:rsid w:val="00CF6431"/>
    <w:rsid w:val="00D07892"/>
    <w:rsid w:val="00D12B9C"/>
    <w:rsid w:val="00D16B6D"/>
    <w:rsid w:val="00D2200C"/>
    <w:rsid w:val="00D43A77"/>
    <w:rsid w:val="00D67368"/>
    <w:rsid w:val="00D74E10"/>
    <w:rsid w:val="00D752DA"/>
    <w:rsid w:val="00D829B8"/>
    <w:rsid w:val="00D91065"/>
    <w:rsid w:val="00D95CA7"/>
    <w:rsid w:val="00D95E7B"/>
    <w:rsid w:val="00DB7710"/>
    <w:rsid w:val="00E03795"/>
    <w:rsid w:val="00E141FC"/>
    <w:rsid w:val="00E149E4"/>
    <w:rsid w:val="00E32DC2"/>
    <w:rsid w:val="00E419F0"/>
    <w:rsid w:val="00E4630B"/>
    <w:rsid w:val="00E47B47"/>
    <w:rsid w:val="00E5250F"/>
    <w:rsid w:val="00E555E5"/>
    <w:rsid w:val="00E56CB5"/>
    <w:rsid w:val="00E574B3"/>
    <w:rsid w:val="00E60249"/>
    <w:rsid w:val="00E62EDD"/>
    <w:rsid w:val="00E64F62"/>
    <w:rsid w:val="00E702ED"/>
    <w:rsid w:val="00E7215C"/>
    <w:rsid w:val="00E76C02"/>
    <w:rsid w:val="00E779C9"/>
    <w:rsid w:val="00E834E5"/>
    <w:rsid w:val="00E96750"/>
    <w:rsid w:val="00EA781D"/>
    <w:rsid w:val="00EB34C2"/>
    <w:rsid w:val="00EC062A"/>
    <w:rsid w:val="00EC06F8"/>
    <w:rsid w:val="00EC239E"/>
    <w:rsid w:val="00EC35FC"/>
    <w:rsid w:val="00EC6B65"/>
    <w:rsid w:val="00EE487B"/>
    <w:rsid w:val="00EF7BB0"/>
    <w:rsid w:val="00F0043F"/>
    <w:rsid w:val="00F1066E"/>
    <w:rsid w:val="00F11C75"/>
    <w:rsid w:val="00F22339"/>
    <w:rsid w:val="00F439B8"/>
    <w:rsid w:val="00F51026"/>
    <w:rsid w:val="00F6196E"/>
    <w:rsid w:val="00F64BEA"/>
    <w:rsid w:val="00F858D0"/>
    <w:rsid w:val="00F92809"/>
    <w:rsid w:val="00F93275"/>
    <w:rsid w:val="00FA0597"/>
    <w:rsid w:val="00FA31BB"/>
    <w:rsid w:val="00FE67D5"/>
    <w:rsid w:val="00FF7C1F"/>
    <w:rsid w:val="08A95816"/>
    <w:rsid w:val="0A7A30C9"/>
    <w:rsid w:val="0ABA7896"/>
    <w:rsid w:val="118C73F5"/>
    <w:rsid w:val="13034CC8"/>
    <w:rsid w:val="17716EB9"/>
    <w:rsid w:val="2D9C19B2"/>
    <w:rsid w:val="2FFE4F1D"/>
    <w:rsid w:val="306F600C"/>
    <w:rsid w:val="326E3BA2"/>
    <w:rsid w:val="336319E6"/>
    <w:rsid w:val="35284C04"/>
    <w:rsid w:val="35453096"/>
    <w:rsid w:val="3AAB15FE"/>
    <w:rsid w:val="40156112"/>
    <w:rsid w:val="450D7972"/>
    <w:rsid w:val="4C8A545A"/>
    <w:rsid w:val="4DD5556C"/>
    <w:rsid w:val="58E94F62"/>
    <w:rsid w:val="644A48A7"/>
    <w:rsid w:val="64D23F56"/>
    <w:rsid w:val="6EB65A3A"/>
    <w:rsid w:val="713779A1"/>
    <w:rsid w:val="723A7FC7"/>
    <w:rsid w:val="7A214C86"/>
    <w:rsid w:val="7A7C4677"/>
    <w:rsid w:val="7D1D0840"/>
  </w:rsids>
  <w:docVars>
    <w:docVar w:name="commondata" w:val="eyJoZGlkIjoiZDA4NjVlM2MyZDIyYWQ3YWY3ZTA2NjYwMDE2OWJiOWY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line="320" w:lineRule="exact"/>
      <w:ind w:right="-40"/>
    </w:pPr>
    <w:rPr>
      <w:rFonts w:eastAsia="黑体"/>
      <w:sz w:val="24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NormalWeb">
    <w:name w:val="Normal (Web)"/>
    <w:basedOn w:val="Normal"/>
    <w:qFormat/>
    <w:pPr>
      <w:widowControl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spacing w:line="300" w:lineRule="auto"/>
      <w:ind w:firstLine="200" w:firstLineChars="200"/>
      <w:jc w:val="both"/>
    </w:pPr>
  </w:style>
  <w:style w:type="paragraph" w:customStyle="1" w:styleId="Char3CharCharCharCharCharChar">
    <w:name w:val="Char3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3">
    <w:name w:val=" Char3"/>
    <w:basedOn w:val="Normal"/>
    <w:pPr>
      <w:widowControl/>
      <w:spacing w:line="300" w:lineRule="auto"/>
      <w:ind w:firstLine="200" w:firstLineChars="20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javascript:;" TargetMode="External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</Words>
  <Characters>59</Characters>
  <Application>Microsoft Office Word</Application>
  <DocSecurity>0</DocSecurity>
  <Lines>1</Lines>
  <Paragraphs>1</Paragraphs>
  <ScaleCrop>false</ScaleCrop>
  <Company>17zhong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2009年宁德市初中毕业升学考试数学模拟测试答题卡</dc:title>
  <dc:creator>shaoyi</dc:creator>
  <cp:lastModifiedBy>微软用户</cp:lastModifiedBy>
  <cp:revision>11</cp:revision>
  <cp:lastPrinted>2022-11-16T08:42:00Z</cp:lastPrinted>
  <dcterms:created xsi:type="dcterms:W3CDTF">2015-11-30T06:44:00Z</dcterms:created>
  <dcterms:modified xsi:type="dcterms:W3CDTF">2022-11-16T08:44:00Z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